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00" w:rsidRDefault="004E7D00">
      <w:pPr>
        <w:spacing w:before="61"/>
        <w:ind w:left="7164"/>
        <w:rPr>
          <w:rFonts w:ascii="Arial" w:eastAsia="Times New Roman"/>
          <w:b/>
          <w:sz w:val="32"/>
        </w:rPr>
      </w:pPr>
      <w:r>
        <w:rPr>
          <w:rFonts w:ascii="Arial" w:eastAsia="Times New Roman"/>
          <w:b/>
          <w:sz w:val="32"/>
        </w:rPr>
        <w:t>ANNEXE 2</w:t>
      </w:r>
      <w:r>
        <w:rPr>
          <w:rFonts w:ascii="Arial"/>
          <w:b/>
          <w:sz w:val="32"/>
        </w:rPr>
        <w:t> </w:t>
      </w:r>
      <w:r>
        <w:rPr>
          <w:rFonts w:ascii="Arial" w:eastAsia="Times New Roman"/>
          <w:b/>
          <w:sz w:val="32"/>
        </w:rPr>
        <w:t>: CALENDRIER DU PROJET ADELIS SAMSON</w:t>
      </w:r>
    </w:p>
    <w:p w:rsidR="004E7D00" w:rsidRDefault="004E7D00">
      <w:pPr>
        <w:pStyle w:val="BodyText"/>
        <w:rPr>
          <w:rFonts w:ascii="Arial"/>
          <w:b/>
          <w:sz w:val="20"/>
        </w:rPr>
      </w:pPr>
    </w:p>
    <w:p w:rsidR="004E7D00" w:rsidRDefault="004E7D00">
      <w:pPr>
        <w:pStyle w:val="BodyText"/>
        <w:rPr>
          <w:rFonts w:ascii="Arial"/>
          <w:b/>
          <w:sz w:val="20"/>
        </w:rPr>
      </w:pPr>
    </w:p>
    <w:p w:rsidR="004E7D00" w:rsidRDefault="004E7D00">
      <w:pPr>
        <w:pStyle w:val="BodyText"/>
        <w:spacing w:before="5"/>
        <w:rPr>
          <w:rFonts w:ascii="Arial"/>
          <w:b/>
          <w:sz w:val="17"/>
        </w:rPr>
      </w:pPr>
    </w:p>
    <w:p w:rsidR="004E7D00" w:rsidRDefault="004E7D00">
      <w:pPr>
        <w:rPr>
          <w:rFonts w:ascii="Arial"/>
          <w:sz w:val="17"/>
        </w:rPr>
        <w:sectPr w:rsidR="004E7D00">
          <w:type w:val="continuous"/>
          <w:pgSz w:w="23820" w:h="16840" w:orient="landscape"/>
          <w:pgMar w:top="360" w:right="1600" w:bottom="280" w:left="800" w:header="720" w:footer="720" w:gutter="0"/>
          <w:cols w:space="720"/>
        </w:sectPr>
      </w:pPr>
    </w:p>
    <w:p w:rsidR="004E7D00" w:rsidRDefault="004E7D00">
      <w:pPr>
        <w:tabs>
          <w:tab w:val="left" w:pos="3672"/>
          <w:tab w:val="left" w:pos="4632"/>
          <w:tab w:val="left" w:pos="5703"/>
          <w:tab w:val="left" w:pos="6800"/>
          <w:tab w:val="left" w:pos="7884"/>
        </w:tabs>
        <w:spacing w:before="76"/>
        <w:ind w:left="2451"/>
        <w:rPr>
          <w:sz w:val="19"/>
        </w:rPr>
      </w:pPr>
      <w:r>
        <w:rPr>
          <w:noProof/>
          <w:lang w:eastAsia="fr-FR"/>
        </w:rPr>
        <w:pict>
          <v:line id="_x0000_s1026" style="position:absolute;left:0;text-align:left;z-index:251662336;mso-position-horizontal-relative:page" from="1090.3pt,24.15pt" to="1090.3pt,719.4pt" strokecolor="#5b9ad5" strokeweight=".33736mm">
            <v:stroke dashstyle="longDash"/>
            <w10:wrap anchorx="page"/>
          </v:line>
        </w:pict>
      </w:r>
      <w:r>
        <w:rPr>
          <w:color w:val="000099"/>
          <w:sz w:val="19"/>
        </w:rPr>
        <w:t>01.05.17</w:t>
      </w:r>
      <w:r>
        <w:rPr>
          <w:color w:val="000099"/>
          <w:sz w:val="19"/>
        </w:rPr>
        <w:tab/>
        <w:t>30.06.17</w:t>
      </w:r>
      <w:r>
        <w:rPr>
          <w:color w:val="000099"/>
          <w:sz w:val="19"/>
        </w:rPr>
        <w:tab/>
        <w:t>31.08.17</w:t>
      </w:r>
      <w:r>
        <w:rPr>
          <w:color w:val="000099"/>
          <w:sz w:val="19"/>
        </w:rPr>
        <w:tab/>
        <w:t>30.10.17</w:t>
      </w:r>
      <w:r>
        <w:rPr>
          <w:color w:val="000099"/>
          <w:sz w:val="19"/>
        </w:rPr>
        <w:tab/>
        <w:t>31.12.17</w:t>
      </w:r>
      <w:r>
        <w:rPr>
          <w:color w:val="000099"/>
          <w:sz w:val="19"/>
        </w:rPr>
        <w:tab/>
        <w:t>28.02.18</w:t>
      </w:r>
    </w:p>
    <w:p w:rsidR="004E7D00" w:rsidRDefault="004E7D00">
      <w:pPr>
        <w:spacing w:before="73"/>
        <w:ind w:left="374"/>
        <w:rPr>
          <w:sz w:val="19"/>
        </w:rPr>
      </w:pPr>
      <w:r>
        <w:br w:type="column"/>
      </w:r>
      <w:r>
        <w:rPr>
          <w:color w:val="000099"/>
          <w:sz w:val="19"/>
        </w:rPr>
        <w:t>30.04.18</w:t>
      </w:r>
    </w:p>
    <w:p w:rsidR="004E7D00" w:rsidRDefault="004E7D00">
      <w:pPr>
        <w:tabs>
          <w:tab w:val="left" w:pos="1430"/>
          <w:tab w:val="left" w:pos="2513"/>
          <w:tab w:val="left" w:pos="3597"/>
          <w:tab w:val="left" w:pos="4805"/>
          <w:tab w:val="left" w:pos="6038"/>
          <w:tab w:val="left" w:pos="7257"/>
          <w:tab w:val="left" w:pos="8477"/>
        </w:tabs>
        <w:spacing w:before="76"/>
        <w:ind w:left="345"/>
        <w:rPr>
          <w:sz w:val="19"/>
        </w:rPr>
      </w:pPr>
      <w:r>
        <w:br w:type="column"/>
      </w:r>
      <w:r>
        <w:rPr>
          <w:color w:val="000099"/>
          <w:sz w:val="19"/>
        </w:rPr>
        <w:t>30.06.18</w:t>
      </w:r>
      <w:r>
        <w:rPr>
          <w:color w:val="000099"/>
          <w:sz w:val="19"/>
        </w:rPr>
        <w:tab/>
        <w:t>31.08.18</w:t>
      </w:r>
      <w:r>
        <w:rPr>
          <w:color w:val="000099"/>
          <w:sz w:val="19"/>
        </w:rPr>
        <w:tab/>
        <w:t>30.10.18</w:t>
      </w:r>
      <w:r>
        <w:rPr>
          <w:color w:val="000099"/>
          <w:sz w:val="19"/>
        </w:rPr>
        <w:tab/>
        <w:t>31.12.18</w:t>
      </w:r>
      <w:r>
        <w:rPr>
          <w:color w:val="000099"/>
          <w:sz w:val="19"/>
        </w:rPr>
        <w:tab/>
        <w:t>28.02.19</w:t>
      </w:r>
      <w:r>
        <w:rPr>
          <w:color w:val="000099"/>
          <w:sz w:val="19"/>
        </w:rPr>
        <w:tab/>
        <w:t>30.04.19</w:t>
      </w:r>
      <w:r>
        <w:rPr>
          <w:color w:val="000099"/>
          <w:sz w:val="19"/>
        </w:rPr>
        <w:tab/>
        <w:t>30.06.19</w:t>
      </w:r>
      <w:r>
        <w:rPr>
          <w:color w:val="000099"/>
          <w:sz w:val="19"/>
        </w:rPr>
        <w:tab/>
        <w:t>31.08.19</w:t>
      </w:r>
    </w:p>
    <w:p w:rsidR="004E7D00" w:rsidRDefault="004E7D00">
      <w:pPr>
        <w:spacing w:before="73"/>
        <w:ind w:left="509"/>
        <w:rPr>
          <w:sz w:val="19"/>
        </w:rPr>
      </w:pPr>
      <w:r>
        <w:br w:type="column"/>
      </w:r>
      <w:r>
        <w:rPr>
          <w:color w:val="000099"/>
          <w:sz w:val="19"/>
        </w:rPr>
        <w:t>30.10.19</w:t>
      </w:r>
    </w:p>
    <w:p w:rsidR="004E7D00" w:rsidRDefault="004E7D00">
      <w:pPr>
        <w:spacing w:before="76"/>
        <w:ind w:left="482"/>
        <w:rPr>
          <w:sz w:val="19"/>
        </w:rPr>
      </w:pPr>
      <w:r>
        <w:br w:type="column"/>
      </w:r>
      <w:r>
        <w:rPr>
          <w:color w:val="000099"/>
          <w:sz w:val="19"/>
        </w:rPr>
        <w:t>31.12.19</w:t>
      </w:r>
    </w:p>
    <w:p w:rsidR="004E7D00" w:rsidRDefault="004E7D00">
      <w:pPr>
        <w:rPr>
          <w:sz w:val="19"/>
        </w:rPr>
        <w:sectPr w:rsidR="004E7D00">
          <w:type w:val="continuous"/>
          <w:pgSz w:w="23820" w:h="16840" w:orient="landscape"/>
          <w:pgMar w:top="360" w:right="1600" w:bottom="280" w:left="800" w:header="720" w:footer="720" w:gutter="0"/>
          <w:cols w:num="5" w:space="720" w:equalWidth="0">
            <w:col w:w="8570" w:space="40"/>
            <w:col w:w="1060" w:space="39"/>
            <w:col w:w="9162" w:space="39"/>
            <w:col w:w="1194" w:space="40"/>
            <w:col w:w="1276"/>
          </w:cols>
        </w:sectPr>
      </w:pPr>
    </w:p>
    <w:p w:rsidR="004E7D00" w:rsidRDefault="004E7D00">
      <w:pPr>
        <w:pStyle w:val="BodyText"/>
        <w:spacing w:before="12"/>
        <w:rPr>
          <w:sz w:val="23"/>
        </w:rPr>
      </w:pPr>
    </w:p>
    <w:p w:rsidR="004E7D00" w:rsidRDefault="004E7D00">
      <w:pPr>
        <w:rPr>
          <w:sz w:val="23"/>
        </w:rPr>
        <w:sectPr w:rsidR="004E7D00">
          <w:type w:val="continuous"/>
          <w:pgSz w:w="23820" w:h="16840" w:orient="landscape"/>
          <w:pgMar w:top="360" w:right="1600" w:bottom="280" w:left="800" w:header="720" w:footer="720" w:gutter="0"/>
          <w:cols w:space="720"/>
        </w:sectPr>
      </w:pPr>
    </w:p>
    <w:p w:rsidR="004E7D00" w:rsidRDefault="004E7D00">
      <w:pPr>
        <w:pStyle w:val="BodyText"/>
        <w:spacing w:before="57" w:line="326" w:lineRule="exact"/>
        <w:ind w:left="3196" w:right="20"/>
        <w:jc w:val="center"/>
      </w:pPr>
      <w:r>
        <w:rPr>
          <w:noProof/>
          <w:lang w:eastAsia="fr-FR"/>
        </w:rPr>
        <w:pict>
          <v:group id="_x0000_s1027" style="position:absolute;left:0;text-align:left;margin-left:45.95pt;margin-top:2.15pt;width:129pt;height:35.05pt;z-index:251651072;mso-position-horizontal-relative:page" coordorigin="919,43" coordsize="2580,701">
            <v:shape id="_x0000_s1028" style="position:absolute;left:920;top:45;width:2576;height:696" coordorigin="921,45" coordsize="2576,696" path="m1029,741r2359,l3465,710r31,-77l3496,153r-8,-42l3465,77,3430,54r-42,-9l1029,45r-42,9l952,77r-23,34l921,153r,480l929,675r23,35l987,733r42,8xe" filled="f" strokecolor="#5b9ad5" strokeweight=".08433mm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918;top:42;width:2580;height:701" filled="f" stroked="f">
              <v:textbox inset="0,0,0,0">
                <w:txbxContent>
                  <w:p w:rsidR="004E7D00" w:rsidRDefault="004E7D00">
                    <w:pPr>
                      <w:spacing w:before="175"/>
                      <w:ind w:left="583"/>
                      <w:rPr>
                        <w:sz w:val="27"/>
                      </w:rPr>
                    </w:pPr>
                    <w:r>
                      <w:rPr>
                        <w:color w:val="000099"/>
                      </w:rPr>
                      <w:t>OCM sur le BUS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  <w:lang w:eastAsia="fr-FR"/>
        </w:rPr>
        <w:pict>
          <v:line id="_x0000_s1030" style="position:absolute;left:0;text-align:left;z-index:251660288;mso-position-horizontal-relative:page" from="181.65pt,-5.9pt" to="181.65pt,689.4pt" strokecolor="#5b9ad5" strokeweight=".33736mm">
            <v:stroke dashstyle="longDash"/>
            <w10:wrap anchorx="page"/>
          </v:line>
        </w:pict>
      </w:r>
      <w:r>
        <w:rPr>
          <w:noProof/>
          <w:lang w:eastAsia="fr-FR"/>
        </w:rPr>
        <w:pict>
          <v:group id="_x0000_s1031" style="position:absolute;left:0;text-align:left;margin-left:188pt;margin-top:-6pt;width:898pt;height:695.4pt;z-index:-251666432;mso-position-horizontal-relative:page" coordorigin="3760,-120" coordsize="17960,13908">
            <v:line id="_x0000_s1032" style="position:absolute" from="4713,-118" to="4713,13788" strokecolor="#5b9ad5" strokeweight=".33736mm">
              <v:stroke dashstyle="longDash"/>
            </v:line>
            <v:line id="_x0000_s1033" style="position:absolute" from="5815,-118" to="5815,13788" strokecolor="#5b9ad5" strokeweight=".33736mm">
              <v:stroke dashstyle="longDash"/>
            </v:line>
            <v:line id="_x0000_s1034" style="position:absolute" from="6885,-118" to="6885,13788" strokecolor="#5b9ad5" strokeweight=".33736mm">
              <v:stroke dashstyle="longDash"/>
            </v:line>
            <v:line id="_x0000_s1035" style="position:absolute" from="7982,-118" to="7982,13788" strokecolor="#5b9ad5" strokeweight=".33736mm">
              <v:stroke dashstyle="longDash"/>
            </v:line>
            <v:line id="_x0000_s1036" style="position:absolute" from="9067,-118" to="9067,13788" strokecolor="#5b9ad5" strokeweight=".33736mm">
              <v:stroke dashstyle="longDash"/>
            </v:line>
            <v:shape id="_x0000_s1037" style="position:absolute;left:3769;top:45;width:6233;height:696" coordorigin="3770,45" coordsize="6233,696" path="m10003,633r,-480l9994,111,9971,77,9937,54r-42,-9l3878,45r-42,9l3801,77r-23,34l3770,153r,480l3778,675r23,35l3836,733r42,8l9895,741r42,-8l9971,710r23,-35l10003,633xe" stroked="f">
              <v:path arrowok="t"/>
            </v:shape>
            <v:shape id="_x0000_s1038" style="position:absolute;left:3769;top:45;width:6233;height:696" coordorigin="3770,45" coordsize="6233,696" path="m3878,741r6017,l9971,710r32,-77l10003,153r-9,-42l9971,77,9937,54r-42,-9l3878,45r-42,9l3801,77r-23,34l3770,153r,480l3778,675r23,35l3836,733r42,8xe" filled="f" strokecolor="#5b9ad5" strokeweight=".08433mm">
              <v:path arrowok="t"/>
            </v:shape>
            <v:shape id="_x0000_s1039" style="position:absolute;left:3769;top:11618;width:6233;height:699" coordorigin="3770,11618" coordsize="6233,699" path="m10003,12206r,-480l9994,11684r-23,-34l9937,11627r-42,-9l3878,11618r-42,9l3801,11650r-23,34l3770,11726r,480l3778,12249r23,35l3836,12308r42,8l9895,12316r42,-8l9971,12284r23,-35l10003,12206xe" stroked="f">
              <v:path arrowok="t"/>
            </v:shape>
            <v:shape id="_x0000_s1040" style="position:absolute;left:3769;top:11618;width:6233;height:699" coordorigin="3770,11618" coordsize="6233,699" path="m3878,12316r6017,l9971,12284r32,-78l10003,11726r-9,-42l9971,11650r-34,-23l9895,11618r-6017,l3836,11627r-35,23l3778,11684r-8,42l3770,12206r8,43l3801,12284r35,24l3878,12316xe" filled="f" strokecolor="#5b9ad5" strokeweight=".08433mm">
              <v:path arrowok="t"/>
            </v:shape>
            <v:line id="_x0000_s1041" style="position:absolute" from="11236,-118" to="11236,13788" strokecolor="#5b9ad5" strokeweight=".33736mm">
              <v:stroke dashstyle="longDash"/>
            </v:line>
            <v:line id="_x0000_s1042" style="position:absolute" from="12319,-118" to="12319,13788" strokecolor="#5b9ad5" strokeweight=".33736mm">
              <v:stroke dashstyle="longDash"/>
            </v:line>
            <v:line id="_x0000_s1043" style="position:absolute" from="13403,-118" to="13403,13788" strokecolor="#5b9ad5" strokeweight=".33736mm">
              <v:stroke dashstyle="longDash"/>
            </v:line>
            <v:shape id="_x0000_s1044" style="position:absolute;left:10278;top:42;width:4056;height:696" coordorigin="10279,43" coordsize="4056,696" path="m14335,631r,-480l14326,109r-23,-35l14269,51r-42,-8l10387,43r-43,8l10310,74r-23,35l10279,151r,480l10287,673r23,34l10344,730r43,9l14227,739r42,-9l14303,707r23,-34l14335,631xe" stroked="f">
              <v:path arrowok="t"/>
            </v:shape>
            <v:shape id="_x0000_s1045" style="position:absolute;left:10278;top:42;width:4056;height:696" coordorigin="10279,43" coordsize="4056,696" path="m10387,739r3840,l14303,707r32,-76l14335,151r-9,-42l14303,74r-34,-23l14227,43r-3840,l10344,51r-34,23l10287,109r-8,42l10279,631r8,42l10310,707r34,23l10387,739xe" filled="f" strokecolor="#5b9ad5" strokeweight=".08433mm">
              <v:path arrowok="t"/>
            </v:shape>
            <v:line id="_x0000_s1046" style="position:absolute" from="14488,-118" to="14488,13788" strokecolor="#5b9ad5" strokeweight=".33736mm">
              <v:stroke dashstyle="longDash"/>
            </v:line>
            <v:shape id="_x0000_s1047" style="position:absolute;left:10266;top:866;width:4184;height:696" coordorigin="10267,866" coordsize="4184,696" path="m14450,1454r,-480l14441,932r-24,-34l14382,875r-43,-9l10377,866r-43,9l10299,898r-24,34l10267,974r,480l10275,1496r24,35l10334,1554r43,8l14339,1562r43,-8l14417,1531r24,-35l14450,1454xe" stroked="f">
              <v:path arrowok="t"/>
            </v:shape>
            <v:shape id="_x0000_s1048" style="position:absolute;left:10266;top:866;width:4184;height:696" coordorigin="10267,866" coordsize="4184,696" path="m10377,1562r3962,l14417,1531r33,-77l14450,974r-9,-42l14417,898r-35,-23l14339,866r-3962,l10334,875r-35,23l10275,932r-8,42l10267,1454r8,42l10299,1531r35,23l10377,1562xe" filled="f" strokecolor="#5b9ad5" strokeweight=".08433mm">
              <v:path arrowok="t"/>
            </v:shape>
            <v:shape id="_x0000_s1049" style="position:absolute;left:8099;top:640;width:3041;height:276" coordorigin="8099,640" coordsize="3041,276" path="m11140,806r,-58l11132,706r-23,-34l11074,649r-42,-9l8207,640r-42,9l8131,672r-23,34l8099,748r,58l8108,849r23,35l8165,908r42,8l11032,916r42,-8l11109,884r23,-35l11140,806xe" stroked="f">
              <v:path arrowok="t"/>
            </v:shape>
            <v:shape id="_x0000_s1050" style="position:absolute;left:8099;top:640;width:3041;height:276" coordorigin="8099,640" coordsize="3041,276" path="m8207,916r2825,l11109,884r31,-78l11140,748r-8,-42l11109,672r-35,-23l11032,640r-2825,l8165,649r-34,23l8108,706r-9,42l8099,806r9,43l8131,884r34,24l8207,916xe" filled="f" strokecolor="#5b9ad5" strokeweight=".08433mm">
              <v:path arrowok="t"/>
            </v:shape>
            <v:shape id="_x0000_s1051" style="position:absolute;left:10283;top:1670;width:4160;height:699" coordorigin="10283,1670" coordsize="4160,699" path="m14443,2260r,-480l14434,1738r-23,-35l14377,1679r-42,-9l10391,1670r-42,9l10315,1703r-23,35l10283,1780r,480l10292,2303r23,34l10349,2360r42,8l14335,2368r42,-8l14411,2337r23,-34l14443,2260xe" stroked="f">
              <v:path arrowok="t"/>
            </v:shape>
            <v:shape id="_x0000_s1052" style="position:absolute;left:10283;top:1670;width:4160;height:699" coordorigin="10283,1670" coordsize="4160,699" path="m10391,2368r3944,l14411,2337r32,-77l14443,1780r-9,-42l14411,1703r-34,-24l14335,1670r-3944,l10349,1679r-34,24l10292,1738r-9,42l10283,2260r9,43l10315,2337r34,23l10391,2368xe" filled="f" strokecolor="#5b9ad5" strokeweight=".08433mm">
              <v:path arrowok="t"/>
            </v:shape>
            <v:shape id="_x0000_s1053" style="position:absolute;left:7026;top:1670;width:2976;height:699" coordorigin="7027,1670" coordsize="2976,699" path="m10003,2260r,-480l9994,1738r-23,-35l9937,1679r-42,-9l7135,1670r-43,9l7058,1703r-23,35l7027,1780r,480l7035,2303r23,34l7092,2360r43,8l9895,2368r42,-8l9971,2337r23,-34l10003,2260xe" stroked="f">
              <v:path arrowok="t"/>
            </v:shape>
            <v:shape id="_x0000_s1054" style="position:absolute;left:7026;top:1670;width:2976;height:699" coordorigin="7027,1670" coordsize="2976,699" path="m7135,2368r2760,l9971,2337r32,-77l10003,1780r-9,-42l9971,1703r-34,-24l9895,1670r-2760,l7092,1679r-34,24l7035,1738r-8,42l7027,2260r8,43l7058,2337r34,23l7135,2368xe" filled="f" strokecolor="#5b9ad5" strokeweight=".08433mm">
              <v:path arrowok="t"/>
            </v:shape>
            <v:shape id="_x0000_s1055" style="position:absolute;left:3772;top:2495;width:6233;height:692" coordorigin="3772,2496" coordsize="6233,692" path="m10005,3079r,-475l9996,2561r-24,-34l9937,2504r-42,-8l3880,2496r-42,8l3804,2527r-23,34l3772,2604r,475l3781,3121r23,34l3838,3178r42,9l9895,3187r42,-9l9972,3155r24,-34l10005,3079xe" stroked="f">
              <v:path arrowok="t"/>
            </v:shape>
            <v:shape id="_x0000_s1056" style="position:absolute;left:3772;top:2495;width:6233;height:692" coordorigin="3772,2496" coordsize="6233,692" path="m3880,3187r6015,l9972,3155r33,-76l10005,2604r-9,-43l9972,2527r-35,-23l9895,2496r-6015,l3838,2504r-34,23l3781,2561r-9,43l3772,3079r9,42l3804,3155r34,23l3880,3187xe" filled="f" strokecolor="#5b9ad5" strokeweight=".08433mm">
              <v:path arrowok="t"/>
            </v:shape>
            <v:shape id="_x0000_s1057" style="position:absolute;left:11358;top:2476;width:4181;height:696" coordorigin="11359,2476" coordsize="4181,696" path="m15539,3064r,-480l15531,2542r-24,-34l15472,2485r-43,-9l11467,2476r-43,9l11390,2508r-23,34l11359,2584r,480l11367,3107r23,34l11424,3164r43,8l15429,3172r43,-8l15507,3141r24,-34l15539,3064xe" stroked="f">
              <v:path arrowok="t"/>
            </v:shape>
            <v:shape id="_x0000_s1058" style="position:absolute;left:11358;top:2476;width:4181;height:696" coordorigin="11359,2476" coordsize="4181,696" path="m11467,3172r3962,l15507,3141r32,-77l15539,2584r-8,-42l15507,2508r-35,-23l15429,2476r-3962,l11424,2485r-34,23l11367,2542r-8,42l11359,3064r8,43l11390,3141r34,23l11467,3172xe" filled="f" strokecolor="#5b9ad5" strokeweight=".08433mm">
              <v:path arrowok="t"/>
            </v:shape>
            <v:shape id="_x0000_s1059" style="position:absolute;left:3769;top:3316;width:6233;height:692" coordorigin="3770,3316" coordsize="6233,692" path="m10003,3900r,-476l9994,3382r-23,-34l9937,3325r-42,-9l3878,3316r-42,9l3801,3348r-23,34l3770,3424r,476l3778,3942r23,34l3836,3999r42,9l9895,4008r42,-9l9971,3976r23,-34l10003,3900xe" stroked="f">
              <v:path arrowok="t"/>
            </v:shape>
            <v:shape id="_x0000_s1060" style="position:absolute;left:3769;top:3316;width:6233;height:692" coordorigin="3770,3316" coordsize="6233,692" path="m3878,4008r6017,l9971,3976r32,-76l10003,3424r-9,-42l9971,3348r-34,-23l9895,3316r-6017,l3836,3325r-35,23l3778,3382r-8,42l3770,3900r8,42l3801,3976r35,23l3878,4008xe" filled="f" strokecolor="#5b9ad5" strokeweight=".08433mm">
              <v:path arrowok="t"/>
            </v:shape>
            <v:shape id="_x0000_s1061" style="position:absolute;left:11358;top:3297;width:4181;height:696" coordorigin="11359,3297" coordsize="4181,696" path="m15539,3885r,-480l15531,3363r-24,-34l15472,3306r-43,-9l11467,3297r-43,9l11390,3329r-23,34l11359,3405r,480l11367,3927r23,35l11424,3985r43,8l15429,3993r43,-8l15507,3962r24,-35l15539,3885xe" stroked="f">
              <v:path arrowok="t"/>
            </v:shape>
            <v:shape id="_x0000_s1062" style="position:absolute;left:11358;top:3297;width:4181;height:696" coordorigin="11359,3297" coordsize="4181,696" path="m11467,3993r3962,l15507,3962r32,-77l15539,3405r-8,-42l15507,3329r-35,-23l15429,3297r-3962,l11424,3306r-34,23l11367,3363r-8,42l11359,3885r8,42l11390,3962r34,23l11467,3993xe" filled="f" strokecolor="#5b9ad5" strokeweight=".08433mm">
              <v:path arrowok="t"/>
            </v:shape>
            <v:shape id="_x0000_s1063" style="position:absolute;left:7019;top:4134;width:2984;height:696" coordorigin="7019,4135" coordsize="2984,696" path="m10003,4723r,-480l9994,4201r-23,-35l9937,4143r-42,-8l7130,4135r-43,8l7052,4166r-24,35l7019,4243r,480l7028,4765r24,34l7087,4822r43,9l9895,4831r42,-9l9971,4799r23,-34l10003,4723xe" stroked="f">
              <v:path arrowok="t"/>
            </v:shape>
            <v:shape id="_x0000_s1064" style="position:absolute;left:7019;top:4134;width:2984;height:696" coordorigin="7019,4135" coordsize="2984,696" path="m7130,4831r2765,l9971,4799r32,-76l10003,4243r-9,-42l9971,4166r-34,-23l9895,4135r-2765,l7087,4143r-35,23l7028,4201r-9,42l7019,4723r9,42l7052,4799r35,23l7130,4831xe" filled="f" strokecolor="#5b9ad5" strokeweight=".08433mm">
              <v:path arrowok="t"/>
            </v:shape>
            <v:line id="_x0000_s1065" style="position:absolute" from="15695,-118" to="15695,13788" strokecolor="#5b9ad5" strokeweight=".33736mm">
              <v:stroke dashstyle="longDash"/>
            </v:line>
            <v:shape id="_x0000_s1066" style="position:absolute;left:12848;top:4118;width:3389;height:696" coordorigin="12849,4118" coordsize="3389,696" path="m16238,4706r,-480l16229,4184r-24,-34l16170,4127r-43,-9l12957,4118r-42,9l12880,4150r-23,34l12849,4226r,480l12857,4748r23,35l12915,4806r42,8l16127,4814r43,-8l16205,4783r24,-35l16238,4706xe" stroked="f">
              <v:path arrowok="t"/>
            </v:shape>
            <v:shape id="_x0000_s1067" style="position:absolute;left:12848;top:4118;width:3389;height:696" coordorigin="12849,4118" coordsize="3389,696" path="m12957,4814r3170,l16205,4783r33,-77l16238,4226r-9,-42l16205,4150r-35,-23l16127,4118r-3170,l12915,4127r-35,23l12857,4184r-8,42l12849,4706r8,42l12880,4783r35,23l12957,4814xe" filled="f" strokecolor="#5b9ad5" strokeweight=".08433mm">
              <v:path arrowok="t"/>
            </v:shape>
            <v:shape id="_x0000_s1068" style="position:absolute;left:3769;top:4926;width:6233;height:689" coordorigin="3770,4927" coordsize="6233,689" path="m10003,5508r,-473l9994,4993r-23,-35l9937,4935r-42,-8l3878,4927r-42,8l3801,4958r-23,35l3770,5035r,473l3778,5550r23,34l3836,5607r42,9l9895,5616r42,-9l9971,5584r23,-34l10003,5508xe" stroked="f">
              <v:path arrowok="t"/>
            </v:shape>
            <v:shape id="_x0000_s1069" style="position:absolute;left:3769;top:4926;width:6233;height:689" coordorigin="3770,4927" coordsize="6233,689" path="m3878,5616r6017,l9971,5584r32,-76l10003,5035r-9,-42l9971,4958r-34,-23l9895,4927r-6017,l3836,4935r-35,23l3778,4993r-8,42l3770,5508r8,42l3801,5584r35,23l3878,5616xe" filled="f" strokecolor="#5b9ad5" strokeweight=".08433mm">
              <v:path arrowok="t"/>
            </v:shape>
            <v:shape id="_x0000_s1070" style="position:absolute;left:12848;top:4938;width:3389;height:696" coordorigin="12849,4939" coordsize="3389,696" path="m16238,5527r,-480l16229,5005r-24,-35l16170,4947r-43,-8l12957,4939r-42,8l12880,4970r-23,35l12849,5047r,480l12857,5569r23,34l12915,5626r42,9l16127,5635r43,-9l16205,5603r24,-34l16238,5527xe" stroked="f">
              <v:path arrowok="t"/>
            </v:shape>
            <v:shape id="_x0000_s1071" style="position:absolute;left:12848;top:4938;width:3389;height:696" coordorigin="12849,4939" coordsize="3389,696" path="m12957,5635r3170,l16205,5603r33,-76l16238,5047r-9,-42l16205,4970r-35,-23l16127,4939r-3170,l12915,4947r-35,23l12857,5005r-8,42l12849,5527r8,42l12880,5603r35,23l12957,5635xe" filled="f" strokecolor="#5b9ad5" strokeweight=".08433mm">
              <v:path arrowok="t"/>
            </v:shape>
            <v:shape id="_x0000_s1072" style="position:absolute;left:3769;top:5735;width:4011;height:699" coordorigin="3770,5736" coordsize="4011,699" path="m7780,6326r,-480l7771,5804r-24,-36l7712,5744r-42,-8l3878,5736r-42,8l3801,5768r-23,36l3770,5846r,480l3778,6368r23,35l3836,6426r42,8l7670,6434r42,-8l7747,6403r24,-35l7780,6326xe" stroked="f">
              <v:path arrowok="t"/>
            </v:shape>
            <v:shape id="_x0000_s1073" style="position:absolute;left:3769;top:5735;width:4011;height:699" coordorigin="3770,5736" coordsize="4011,699" path="m3878,6434r3792,l7747,6403r33,-77l7780,5846r-9,-42l7747,5768r-35,-24l7670,5736r-3792,l3836,5744r-35,24l3778,5804r-8,42l3770,6326r8,42l3801,6403r35,23l3878,6434xe" filled="f" strokecolor="#5b9ad5" strokeweight=".08433mm">
              <v:path arrowok="t"/>
            </v:shape>
            <v:shape id="_x0000_s1074" style="position:absolute;left:8104;top:5757;width:1899;height:658" coordorigin="8104,5757" coordsize="1899,658" path="m10003,6304r,-439l9994,5823r-23,-34l9937,5766r-42,-9l8212,5757r-42,9l8136,5789r-23,34l8104,5865r,439l8113,6347r23,35l8170,6406r42,9l9895,6415r42,-9l9971,6382r23,-35l10003,6304xe" stroked="f">
              <v:path arrowok="t"/>
            </v:shape>
            <v:shape id="_x0000_s1075" style="position:absolute;left:8104;top:5757;width:1899;height:658" coordorigin="8104,5757" coordsize="1899,658" path="m8212,6415r1683,l9971,6382r32,-78l10003,5865r-9,-42l9971,5789r-34,-23l9895,5757r-1683,l8170,5766r-34,23l8113,5823r-9,42l8104,6304r9,43l8136,6382r34,24l8212,6415xe" filled="f" strokecolor="#5b9ad5" strokeweight=".08433mm">
              <v:path arrowok="t"/>
            </v:shape>
            <v:shape id="_x0000_s1076" style="position:absolute;left:10273;top:5759;width:1896;height:699" coordorigin="10274,5760" coordsize="1896,699" path="m12170,6348r,-480l12161,5825r-23,-34l12104,5768r-42,-8l10382,5760r-42,8l10305,5791r-23,34l10274,5868r,480l10282,6390r23,35l10340,6449r42,9l12062,6458r42,-9l12138,6425r23,-35l12170,6348xe" stroked="f">
              <v:path arrowok="t"/>
            </v:shape>
            <v:shape id="_x0000_s1077" style="position:absolute;left:10273;top:5759;width:1896;height:699" coordorigin="10274,5760" coordsize="1896,699" path="m10382,6458r1680,l12138,6425r32,-77l12170,5868r-9,-43l12138,5791r-34,-23l12062,5760r-1680,l10340,5768r-35,23l10282,5825r-8,43l10274,6348r8,42l10305,6425r35,24l10382,6458xe" filled="f" strokecolor="#5b9ad5" strokeweight=".08433mm">
              <v:path arrowok="t"/>
            </v:shape>
            <v:shape id="_x0000_s1078" style="position:absolute;left:3762;top:6549;width:840;height:699" coordorigin="3763,6549" coordsize="840,699" path="m3871,7248r624,l4537,7239r34,-24l4594,7180r9,-43l4603,6657r-9,-42l4571,6581r-34,-23l4495,6549r-624,l3828,6558r-34,23l3771,6615r-8,42l3763,7137r8,43l3794,7215r34,24l3871,7248xe" filled="f" strokecolor="#5b9ad5" strokeweight=".08433mm">
              <v:path arrowok="t"/>
            </v:shape>
            <v:shape id="_x0000_s1079" style="position:absolute;left:4852;top:6544;width:1896;height:708" coordorigin="4852,6544" coordsize="1896,708" path="m6748,7144r,-492l6740,6610r-23,-34l6682,6553r-42,-9l4960,6544r-42,9l4884,6576r-23,34l4852,6652r,492l4861,7187r23,34l4918,7244r42,8l6640,7252r42,-8l6717,7221r23,-34l6748,7144xe" stroked="f">
              <v:path arrowok="t"/>
            </v:shape>
            <v:shape id="_x0000_s1080" style="position:absolute;left:4852;top:6544;width:1896;height:708" coordorigin="4852,6544" coordsize="1896,708" path="m4960,7252r1680,l6717,7221r31,-77l6748,6652r-8,-42l6717,6576r-35,-23l6640,6544r-1680,l4918,6553r-34,23l4861,6610r-9,42l4852,7144r9,43l4884,7221r34,23l4960,7252xe" filled="f" strokecolor="#5b9ad5" strokeweight=".08433mm">
              <v:path arrowok="t"/>
            </v:shape>
            <v:shape id="_x0000_s1081" style="position:absolute;left:12522;top:6549;width:1817;height:699" coordorigin="12523,6549" coordsize="1817,699" path="m14339,7137r,-480l14331,6615r-23,-34l14274,6558r-43,-9l12631,6549r-43,9l12554,6581r-23,34l12523,6657r,480l12531,7180r23,35l12588,7239r43,9l14231,7248r43,-9l14308,7215r23,-35l14339,7137xe" stroked="f">
              <v:path arrowok="t"/>
            </v:shape>
            <v:shape id="_x0000_s1082" style="position:absolute;left:12522;top:6549;width:1817;height:699" coordorigin="12523,6549" coordsize="1817,699" path="m12631,7248r1600,l14308,7215r31,-78l14339,6657r-8,-42l14308,6581r-34,-23l14231,6549r-1600,l12588,6558r-34,23l12531,6615r-8,42l12523,7137r8,43l12554,7215r34,24l12631,7248xe" filled="f" strokecolor="#5b9ad5" strokeweight=".08433mm">
              <v:path arrowok="t"/>
            </v:shape>
            <v:shape id="_x0000_s1083" style="position:absolute;left:3767;top:7362;width:6231;height:696" coordorigin="3767,7363" coordsize="6231,696" path="m9998,7951r,-478l9989,7431r-24,-35l9930,7372r-43,-9l3875,7363r-42,9l3799,7396r-23,35l3767,7473r,478l3776,7993r23,34l3833,8050r42,9l9887,8059r43,-9l9965,8027r24,-34l9998,7951xe" stroked="f">
              <v:path arrowok="t"/>
            </v:shape>
            <v:shape id="_x0000_s1084" style="position:absolute;left:3767;top:7362;width:6231;height:696" coordorigin="3767,7363" coordsize="6231,696" path="m3875,8059r6012,l9965,8027r33,-76l9998,7473r-9,-42l9965,7396r-35,-24l9887,7363r-6012,l3833,7372r-34,24l3776,7431r-9,42l3767,7951r9,42l3799,8027r34,23l3875,8059xe" filled="f" strokecolor="#5b9ad5" strokeweight=".08433mm">
              <v:path arrowok="t"/>
            </v:shape>
            <v:line id="_x0000_s1085" style="position:absolute" from="16929,-118" to="16929,13788" strokecolor="#5b9ad5" strokeweight=".33736mm">
              <v:stroke dashstyle="longDash"/>
            </v:line>
            <v:line id="_x0000_s1086" style="position:absolute" from="18148,-118" to="18148,13788" strokecolor="#5b9ad5" strokeweight=".33736mm">
              <v:stroke dashstyle="longDash"/>
            </v:line>
            <v:line id="_x0000_s1087" style="position:absolute" from="19367,-120" to="19367,13785" strokecolor="#5b9ad5" strokeweight=".33736mm">
              <v:stroke dashstyle="longDash"/>
            </v:line>
            <v:shape id="_x0000_s1088" style="position:absolute;left:17620;top:30;width:2385;height:5609" coordorigin="17620,31" coordsize="2385,5609" path="m20005,2876r-2,-2737l19972,62r-77,-31l17728,31r-42,8l17652,62r-23,35l17620,139r,5393l17629,5574r23,34l17686,5631r42,9l19895,5640r77,-32l20003,5532r2,-2656xe" stroked="f">
              <v:path arrowok="t"/>
            </v:shape>
            <v:shape id="_x0000_s1089" style="position:absolute;left:17620;top:30;width:2385;height:5609" coordorigin="17620,31" coordsize="2385,5609" path="m17728,5640r2167,l19938,5631r57,-57l20003,5451r1,-80l20004,5290r,-80l20004,5129r,-80l20004,4968r,-80l20004,4807r,-80l20004,4646r,-80l20004,4485r1,-80l20005,4324r,-80l20005,4163r,-80l20005,4002r,-80l20005,3841r,-80l20005,3680r,-80l20005,3519r,-80l20005,3358r,-80l20005,3197r,-80l20005,3037r,-81l20005,2876r,-81l20005,2715r,-81l20005,2554r,-81l20005,2393r,-81l20005,2232r,-81l20005,2071r,-81l20005,1910r,-81l20005,1749r,-81l20005,1588r,-81l20005,1427r,-81l20005,1266r-1,-81l20004,1105r,-81l20004,944r,-81l20004,783r,-81l20004,622r,-81l20004,461r,-81l20004,300r-1,-81l20003,139r-31,-77l19895,31r-2167,l17686,39r-34,23l17629,97r-9,42l17620,5532r9,42l17652,5608r34,23l17728,5640xe" filled="f" strokecolor="#5b9ad5" strokeweight=".08433mm">
              <v:path arrowok="t"/>
            </v:shape>
            <v:shape id="_x0000_s1090" style="position:absolute;left:16372;top:9028;width:2439;height:1628" coordorigin="16372,9028" coordsize="2439,1628" path="m18811,10545r,-1409l18802,9094r-23,-34l18745,9037r-42,-9l16480,9028r-42,9l16404,9060r-23,34l16372,9136r,1409l16381,10588r23,35l16438,10647r42,9l18703,10656r42,-9l18779,10623r23,-35l18811,10545xe" stroked="f">
              <v:path arrowok="t"/>
            </v:shape>
            <v:shape id="_x0000_s1091" style="position:absolute;left:16372;top:9028;width:2439;height:1628" coordorigin="16372,9028" coordsize="2439,1628" path="m16480,10656r2223,l18745,10647r34,-24l18802,10588r9,-43l18811,9136r-9,-42l18779,9060r-34,-23l18703,9028r-2223,l16438,9037r-34,23l16381,9094r-9,42l16372,10545r9,43l16404,10623r34,24l16480,10656xe" filled="f" strokecolor="#5b9ad5" strokeweight=".08433mm">
              <v:path arrowok="t"/>
            </v:shape>
            <v:shape id="_x0000_s1092" style="position:absolute;left:10273;top:7362;width:7287;height:696" coordorigin="10274,7363" coordsize="7287,696" path="m17560,7951r,-480l17551,7429r-24,-35l17492,7371r-42,-8l10382,7363r-42,8l10305,7394r-23,35l10274,7471r,480l10282,7993r23,34l10340,8050r42,9l17450,8059r42,-9l17527,8027r24,-34l17560,7951xe" stroked="f">
              <v:path arrowok="t"/>
            </v:shape>
            <v:shape id="_x0000_s1093" style="position:absolute;left:10273;top:7362;width:7287;height:696" coordorigin="10274,7363" coordsize="7287,696" path="m10382,8059r7068,l17527,8027r33,-76l17560,7471r-9,-42l17527,7394r-35,-23l17450,7363r-7068,l10340,7371r-35,23l10282,7429r-8,42l10274,7951r8,42l10305,8027r35,23l10382,8059xe" filled="f" strokecolor="#5b9ad5" strokeweight=".08433mm">
              <v:path arrowok="t"/>
            </v:shape>
            <v:shape id="_x0000_s1094" style="position:absolute;left:8104;top:8171;width:1899;height:706" coordorigin="8104,8172" coordsize="1899,706" path="m10003,8769r,-489l9994,8237r-23,-34l9937,8180r-42,-8l8212,8172r-42,8l8136,8203r-23,34l8104,8280r,489l8113,8811r23,35l8170,8869r42,8l9895,8877r42,-8l9971,8846r23,-35l10003,8769xe" stroked="f">
              <v:path arrowok="t"/>
            </v:shape>
            <v:shape id="_x0000_s1095" style="position:absolute;left:8104;top:8171;width:1899;height:706" coordorigin="8104,8172" coordsize="1899,706" path="m8212,8877r1683,l9971,8846r32,-77l10003,8280r-9,-43l9971,8203r-34,-23l9895,8172r-1683,l8170,8180r-34,23l8113,8237r-9,43l8104,8769r9,42l8136,8846r34,23l8212,8877xe" filled="f" strokecolor="#5b9ad5" strokeweight=".08433mm">
              <v:path arrowok="t"/>
            </v:shape>
            <v:shape id="_x0000_s1096" style="position:absolute;left:10218;top:8176;width:8540;height:696" coordorigin="10219,8176" coordsize="8540,696" path="m18758,8764r,-480l18749,8242r-23,-34l18692,8185r-42,-9l10327,8176r-43,9l10250,8208r-23,34l10219,8284r,480l10227,8807r23,34l10284,8864r43,8l18650,8872r42,-8l18726,8841r23,-34l18758,8764xe" stroked="f">
              <v:path arrowok="t"/>
            </v:shape>
            <v:shape id="_x0000_s1097" style="position:absolute;left:10218;top:8176;width:8540;height:696" coordorigin="10219,8176" coordsize="8540,696" path="m10327,8872r8323,l18726,8841r32,-77l18758,8284r-9,-42l18726,8208r-34,-23l18650,8176r-8323,l10284,8185r-34,23l10227,8242r-8,42l10219,8764r8,43l10250,8841r34,23l10327,8872xe" filled="f" strokecolor="#5b9ad5" strokeweight=".08433mm">
              <v:path arrowok="t"/>
            </v:shape>
            <v:shape id="_x0000_s1098" style="position:absolute;left:10273;top:11618;width:8972;height:699" coordorigin="10274,11618" coordsize="8972,699" path="m19245,12206r,-480l19237,11684r-24,-34l19179,11627r-42,-9l10382,11618r-42,9l10305,11650r-23,34l10274,11726r,480l10282,12249r23,35l10340,12308r42,8l19137,12316r42,-8l19213,12284r24,-35l19245,12206xe" stroked="f">
              <v:path arrowok="t"/>
            </v:shape>
            <v:shape id="_x0000_s1099" style="position:absolute;left:10273;top:11618;width:8972;height:699" coordorigin="10274,11618" coordsize="8972,699" path="m10382,12316r8755,l19213,12284r32,-78l19245,11726r-8,-42l19213,11650r-34,-23l19137,11618r-8755,l10340,11627r-35,23l10282,11684r-8,42l10274,12206r8,43l10305,12284r35,24l10382,12316xe" filled="f" strokecolor="#5b9ad5" strokeweight=".08433mm">
              <v:path arrowok="t"/>
            </v:shape>
            <v:line id="_x0000_s1100" style="position:absolute" from="10166,-120" to="10166,13783" strokecolor="#5b9ad5" strokeweight=".33736mm">
              <v:stroke dashstyle="longDash"/>
            </v:line>
            <v:shape id="_x0000_s1101" style="position:absolute;left:12848;top:10773;width:6370;height:694" coordorigin="12849,10773" coordsize="6370,694" path="m19219,11356r,-475l19210,10839r-23,-34l19153,10782r-42,-9l12957,10773r-42,9l12880,10805r-23,34l12849,10881r,475l12857,11399r23,35l12915,11458r42,9l19111,11467r42,-9l19187,11434r23,-35l19219,11356xe" stroked="f">
              <v:path arrowok="t"/>
            </v:shape>
            <v:shape id="_x0000_s1102" style="position:absolute;left:12848;top:10773;width:6370;height:694" coordorigin="12849,10773" coordsize="6370,694" path="m12957,11467r6154,l19187,11434r32,-78l19219,10881r-9,-42l19187,10805r-34,-23l19111,10773r-6154,l12915,10782r-35,23l12857,10839r-8,42l12849,11356r8,43l12880,11434r35,24l12957,11467xe" filled="f" strokecolor="#5b9ad5" strokeweight=".08433mm">
              <v:path arrowok="t"/>
            </v:shape>
            <v:shape id="_x0000_s1103" style="position:absolute;left:20713;top:12467;width:1004;height:1318" coordorigin="20714,12468" coordsize="1004,1318" path="m20824,13785r785,l21651,13777r34,-23l21709,13719r8,-42l21717,12576r-8,-43l21685,12499r-34,-23l21609,12468r-785,l20782,12476r-36,23l20723,12533r-9,43l20714,13677r9,42l20746,13754r36,23l20824,13785xe" filled="f" strokecolor="#5b9ad5" strokeweight=".08433mm">
              <v:path arrowok="t"/>
            </v:shape>
            <v:shape id="_x0000_s1104" style="position:absolute;left:19950;top:12280;width:855;height:276" coordorigin="19951,12280" coordsize="855,276" path="m20805,12446r,-58l20796,12346r-24,-34l20737,12289r-42,-9l20059,12280r-43,9l19982,12312r-23,34l19951,12388r,58l19959,12489r23,35l20016,12548r43,8l20695,12556r42,-8l20772,12524r24,-35l20805,12446xe" stroked="f">
              <v:path arrowok="t"/>
            </v:shape>
            <v:shape id="_x0000_s1105" style="position:absolute;left:19950;top:12280;width:855;height:276" coordorigin="19951,12280" coordsize="855,276" path="m20059,12556r636,l20772,12524r33,-78l20805,12388r-9,-42l20772,12312r-35,-23l20695,12280r-636,l20016,12289r-34,23l19959,12346r-8,42l19951,12446r8,43l19982,12524r34,24l20059,12556xe" filled="f" strokecolor="#5b9ad5" strokeweight=".08433mm">
              <v:path arrowok="t"/>
            </v:shape>
            <v:line id="_x0000_s1106" style="position:absolute" from="20601,-120" to="20601,13785" strokecolor="#5b9ad5" strokeweight=".33736mm">
              <v:stroke dashstyle="longDash"/>
            </v:line>
            <v:shape id="_x0000_s1107" style="position:absolute;left:18431;top:10775;width:2062;height:692" coordorigin="18431,10776" coordsize="2062,692" path="m20493,11359r,-475l20484,10841r-23,-34l20426,10784r-41,-8l18542,10776r-43,8l18464,10807r-24,34l18431,10884r,475l18440,11401r24,34l18499,11458r43,9l20385,11467r41,-9l20461,11435r23,-34l20493,11359xe" stroked="f">
              <v:path arrowok="t"/>
            </v:shape>
            <v:shape id="_x0000_s1108" style="position:absolute;left:18431;top:10775;width:2062;height:692" coordorigin="18431,10776" coordsize="2062,692" path="m18542,11467r1843,l20461,11435r32,-76l20493,10884r-9,-43l20461,10807r-35,-23l20385,10776r-1843,l18499,10784r-35,23l18440,10841r-9,43l18431,11359r9,42l18464,11435r35,23l18542,11467xe" filled="f" strokecolor="#5b9ad5" strokeweight=".08433mm">
              <v:path arrowok="t"/>
            </v:shape>
            <w10:wrap anchorx="page"/>
          </v:group>
        </w:pict>
      </w:r>
      <w:r>
        <w:rPr>
          <w:color w:val="000099"/>
        </w:rPr>
        <w:t>Mise en œuvre des modules OCM sur le BUS et</w:t>
      </w:r>
    </w:p>
    <w:p w:rsidR="004E7D00" w:rsidRDefault="004E7D00">
      <w:pPr>
        <w:pStyle w:val="BodyText"/>
        <w:spacing w:line="283" w:lineRule="exact"/>
        <w:ind w:left="3194" w:right="20"/>
        <w:jc w:val="center"/>
      </w:pPr>
      <w:r>
        <w:rPr>
          <w:rFonts w:ascii="Arial" w:hAnsi="Arial"/>
          <w:color w:val="000099"/>
        </w:rPr>
        <w:t>"</w:t>
      </w:r>
      <w:r>
        <w:rPr>
          <w:color w:val="000099"/>
        </w:rPr>
        <w:t>essais de base</w:t>
      </w:r>
      <w:r>
        <w:rPr>
          <w:rFonts w:ascii="Arial" w:hAnsi="Arial"/>
          <w:color w:val="000099"/>
        </w:rPr>
        <w:t xml:space="preserve">" </w:t>
      </w:r>
      <w:r>
        <w:rPr>
          <w:color w:val="000099"/>
        </w:rPr>
        <w:t>(au niveau unitaire)</w:t>
      </w:r>
    </w:p>
    <w:p w:rsidR="004E7D00" w:rsidRDefault="004E7D00">
      <w:pPr>
        <w:pStyle w:val="BodyText"/>
        <w:spacing w:before="215"/>
        <w:ind w:left="716"/>
      </w:pPr>
      <w:r>
        <w:br w:type="column"/>
      </w:r>
      <w:r>
        <w:rPr>
          <w:color w:val="000099"/>
        </w:rPr>
        <w:t>Finalisation des essais OCM sur Sat. EM.</w:t>
      </w:r>
    </w:p>
    <w:p w:rsidR="004E7D00" w:rsidRDefault="004E7D00">
      <w:pPr>
        <w:sectPr w:rsidR="004E7D00">
          <w:type w:val="continuous"/>
          <w:pgSz w:w="23820" w:h="16840" w:orient="landscape"/>
          <w:pgMar w:top="360" w:right="1600" w:bottom="280" w:left="800" w:header="720" w:footer="720" w:gutter="0"/>
          <w:cols w:num="2" w:space="720" w:equalWidth="0">
            <w:col w:w="8998" w:space="40"/>
            <w:col w:w="12382"/>
          </w:cols>
        </w:sectPr>
      </w:pPr>
    </w:p>
    <w:p w:rsidR="004E7D00" w:rsidRDefault="004E7D00">
      <w:pPr>
        <w:spacing w:line="229" w:lineRule="exact"/>
        <w:ind w:left="4082" w:right="7855"/>
        <w:jc w:val="center"/>
        <w:rPr>
          <w:sz w:val="23"/>
        </w:rPr>
      </w:pPr>
      <w:r>
        <w:rPr>
          <w:noProof/>
          <w:lang w:eastAsia="fr-FR"/>
        </w:rPr>
        <w:pict>
          <v:group id="_x0000_s1109" style="position:absolute;left:0;text-align:left;margin-left:45.95pt;margin-top:9.55pt;width:129pt;height:35.05pt;z-index:251652096;mso-position-horizontal-relative:page" coordorigin="919,191" coordsize="2580,701">
            <v:shape id="_x0000_s1110" style="position:absolute;left:920;top:193;width:2576;height:696" coordorigin="921,193" coordsize="2576,696" path="m1029,889r2359,l3465,858r31,-77l3496,301r-8,-42l3465,225r-35,-23l3388,193r-2359,l987,202r-35,23l929,259r-8,42l921,781r8,42l952,858r35,23l1029,889xe" filled="f" strokecolor="#5b9ad5" strokeweight=".08433mm">
              <v:path arrowok="t"/>
            </v:shape>
            <v:shape id="_x0000_s1111" type="#_x0000_t202" style="position:absolute;left:918;top:190;width:2580;height:701" filled="f" stroked="f">
              <v:textbox inset="0,0,0,0">
                <w:txbxContent>
                  <w:p w:rsidR="004E7D00" w:rsidRDefault="004E7D00">
                    <w:pPr>
                      <w:spacing w:before="175"/>
                      <w:ind w:left="736"/>
                      <w:rPr>
                        <w:sz w:val="27"/>
                      </w:rPr>
                    </w:pPr>
                    <w:r>
                      <w:rPr>
                        <w:color w:val="000099"/>
                        <w:sz w:val="27"/>
                      </w:rPr>
                      <w:t>Logique d'acceptation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000099"/>
          <w:sz w:val="23"/>
        </w:rPr>
        <w:t>Dév. simulateur logiciel-matériel</w:t>
      </w:r>
    </w:p>
    <w:p w:rsidR="004E7D00" w:rsidRDefault="004E7D00">
      <w:pPr>
        <w:pStyle w:val="BodyText"/>
        <w:spacing w:line="309" w:lineRule="exact"/>
        <w:ind w:left="7550" w:right="5848"/>
        <w:jc w:val="center"/>
      </w:pPr>
      <w:r>
        <w:rPr>
          <w:color w:val="000099"/>
        </w:rPr>
        <w:t>Essais finaux de logique d'acceptation sur EM</w:t>
      </w:r>
    </w:p>
    <w:p w:rsidR="004E7D00" w:rsidRDefault="004E7D00">
      <w:pPr>
        <w:pStyle w:val="BodyText"/>
        <w:spacing w:line="326" w:lineRule="exact"/>
        <w:ind w:left="7550" w:right="5852"/>
        <w:jc w:val="center"/>
      </w:pPr>
      <w:r>
        <w:rPr>
          <w:color w:val="000099"/>
        </w:rPr>
        <w:t>+ Intégration</w:t>
      </w:r>
    </w:p>
    <w:p w:rsidR="004E7D00" w:rsidRDefault="004E7D00">
      <w:pPr>
        <w:pStyle w:val="BodyText"/>
        <w:spacing w:before="3"/>
        <w:rPr>
          <w:sz w:val="11"/>
        </w:rPr>
      </w:pPr>
    </w:p>
    <w:p w:rsidR="004E7D00" w:rsidRDefault="004E7D00">
      <w:pPr>
        <w:rPr>
          <w:sz w:val="11"/>
        </w:rPr>
        <w:sectPr w:rsidR="004E7D00">
          <w:type w:val="continuous"/>
          <w:pgSz w:w="23820" w:h="16840" w:orient="landscape"/>
          <w:pgMar w:top="360" w:right="1600" w:bottom="280" w:left="800" w:header="720" w:footer="720" w:gutter="0"/>
          <w:cols w:space="720"/>
        </w:sectPr>
      </w:pPr>
    </w:p>
    <w:p w:rsidR="004E7D00" w:rsidRDefault="004E7D00">
      <w:pPr>
        <w:spacing w:before="70" w:line="235" w:lineRule="auto"/>
        <w:ind w:left="6476" w:hanging="101"/>
        <w:rPr>
          <w:sz w:val="23"/>
        </w:rPr>
      </w:pPr>
      <w:r>
        <w:rPr>
          <w:noProof/>
          <w:lang w:eastAsia="fr-FR"/>
        </w:rPr>
        <w:pict>
          <v:group id="_x0000_s1112" style="position:absolute;left:0;text-align:left;margin-left:45.95pt;margin-top:.05pt;width:129pt;height:35.2pt;z-index:251653120;mso-position-horizontal-relative:page" coordorigin="919,1" coordsize="2580,704">
            <v:shape id="_x0000_s1113" style="position:absolute;left:920;top:3;width:2576;height:699" coordorigin="921,4" coordsize="2576,699" path="m1029,702r2359,l3465,671r31,-77l3496,114r-8,-42l3465,37,3430,13,3388,4,1029,4r-42,9l952,37,929,72r-8,42l921,594r8,42l952,671r35,23l1029,702xe" filled="f" strokecolor="#5b9ad5" strokeweight=".08433mm">
              <v:path arrowok="t"/>
            </v:shape>
            <v:shape id="_x0000_s1114" type="#_x0000_t202" style="position:absolute;left:918;top:1;width:2580;height:704" filled="f" stroked="f">
              <v:textbox inset="0,0,0,0">
                <w:txbxContent>
                  <w:p w:rsidR="004E7D00" w:rsidRDefault="004E7D00">
                    <w:pPr>
                      <w:spacing w:before="177"/>
                      <w:ind w:left="537"/>
                      <w:rPr>
                        <w:sz w:val="27"/>
                      </w:rPr>
                    </w:pPr>
                    <w:r>
                      <w:rPr>
                        <w:color w:val="000099"/>
                        <w:sz w:val="27"/>
                      </w:rPr>
                      <w:t>Logique de charge utile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000099"/>
          <w:sz w:val="23"/>
        </w:rPr>
        <w:t>Intégration finale de la logique avec Elta (essai des 3 charges utiles)</w:t>
      </w:r>
    </w:p>
    <w:p w:rsidR="004E7D00" w:rsidRDefault="004E7D00">
      <w:pPr>
        <w:pStyle w:val="BodyText"/>
        <w:rPr>
          <w:sz w:val="31"/>
        </w:rPr>
      </w:pPr>
    </w:p>
    <w:p w:rsidR="004E7D00" w:rsidRDefault="004E7D00">
      <w:pPr>
        <w:pStyle w:val="BodyText"/>
        <w:spacing w:before="1" w:line="597" w:lineRule="auto"/>
        <w:ind w:left="4541" w:right="884" w:firstLine="2"/>
      </w:pPr>
      <w:r>
        <w:rPr>
          <w:noProof/>
          <w:lang w:eastAsia="fr-FR"/>
        </w:rPr>
        <w:pict>
          <v:group id="_x0000_s1115" style="position:absolute;left:0;text-align:left;margin-left:45.95pt;margin-top:-9.2pt;width:129pt;height:35.2pt;z-index:251654144;mso-position-horizontal-relative:page" coordorigin="919,-184" coordsize="2580,704">
            <v:shape id="_x0000_s1116" style="position:absolute;left:920;top:-182;width:2576;height:699" coordorigin="921,-181" coordsize="2576,699" path="m1029,517r2359,l3465,485r31,-78l3496,-73r-8,-42l3465,-150r-35,-23l3388,-181r-2359,l987,-173r-35,23l929,-115r-8,42l921,407r8,42l952,485r35,23l1029,517xe" filled="f" strokecolor="#5b9ad5" strokeweight=".08433mm">
              <v:path arrowok="t"/>
            </v:shape>
            <v:shape id="_x0000_s1117" type="#_x0000_t202" style="position:absolute;left:918;top:-184;width:2580;height:704" filled="f" stroked="f">
              <v:textbox inset="0,0,0,0">
                <w:txbxContent>
                  <w:p w:rsidR="004E7D00" w:rsidRDefault="004E7D00">
                    <w:pPr>
                      <w:spacing w:before="175"/>
                      <w:ind w:left="263"/>
                      <w:rPr>
                        <w:sz w:val="27"/>
                      </w:rPr>
                    </w:pPr>
                    <w:r>
                      <w:rPr>
                        <w:color w:val="000099"/>
                      </w:rPr>
                      <w:t>Surveillance de bon état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  <w:lang w:eastAsia="fr-FR"/>
        </w:rPr>
        <w:pict>
          <v:group id="_x0000_s1118" style="position:absolute;left:0;text-align:left;margin-left:45.95pt;margin-top:31.5pt;width:129pt;height:35.05pt;z-index:251655168;mso-position-horizontal-relative:page" coordorigin="919,630" coordsize="2580,701">
            <v:shape id="_x0000_s1119" style="position:absolute;left:920;top:632;width:2576;height:696" coordorigin="921,632" coordsize="2576,696" path="m1029,1328r2359,l3465,1297r31,-77l3496,740r-8,-42l3465,664r-35,-23l3388,632r-2359,l987,641r-35,23l929,698r-8,42l921,1220r8,43l952,1297r35,23l1029,1328xe" filled="f" strokecolor="#5b9ad5" strokeweight=".08433mm">
              <v:path arrowok="t"/>
            </v:shape>
            <v:shape id="_x0000_s1120" type="#_x0000_t202" style="position:absolute;left:918;top:630;width:2580;height:701" filled="f" stroked="f">
              <v:textbox inset="0,0,0,0">
                <w:txbxContent>
                  <w:p w:rsidR="004E7D00" w:rsidRDefault="004E7D00">
                    <w:pPr>
                      <w:spacing w:before="175"/>
                      <w:ind w:left="693"/>
                      <w:rPr>
                        <w:sz w:val="27"/>
                      </w:rPr>
                    </w:pPr>
                    <w:r>
                      <w:rPr>
                        <w:color w:val="000099"/>
                      </w:rPr>
                      <w:t>Mode sûr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000099"/>
        </w:rPr>
        <w:t xml:space="preserve">Dév du module initial </w:t>
      </w:r>
      <w:r>
        <w:rPr>
          <w:color w:val="000099"/>
        </w:rPr>
        <w:br/>
        <w:t>Dév. du module initial</w:t>
      </w:r>
    </w:p>
    <w:p w:rsidR="004E7D00" w:rsidRDefault="004E7D00">
      <w:pPr>
        <w:pStyle w:val="BodyText"/>
        <w:spacing w:before="178"/>
        <w:ind w:left="1456"/>
      </w:pPr>
      <w:r>
        <w:br w:type="column"/>
      </w:r>
      <w:r>
        <w:rPr>
          <w:color w:val="000099"/>
        </w:rPr>
        <w:t>Intégration sur EM</w:t>
      </w:r>
    </w:p>
    <w:p w:rsidR="004E7D00" w:rsidRDefault="004E7D00">
      <w:pPr>
        <w:pStyle w:val="BodyText"/>
        <w:spacing w:before="11"/>
        <w:rPr>
          <w:sz w:val="38"/>
        </w:rPr>
      </w:pPr>
    </w:p>
    <w:p w:rsidR="004E7D00" w:rsidRDefault="004E7D00">
      <w:pPr>
        <w:pStyle w:val="BodyText"/>
        <w:spacing w:line="597" w:lineRule="auto"/>
        <w:ind w:left="2562"/>
      </w:pPr>
      <w:r>
        <w:rPr>
          <w:color w:val="000099"/>
        </w:rPr>
        <w:t>Réglages finaux Réglage finaux</w:t>
      </w:r>
    </w:p>
    <w:p w:rsidR="004E7D00" w:rsidRDefault="004E7D00">
      <w:pPr>
        <w:pStyle w:val="BodyText"/>
        <w:spacing w:before="126" w:line="235" w:lineRule="auto"/>
        <w:ind w:left="3466" w:right="2538" w:hanging="1"/>
        <w:jc w:val="center"/>
      </w:pPr>
      <w:r>
        <w:br w:type="column"/>
      </w:r>
      <w:r>
        <w:rPr>
          <w:color w:val="000099"/>
        </w:rPr>
        <w:t>Essai de la logique de communication sur les FM</w:t>
      </w:r>
    </w:p>
    <w:p w:rsidR="004E7D00" w:rsidRDefault="004E7D00">
      <w:pPr>
        <w:pStyle w:val="BodyText"/>
        <w:spacing w:before="5"/>
        <w:rPr>
          <w:sz w:val="26"/>
        </w:rPr>
      </w:pPr>
    </w:p>
    <w:p w:rsidR="004E7D00" w:rsidRDefault="004E7D00">
      <w:pPr>
        <w:spacing w:line="235" w:lineRule="auto"/>
        <w:ind w:left="3358" w:right="2425" w:hanging="6"/>
        <w:jc w:val="center"/>
        <w:rPr>
          <w:sz w:val="19"/>
        </w:rPr>
      </w:pPr>
      <w:r>
        <w:rPr>
          <w:color w:val="000099"/>
          <w:sz w:val="19"/>
        </w:rPr>
        <w:t>(après essai d'ouverture des panneaux solaires et des antennes</w:t>
      </w:r>
    </w:p>
    <w:p w:rsidR="004E7D00" w:rsidRDefault="004E7D00">
      <w:pPr>
        <w:spacing w:before="70"/>
        <w:ind w:left="3316" w:right="2387"/>
        <w:jc w:val="center"/>
        <w:rPr>
          <w:sz w:val="19"/>
        </w:rPr>
      </w:pPr>
      <w:r>
        <w:rPr>
          <w:color w:val="000099"/>
          <w:sz w:val="19"/>
        </w:rPr>
        <w:t>mais avant leur refermeture)</w:t>
      </w:r>
    </w:p>
    <w:p w:rsidR="004E7D00" w:rsidRDefault="004E7D00">
      <w:pPr>
        <w:jc w:val="center"/>
        <w:rPr>
          <w:sz w:val="19"/>
        </w:rPr>
        <w:sectPr w:rsidR="004E7D00">
          <w:type w:val="continuous"/>
          <w:pgSz w:w="23820" w:h="16840" w:orient="landscape"/>
          <w:pgMar w:top="360" w:right="1600" w:bottom="280" w:left="800" w:header="720" w:footer="720" w:gutter="0"/>
          <w:cols w:num="3" w:space="720" w:equalWidth="0">
            <w:col w:w="9060" w:space="40"/>
            <w:col w:w="4539" w:space="39"/>
            <w:col w:w="7742"/>
          </w:cols>
        </w:sectPr>
      </w:pPr>
    </w:p>
    <w:p w:rsidR="004E7D00" w:rsidRDefault="004E7D00">
      <w:pPr>
        <w:pStyle w:val="BodyText"/>
        <w:ind w:right="44"/>
        <w:jc w:val="right"/>
      </w:pPr>
      <w:r>
        <w:rPr>
          <w:noProof/>
          <w:lang w:eastAsia="fr-FR"/>
        </w:rPr>
        <w:pict>
          <v:group id="_x0000_s1121" style="position:absolute;left:0;text-align:left;margin-left:45.95pt;margin-top:-9.95pt;width:129pt;height:35.05pt;z-index:251656192;mso-position-horizontal-relative:page" coordorigin="919,-199" coordsize="2580,701">
            <v:shape id="_x0000_s1122" style="position:absolute;left:920;top:-197;width:2576;height:696" coordorigin="921,-197" coordsize="2576,696" path="m1029,499r2359,l3465,468r31,-77l3496,-89r-8,-42l3465,-165r-35,-23l3388,-197r-2359,l987,-188r-35,23l929,-131r-8,42l921,391r8,43l952,468r35,23l1029,499xe" filled="f" strokecolor="#5b9ad5" strokeweight=".08433mm">
              <v:path arrowok="t"/>
            </v:shape>
            <v:shape id="_x0000_s1123" type="#_x0000_t202" style="position:absolute;left:918;top:-199;width:2580;height:701" filled="f" stroked="f">
              <v:textbox inset="0,0,0,0">
                <w:txbxContent>
                  <w:p w:rsidR="004E7D00" w:rsidRDefault="004E7D00">
                    <w:pPr>
                      <w:spacing w:before="175"/>
                      <w:ind w:left="93"/>
                      <w:rPr>
                        <w:sz w:val="27"/>
                      </w:rPr>
                    </w:pPr>
                    <w:r>
                      <w:rPr>
                        <w:color w:val="000099"/>
                      </w:rPr>
                      <w:t>Logique de communication intersatellite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000099"/>
        </w:rPr>
        <w:t>Développement final</w:t>
      </w:r>
    </w:p>
    <w:p w:rsidR="004E7D00" w:rsidRDefault="004E7D00">
      <w:pPr>
        <w:pStyle w:val="BodyText"/>
        <w:spacing w:before="8"/>
        <w:rPr>
          <w:sz w:val="37"/>
        </w:rPr>
      </w:pPr>
    </w:p>
    <w:p w:rsidR="004E7D00" w:rsidRDefault="004E7D00">
      <w:pPr>
        <w:pStyle w:val="BodyText"/>
        <w:ind w:right="38"/>
        <w:jc w:val="right"/>
      </w:pPr>
      <w:r>
        <w:rPr>
          <w:noProof/>
          <w:lang w:eastAsia="fr-FR"/>
        </w:rPr>
        <w:pict>
          <v:group id="_x0000_s1124" style="position:absolute;left:0;text-align:left;margin-left:45.95pt;margin-top:-10.75pt;width:129pt;height:39.15pt;z-index:251657216;mso-position-horizontal-relative:page" coordorigin="919,-215" coordsize="2580,783">
            <v:shape id="_x0000_s1125" style="position:absolute;left:920;top:-173;width:2576;height:696" coordorigin="921,-173" coordsize="2576,696" path="m1029,523r2359,l3465,492r31,-77l3496,-65r-8,-42l3465,-141r-35,-23l3388,-173r-2359,l987,-164r-35,23l929,-107r-8,42l921,415r8,43l952,492r35,23l1029,523xe" filled="f" strokecolor="#5b9ad5" strokeweight=".08433mm">
              <v:path arrowok="t"/>
            </v:shape>
            <v:shape id="_x0000_s1126" type="#_x0000_t202" style="position:absolute;left:918;top:-215;width:2580;height:783" filled="f" stroked="f">
              <v:textbox inset="0,0,0,0">
                <w:txbxContent>
                  <w:p w:rsidR="004E7D00" w:rsidRDefault="004E7D00">
                    <w:pPr>
                      <w:spacing w:line="243" w:lineRule="exact"/>
                      <w:ind w:left="719"/>
                      <w:rPr>
                        <w:sz w:val="23"/>
                      </w:rPr>
                    </w:pPr>
                    <w:r>
                      <w:rPr>
                        <w:color w:val="000099"/>
                        <w:sz w:val="23"/>
                      </w:rPr>
                      <w:t>MATÉRIEL COMM</w:t>
                    </w:r>
                  </w:p>
                  <w:p w:rsidR="004E7D00" w:rsidRDefault="004E7D00">
                    <w:pPr>
                      <w:spacing w:before="2" w:line="235" w:lineRule="auto"/>
                      <w:ind w:left="631" w:right="626" w:firstLine="62"/>
                      <w:rPr>
                        <w:sz w:val="23"/>
                      </w:rPr>
                    </w:pPr>
                    <w:r>
                      <w:rPr>
                        <w:color w:val="000099"/>
                        <w:sz w:val="23"/>
                      </w:rPr>
                      <w:t>USRP AX100 USRP BANDE S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000099"/>
        </w:rPr>
        <w:t>Dév. de tous les modules de communication</w:t>
      </w:r>
    </w:p>
    <w:p w:rsidR="004E7D00" w:rsidRDefault="004E7D00">
      <w:pPr>
        <w:pStyle w:val="BodyText"/>
        <w:spacing w:line="313" w:lineRule="exact"/>
        <w:ind w:left="3402" w:right="6256"/>
        <w:jc w:val="center"/>
      </w:pPr>
      <w:r>
        <w:br w:type="column"/>
      </w:r>
      <w:r>
        <w:rPr>
          <w:color w:val="000099"/>
        </w:rPr>
        <w:t>Intégration</w:t>
      </w:r>
    </w:p>
    <w:p w:rsidR="004E7D00" w:rsidRDefault="004E7D00">
      <w:pPr>
        <w:pStyle w:val="BodyText"/>
        <w:spacing w:before="5"/>
      </w:pPr>
    </w:p>
    <w:p w:rsidR="004E7D00" w:rsidRDefault="004E7D00">
      <w:pPr>
        <w:pStyle w:val="BodyText"/>
        <w:spacing w:before="1" w:line="235" w:lineRule="auto"/>
        <w:ind w:left="3404" w:right="6256"/>
        <w:jc w:val="center"/>
      </w:pPr>
      <w:r>
        <w:rPr>
          <w:color w:val="000099"/>
        </w:rPr>
        <w:t>Intégration avec la logique d'acceptation et intersatellite</w:t>
      </w:r>
    </w:p>
    <w:p w:rsidR="004E7D00" w:rsidRDefault="004E7D00">
      <w:pPr>
        <w:spacing w:line="235" w:lineRule="auto"/>
        <w:jc w:val="center"/>
        <w:sectPr w:rsidR="004E7D00">
          <w:type w:val="continuous"/>
          <w:pgSz w:w="23820" w:h="16840" w:orient="landscape"/>
          <w:pgMar w:top="360" w:right="1600" w:bottom="280" w:left="800" w:header="720" w:footer="720" w:gutter="0"/>
          <w:cols w:num="2" w:space="720" w:equalWidth="0">
            <w:col w:w="8811" w:space="112"/>
            <w:col w:w="12497"/>
          </w:cols>
        </w:sectPr>
      </w:pPr>
    </w:p>
    <w:p w:rsidR="004E7D00" w:rsidRDefault="004E7D00">
      <w:pPr>
        <w:pStyle w:val="BodyText"/>
        <w:spacing w:before="8" w:after="1"/>
        <w:rPr>
          <w:sz w:val="10"/>
        </w:rPr>
      </w:pPr>
    </w:p>
    <w:p w:rsidR="004E7D00" w:rsidRDefault="004E7D00">
      <w:pPr>
        <w:pStyle w:val="BodyText"/>
        <w:ind w:left="117"/>
        <w:rPr>
          <w:sz w:val="20"/>
        </w:rPr>
      </w:pPr>
      <w:r>
        <w:rPr>
          <w:noProof/>
          <w:lang w:eastAsia="fr-FR"/>
        </w:rPr>
      </w:r>
      <w:r w:rsidRPr="00D341C0">
        <w:rPr>
          <w:sz w:val="20"/>
        </w:rPr>
        <w:pict>
          <v:group id="_x0000_s1127" style="width:129pt;height:35.2pt;mso-position-horizontal-relative:char;mso-position-vertical-relative:line" coordsize="2580,704">
            <v:shape id="_x0000_s1128" style="position:absolute;left:2;top:2;width:2576;height:699" coordorigin="2,2" coordsize="2576,699" path="m110,701r2360,l2546,669r32,-76l2578,113r-9,-43l2546,35,2512,11,2470,2,110,2,68,11,34,35,11,70,2,113r,480l11,635r23,34l68,692r42,9xe" filled="f" strokecolor="#5b9ad5" strokeweight=".08433mm">
              <v:path arrowok="t"/>
            </v:shape>
            <v:shape id="_x0000_s1129" type="#_x0000_t202" style="position:absolute;width:2580;height:704" filled="f" stroked="f">
              <v:textbox inset="0,0,0,0">
                <w:txbxContent>
                  <w:p w:rsidR="004E7D00" w:rsidRDefault="004E7D00">
                    <w:pPr>
                      <w:spacing w:before="177"/>
                      <w:ind w:left="650"/>
                      <w:rPr>
                        <w:sz w:val="27"/>
                      </w:rPr>
                    </w:pPr>
                    <w:r>
                      <w:rPr>
                        <w:color w:val="000099"/>
                      </w:rPr>
                      <w:t>Construction de OCXO</w:t>
                    </w:r>
                  </w:p>
                </w:txbxContent>
              </v:textbox>
            </v:shape>
            <w10:anchorlock/>
          </v:group>
        </w:pict>
      </w:r>
    </w:p>
    <w:p w:rsidR="004E7D00" w:rsidRDefault="004E7D00">
      <w:pPr>
        <w:spacing w:before="147" w:line="235" w:lineRule="auto"/>
        <w:ind w:left="3200" w:hanging="32"/>
        <w:jc w:val="right"/>
        <w:rPr>
          <w:sz w:val="23"/>
        </w:rPr>
      </w:pPr>
      <w:r>
        <w:rPr>
          <w:noProof/>
          <w:lang w:eastAsia="fr-FR"/>
        </w:rPr>
        <w:pict>
          <v:group id="_x0000_s1130" style="position:absolute;left:0;text-align:left;margin-left:45.95pt;margin-top:3.9pt;width:129pt;height:35.2pt;z-index:251658240;mso-position-horizontal-relative:page" coordorigin="919,78" coordsize="2580,704">
            <v:shape id="_x0000_s1131" style="position:absolute;left:920;top:80;width:2576;height:699" coordorigin="921,81" coordsize="2576,699" path="m1029,779r2359,l3465,747r31,-78l3496,189r-8,-42l3465,112,3430,89r-42,-8l1029,81r-42,8l952,112r-23,35l921,189r,480l929,711r23,36l987,770r42,9xe" filled="f" strokecolor="#5b9ad5" strokeweight=".08433mm">
              <v:path arrowok="t"/>
            </v:shape>
            <v:shape id="_x0000_s1132" type="#_x0000_t202" style="position:absolute;left:918;top:78;width:2580;height:704" filled="f" stroked="f">
              <v:textbox inset="0,0,0,0">
                <w:txbxContent>
                  <w:p w:rsidR="004E7D00" w:rsidRDefault="004E7D00">
                    <w:pPr>
                      <w:spacing w:before="19" w:line="235" w:lineRule="auto"/>
                      <w:ind w:left="1007" w:hanging="747"/>
                      <w:rPr>
                        <w:sz w:val="27"/>
                      </w:rPr>
                    </w:pPr>
                    <w:r>
                      <w:rPr>
                        <w:color w:val="000099"/>
                        <w:sz w:val="27"/>
                      </w:rPr>
                      <w:t>Construction du système de propulsion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  <w:lang w:eastAsia="fr-FR"/>
        </w:rPr>
        <w:pict>
          <v:group id="_x0000_s1133" style="position:absolute;left:0;text-align:left;margin-left:45.95pt;margin-top:44.6pt;width:129pt;height:35.05pt;z-index:251659264;mso-position-horizontal-relative:page" coordorigin="919,892" coordsize="2580,701">
            <v:shape id="_x0000_s1134" style="position:absolute;left:920;top:894;width:2576;height:696" coordorigin="921,894" coordsize="2576,696" path="m1029,1590r2359,l3465,1559r31,-77l3496,1002r-8,-42l3465,926r-35,-23l3388,894r-2359,l987,903r-35,23l929,960r-8,42l921,1482r8,43l952,1559r35,23l1029,1590xe" filled="f" strokecolor="#5b9ad5" strokeweight=".08433mm">
              <v:path arrowok="t"/>
            </v:shape>
            <v:shape id="_x0000_s1135" type="#_x0000_t202" style="position:absolute;left:918;top:892;width:2580;height:701" filled="f" stroked="f">
              <v:textbox inset="0,0,0,0">
                <w:txbxContent>
                  <w:p w:rsidR="004E7D00" w:rsidRDefault="004E7D00">
                    <w:pPr>
                      <w:spacing w:before="175"/>
                      <w:ind w:left="420" w:right="418"/>
                      <w:jc w:val="center"/>
                      <w:rPr>
                        <w:sz w:val="27"/>
                      </w:rPr>
                    </w:pPr>
                    <w:r>
                      <w:rPr>
                        <w:color w:val="000099"/>
                        <w:sz w:val="27"/>
                      </w:rPr>
                      <w:t>Sat. EM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000099"/>
          <w:sz w:val="23"/>
        </w:rPr>
        <w:t>Essais de vibrations</w:t>
      </w:r>
    </w:p>
    <w:p w:rsidR="004E7D00" w:rsidRDefault="004E7D00">
      <w:pPr>
        <w:pStyle w:val="BodyText"/>
        <w:spacing w:before="3"/>
        <w:rPr>
          <w:sz w:val="25"/>
        </w:rPr>
      </w:pPr>
      <w:r>
        <w:br w:type="column"/>
      </w:r>
    </w:p>
    <w:p w:rsidR="004E7D00" w:rsidRDefault="004E7D00">
      <w:pPr>
        <w:pStyle w:val="BodyText"/>
        <w:ind w:left="866" w:hanging="27"/>
      </w:pPr>
      <w:r>
        <w:rPr>
          <w:color w:val="000099"/>
        </w:rPr>
        <w:t>Construction EM</w:t>
      </w:r>
    </w:p>
    <w:p w:rsidR="004E7D00" w:rsidRDefault="004E7D00">
      <w:pPr>
        <w:pStyle w:val="BodyText"/>
        <w:spacing w:before="9"/>
        <w:rPr>
          <w:sz w:val="26"/>
        </w:rPr>
      </w:pPr>
    </w:p>
    <w:p w:rsidR="004E7D00" w:rsidRDefault="004E7D00">
      <w:pPr>
        <w:pStyle w:val="BodyText"/>
        <w:spacing w:line="235" w:lineRule="auto"/>
        <w:ind w:left="835" w:right="-2" w:firstLine="31"/>
      </w:pPr>
      <w:r>
        <w:rPr>
          <w:color w:val="000099"/>
        </w:rPr>
        <w:t>Construction EM (Michael)</w:t>
      </w:r>
    </w:p>
    <w:p w:rsidR="004E7D00" w:rsidRDefault="004E7D00">
      <w:pPr>
        <w:pStyle w:val="BodyText"/>
        <w:spacing w:before="153" w:line="235" w:lineRule="auto"/>
        <w:ind w:left="2191" w:hanging="20"/>
        <w:jc w:val="right"/>
      </w:pPr>
      <w:r>
        <w:br w:type="column"/>
      </w:r>
      <w:r>
        <w:rPr>
          <w:color w:val="000099"/>
        </w:rPr>
        <w:t>Intégration avec Elta</w:t>
      </w:r>
    </w:p>
    <w:p w:rsidR="004E7D00" w:rsidRDefault="004E7D00">
      <w:pPr>
        <w:pStyle w:val="BodyText"/>
      </w:pPr>
      <w:r>
        <w:br w:type="column"/>
      </w:r>
    </w:p>
    <w:p w:rsidR="004E7D00" w:rsidRDefault="004E7D00">
      <w:pPr>
        <w:pStyle w:val="BodyText"/>
        <w:spacing w:before="1"/>
        <w:ind w:left="970"/>
      </w:pPr>
      <w:r>
        <w:rPr>
          <w:color w:val="000099"/>
        </w:rPr>
        <w:t>Construction des 3 modèles de vol FM</w:t>
      </w:r>
    </w:p>
    <w:p w:rsidR="004E7D00" w:rsidRDefault="004E7D00">
      <w:pPr>
        <w:pStyle w:val="BodyText"/>
        <w:rPr>
          <w:sz w:val="26"/>
        </w:rPr>
      </w:pPr>
      <w:r>
        <w:br w:type="column"/>
      </w:r>
    </w:p>
    <w:p w:rsidR="004E7D00" w:rsidRDefault="004E7D00">
      <w:pPr>
        <w:pStyle w:val="BodyText"/>
        <w:rPr>
          <w:sz w:val="26"/>
        </w:rPr>
      </w:pPr>
    </w:p>
    <w:p w:rsidR="004E7D00" w:rsidRDefault="004E7D00">
      <w:pPr>
        <w:pStyle w:val="BodyText"/>
      </w:pPr>
    </w:p>
    <w:p w:rsidR="004E7D00" w:rsidRDefault="004E7D00">
      <w:pPr>
        <w:pStyle w:val="BodyText"/>
        <w:spacing w:line="235" w:lineRule="auto"/>
        <w:ind w:left="1339" w:right="7725" w:hanging="572"/>
      </w:pPr>
      <w:r>
        <w:rPr>
          <w:color w:val="000099"/>
        </w:rPr>
        <w:t>EM vibrations Sin.</w:t>
      </w:r>
    </w:p>
    <w:p w:rsidR="004E7D00" w:rsidRDefault="004E7D00">
      <w:pPr>
        <w:spacing w:line="235" w:lineRule="auto"/>
        <w:sectPr w:rsidR="004E7D00">
          <w:type w:val="continuous"/>
          <w:pgSz w:w="23820" w:h="16840" w:orient="landscape"/>
          <w:pgMar w:top="360" w:right="1600" w:bottom="280" w:left="800" w:header="720" w:footer="720" w:gutter="0"/>
          <w:cols w:num="5" w:space="720" w:equalWidth="0">
            <w:col w:w="3599" w:space="40"/>
            <w:col w:w="1892" w:space="39"/>
            <w:col w:w="3198" w:space="40"/>
            <w:col w:w="2263" w:space="40"/>
            <w:col w:w="10309"/>
          </w:cols>
        </w:sectPr>
      </w:pPr>
    </w:p>
    <w:p w:rsidR="004E7D00" w:rsidRDefault="004E7D00">
      <w:pPr>
        <w:pStyle w:val="BodyText"/>
        <w:spacing w:before="10"/>
        <w:rPr>
          <w:sz w:val="21"/>
        </w:rPr>
      </w:pPr>
    </w:p>
    <w:p w:rsidR="004E7D00" w:rsidRDefault="004E7D00">
      <w:pPr>
        <w:rPr>
          <w:sz w:val="21"/>
        </w:rPr>
        <w:sectPr w:rsidR="004E7D00">
          <w:type w:val="continuous"/>
          <w:pgSz w:w="23820" w:h="16840" w:orient="landscape"/>
          <w:pgMar w:top="360" w:right="1600" w:bottom="280" w:left="800" w:header="720" w:footer="720" w:gutter="0"/>
          <w:cols w:space="720"/>
        </w:sectPr>
      </w:pPr>
    </w:p>
    <w:p w:rsidR="004E7D00" w:rsidRDefault="004E7D00">
      <w:pPr>
        <w:pStyle w:val="BodyText"/>
        <w:rPr>
          <w:sz w:val="20"/>
        </w:rPr>
      </w:pPr>
    </w:p>
    <w:p w:rsidR="004E7D00" w:rsidRDefault="004E7D00">
      <w:pPr>
        <w:pStyle w:val="BodyText"/>
        <w:rPr>
          <w:sz w:val="20"/>
        </w:rPr>
      </w:pPr>
    </w:p>
    <w:p w:rsidR="004E7D00" w:rsidRDefault="004E7D00">
      <w:pPr>
        <w:pStyle w:val="BodyText"/>
        <w:spacing w:before="11"/>
        <w:rPr>
          <w:sz w:val="16"/>
        </w:rPr>
      </w:pPr>
    </w:p>
    <w:p w:rsidR="004E7D00" w:rsidRDefault="004E7D00">
      <w:pPr>
        <w:pStyle w:val="BodyText"/>
        <w:ind w:left="117" w:right="-620"/>
        <w:rPr>
          <w:sz w:val="20"/>
        </w:rPr>
      </w:pPr>
      <w:r>
        <w:rPr>
          <w:noProof/>
          <w:lang w:eastAsia="fr-FR"/>
        </w:rPr>
      </w:r>
      <w:r w:rsidRPr="00D341C0">
        <w:rPr>
          <w:sz w:val="20"/>
        </w:rPr>
        <w:pict>
          <v:group id="_x0000_s1136" style="width:129pt;height:35.05pt;mso-position-horizontal-relative:char;mso-position-vertical-relative:line" coordsize="2580,701">
            <v:shape id="_x0000_s1137" style="position:absolute;left:2;top:2;width:2576;height:696" coordorigin="2,2" coordsize="2576,696" path="m110,698r2360,l2546,667r32,-77l2578,110r-9,-42l2546,34,2512,11,2470,2,110,2,68,11,34,34,11,68,2,110r,480l11,633r23,34l68,690r42,8xe" filled="f" strokecolor="#5b9ad5" strokeweight=".08433mm">
              <v:path arrowok="t"/>
            </v:shape>
            <v:shape id="_x0000_s1138" type="#_x0000_t202" style="position:absolute;width:2580;height:701" filled="f" stroked="f">
              <v:textbox inset="0,0,0,0">
                <w:txbxContent>
                  <w:p w:rsidR="004E7D00" w:rsidRDefault="004E7D00">
                    <w:pPr>
                      <w:spacing w:before="14" w:line="326" w:lineRule="exact"/>
                      <w:ind w:left="422" w:right="415"/>
                      <w:jc w:val="center"/>
                      <w:rPr>
                        <w:sz w:val="27"/>
                      </w:rPr>
                    </w:pPr>
                    <w:r>
                      <w:rPr>
                        <w:color w:val="000099"/>
                      </w:rPr>
                      <w:t>FM</w:t>
                    </w:r>
                  </w:p>
                  <w:p w:rsidR="004E7D00" w:rsidRDefault="004E7D00">
                    <w:pPr>
                      <w:spacing w:line="326" w:lineRule="exact"/>
                      <w:ind w:left="422" w:right="418"/>
                      <w:jc w:val="center"/>
                      <w:rPr>
                        <w:sz w:val="27"/>
                      </w:rPr>
                    </w:pPr>
                    <w:r>
                      <w:rPr>
                        <w:color w:val="000099"/>
                        <w:sz w:val="27"/>
                      </w:rPr>
                      <w:t>Sat1, Sat2, Sat3</w:t>
                    </w:r>
                  </w:p>
                </w:txbxContent>
              </v:textbox>
            </v:shape>
            <w10:anchorlock/>
          </v:group>
        </w:pict>
      </w:r>
    </w:p>
    <w:p w:rsidR="004E7D00" w:rsidRDefault="004E7D00">
      <w:pPr>
        <w:pStyle w:val="BodyText"/>
        <w:spacing w:before="14" w:line="232" w:lineRule="auto"/>
        <w:ind w:left="200"/>
      </w:pPr>
      <w:r>
        <w:rPr>
          <w:noProof/>
          <w:lang w:eastAsia="fr-FR"/>
        </w:rPr>
        <w:pict>
          <v:shape id="_x0000_s1139" style="position:absolute;left:0;text-align:left;margin-left:46.05pt;margin-top:4.05pt;width:128.8pt;height:58.2pt;z-index:-251667456;mso-position-horizontal-relative:page" coordorigin="921,81" coordsize="2576,1164" path="m1029,1245r2359,l3465,1213r31,-76l3496,189r-8,-42l3465,112,3430,89r-42,-8l1029,81r-42,8l952,112r-23,35l921,189r,948l929,1179r23,34l987,1237r42,8xe" filled="f" strokecolor="#5b9ad5" strokeweight=".08433mm">
            <v:path arrowok="t"/>
            <w10:wrap anchorx="page"/>
          </v:shape>
        </w:pict>
      </w:r>
      <w:r>
        <w:rPr>
          <w:color w:val="000099"/>
        </w:rPr>
        <w:t>Essais finaux : Essais de vibrations thermique vide Éjection</w:t>
      </w:r>
    </w:p>
    <w:p w:rsidR="004E7D00" w:rsidRDefault="004E7D00">
      <w:pPr>
        <w:pStyle w:val="BodyText"/>
        <w:spacing w:before="32" w:line="235" w:lineRule="auto"/>
        <w:ind w:left="200"/>
      </w:pPr>
      <w:r>
        <w:rPr>
          <w:noProof/>
          <w:lang w:eastAsia="fr-FR"/>
        </w:rPr>
        <w:pict>
          <v:shape id="_x0000_s1140" style="position:absolute;left:0;text-align:left;margin-left:46.05pt;margin-top:5.1pt;width:128.8pt;height:58.35pt;z-index:-251668480;mso-position-horizontal-relative:page" coordorigin="921,102" coordsize="2576,1167" path="m1029,1268r2359,l3465,1236r31,-76l3496,212r-8,-43l3465,134r-35,-24l3388,102r-2359,l987,110r-35,24l929,169r-8,43l921,1160r8,42l952,1236r35,24l1029,1268xe" filled="f" strokecolor="#5b9ad5" strokeweight=".08433mm">
            <v:path arrowok="t"/>
            <w10:wrap anchorx="page"/>
          </v:shape>
        </w:pict>
      </w:r>
      <w:r>
        <w:rPr>
          <w:color w:val="000099"/>
        </w:rPr>
        <w:t>Essais finaux : Ouverture d'antenne</w:t>
      </w:r>
    </w:p>
    <w:p w:rsidR="004E7D00" w:rsidRDefault="004E7D00">
      <w:pPr>
        <w:pStyle w:val="BodyText"/>
        <w:spacing w:before="57"/>
        <w:ind w:left="200"/>
      </w:pPr>
      <w:r>
        <w:br w:type="column"/>
      </w:r>
      <w:r>
        <w:rPr>
          <w:color w:val="000099"/>
        </w:rPr>
        <w:t>Sat. EM complet Construction (y compris câblage)</w:t>
      </w:r>
    </w:p>
    <w:p w:rsidR="004E7D00" w:rsidRDefault="004E7D00">
      <w:pPr>
        <w:pStyle w:val="BodyText"/>
        <w:spacing w:before="11"/>
        <w:rPr>
          <w:sz w:val="30"/>
        </w:rPr>
      </w:pPr>
    </w:p>
    <w:p w:rsidR="004E7D00" w:rsidRDefault="004E7D00">
      <w:pPr>
        <w:spacing w:line="235" w:lineRule="auto"/>
        <w:ind w:left="3490" w:firstLine="427"/>
        <w:rPr>
          <w:sz w:val="23"/>
        </w:rPr>
      </w:pPr>
      <w:r>
        <w:rPr>
          <w:color w:val="000099"/>
          <w:sz w:val="23"/>
        </w:rPr>
        <w:t>Début de la construction de base FM</w:t>
      </w:r>
    </w:p>
    <w:p w:rsidR="004E7D00" w:rsidRDefault="004E7D00">
      <w:pPr>
        <w:pStyle w:val="BodyText"/>
        <w:spacing w:before="57"/>
        <w:ind w:left="200"/>
      </w:pPr>
      <w:r>
        <w:br w:type="column"/>
      </w:r>
      <w:r>
        <w:rPr>
          <w:color w:val="000099"/>
        </w:rPr>
        <w:t>Essai de tous les EM Tous les essais que nous souhaitons faire sur les FM</w:t>
      </w:r>
    </w:p>
    <w:p w:rsidR="004E7D00" w:rsidRDefault="004E7D00">
      <w:pPr>
        <w:pStyle w:val="BodyText"/>
        <w:rPr>
          <w:sz w:val="26"/>
        </w:rPr>
      </w:pPr>
    </w:p>
    <w:p w:rsidR="004E7D00" w:rsidRDefault="004E7D00">
      <w:pPr>
        <w:pStyle w:val="BodyText"/>
        <w:spacing w:before="166"/>
        <w:ind w:left="1872"/>
      </w:pPr>
      <w:r>
        <w:rPr>
          <w:color w:val="000099"/>
        </w:rPr>
        <w:t>Construction de 3 Sat. FM</w:t>
      </w:r>
    </w:p>
    <w:p w:rsidR="004E7D00" w:rsidRDefault="004E7D00">
      <w:pPr>
        <w:pStyle w:val="BodyText"/>
        <w:rPr>
          <w:sz w:val="26"/>
        </w:rPr>
      </w:pPr>
      <w:r>
        <w:br w:type="column"/>
      </w:r>
    </w:p>
    <w:p w:rsidR="004E7D00" w:rsidRDefault="004E7D00">
      <w:pPr>
        <w:pStyle w:val="BodyText"/>
        <w:rPr>
          <w:sz w:val="26"/>
        </w:rPr>
      </w:pPr>
    </w:p>
    <w:p w:rsidR="004E7D00" w:rsidRDefault="004E7D00">
      <w:pPr>
        <w:pStyle w:val="BodyText"/>
        <w:rPr>
          <w:sz w:val="26"/>
        </w:rPr>
      </w:pPr>
    </w:p>
    <w:p w:rsidR="004E7D00" w:rsidRDefault="004E7D00">
      <w:pPr>
        <w:pStyle w:val="BodyText"/>
        <w:rPr>
          <w:sz w:val="26"/>
        </w:rPr>
      </w:pPr>
    </w:p>
    <w:p w:rsidR="004E7D00" w:rsidRDefault="004E7D00">
      <w:pPr>
        <w:pStyle w:val="BodyText"/>
        <w:rPr>
          <w:sz w:val="26"/>
        </w:rPr>
      </w:pPr>
    </w:p>
    <w:p w:rsidR="004E7D00" w:rsidRDefault="004E7D00">
      <w:pPr>
        <w:pStyle w:val="BodyText"/>
        <w:spacing w:before="3"/>
        <w:rPr>
          <w:sz w:val="23"/>
        </w:rPr>
      </w:pPr>
    </w:p>
    <w:p w:rsidR="004E7D00" w:rsidRDefault="004E7D00">
      <w:pPr>
        <w:pStyle w:val="BodyText"/>
        <w:spacing w:before="1" w:line="235" w:lineRule="auto"/>
        <w:ind w:left="-36" w:right="3992"/>
      </w:pPr>
      <w:r>
        <w:rPr>
          <w:color w:val="000099"/>
        </w:rPr>
        <w:t>Thermique vide Vibration sinus Éjection</w:t>
      </w:r>
    </w:p>
    <w:p w:rsidR="004E7D00" w:rsidRDefault="004E7D00">
      <w:pPr>
        <w:spacing w:line="235" w:lineRule="auto"/>
        <w:sectPr w:rsidR="004E7D00">
          <w:type w:val="continuous"/>
          <w:pgSz w:w="23820" w:h="16840" w:orient="landscape"/>
          <w:pgMar w:top="360" w:right="1600" w:bottom="280" w:left="800" w:header="720" w:footer="720" w:gutter="0"/>
          <w:cols w:num="4" w:space="720" w:equalWidth="0">
            <w:col w:w="2156" w:space="1761"/>
            <w:col w:w="5227" w:space="1248"/>
            <w:col w:w="5253" w:space="39"/>
            <w:col w:w="5736"/>
          </w:cols>
        </w:sectPr>
      </w:pPr>
    </w:p>
    <w:p w:rsidR="004E7D00" w:rsidRDefault="004E7D00">
      <w:pPr>
        <w:pStyle w:val="BodyText"/>
        <w:spacing w:line="235" w:lineRule="auto"/>
        <w:ind w:left="200"/>
      </w:pPr>
      <w:r>
        <w:rPr>
          <w:noProof/>
          <w:lang w:eastAsia="fr-FR"/>
        </w:rPr>
        <w:pict>
          <v:line id="_x0000_s1141" style="position:absolute;left:0;text-align:left;z-index:251661312;mso-position-horizontal-relative:page;mso-position-vertical-relative:page" from="107pt,87.1pt" to="1143.95pt,87.1pt" strokecolor="#5b9ad5" strokeweight=".33736mm">
            <w10:wrap anchorx="page" anchory="page"/>
          </v:line>
        </w:pict>
      </w:r>
      <w:r>
        <w:rPr>
          <w:color w:val="000099"/>
        </w:rPr>
        <w:t>Roues de réaction (sur table à air)</w:t>
      </w:r>
    </w:p>
    <w:p w:rsidR="004E7D00" w:rsidRDefault="004E7D00">
      <w:pPr>
        <w:pStyle w:val="BodyText"/>
        <w:spacing w:before="4"/>
        <w:rPr>
          <w:sz w:val="7"/>
        </w:rPr>
      </w:pPr>
    </w:p>
    <w:p w:rsidR="004E7D00" w:rsidRDefault="004E7D00">
      <w:pPr>
        <w:pStyle w:val="BodyText"/>
        <w:ind w:left="117" w:right="-231"/>
        <w:rPr>
          <w:sz w:val="20"/>
        </w:rPr>
      </w:pPr>
      <w:r>
        <w:rPr>
          <w:noProof/>
          <w:lang w:eastAsia="fr-FR"/>
        </w:rPr>
      </w:r>
      <w:r w:rsidRPr="00D341C0">
        <w:rPr>
          <w:sz w:val="20"/>
        </w:rPr>
        <w:pict>
          <v:group id="_x0000_s1142" style="width:129pt;height:35.2pt;mso-position-horizontal-relative:char;mso-position-vertical-relative:line" coordsize="2580,704">
            <v:shape id="_x0000_s1143" style="position:absolute;left:2;top:2;width:2576;height:699" coordorigin="2,2" coordsize="2576,699" path="m110,701r2360,l2546,668r32,-78l2578,110r-9,-42l2546,34,2512,11,2470,2,110,2,68,11,34,34,11,68,2,110r,480l11,633r23,35l68,692r42,9xe" filled="f" strokecolor="#5b9ad5" strokeweight=".08433mm">
              <v:path arrowok="t"/>
            </v:shape>
            <v:shape id="_x0000_s1144" type="#_x0000_t202" style="position:absolute;width:2580;height:704" filled="f" stroked="f">
              <v:textbox inset="0,0,0,0">
                <w:txbxContent>
                  <w:p w:rsidR="004E7D00" w:rsidRDefault="004E7D00">
                    <w:pPr>
                      <w:spacing w:before="175"/>
                      <w:ind w:left="81"/>
                      <w:rPr>
                        <w:sz w:val="27"/>
                      </w:rPr>
                    </w:pPr>
                    <w:r>
                      <w:rPr>
                        <w:color w:val="000099"/>
                      </w:rPr>
                      <w:t>Station au sol</w:t>
                    </w:r>
                  </w:p>
                </w:txbxContent>
              </v:textbox>
            </v:shape>
            <w10:anchorlock/>
          </v:group>
        </w:pict>
      </w:r>
    </w:p>
    <w:p w:rsidR="004E7D00" w:rsidRDefault="004E7D00">
      <w:pPr>
        <w:pStyle w:val="BodyText"/>
        <w:spacing w:before="4"/>
        <w:rPr>
          <w:sz w:val="9"/>
        </w:rPr>
      </w:pPr>
    </w:p>
    <w:p w:rsidR="004E7D00" w:rsidRDefault="004E7D00">
      <w:pPr>
        <w:pStyle w:val="BodyText"/>
        <w:ind w:left="117" w:right="-231"/>
        <w:rPr>
          <w:sz w:val="20"/>
        </w:rPr>
      </w:pPr>
      <w:r>
        <w:rPr>
          <w:noProof/>
          <w:lang w:eastAsia="fr-FR"/>
        </w:rPr>
      </w:r>
      <w:r w:rsidRPr="00D341C0">
        <w:rPr>
          <w:sz w:val="20"/>
        </w:rPr>
        <w:pict>
          <v:group id="_x0000_s1145" style="width:129pt;height:35.05pt;mso-position-horizontal-relative:char;mso-position-vertical-relative:line" coordsize="2580,701">
            <v:shape id="_x0000_s1146" style="position:absolute;left:2;top:2;width:2576;height:696" coordorigin="2,2" coordsize="2576,696" path="m110,698r2360,l2546,667r32,-77l2578,110r-9,-42l2546,34,2512,11,2470,2,110,2,68,11,34,34,11,68,2,110r,480l11,633r23,34l68,690r42,8xe" filled="f" strokecolor="#5b9ad5" strokeweight=".08433mm">
              <v:path arrowok="t"/>
            </v:shape>
            <v:shape id="_x0000_s1147" type="#_x0000_t202" style="position:absolute;width:2580;height:701" filled="f" stroked="f">
              <v:textbox inset="0,0,0,0">
                <w:txbxContent>
                  <w:p w:rsidR="004E7D00" w:rsidRDefault="004E7D00">
                    <w:pPr>
                      <w:spacing w:before="175"/>
                      <w:ind w:left="523"/>
                      <w:rPr>
                        <w:sz w:val="27"/>
                      </w:rPr>
                    </w:pPr>
                    <w:r>
                      <w:rPr>
                        <w:color w:val="000099"/>
                      </w:rPr>
                      <w:t>Emballage et expédition</w:t>
                    </w:r>
                  </w:p>
                </w:txbxContent>
              </v:textbox>
            </v:shape>
            <w10:anchorlock/>
          </v:group>
        </w:pict>
      </w:r>
    </w:p>
    <w:p w:rsidR="004E7D00" w:rsidRDefault="004E7D00">
      <w:pPr>
        <w:pStyle w:val="BodyText"/>
        <w:rPr>
          <w:sz w:val="22"/>
        </w:rPr>
      </w:pPr>
      <w:r>
        <w:br w:type="column"/>
      </w:r>
    </w:p>
    <w:p w:rsidR="004E7D00" w:rsidRDefault="004E7D00">
      <w:pPr>
        <w:pStyle w:val="BodyText"/>
        <w:rPr>
          <w:sz w:val="22"/>
        </w:rPr>
      </w:pPr>
    </w:p>
    <w:p w:rsidR="004E7D00" w:rsidRDefault="004E7D00">
      <w:pPr>
        <w:pStyle w:val="BodyText"/>
        <w:spacing w:before="6"/>
        <w:rPr>
          <w:sz w:val="21"/>
        </w:rPr>
      </w:pPr>
    </w:p>
    <w:p w:rsidR="004E7D00" w:rsidRDefault="004E7D00">
      <w:pPr>
        <w:pStyle w:val="ListParagraph"/>
        <w:numPr>
          <w:ilvl w:val="0"/>
          <w:numId w:val="1"/>
        </w:numPr>
        <w:tabs>
          <w:tab w:val="left" w:pos="323"/>
        </w:tabs>
        <w:spacing w:before="1"/>
        <w:rPr>
          <w:sz w:val="23"/>
        </w:rPr>
      </w:pPr>
      <w:r>
        <w:rPr>
          <w:color w:val="000099"/>
          <w:sz w:val="23"/>
        </w:rPr>
        <w:t>Installation au sol</w:t>
      </w:r>
    </w:p>
    <w:p w:rsidR="004E7D00" w:rsidRDefault="004E7D00">
      <w:pPr>
        <w:pStyle w:val="ListParagraph"/>
        <w:numPr>
          <w:ilvl w:val="0"/>
          <w:numId w:val="1"/>
        </w:numPr>
        <w:tabs>
          <w:tab w:val="left" w:pos="323"/>
        </w:tabs>
        <w:rPr>
          <w:sz w:val="23"/>
        </w:rPr>
      </w:pPr>
      <w:r>
        <w:rPr>
          <w:color w:val="000099"/>
          <w:sz w:val="23"/>
        </w:rPr>
        <w:t>Essais de la station au sol avec le simulateur matériel fourni</w:t>
      </w:r>
    </w:p>
    <w:p w:rsidR="004E7D00" w:rsidRDefault="004E7D00">
      <w:pPr>
        <w:pStyle w:val="BodyText"/>
        <w:spacing w:before="64" w:line="616" w:lineRule="auto"/>
        <w:ind w:left="200" w:firstLine="4216"/>
      </w:pPr>
      <w:r>
        <w:br w:type="column"/>
      </w:r>
      <w:r>
        <w:rPr>
          <w:color w:val="000099"/>
        </w:rPr>
        <w:t>Exécution d'essais sur les 3 satellites FM Finalisation et essais du dictionnaire de télécommande, essais VHF, UHF, bande S</w:t>
      </w:r>
    </w:p>
    <w:p w:rsidR="004E7D00" w:rsidRDefault="004E7D00">
      <w:pPr>
        <w:pStyle w:val="BodyText"/>
        <w:spacing w:line="231" w:lineRule="exact"/>
        <w:ind w:left="53" w:right="229"/>
        <w:jc w:val="center"/>
      </w:pPr>
      <w:r>
        <w:br w:type="column"/>
      </w:r>
      <w:r>
        <w:rPr>
          <w:color w:val="000099"/>
        </w:rPr>
        <w:t>Essais de logiciel</w:t>
      </w:r>
    </w:p>
    <w:p w:rsidR="004E7D00" w:rsidRDefault="004E7D00">
      <w:pPr>
        <w:pStyle w:val="BodyText"/>
        <w:spacing w:line="326" w:lineRule="exact"/>
        <w:ind w:left="56" w:right="229"/>
        <w:jc w:val="center"/>
      </w:pPr>
      <w:r>
        <w:rPr>
          <w:color w:val="000099"/>
        </w:rPr>
        <w:t>Essais de bout en bout</w:t>
      </w:r>
    </w:p>
    <w:p w:rsidR="004E7D00" w:rsidRDefault="004E7D00">
      <w:pPr>
        <w:pStyle w:val="BodyText"/>
        <w:rPr>
          <w:sz w:val="26"/>
        </w:rPr>
      </w:pPr>
    </w:p>
    <w:p w:rsidR="004E7D00" w:rsidRDefault="004E7D00">
      <w:pPr>
        <w:pStyle w:val="BodyText"/>
        <w:rPr>
          <w:sz w:val="26"/>
        </w:rPr>
      </w:pPr>
    </w:p>
    <w:p w:rsidR="004E7D00" w:rsidRDefault="004E7D00">
      <w:pPr>
        <w:pStyle w:val="BodyText"/>
        <w:spacing w:before="171"/>
        <w:ind w:right="38"/>
        <w:jc w:val="right"/>
      </w:pPr>
      <w:r>
        <w:rPr>
          <w:noProof/>
          <w:lang w:eastAsia="fr-FR"/>
        </w:rPr>
        <w:pict>
          <v:group id="_x0000_s1148" style="position:absolute;left:0;text-align:left;margin-left:45.95pt;margin-top:60.15pt;width:129pt;height:27.75pt;z-index:251663360;mso-position-horizontal-relative:page" coordorigin="919,1203" coordsize="2580,555">
            <v:shape id="_x0000_s1149" style="position:absolute;left:920;top:1205;width:2576;height:550" coordorigin="921,1206" coordsize="2576,550" path="m1029,1755r2359,l3465,1724r31,-77l3496,1314r-8,-43l3465,1237r-35,-23l3388,1206r-2359,l987,1214r-35,23l929,1271r-8,43l921,1647r8,42l952,1724r35,23l1029,1755xe" filled="f" strokecolor="#5b9ad5" strokeweight=".08433mm">
              <v:path arrowok="t"/>
            </v:shape>
            <v:shape id="_x0000_s1150" type="#_x0000_t202" style="position:absolute;left:918;top:1203;width:2580;height:555" filled="f" stroked="f">
              <v:textbox inset="0,0,0,0">
                <w:txbxContent>
                  <w:p w:rsidR="004E7D00" w:rsidRDefault="004E7D00">
                    <w:pPr>
                      <w:spacing w:before="100"/>
                      <w:ind w:left="328"/>
                      <w:rPr>
                        <w:sz w:val="27"/>
                      </w:rPr>
                    </w:pPr>
                    <w:r>
                      <w:rPr>
                        <w:color w:val="000099"/>
                      </w:rPr>
                      <w:t>Campagne de lancement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000099"/>
        </w:rPr>
        <w:t>LRR</w:t>
      </w:r>
    </w:p>
    <w:p w:rsidR="004E7D00" w:rsidRDefault="004E7D00">
      <w:pPr>
        <w:pStyle w:val="BodyText"/>
        <w:rPr>
          <w:sz w:val="22"/>
        </w:rPr>
      </w:pPr>
      <w:r>
        <w:br w:type="column"/>
      </w:r>
    </w:p>
    <w:p w:rsidR="004E7D00" w:rsidRDefault="004E7D00">
      <w:pPr>
        <w:pStyle w:val="BodyText"/>
        <w:rPr>
          <w:sz w:val="22"/>
        </w:rPr>
      </w:pPr>
    </w:p>
    <w:p w:rsidR="004E7D00" w:rsidRDefault="004E7D00">
      <w:pPr>
        <w:pStyle w:val="BodyText"/>
        <w:rPr>
          <w:sz w:val="22"/>
        </w:rPr>
      </w:pPr>
    </w:p>
    <w:p w:rsidR="004E7D00" w:rsidRDefault="004E7D00">
      <w:pPr>
        <w:pStyle w:val="BodyText"/>
        <w:rPr>
          <w:sz w:val="22"/>
        </w:rPr>
      </w:pPr>
    </w:p>
    <w:p w:rsidR="004E7D00" w:rsidRDefault="004E7D00">
      <w:pPr>
        <w:pStyle w:val="BodyText"/>
        <w:rPr>
          <w:sz w:val="22"/>
        </w:rPr>
      </w:pPr>
    </w:p>
    <w:p w:rsidR="004E7D00" w:rsidRDefault="004E7D00">
      <w:pPr>
        <w:pStyle w:val="BodyText"/>
        <w:spacing w:before="3"/>
        <w:rPr>
          <w:sz w:val="28"/>
        </w:rPr>
      </w:pPr>
    </w:p>
    <w:p w:rsidR="004E7D00" w:rsidRDefault="004E7D00">
      <w:pPr>
        <w:spacing w:line="235" w:lineRule="auto"/>
        <w:ind w:left="200" w:right="661" w:hanging="2"/>
        <w:jc w:val="center"/>
        <w:rPr>
          <w:sz w:val="23"/>
        </w:rPr>
      </w:pPr>
      <w:r>
        <w:rPr>
          <w:color w:val="000099"/>
          <w:sz w:val="23"/>
        </w:rPr>
        <w:t>Emballage et expédition vers le site de lancement</w:t>
      </w:r>
    </w:p>
    <w:sectPr w:rsidR="004E7D00" w:rsidSect="00E00898">
      <w:type w:val="continuous"/>
      <w:pgSz w:w="23820" w:h="16840" w:orient="landscape"/>
      <w:pgMar w:top="360" w:right="1600" w:bottom="280" w:left="800" w:header="720" w:footer="720" w:gutter="0"/>
      <w:cols w:num="5" w:space="720" w:equalWidth="0">
        <w:col w:w="2539" w:space="307"/>
        <w:col w:w="5520" w:space="985"/>
        <w:col w:w="8289" w:space="39"/>
        <w:col w:w="2148" w:space="52"/>
        <w:col w:w="154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5367"/>
    <w:multiLevelType w:val="hybridMultilevel"/>
    <w:tmpl w:val="FFFFFFFF"/>
    <w:lvl w:ilvl="0" w:tplc="D7C411A8">
      <w:numFmt w:val="bullet"/>
      <w:lvlText w:val="-"/>
      <w:lvlJc w:val="left"/>
      <w:pPr>
        <w:ind w:left="322" w:hanging="123"/>
      </w:pPr>
      <w:rPr>
        <w:rFonts w:ascii="Calibri" w:eastAsia="Times New Roman" w:hAnsi="Calibri" w:hint="default"/>
        <w:color w:val="000099"/>
        <w:w w:val="100"/>
        <w:sz w:val="23"/>
      </w:rPr>
    </w:lvl>
    <w:lvl w:ilvl="1" w:tplc="9F1806B4">
      <w:numFmt w:val="bullet"/>
      <w:lvlText w:val="•"/>
      <w:lvlJc w:val="left"/>
      <w:pPr>
        <w:ind w:left="839" w:hanging="123"/>
      </w:pPr>
      <w:rPr>
        <w:rFonts w:hint="default"/>
      </w:rPr>
    </w:lvl>
    <w:lvl w:ilvl="2" w:tplc="93606C20">
      <w:numFmt w:val="bullet"/>
      <w:lvlText w:val="•"/>
      <w:lvlJc w:val="left"/>
      <w:pPr>
        <w:ind w:left="1359" w:hanging="123"/>
      </w:pPr>
      <w:rPr>
        <w:rFonts w:hint="default"/>
      </w:rPr>
    </w:lvl>
    <w:lvl w:ilvl="3" w:tplc="76841624">
      <w:numFmt w:val="bullet"/>
      <w:lvlText w:val="•"/>
      <w:lvlJc w:val="left"/>
      <w:pPr>
        <w:ind w:left="1879" w:hanging="123"/>
      </w:pPr>
      <w:rPr>
        <w:rFonts w:hint="default"/>
      </w:rPr>
    </w:lvl>
    <w:lvl w:ilvl="4" w:tplc="C3145AA0">
      <w:numFmt w:val="bullet"/>
      <w:lvlText w:val="•"/>
      <w:lvlJc w:val="left"/>
      <w:pPr>
        <w:ind w:left="2399" w:hanging="123"/>
      </w:pPr>
      <w:rPr>
        <w:rFonts w:hint="default"/>
      </w:rPr>
    </w:lvl>
    <w:lvl w:ilvl="5" w:tplc="0F7418B2">
      <w:numFmt w:val="bullet"/>
      <w:lvlText w:val="•"/>
      <w:lvlJc w:val="left"/>
      <w:pPr>
        <w:ind w:left="2919" w:hanging="123"/>
      </w:pPr>
      <w:rPr>
        <w:rFonts w:hint="default"/>
      </w:rPr>
    </w:lvl>
    <w:lvl w:ilvl="6" w:tplc="C2E8CE34">
      <w:numFmt w:val="bullet"/>
      <w:lvlText w:val="•"/>
      <w:lvlJc w:val="left"/>
      <w:pPr>
        <w:ind w:left="3439" w:hanging="123"/>
      </w:pPr>
      <w:rPr>
        <w:rFonts w:hint="default"/>
      </w:rPr>
    </w:lvl>
    <w:lvl w:ilvl="7" w:tplc="31620DB6">
      <w:numFmt w:val="bullet"/>
      <w:lvlText w:val="•"/>
      <w:lvlJc w:val="left"/>
      <w:pPr>
        <w:ind w:left="3959" w:hanging="123"/>
      </w:pPr>
      <w:rPr>
        <w:rFonts w:hint="default"/>
      </w:rPr>
    </w:lvl>
    <w:lvl w:ilvl="8" w:tplc="4C363E32">
      <w:numFmt w:val="bullet"/>
      <w:lvlText w:val="•"/>
      <w:lvlJc w:val="left"/>
      <w:pPr>
        <w:ind w:left="4479" w:hanging="12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898"/>
    <w:rsid w:val="004E7D00"/>
    <w:rsid w:val="00532462"/>
    <w:rsid w:val="00D341C0"/>
    <w:rsid w:val="00E00898"/>
    <w:rsid w:val="00F83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898"/>
    <w:pPr>
      <w:widowControl w:val="0"/>
      <w:autoSpaceDE w:val="0"/>
      <w:autoSpaceDN w:val="0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00898"/>
    <w:rPr>
      <w:sz w:val="27"/>
      <w:szCs w:val="27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03ED9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E00898"/>
    <w:pPr>
      <w:spacing w:line="278" w:lineRule="exact"/>
      <w:ind w:left="322" w:hanging="123"/>
    </w:pPr>
  </w:style>
  <w:style w:type="paragraph" w:customStyle="1" w:styleId="TableParagraph">
    <w:name w:val="Table Paragraph"/>
    <w:basedOn w:val="Normal"/>
    <w:uiPriority w:val="99"/>
    <w:rsid w:val="00E008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286</Words>
  <Characters>1577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Visio-2019_06_25 Mission Critical tasks_vsdx</dc:title>
  <dc:subject/>
  <dc:creator/>
  <cp:keywords/>
  <dc:description/>
  <cp:lastModifiedBy>Didier</cp:lastModifiedBy>
  <cp:revision>2</cp:revision>
  <dcterms:created xsi:type="dcterms:W3CDTF">2019-07-04T09:25:00Z</dcterms:created>
  <dcterms:modified xsi:type="dcterms:W3CDTF">2019-07-08T08:32:00Z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 reDirect v2</vt:lpwstr>
  </property>
</Properties>
</file>