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F1220" w14:textId="77777777" w:rsidR="00065EEC" w:rsidRPr="009A7C80" w:rsidRDefault="00065EEC" w:rsidP="00835424">
      <w:pPr>
        <w:pStyle w:val="RCBody"/>
        <w:spacing w:after="0"/>
      </w:pPr>
    </w:p>
    <w:p w14:paraId="5BE71F0E" w14:textId="6746F424" w:rsidR="004E531D" w:rsidRDefault="00C03E09" w:rsidP="009A7C80">
      <w:pPr>
        <w:pStyle w:val="DocumentTitle"/>
      </w:pPr>
      <w:r>
        <w:t>Анкета за учениците на Unit.Ed</w:t>
      </w:r>
    </w:p>
    <w:p w14:paraId="3D4C851A" w14:textId="444A22A1" w:rsidR="00C9573D" w:rsidRDefault="00C9573D" w:rsidP="004D3074">
      <w:pPr>
        <w:pStyle w:val="RCBody"/>
        <w:rPr>
          <w:i/>
          <w:iCs/>
        </w:rPr>
      </w:pPr>
      <w:r>
        <w:rPr>
          <w:i/>
        </w:rPr>
        <w:t xml:space="preserve">Известно ни е, че последната половин година бе изпълнена с множество предизвикателства и повечето ни разговори бяха фокусирани върху пандемията от </w:t>
      </w:r>
      <w:proofErr w:type="spellStart"/>
      <w:r>
        <w:rPr>
          <w:i/>
        </w:rPr>
        <w:t>коронавирус</w:t>
      </w:r>
      <w:proofErr w:type="spellEnd"/>
      <w:r>
        <w:rPr>
          <w:i/>
        </w:rPr>
        <w:t xml:space="preserve"> COVID-19. Днес бихме искали да обърнем внимание на нещо малко по-различно </w:t>
      </w:r>
      <w:r w:rsidR="0016047E">
        <w:rPr>
          <w:i/>
        </w:rPr>
        <w:t>–</w:t>
      </w:r>
      <w:r>
        <w:rPr>
          <w:i/>
        </w:rPr>
        <w:t xml:space="preserve"> да научим за Вашия живот училище, за еврейската Ви идентичност и за връзката Ви с Израел.</w:t>
      </w:r>
    </w:p>
    <w:p w14:paraId="57231CE8" w14:textId="782B003E" w:rsidR="004D3074" w:rsidRPr="004D3074" w:rsidRDefault="00C9573D" w:rsidP="00C9573D">
      <w:pPr>
        <w:pStyle w:val="RCBody"/>
        <w:rPr>
          <w:i/>
          <w:iCs/>
        </w:rPr>
      </w:pPr>
      <w:r>
        <w:rPr>
          <w:i/>
        </w:rPr>
        <w:t xml:space="preserve">Следващата анкета е част от обширно проучване на учениците в еврейските училища по света, което се провежда от </w:t>
      </w:r>
      <w:proofErr w:type="spellStart"/>
      <w:r>
        <w:rPr>
          <w:i/>
        </w:rPr>
        <w:t>Rosov</w:t>
      </w:r>
      <w:proofErr w:type="spellEnd"/>
      <w:r>
        <w:rPr>
          <w:i/>
        </w:rPr>
        <w:t xml:space="preserve"> Consulting по поръчка на израелското правителство. Попълването на анкетата ще Ви отнеме около 15 минути, а Вашите отговори ще останат поверителни. </w:t>
      </w:r>
      <w:r>
        <w:rPr>
          <w:i/>
          <w:iCs/>
        </w:rPr>
        <w:t xml:space="preserve">Ако изпитвате някакви затруднения с попълването на анкетата, можете да се свържете с Нети на </w:t>
      </w:r>
      <w:hyperlink r:id="rId9" w:history="1">
        <w:r>
          <w:rPr>
            <w:rStyle w:val="Hyperlink"/>
            <w:i/>
          </w:rPr>
          <w:t>naharon@rosovconsulting.com</w:t>
        </w:r>
      </w:hyperlink>
      <w:r>
        <w:rPr>
          <w:i/>
          <w:iCs/>
        </w:rPr>
        <w:t>.</w:t>
      </w:r>
      <w:r>
        <w:rPr>
          <w:i/>
        </w:rPr>
        <w:t xml:space="preserve"> </w:t>
      </w:r>
    </w:p>
    <w:p w14:paraId="31652F79" w14:textId="4BAFD425" w:rsidR="004D3074" w:rsidRPr="004D3074" w:rsidRDefault="004D3074" w:rsidP="004D3074">
      <w:pPr>
        <w:pStyle w:val="RCBody"/>
        <w:rPr>
          <w:i/>
          <w:iCs/>
        </w:rPr>
      </w:pPr>
      <w:r>
        <w:rPr>
          <w:i/>
        </w:rPr>
        <w:t>Благодарим предварително!</w:t>
      </w:r>
    </w:p>
    <w:p w14:paraId="49C0B9E5" w14:textId="4D4813B4" w:rsidR="004D3074" w:rsidRDefault="004D3074" w:rsidP="004D3074">
      <w:pPr>
        <w:pStyle w:val="RCBody"/>
        <w:jc w:val="center"/>
      </w:pPr>
      <w:r>
        <w:t>* * *</w:t>
      </w:r>
    </w:p>
    <w:p w14:paraId="6128C2C5" w14:textId="7CB12EEB" w:rsidR="00C9573D" w:rsidRPr="004D3074" w:rsidRDefault="00C9573D" w:rsidP="0016047E">
      <w:pPr>
        <w:pStyle w:val="RCBody"/>
      </w:pPr>
      <w:r>
        <w:rPr>
          <w:b/>
        </w:rPr>
        <w:t xml:space="preserve">Като начало, бихме искали да Ви зададем няколко въпроса за живота Ви </w:t>
      </w:r>
      <w:r w:rsidR="0016047E">
        <w:rPr>
          <w:b/>
        </w:rPr>
        <w:t>в</w:t>
      </w:r>
      <w:bookmarkStart w:id="0" w:name="_GoBack"/>
      <w:bookmarkEnd w:id="0"/>
      <w:r>
        <w:rPr>
          <w:b/>
        </w:rPr>
        <w:t xml:space="preserve"> училище.</w:t>
      </w:r>
    </w:p>
    <w:p w14:paraId="4161D95D" w14:textId="77777777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t>В кой клас сте?</w:t>
      </w:r>
    </w:p>
    <w:p w14:paraId="67343801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t>5-ти клас</w:t>
      </w:r>
    </w:p>
    <w:p w14:paraId="59555DBF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t xml:space="preserve">7-ми клас </w:t>
      </w:r>
    </w:p>
    <w:p w14:paraId="3AFA4AFE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t xml:space="preserve">11-ти клас </w:t>
      </w:r>
    </w:p>
    <w:p w14:paraId="2F1BCD9D" w14:textId="654012D7" w:rsidR="002925C5" w:rsidRDefault="002925C5" w:rsidP="002925C5">
      <w:pPr>
        <w:pStyle w:val="RCBody"/>
        <w:spacing w:after="0"/>
      </w:pPr>
    </w:p>
    <w:p w14:paraId="5501E52B" w14:textId="77777777" w:rsidR="00E03AD3" w:rsidRDefault="00E03AD3" w:rsidP="00E03AD3">
      <w:pPr>
        <w:pStyle w:val="RCBody"/>
        <w:numPr>
          <w:ilvl w:val="0"/>
          <w:numId w:val="23"/>
        </w:numPr>
        <w:spacing w:after="0"/>
      </w:pPr>
      <w:r>
        <w:t>Каква част от най-близките Ви приятели посещават Вашето училище?</w:t>
      </w:r>
    </w:p>
    <w:p w14:paraId="44C194D0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t>Нито един</w:t>
      </w:r>
    </w:p>
    <w:p w14:paraId="5176C282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t>Някои от тях</w:t>
      </w:r>
    </w:p>
    <w:p w14:paraId="5410D1FD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t>Повечето от тях или всички</w:t>
      </w:r>
    </w:p>
    <w:p w14:paraId="661FB2CC" w14:textId="322B282A" w:rsidR="00E03AD3" w:rsidRDefault="00E03AD3" w:rsidP="002925C5">
      <w:pPr>
        <w:pStyle w:val="RCBody"/>
        <w:spacing w:after="0"/>
      </w:pPr>
    </w:p>
    <w:p w14:paraId="5C5E5E42" w14:textId="77777777" w:rsidR="00E03AD3" w:rsidRDefault="00E03AD3" w:rsidP="00E03AD3">
      <w:pPr>
        <w:pStyle w:val="RCBody"/>
        <w:numPr>
          <w:ilvl w:val="0"/>
          <w:numId w:val="23"/>
        </w:numPr>
        <w:spacing w:after="0"/>
      </w:pPr>
      <w:r>
        <w:t>Каква част от най-близките Ви приятели са евреи?</w:t>
      </w:r>
    </w:p>
    <w:p w14:paraId="2B52FAE5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t>Нито един</w:t>
      </w:r>
    </w:p>
    <w:p w14:paraId="296FF2C4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t>Някои от тях</w:t>
      </w:r>
    </w:p>
    <w:p w14:paraId="46C11F4C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t>Повечето от тях или всички</w:t>
      </w:r>
    </w:p>
    <w:p w14:paraId="3CB08EAD" w14:textId="79DA7522" w:rsidR="00E03AD3" w:rsidRDefault="00E03AD3" w:rsidP="002925C5">
      <w:pPr>
        <w:pStyle w:val="RCBody"/>
        <w:spacing w:after="0"/>
      </w:pPr>
    </w:p>
    <w:p w14:paraId="58ABC39F" w14:textId="68CEB6B0" w:rsidR="002925C5" w:rsidRDefault="00C9573D" w:rsidP="002925C5">
      <w:pPr>
        <w:pStyle w:val="RCBody"/>
        <w:numPr>
          <w:ilvl w:val="0"/>
          <w:numId w:val="23"/>
        </w:numPr>
        <w:spacing w:after="0"/>
      </w:pPr>
      <w:r>
        <w:t>Като цяло, как бихте оценили часовете по всеки един от следните предмети?</w:t>
      </w:r>
    </w:p>
    <w:tbl>
      <w:tblPr>
        <w:tblStyle w:val="TableGrid"/>
        <w:tblW w:w="7666" w:type="dxa"/>
        <w:tblInd w:w="720" w:type="dxa"/>
        <w:tblLook w:val="04A0" w:firstRow="1" w:lastRow="0" w:firstColumn="1" w:lastColumn="0" w:noHBand="0" w:noVBand="1"/>
      </w:tblPr>
      <w:tblGrid>
        <w:gridCol w:w="2082"/>
        <w:gridCol w:w="1193"/>
        <w:gridCol w:w="1215"/>
        <w:gridCol w:w="1333"/>
        <w:gridCol w:w="866"/>
        <w:gridCol w:w="977"/>
      </w:tblGrid>
      <w:tr w:rsidR="00A92E37" w14:paraId="727608E3" w14:textId="77777777" w:rsidTr="00B96D18">
        <w:tc>
          <w:tcPr>
            <w:tcW w:w="2155" w:type="dxa"/>
          </w:tcPr>
          <w:p w14:paraId="37A7CA8B" w14:textId="77777777" w:rsidR="00A92E37" w:rsidRDefault="00A92E37" w:rsidP="0001286D">
            <w:pPr>
              <w:pStyle w:val="RCBody"/>
              <w:spacing w:after="0"/>
            </w:pPr>
          </w:p>
        </w:tc>
        <w:tc>
          <w:tcPr>
            <w:tcW w:w="1141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B11FE81" w14:textId="30E6A880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Много интересен</w:t>
            </w:r>
          </w:p>
        </w:tc>
        <w:tc>
          <w:tcPr>
            <w:tcW w:w="11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5D63B2" w14:textId="64A3CD31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Интересен</w:t>
            </w:r>
          </w:p>
        </w:tc>
        <w:tc>
          <w:tcPr>
            <w:tcW w:w="13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5C66C6B" w14:textId="4BD7140A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Нищо особено</w:t>
            </w:r>
          </w:p>
        </w:tc>
        <w:tc>
          <w:tcPr>
            <w:tcW w:w="8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3A2D06" w14:textId="191E1CB1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Скучен</w:t>
            </w:r>
          </w:p>
        </w:tc>
        <w:tc>
          <w:tcPr>
            <w:tcW w:w="989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ADE0517" w14:textId="1438BE6A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Много скучен</w:t>
            </w:r>
          </w:p>
        </w:tc>
      </w:tr>
      <w:tr w:rsidR="00A92E37" w14:paraId="250F957A" w14:textId="77777777" w:rsidTr="00B96D18">
        <w:tc>
          <w:tcPr>
            <w:tcW w:w="2155" w:type="dxa"/>
          </w:tcPr>
          <w:p w14:paraId="353FDBE2" w14:textId="5D435A8C" w:rsidR="00A92E37" w:rsidRDefault="00BD3067" w:rsidP="0001286D">
            <w:pPr>
              <w:pStyle w:val="RCBody"/>
              <w:spacing w:after="0"/>
            </w:pPr>
            <w:proofErr w:type="spellStart"/>
            <w:r>
              <w:t>Юдаистика</w:t>
            </w:r>
            <w:proofErr w:type="spellEnd"/>
          </w:p>
        </w:tc>
        <w:tc>
          <w:tcPr>
            <w:tcW w:w="1141" w:type="dxa"/>
            <w:vAlign w:val="center"/>
          </w:tcPr>
          <w:p w14:paraId="6DE34AD6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43BAD67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71C3AF8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7B32F097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6C44C391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A92E37" w14:paraId="39C0C07A" w14:textId="77777777" w:rsidTr="00B96D18">
        <w:tc>
          <w:tcPr>
            <w:tcW w:w="2155" w:type="dxa"/>
          </w:tcPr>
          <w:p w14:paraId="61E63047" w14:textId="1A2A0729" w:rsidR="00A92E37" w:rsidRDefault="00EF6D74" w:rsidP="0001286D">
            <w:pPr>
              <w:pStyle w:val="RCBody"/>
              <w:spacing w:after="0"/>
            </w:pPr>
            <w:r>
              <w:t>Иврит</w:t>
            </w:r>
          </w:p>
        </w:tc>
        <w:tc>
          <w:tcPr>
            <w:tcW w:w="1141" w:type="dxa"/>
            <w:vAlign w:val="center"/>
          </w:tcPr>
          <w:p w14:paraId="56D6EE28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0E7B509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2BD0A04E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7DA2A12E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630E6189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A92E37" w14:paraId="595CA572" w14:textId="77777777" w:rsidTr="00B96D18">
        <w:tc>
          <w:tcPr>
            <w:tcW w:w="2155" w:type="dxa"/>
          </w:tcPr>
          <w:p w14:paraId="32A4DDE4" w14:textId="7BF59A2D" w:rsidR="00A92E37" w:rsidRDefault="00BD3067" w:rsidP="0001286D">
            <w:pPr>
              <w:pStyle w:val="RCBody"/>
              <w:spacing w:after="0"/>
            </w:pPr>
            <w:r>
              <w:t>Общи науки</w:t>
            </w:r>
          </w:p>
        </w:tc>
        <w:tc>
          <w:tcPr>
            <w:tcW w:w="1141" w:type="dxa"/>
            <w:vAlign w:val="center"/>
          </w:tcPr>
          <w:p w14:paraId="79E137E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502BD04C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3BE2D2D8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07BF7D24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58308B4B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4A13C13E" w14:textId="77777777" w:rsidR="00A92E37" w:rsidRDefault="00A92E37" w:rsidP="007828FF">
      <w:pPr>
        <w:pStyle w:val="RCBody"/>
        <w:spacing w:after="0"/>
        <w:ind w:left="720"/>
      </w:pPr>
    </w:p>
    <w:p w14:paraId="38648E7E" w14:textId="18320CBD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>[Да се показва само на 11-ти клас]</w:t>
      </w:r>
      <w:r>
        <w:t xml:space="preserve"> От началото на пандемията от </w:t>
      </w:r>
      <w:proofErr w:type="spellStart"/>
      <w:r>
        <w:t>коронавирус</w:t>
      </w:r>
      <w:proofErr w:type="spellEnd"/>
      <w:r>
        <w:t xml:space="preserve"> до момента, в каква степен смятате че образованието Ви е в застой?</w:t>
      </w:r>
    </w:p>
    <w:p w14:paraId="416B4D7A" w14:textId="20E64ECA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t>Изобщо не</w:t>
      </w:r>
    </w:p>
    <w:p w14:paraId="3E69656A" w14:textId="526961A7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t>Малко</w:t>
      </w:r>
    </w:p>
    <w:p w14:paraId="2FD43782" w14:textId="6D3CF5FD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t>Донякъде</w:t>
      </w:r>
    </w:p>
    <w:p w14:paraId="56B5DA2E" w14:textId="33D029A1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t>Много</w:t>
      </w:r>
    </w:p>
    <w:p w14:paraId="4813ADF1" w14:textId="3604DDCE" w:rsidR="00C9573D" w:rsidRDefault="00C9573D" w:rsidP="00C9573D">
      <w:pPr>
        <w:pStyle w:val="RCBody"/>
        <w:spacing w:after="0"/>
      </w:pPr>
    </w:p>
    <w:p w14:paraId="73BDE6D9" w14:textId="2AE2805C" w:rsidR="00C9573D" w:rsidRDefault="00C9573D" w:rsidP="00C9573D">
      <w:pPr>
        <w:pStyle w:val="RCBody"/>
        <w:spacing w:after="0"/>
        <w:rPr>
          <w:b/>
          <w:bCs/>
        </w:rPr>
      </w:pPr>
      <w:r>
        <w:rPr>
          <w:highlight w:val="lightGray"/>
        </w:rPr>
        <w:t xml:space="preserve">[Да не се показва на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</w:t>
      </w:r>
      <w:r>
        <w:rPr>
          <w:b/>
          <w:bCs/>
        </w:rPr>
        <w:t>Известно ни е, че някои еврейски училища се посещават едновременно от евреи и от ученици от други религии.</w:t>
      </w:r>
      <w:r>
        <w:rPr>
          <w:b/>
        </w:rPr>
        <w:t xml:space="preserve"> Бихме искали да разберем по-добре, как изглежда ученическата група във Вашето училище.</w:t>
      </w:r>
    </w:p>
    <w:p w14:paraId="4E630CB5" w14:textId="48EB59F0" w:rsidR="00F20D29" w:rsidRDefault="00F20D29" w:rsidP="00C9573D">
      <w:pPr>
        <w:pStyle w:val="RCBody"/>
        <w:spacing w:after="0"/>
        <w:rPr>
          <w:b/>
          <w:bCs/>
        </w:rPr>
      </w:pPr>
    </w:p>
    <w:p w14:paraId="2527F6E1" w14:textId="77777777" w:rsidR="00F20D29" w:rsidRDefault="00F20D29" w:rsidP="00F20D29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 xml:space="preserve">[Да не се показва на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Вие с еврейски произход ли сте?</w:t>
      </w:r>
    </w:p>
    <w:p w14:paraId="0936D355" w14:textId="77777777" w:rsidR="00F20D29" w:rsidRDefault="00F20D29" w:rsidP="00F20D29">
      <w:pPr>
        <w:pStyle w:val="RCBody"/>
        <w:numPr>
          <w:ilvl w:val="1"/>
          <w:numId w:val="26"/>
        </w:numPr>
        <w:spacing w:after="0"/>
      </w:pPr>
      <w:r>
        <w:t>Да</w:t>
      </w:r>
    </w:p>
    <w:p w14:paraId="17562332" w14:textId="77777777" w:rsidR="00F20D29" w:rsidRDefault="00F20D29" w:rsidP="00F20D29">
      <w:pPr>
        <w:pStyle w:val="RCBody"/>
        <w:numPr>
          <w:ilvl w:val="1"/>
          <w:numId w:val="26"/>
        </w:numPr>
        <w:spacing w:after="0"/>
      </w:pPr>
      <w:r>
        <w:t>Не</w:t>
      </w:r>
    </w:p>
    <w:p w14:paraId="783FB544" w14:textId="7B056D0B" w:rsidR="00C9573D" w:rsidRDefault="00C9573D" w:rsidP="00C9573D">
      <w:pPr>
        <w:pStyle w:val="RCBody"/>
        <w:spacing w:after="0"/>
        <w:rPr>
          <w:b/>
          <w:bCs/>
        </w:rPr>
      </w:pPr>
    </w:p>
    <w:p w14:paraId="5FD7AC51" w14:textId="4375FEEB" w:rsidR="00F20D29" w:rsidRDefault="00F20D29" w:rsidP="00F20D29">
      <w:pPr>
        <w:pStyle w:val="RCBody"/>
        <w:spacing w:after="0"/>
      </w:pPr>
      <w:r>
        <w:rPr>
          <w:shd w:val="clear" w:color="auto" w:fill="F9E0DC" w:themeFill="accent3" w:themeFillTint="33"/>
        </w:rPr>
        <w:t>[Ако въпрос 6=не, да се премине на въпрос 14]</w:t>
      </w:r>
    </w:p>
    <w:p w14:paraId="5B337335" w14:textId="77777777" w:rsidR="00F20D29" w:rsidRPr="00C9573D" w:rsidRDefault="00F20D29" w:rsidP="00C9573D">
      <w:pPr>
        <w:pStyle w:val="RCBody"/>
        <w:spacing w:after="0"/>
        <w:rPr>
          <w:b/>
          <w:bCs/>
        </w:rPr>
      </w:pPr>
    </w:p>
    <w:p w14:paraId="5ED88041" w14:textId="427D1E00" w:rsidR="00C9573D" w:rsidRPr="00C9573D" w:rsidRDefault="00C9573D" w:rsidP="00C9573D">
      <w:pPr>
        <w:pStyle w:val="RCBody"/>
        <w:spacing w:after="0"/>
        <w:rPr>
          <w:b/>
          <w:bCs/>
        </w:rPr>
      </w:pPr>
      <w:r>
        <w:rPr>
          <w:highlight w:val="lightGray"/>
        </w:rPr>
        <w:t xml:space="preserve">[Да се показва само на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</w:t>
      </w:r>
      <w:r>
        <w:rPr>
          <w:b/>
          <w:bCs/>
        </w:rPr>
        <w:t>Имаме няколко въпроса за Вашия еврейски живот.</w:t>
      </w:r>
    </w:p>
    <w:p w14:paraId="4038DA97" w14:textId="2738DEDD" w:rsidR="002925C5" w:rsidRDefault="002925C5" w:rsidP="002925C5">
      <w:pPr>
        <w:pStyle w:val="RCBody"/>
        <w:spacing w:after="0"/>
        <w:ind w:left="1440"/>
      </w:pPr>
    </w:p>
    <w:p w14:paraId="19DD207D" w14:textId="77FB1CE2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t>Моля посочете, кое от следните твърдения е вярно за Вас. Моля изберете всички валидни твърдения:</w:t>
      </w:r>
    </w:p>
    <w:p w14:paraId="53341BB3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 xml:space="preserve">Имал/а съм или възнамерявам да имам бар/бат </w:t>
      </w:r>
      <w:proofErr w:type="spellStart"/>
      <w:r>
        <w:t>мицва</w:t>
      </w:r>
      <w:proofErr w:type="spellEnd"/>
    </w:p>
    <w:p w14:paraId="11177606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 xml:space="preserve">Присъствам на </w:t>
      </w:r>
      <w:proofErr w:type="spellStart"/>
      <w:r>
        <w:rPr>
          <w:i/>
          <w:iCs/>
        </w:rPr>
        <w:t>Седер</w:t>
      </w:r>
      <w:proofErr w:type="spellEnd"/>
      <w:r>
        <w:t xml:space="preserve"> по време на Пасха всяка година</w:t>
      </w:r>
    </w:p>
    <w:p w14:paraId="4C178F68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 xml:space="preserve">Живея в дом, в който </w:t>
      </w:r>
      <w:proofErr w:type="spellStart"/>
      <w:r>
        <w:t>Шабат</w:t>
      </w:r>
      <w:proofErr w:type="spellEnd"/>
      <w:r>
        <w:t xml:space="preserve"> се отбелязва по различен начин от останалите дни от седмицата</w:t>
      </w:r>
    </w:p>
    <w:p w14:paraId="3EE570B5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>Посещавал/а съм Израел</w:t>
      </w:r>
    </w:p>
    <w:p w14:paraId="0321A720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>Бих искал/а да посетя Израел в бъдеще</w:t>
      </w:r>
    </w:p>
    <w:p w14:paraId="3D152229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highlight w:val="lightGray"/>
        </w:rPr>
        <w:t>[За Латинска Америка]</w:t>
      </w:r>
      <w:r>
        <w:t xml:space="preserve"> Имам родител, който посещава синагогата поне веднъж годишно</w:t>
      </w:r>
    </w:p>
    <w:p w14:paraId="6ECC46D3" w14:textId="778FEFC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>Имам родител, който посещава синагогата поне веднъж месечно</w:t>
      </w:r>
    </w:p>
    <w:p w14:paraId="67EE91DD" w14:textId="48DDABC8" w:rsidR="001E5103" w:rsidRDefault="001E5103" w:rsidP="001E5103">
      <w:pPr>
        <w:pStyle w:val="RCBody"/>
        <w:spacing w:after="0"/>
        <w:ind w:left="1440"/>
      </w:pPr>
    </w:p>
    <w:p w14:paraId="1B742B56" w14:textId="084AA330" w:rsidR="006C0081" w:rsidRDefault="006C0081" w:rsidP="006C0081">
      <w:pPr>
        <w:pStyle w:val="RCBody"/>
        <w:numPr>
          <w:ilvl w:val="0"/>
          <w:numId w:val="23"/>
        </w:numPr>
        <w:spacing w:after="0"/>
      </w:pPr>
      <w:r>
        <w:t>В продължение на колко години сте посещавали всяко от следните мероприятия?</w:t>
      </w:r>
    </w:p>
    <w:p w14:paraId="766FBB30" w14:textId="42629B04" w:rsidR="006C0081" w:rsidRPr="006C0081" w:rsidRDefault="006C0081" w:rsidP="006C0081">
      <w:pPr>
        <w:pStyle w:val="RCBody"/>
        <w:spacing w:after="0"/>
        <w:ind w:left="720"/>
        <w:rPr>
          <w:i/>
          <w:iCs/>
        </w:rPr>
      </w:pPr>
      <w:r>
        <w:rPr>
          <w:i/>
        </w:rPr>
        <w:t>(При сезонните мероприятия, като летните лагери, моля считайте всеки сезон за една година)</w:t>
      </w:r>
    </w:p>
    <w:tbl>
      <w:tblPr>
        <w:tblStyle w:val="TableGrid"/>
        <w:tblW w:w="9049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1170"/>
        <w:gridCol w:w="1008"/>
        <w:gridCol w:w="1296"/>
      </w:tblGrid>
      <w:tr w:rsidR="006C0081" w14:paraId="4DD82031" w14:textId="77777777" w:rsidTr="006C0081">
        <w:tc>
          <w:tcPr>
            <w:tcW w:w="4675" w:type="dxa"/>
          </w:tcPr>
          <w:p w14:paraId="56586136" w14:textId="77777777" w:rsidR="006C0081" w:rsidRDefault="006C0081" w:rsidP="005226B9">
            <w:pPr>
              <w:pStyle w:val="RCBody"/>
              <w:spacing w:after="0"/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7964709" w14:textId="77777777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Никога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B2FE5C1" w14:textId="710FD43A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 година или по-малко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78E13DF" w14:textId="029CE04B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2-3 години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09D4E78" w14:textId="5E9D7645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 години или повече</w:t>
            </w:r>
          </w:p>
        </w:tc>
      </w:tr>
      <w:tr w:rsidR="006C0081" w14:paraId="567AA76A" w14:textId="77777777" w:rsidTr="006C0081">
        <w:tc>
          <w:tcPr>
            <w:tcW w:w="4675" w:type="dxa"/>
          </w:tcPr>
          <w:p w14:paraId="7757E664" w14:textId="1828B114" w:rsidR="006C0081" w:rsidRDefault="006C0081" w:rsidP="005226B9">
            <w:pPr>
              <w:pStyle w:val="RCBody"/>
              <w:spacing w:after="0"/>
            </w:pPr>
            <w:r>
              <w:t>Еврейски лагер</w:t>
            </w:r>
          </w:p>
        </w:tc>
        <w:tc>
          <w:tcPr>
            <w:tcW w:w="900" w:type="dxa"/>
            <w:vAlign w:val="center"/>
          </w:tcPr>
          <w:p w14:paraId="022E8E6E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4F1ACE6D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526E1BD7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652EFBB1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C0081" w14:paraId="060F74CF" w14:textId="77777777" w:rsidTr="006C0081">
        <w:tc>
          <w:tcPr>
            <w:tcW w:w="4675" w:type="dxa"/>
          </w:tcPr>
          <w:p w14:paraId="3A757FD9" w14:textId="2F9FC7D1" w:rsidR="006C0081" w:rsidRDefault="006C0081" w:rsidP="005226B9">
            <w:pPr>
              <w:pStyle w:val="RCBody"/>
              <w:spacing w:after="0"/>
            </w:pPr>
            <w:r>
              <w:t>Еврейска младежка група</w:t>
            </w:r>
          </w:p>
        </w:tc>
        <w:tc>
          <w:tcPr>
            <w:tcW w:w="900" w:type="dxa"/>
            <w:vAlign w:val="center"/>
          </w:tcPr>
          <w:p w14:paraId="48B688B7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1DA7A901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440B3AA5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DD59704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C0081" w14:paraId="0BF5C6DD" w14:textId="77777777" w:rsidTr="006C0081">
        <w:tc>
          <w:tcPr>
            <w:tcW w:w="4675" w:type="dxa"/>
          </w:tcPr>
          <w:p w14:paraId="1A00E286" w14:textId="57D27C57" w:rsidR="006C0081" w:rsidRDefault="006C0081" w:rsidP="005226B9">
            <w:pPr>
              <w:pStyle w:val="RCBody"/>
              <w:spacing w:after="0"/>
            </w:pPr>
            <w:r>
              <w:t>Еврейски център/спортен клуб</w:t>
            </w:r>
          </w:p>
        </w:tc>
        <w:tc>
          <w:tcPr>
            <w:tcW w:w="900" w:type="dxa"/>
            <w:vAlign w:val="center"/>
          </w:tcPr>
          <w:p w14:paraId="2EFEE06F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02F4CD2E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047022CC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CF3B1B8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5BE1BED8" w14:textId="77777777" w:rsidR="006C0081" w:rsidRDefault="006C0081" w:rsidP="006C0081">
      <w:pPr>
        <w:pStyle w:val="RCBody"/>
        <w:spacing w:after="0"/>
        <w:ind w:left="720"/>
      </w:pPr>
    </w:p>
    <w:p w14:paraId="1C87EB6E" w14:textId="3DD09E6A" w:rsidR="002925C5" w:rsidRDefault="004D3074" w:rsidP="002925C5">
      <w:pPr>
        <w:pStyle w:val="RCBody"/>
        <w:numPr>
          <w:ilvl w:val="0"/>
          <w:numId w:val="23"/>
        </w:numPr>
        <w:spacing w:after="0"/>
      </w:pPr>
      <w:r>
        <w:t>Колко често Вие</w:t>
      </w:r>
    </w:p>
    <w:tbl>
      <w:tblPr>
        <w:tblStyle w:val="TableGrid"/>
        <w:tblW w:w="9283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972"/>
        <w:gridCol w:w="1440"/>
        <w:gridCol w:w="1296"/>
      </w:tblGrid>
      <w:tr w:rsidR="00C9573D" w14:paraId="4F34C47D" w14:textId="77777777" w:rsidTr="00C9573D">
        <w:tc>
          <w:tcPr>
            <w:tcW w:w="4675" w:type="dxa"/>
          </w:tcPr>
          <w:p w14:paraId="255F97CE" w14:textId="77777777" w:rsidR="00C9573D" w:rsidRDefault="00C9573D" w:rsidP="002925C5">
            <w:pPr>
              <w:pStyle w:val="RCBody"/>
              <w:spacing w:after="0"/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F8031" w14:textId="4044FB39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Никога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7F5C726" w14:textId="704C99BF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Рядко</w:t>
            </w:r>
          </w:p>
        </w:tc>
        <w:tc>
          <w:tcPr>
            <w:tcW w:w="14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AE5AD21" w14:textId="1EEE46F3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Понякога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D7BBDFF" w14:textId="6249BB0B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Често</w:t>
            </w:r>
          </w:p>
        </w:tc>
      </w:tr>
      <w:tr w:rsidR="00C9573D" w14:paraId="0710264A" w14:textId="77777777" w:rsidTr="00C9573D">
        <w:tc>
          <w:tcPr>
            <w:tcW w:w="4675" w:type="dxa"/>
          </w:tcPr>
          <w:p w14:paraId="79744E81" w14:textId="5DC3F9D9" w:rsidR="00C9573D" w:rsidRDefault="00C9573D" w:rsidP="002925C5">
            <w:pPr>
              <w:pStyle w:val="RCBody"/>
              <w:spacing w:after="0"/>
            </w:pPr>
            <w:r>
              <w:t>Разговаряте за еврейски работи с приятелите си</w:t>
            </w:r>
          </w:p>
        </w:tc>
        <w:tc>
          <w:tcPr>
            <w:tcW w:w="900" w:type="dxa"/>
            <w:vAlign w:val="center"/>
          </w:tcPr>
          <w:p w14:paraId="7DF49F13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C87919E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67EA1BA9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593EDA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30B694D8" w14:textId="77777777" w:rsidTr="00C9573D">
        <w:tc>
          <w:tcPr>
            <w:tcW w:w="4675" w:type="dxa"/>
          </w:tcPr>
          <w:p w14:paraId="11998E79" w14:textId="5A11CB7E" w:rsidR="00C9573D" w:rsidRPr="007828FF" w:rsidRDefault="00C9573D" w:rsidP="002925C5">
            <w:pPr>
              <w:pStyle w:val="RCBody"/>
              <w:spacing w:after="0"/>
            </w:pPr>
            <w:r>
              <w:t>Участвате в доброволни дейности за еврейската общност</w:t>
            </w:r>
          </w:p>
        </w:tc>
        <w:tc>
          <w:tcPr>
            <w:tcW w:w="900" w:type="dxa"/>
            <w:vAlign w:val="center"/>
          </w:tcPr>
          <w:p w14:paraId="4AFB642A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93E7F8B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DAFBAA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0A3F128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30F435EC" w14:textId="77777777" w:rsidTr="00C9573D">
        <w:tc>
          <w:tcPr>
            <w:tcW w:w="4675" w:type="dxa"/>
          </w:tcPr>
          <w:p w14:paraId="2F8627A2" w14:textId="3D2640AB" w:rsidR="00C9573D" w:rsidRPr="007828FF" w:rsidRDefault="00C9573D" w:rsidP="002925C5">
            <w:pPr>
              <w:pStyle w:val="RCBody"/>
              <w:spacing w:after="0"/>
            </w:pPr>
            <w:r>
              <w:t>Следите новините за Израел</w:t>
            </w:r>
          </w:p>
        </w:tc>
        <w:tc>
          <w:tcPr>
            <w:tcW w:w="900" w:type="dxa"/>
            <w:vAlign w:val="center"/>
          </w:tcPr>
          <w:p w14:paraId="48AB3AD5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BFCD41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D60967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2E4072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2260A154" w14:textId="77777777" w:rsidTr="00C9573D">
        <w:tc>
          <w:tcPr>
            <w:tcW w:w="4675" w:type="dxa"/>
          </w:tcPr>
          <w:p w14:paraId="21C3530F" w14:textId="2D461B74" w:rsidR="00C9573D" w:rsidRPr="007828FF" w:rsidRDefault="00C9573D" w:rsidP="0004300C">
            <w:pPr>
              <w:pStyle w:val="RCBody"/>
              <w:spacing w:after="0"/>
            </w:pPr>
            <w:r>
              <w:t xml:space="preserve">Отбелязвате </w:t>
            </w:r>
            <w:proofErr w:type="spellStart"/>
            <w:r>
              <w:t>Шабат</w:t>
            </w:r>
            <w:proofErr w:type="spellEnd"/>
            <w:r>
              <w:t xml:space="preserve"> по различен начин от останалите дни от седмицата</w:t>
            </w:r>
          </w:p>
        </w:tc>
        <w:tc>
          <w:tcPr>
            <w:tcW w:w="900" w:type="dxa"/>
            <w:vAlign w:val="center"/>
          </w:tcPr>
          <w:p w14:paraId="5D561C65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B8C468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F798759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EE9975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51DFF644" w14:textId="77777777" w:rsidTr="00C9573D">
        <w:tc>
          <w:tcPr>
            <w:tcW w:w="4675" w:type="dxa"/>
          </w:tcPr>
          <w:p w14:paraId="0E9A2D49" w14:textId="16D806F2" w:rsidR="00C9573D" w:rsidRPr="007828FF" w:rsidRDefault="00C9573D" w:rsidP="002925C5">
            <w:pPr>
              <w:pStyle w:val="RCBody"/>
              <w:spacing w:after="0"/>
            </w:pPr>
            <w:r>
              <w:t>Разговаряте за еврейски работи със семейството си</w:t>
            </w:r>
          </w:p>
        </w:tc>
        <w:tc>
          <w:tcPr>
            <w:tcW w:w="900" w:type="dxa"/>
            <w:vAlign w:val="center"/>
          </w:tcPr>
          <w:p w14:paraId="4BC810E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53E31E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4E0D7B0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FE43C0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2DCF57B3" w14:textId="77777777" w:rsidTr="00C9573D">
        <w:tc>
          <w:tcPr>
            <w:tcW w:w="4675" w:type="dxa"/>
          </w:tcPr>
          <w:p w14:paraId="3E4C700D" w14:textId="48A6B681" w:rsidR="00C9573D" w:rsidRPr="007828FF" w:rsidRDefault="00C9573D" w:rsidP="002925C5">
            <w:pPr>
              <w:pStyle w:val="RCBody"/>
              <w:spacing w:after="0"/>
            </w:pPr>
            <w:r>
              <w:t>Участвате в доброволни дейности за Вашата местна общност</w:t>
            </w:r>
          </w:p>
        </w:tc>
        <w:tc>
          <w:tcPr>
            <w:tcW w:w="900" w:type="dxa"/>
            <w:vAlign w:val="center"/>
          </w:tcPr>
          <w:p w14:paraId="15737EAA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ACEEE5E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3F9B3EE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2E527E9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6FB6A958" w14:textId="77777777" w:rsidTr="00C9573D">
        <w:tc>
          <w:tcPr>
            <w:tcW w:w="4675" w:type="dxa"/>
          </w:tcPr>
          <w:p w14:paraId="066436A3" w14:textId="1D14DB28" w:rsidR="00C9573D" w:rsidRPr="007828FF" w:rsidRDefault="00C9573D" w:rsidP="002925C5">
            <w:pPr>
              <w:pStyle w:val="RCBody"/>
              <w:spacing w:after="0"/>
            </w:pPr>
            <w:r>
              <w:t>Молите се в синагога</w:t>
            </w:r>
          </w:p>
        </w:tc>
        <w:tc>
          <w:tcPr>
            <w:tcW w:w="900" w:type="dxa"/>
            <w:vAlign w:val="center"/>
          </w:tcPr>
          <w:p w14:paraId="4D90BF1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4FEBD53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7BB2044C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17FD692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6778E71A" w14:textId="326326EE" w:rsidR="002925C5" w:rsidRDefault="002925C5" w:rsidP="002925C5">
      <w:pPr>
        <w:pStyle w:val="RCBody"/>
        <w:spacing w:after="0"/>
        <w:ind w:left="720"/>
      </w:pPr>
    </w:p>
    <w:p w14:paraId="20D93EAC" w14:textId="350F4D61" w:rsidR="00FE1097" w:rsidRDefault="00FE1097" w:rsidP="00FE1097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 xml:space="preserve">[Да се показва само на </w:t>
      </w:r>
      <w:proofErr w:type="spellStart"/>
      <w:r>
        <w:rPr>
          <w:highlight w:val="lightGray"/>
        </w:rPr>
        <w:t>EFI</w:t>
      </w:r>
      <w:proofErr w:type="spellEnd"/>
      <w:r>
        <w:rPr>
          <w:highlight w:val="lightGray"/>
        </w:rPr>
        <w:t>]</w:t>
      </w:r>
      <w:r>
        <w:t xml:space="preserve"> До каква степен Вашите учители или съученици Ви окуражават да посещавате следните мероприятия:</w:t>
      </w: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FE1097" w14:paraId="59573F36" w14:textId="77777777" w:rsidTr="002C75F1">
        <w:tc>
          <w:tcPr>
            <w:tcW w:w="4765" w:type="dxa"/>
          </w:tcPr>
          <w:p w14:paraId="02A2DA43" w14:textId="77777777" w:rsidR="00FE1097" w:rsidRDefault="00FE1097" w:rsidP="002C75F1">
            <w:pPr>
              <w:pStyle w:val="RCBody"/>
              <w:spacing w:after="0"/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9BDF42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Изобщо не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2D0B32E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Малко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B76D223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Донякъде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8686E2A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Много</w:t>
            </w:r>
          </w:p>
        </w:tc>
      </w:tr>
      <w:tr w:rsidR="00FE1097" w14:paraId="6F3F0779" w14:textId="77777777" w:rsidTr="002C75F1">
        <w:tc>
          <w:tcPr>
            <w:tcW w:w="4765" w:type="dxa"/>
          </w:tcPr>
          <w:p w14:paraId="0320E17F" w14:textId="0D8284DC" w:rsidR="00FE1097" w:rsidRDefault="00FE1097" w:rsidP="00FE1097">
            <w:pPr>
              <w:pStyle w:val="RCBody"/>
              <w:spacing w:after="0"/>
            </w:pPr>
            <w:r>
              <w:t>Еврейски лагер</w:t>
            </w:r>
          </w:p>
        </w:tc>
        <w:tc>
          <w:tcPr>
            <w:tcW w:w="1170" w:type="dxa"/>
            <w:vAlign w:val="center"/>
          </w:tcPr>
          <w:p w14:paraId="1F7787AD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79CB6B7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21A642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981AFB9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10530625" w14:textId="77777777" w:rsidTr="002C75F1">
        <w:tc>
          <w:tcPr>
            <w:tcW w:w="4765" w:type="dxa"/>
          </w:tcPr>
          <w:p w14:paraId="600EA0CB" w14:textId="632FA6D0" w:rsidR="00FE1097" w:rsidRDefault="00FE1097" w:rsidP="00FE1097">
            <w:pPr>
              <w:pStyle w:val="RCBody"/>
              <w:spacing w:after="0"/>
            </w:pPr>
            <w:r>
              <w:t>Еврейска младежка група</w:t>
            </w:r>
          </w:p>
        </w:tc>
        <w:tc>
          <w:tcPr>
            <w:tcW w:w="1170" w:type="dxa"/>
            <w:vAlign w:val="center"/>
          </w:tcPr>
          <w:p w14:paraId="2C3B850E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26C46D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0EE6C7B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4688FCB2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579DCD5B" w14:textId="77777777" w:rsidTr="002C75F1">
        <w:tc>
          <w:tcPr>
            <w:tcW w:w="4765" w:type="dxa"/>
          </w:tcPr>
          <w:p w14:paraId="5C1F65DF" w14:textId="361F70ED" w:rsidR="00FE1097" w:rsidRDefault="00FE1097" w:rsidP="00FE1097">
            <w:pPr>
              <w:pStyle w:val="RCBody"/>
              <w:spacing w:after="0"/>
            </w:pPr>
            <w:r>
              <w:t>Еврейски център/спортен клуб</w:t>
            </w:r>
          </w:p>
        </w:tc>
        <w:tc>
          <w:tcPr>
            <w:tcW w:w="1170" w:type="dxa"/>
            <w:vAlign w:val="center"/>
          </w:tcPr>
          <w:p w14:paraId="3B941133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A64AEA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438D8121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69FB2DF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7256F67D" w14:textId="77777777" w:rsidTr="002C75F1">
        <w:tc>
          <w:tcPr>
            <w:tcW w:w="4765" w:type="dxa"/>
          </w:tcPr>
          <w:p w14:paraId="5BDC0CAD" w14:textId="04C834B6" w:rsidR="00FE1097" w:rsidRDefault="00194BD6" w:rsidP="00FE1097">
            <w:pPr>
              <w:pStyle w:val="RCBody"/>
              <w:spacing w:after="0"/>
            </w:pPr>
            <w:r>
              <w:t>Синагога</w:t>
            </w:r>
          </w:p>
        </w:tc>
        <w:tc>
          <w:tcPr>
            <w:tcW w:w="1170" w:type="dxa"/>
            <w:vAlign w:val="center"/>
          </w:tcPr>
          <w:p w14:paraId="23DF22E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24B2B39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58C5F6B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D9759A5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1E9BA4FB" w14:textId="77777777" w:rsidR="00FE1097" w:rsidRDefault="00FE1097" w:rsidP="002925C5">
      <w:pPr>
        <w:pStyle w:val="RCBody"/>
        <w:spacing w:after="0"/>
        <w:ind w:left="720"/>
      </w:pPr>
    </w:p>
    <w:p w14:paraId="0CF1ADAA" w14:textId="7D74F978" w:rsidR="002925C5" w:rsidRDefault="002925C5" w:rsidP="00A650E9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>[Да се показва само на 11-ти клас]</w:t>
      </w:r>
      <w:r>
        <w:t xml:space="preserve"> Обмисляте ли да се запишете на някое от следните обучения след гимназията?</w:t>
      </w:r>
    </w:p>
    <w:tbl>
      <w:tblPr>
        <w:tblStyle w:val="TableGrid1"/>
        <w:tblW w:w="7203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855"/>
        <w:gridCol w:w="1270"/>
      </w:tblGrid>
      <w:tr w:rsidR="00A650E9" w:rsidRPr="00C03E09" w14:paraId="4E1E70A2" w14:textId="77777777" w:rsidTr="00A650E9">
        <w:tc>
          <w:tcPr>
            <w:tcW w:w="4135" w:type="dxa"/>
          </w:tcPr>
          <w:p w14:paraId="62B54066" w14:textId="77777777" w:rsidR="00A650E9" w:rsidRPr="00C03E09" w:rsidRDefault="00A650E9" w:rsidP="0010753F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E74873B" w14:textId="5D30B610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Да</w:t>
            </w:r>
          </w:p>
        </w:tc>
        <w:tc>
          <w:tcPr>
            <w:tcW w:w="8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774DE24" w14:textId="1521C1BF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Не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6FB349E" w14:textId="3D0013C8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Не знам</w:t>
            </w:r>
          </w:p>
        </w:tc>
      </w:tr>
      <w:tr w:rsidR="00A650E9" w:rsidRPr="00C03E09" w14:paraId="1E0B5DE6" w14:textId="77777777" w:rsidTr="00A650E9">
        <w:tc>
          <w:tcPr>
            <w:tcW w:w="4135" w:type="dxa"/>
          </w:tcPr>
          <w:p w14:paraId="00D3CB86" w14:textId="2FBD599E" w:rsidR="00A650E9" w:rsidRPr="00C03E09" w:rsidRDefault="00A650E9" w:rsidP="0010753F">
            <w:pPr>
              <w:rPr>
                <w:rFonts w:eastAsiaTheme="minorEastAsia" w:cstheme="minorBidi"/>
                <w:szCs w:val="22"/>
              </w:rPr>
            </w:pPr>
            <w:r>
              <w:t>Еврейска програма в Израел за свободната година преди университета</w:t>
            </w:r>
          </w:p>
        </w:tc>
        <w:tc>
          <w:tcPr>
            <w:tcW w:w="943" w:type="dxa"/>
            <w:vAlign w:val="center"/>
          </w:tcPr>
          <w:p w14:paraId="583390E5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D4A8A64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5C896598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A650E9" w:rsidRPr="00C03E09" w14:paraId="115D437D" w14:textId="77777777" w:rsidTr="00A650E9">
        <w:tc>
          <w:tcPr>
            <w:tcW w:w="4135" w:type="dxa"/>
          </w:tcPr>
          <w:p w14:paraId="351E06B0" w14:textId="59EDF212" w:rsidR="00A650E9" w:rsidRPr="00C03E09" w:rsidRDefault="009B598B" w:rsidP="0010753F">
            <w:pPr>
              <w:rPr>
                <w:rFonts w:eastAsiaTheme="minorEastAsia" w:cstheme="minorBidi"/>
                <w:szCs w:val="22"/>
              </w:rPr>
            </w:pPr>
            <w:r>
              <w:t>Университет в Израел</w:t>
            </w:r>
          </w:p>
        </w:tc>
        <w:tc>
          <w:tcPr>
            <w:tcW w:w="943" w:type="dxa"/>
            <w:vAlign w:val="center"/>
          </w:tcPr>
          <w:p w14:paraId="5BF36860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23F80DEF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5A33D41D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0B936D81" w14:textId="257A708E" w:rsidR="00A650E9" w:rsidRDefault="00A650E9" w:rsidP="00A650E9">
      <w:pPr>
        <w:pStyle w:val="RCBody"/>
        <w:spacing w:after="0"/>
        <w:ind w:left="720"/>
      </w:pPr>
    </w:p>
    <w:p w14:paraId="67AE3096" w14:textId="0E50315D" w:rsidR="00C03E09" w:rsidRPr="00C03E09" w:rsidRDefault="00291C97" w:rsidP="00C03E09">
      <w:pPr>
        <w:numPr>
          <w:ilvl w:val="0"/>
          <w:numId w:val="23"/>
        </w:numPr>
        <w:rPr>
          <w:rFonts w:eastAsiaTheme="minorEastAsia" w:cstheme="minorBidi"/>
          <w:szCs w:val="22"/>
        </w:rPr>
      </w:pPr>
      <w:r>
        <w:t>Какво знаете за следните елементи:</w:t>
      </w:r>
    </w:p>
    <w:tbl>
      <w:tblPr>
        <w:tblStyle w:val="TableGrid1"/>
        <w:tblW w:w="9547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1217"/>
        <w:gridCol w:w="1982"/>
        <w:gridCol w:w="1270"/>
      </w:tblGrid>
      <w:tr w:rsidR="00C9573D" w:rsidRPr="00C03E09" w14:paraId="50E3A0E3" w14:textId="77777777" w:rsidTr="00C9573D">
        <w:tc>
          <w:tcPr>
            <w:tcW w:w="4135" w:type="dxa"/>
          </w:tcPr>
          <w:p w14:paraId="208AD20C" w14:textId="77777777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A8CAE3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Нищо</w:t>
            </w:r>
          </w:p>
        </w:tc>
        <w:tc>
          <w:tcPr>
            <w:tcW w:w="12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E7C269A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Малко</w:t>
            </w:r>
          </w:p>
        </w:tc>
        <w:tc>
          <w:tcPr>
            <w:tcW w:w="19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BE1CE5F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Умерено количество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DE1F793" w14:textId="127FB91B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Много</w:t>
            </w:r>
          </w:p>
        </w:tc>
      </w:tr>
      <w:tr w:rsidR="00C9573D" w:rsidRPr="00C03E09" w14:paraId="749F01B9" w14:textId="77777777" w:rsidTr="00C9573D">
        <w:tc>
          <w:tcPr>
            <w:tcW w:w="4135" w:type="dxa"/>
          </w:tcPr>
          <w:p w14:paraId="47A0002D" w14:textId="43C7BAD7" w:rsidR="00C9573D" w:rsidRPr="00C03E09" w:rsidRDefault="00B96D18" w:rsidP="00C03E09">
            <w:pPr>
              <w:rPr>
                <w:rFonts w:eastAsiaTheme="minorEastAsia" w:cstheme="minorBidi"/>
                <w:szCs w:val="22"/>
              </w:rPr>
            </w:pPr>
            <w:r>
              <w:t>Еврейските ритуали и обичаи</w:t>
            </w:r>
          </w:p>
        </w:tc>
        <w:tc>
          <w:tcPr>
            <w:tcW w:w="943" w:type="dxa"/>
            <w:vAlign w:val="center"/>
          </w:tcPr>
          <w:p w14:paraId="6033A4C6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8452562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4FB7F831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643C33E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C4C1AE8" w14:textId="77777777" w:rsidTr="00C9573D">
        <w:tc>
          <w:tcPr>
            <w:tcW w:w="4135" w:type="dxa"/>
          </w:tcPr>
          <w:p w14:paraId="1311FEE3" w14:textId="77777777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Ежедневието в Израел</w:t>
            </w:r>
          </w:p>
        </w:tc>
        <w:tc>
          <w:tcPr>
            <w:tcW w:w="943" w:type="dxa"/>
            <w:vAlign w:val="center"/>
          </w:tcPr>
          <w:p w14:paraId="346BF48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2C8FA88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1E40BDE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6B2096F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076C506B" w14:textId="77777777" w:rsidTr="00C9573D">
        <w:tc>
          <w:tcPr>
            <w:tcW w:w="4135" w:type="dxa"/>
          </w:tcPr>
          <w:p w14:paraId="6EB11151" w14:textId="50827565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Еврейската култура (музика, храна, изкуство и пр.)</w:t>
            </w:r>
          </w:p>
        </w:tc>
        <w:tc>
          <w:tcPr>
            <w:tcW w:w="943" w:type="dxa"/>
            <w:vAlign w:val="center"/>
          </w:tcPr>
          <w:p w14:paraId="19F244DE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7E48B69C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46928731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4033345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D88E915" w14:textId="77777777" w:rsidTr="00C9573D">
        <w:tc>
          <w:tcPr>
            <w:tcW w:w="4135" w:type="dxa"/>
          </w:tcPr>
          <w:p w14:paraId="6155C5AD" w14:textId="2BD9F18B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Мястото на Израел в еврейската история</w:t>
            </w:r>
          </w:p>
        </w:tc>
        <w:tc>
          <w:tcPr>
            <w:tcW w:w="943" w:type="dxa"/>
            <w:vAlign w:val="center"/>
          </w:tcPr>
          <w:p w14:paraId="328D6F8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76FBE37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3852DF4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4DCF1C99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25024DCC" w14:textId="77777777" w:rsidTr="00C9573D">
        <w:tc>
          <w:tcPr>
            <w:tcW w:w="4135" w:type="dxa"/>
          </w:tcPr>
          <w:p w14:paraId="65B2467A" w14:textId="49D823B1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lastRenderedPageBreak/>
              <w:t>Историята на еврейския живот във Вашето селище</w:t>
            </w:r>
          </w:p>
        </w:tc>
        <w:tc>
          <w:tcPr>
            <w:tcW w:w="943" w:type="dxa"/>
            <w:vAlign w:val="center"/>
          </w:tcPr>
          <w:p w14:paraId="0346B31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4A50CA4D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186DC31F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36CB016C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76609496" w14:textId="77777777" w:rsidTr="00C9573D">
        <w:tc>
          <w:tcPr>
            <w:tcW w:w="4135" w:type="dxa"/>
          </w:tcPr>
          <w:p w14:paraId="0B3C544B" w14:textId="27B11F8B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Израелската култура (музика, храна, изкуство и пр.)</w:t>
            </w:r>
          </w:p>
        </w:tc>
        <w:tc>
          <w:tcPr>
            <w:tcW w:w="943" w:type="dxa"/>
            <w:vAlign w:val="center"/>
          </w:tcPr>
          <w:p w14:paraId="247A7613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09106C8E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56213929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70332D5F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4D741E1" w14:textId="77777777" w:rsidTr="00C9573D">
        <w:tc>
          <w:tcPr>
            <w:tcW w:w="4135" w:type="dxa"/>
          </w:tcPr>
          <w:p w14:paraId="286299C1" w14:textId="11BD2F1D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Важните дни през еврейската година</w:t>
            </w:r>
          </w:p>
        </w:tc>
        <w:tc>
          <w:tcPr>
            <w:tcW w:w="943" w:type="dxa"/>
            <w:vAlign w:val="center"/>
          </w:tcPr>
          <w:p w14:paraId="69B153C2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52E720BA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07DF64F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01E6F87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20497857" w14:textId="77777777" w:rsidTr="00C9573D">
        <w:tc>
          <w:tcPr>
            <w:tcW w:w="4135" w:type="dxa"/>
          </w:tcPr>
          <w:p w14:paraId="614FC480" w14:textId="4C33DAE7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 xml:space="preserve">Важността на Израел в </w:t>
            </w:r>
            <w:proofErr w:type="spellStart"/>
            <w:r>
              <w:t>Танаха</w:t>
            </w:r>
            <w:proofErr w:type="spellEnd"/>
          </w:p>
        </w:tc>
        <w:tc>
          <w:tcPr>
            <w:tcW w:w="943" w:type="dxa"/>
            <w:vAlign w:val="center"/>
          </w:tcPr>
          <w:p w14:paraId="4C323FB6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EC3017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5A1BC543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14446E5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2EC439AA" w14:textId="5DB541DA" w:rsidR="00C03E09" w:rsidRDefault="00C03E09" w:rsidP="00C03E09">
      <w:pPr>
        <w:pStyle w:val="RCBody"/>
        <w:spacing w:after="0"/>
      </w:pPr>
    </w:p>
    <w:p w14:paraId="65EDE214" w14:textId="3D9EE402" w:rsidR="006D436E" w:rsidRDefault="007828FF" w:rsidP="006D436E">
      <w:pPr>
        <w:pStyle w:val="RCBody"/>
        <w:numPr>
          <w:ilvl w:val="0"/>
          <w:numId w:val="23"/>
        </w:numPr>
        <w:spacing w:after="0"/>
      </w:pPr>
      <w:r>
        <w:t>До каква степен се съгласявате със следните твърдения:</w:t>
      </w:r>
    </w:p>
    <w:tbl>
      <w:tblPr>
        <w:tblStyle w:val="TableGrid"/>
        <w:tblW w:w="9733" w:type="dxa"/>
        <w:tblInd w:w="720" w:type="dxa"/>
        <w:tblLook w:val="04A0" w:firstRow="1" w:lastRow="0" w:firstColumn="1" w:lastColumn="0" w:noHBand="0" w:noVBand="1"/>
      </w:tblPr>
      <w:tblGrid>
        <w:gridCol w:w="2900"/>
        <w:gridCol w:w="1349"/>
        <w:gridCol w:w="1349"/>
        <w:gridCol w:w="1412"/>
        <w:gridCol w:w="1374"/>
        <w:gridCol w:w="1349"/>
      </w:tblGrid>
      <w:tr w:rsidR="006D436E" w14:paraId="2BA81163" w14:textId="77777777" w:rsidTr="005226B9">
        <w:tc>
          <w:tcPr>
            <w:tcW w:w="4495" w:type="dxa"/>
          </w:tcPr>
          <w:p w14:paraId="7206F6D9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95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38DE04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Изобщо не съм съгласен/на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0AA0A9B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Не съм съгласен/на</w:t>
            </w:r>
          </w:p>
        </w:tc>
        <w:tc>
          <w:tcPr>
            <w:tcW w:w="14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665BD44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Нито съм съгласен/на, нито съм против</w:t>
            </w:r>
          </w:p>
        </w:tc>
        <w:tc>
          <w:tcPr>
            <w:tcW w:w="8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1AB557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Съгласен/на съм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ABAA10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Напълно съм съгласен/на</w:t>
            </w:r>
          </w:p>
        </w:tc>
      </w:tr>
      <w:tr w:rsidR="006D436E" w14:paraId="6C96B2F4" w14:textId="77777777" w:rsidTr="005226B9">
        <w:tc>
          <w:tcPr>
            <w:tcW w:w="4495" w:type="dxa"/>
          </w:tcPr>
          <w:p w14:paraId="69AFDA2E" w14:textId="77777777" w:rsidR="006D436E" w:rsidRDefault="006D436E" w:rsidP="005226B9">
            <w:pPr>
              <w:pStyle w:val="RCBody"/>
              <w:spacing w:after="0"/>
            </w:pPr>
            <w:r>
              <w:t>Чувствам силна връзка с еврейското си наследство</w:t>
            </w:r>
          </w:p>
        </w:tc>
        <w:tc>
          <w:tcPr>
            <w:tcW w:w="953" w:type="dxa"/>
            <w:vAlign w:val="center"/>
          </w:tcPr>
          <w:p w14:paraId="1A52010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6FE867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D78848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138102F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575B81F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6CCEDBBE" w14:textId="77777777" w:rsidTr="005226B9">
        <w:tc>
          <w:tcPr>
            <w:tcW w:w="4495" w:type="dxa"/>
          </w:tcPr>
          <w:p w14:paraId="6C5C37FE" w14:textId="77777777" w:rsidR="006D436E" w:rsidRDefault="006D436E" w:rsidP="005226B9">
            <w:pPr>
              <w:pStyle w:val="RCBody"/>
              <w:spacing w:after="0"/>
            </w:pPr>
            <w:r>
              <w:t xml:space="preserve">Интересува ме да науча повече за </w:t>
            </w:r>
            <w:proofErr w:type="spellStart"/>
            <w:r>
              <w:t>юдаистиката</w:t>
            </w:r>
            <w:proofErr w:type="spellEnd"/>
            <w:r>
              <w:t xml:space="preserve"> и за моето еврейско наследство</w:t>
            </w:r>
          </w:p>
        </w:tc>
        <w:tc>
          <w:tcPr>
            <w:tcW w:w="953" w:type="dxa"/>
            <w:vAlign w:val="center"/>
          </w:tcPr>
          <w:p w14:paraId="28DD072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26760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2F083E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3000031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B84481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E5AA73C" w14:textId="77777777" w:rsidTr="005226B9">
        <w:tc>
          <w:tcPr>
            <w:tcW w:w="4495" w:type="dxa"/>
          </w:tcPr>
          <w:p w14:paraId="56D1011B" w14:textId="77777777" w:rsidR="006D436E" w:rsidRDefault="006D436E" w:rsidP="005226B9">
            <w:pPr>
              <w:pStyle w:val="RCBody"/>
              <w:spacing w:after="0"/>
            </w:pPr>
            <w:r>
              <w:t xml:space="preserve">Часовете по </w:t>
            </w:r>
            <w:proofErr w:type="spellStart"/>
            <w:r>
              <w:t>юдаистика</w:t>
            </w:r>
            <w:proofErr w:type="spellEnd"/>
            <w:r>
              <w:t xml:space="preserve"> са едни от най-любимите ми часове </w:t>
            </w:r>
          </w:p>
        </w:tc>
        <w:tc>
          <w:tcPr>
            <w:tcW w:w="953" w:type="dxa"/>
            <w:vAlign w:val="center"/>
          </w:tcPr>
          <w:p w14:paraId="2B24570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C2B88C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D2BF17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39DB6FF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3264569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501BDEEC" w14:textId="77777777" w:rsidTr="005226B9">
        <w:tc>
          <w:tcPr>
            <w:tcW w:w="4495" w:type="dxa"/>
          </w:tcPr>
          <w:p w14:paraId="06CE9479" w14:textId="4B512D67" w:rsidR="006D436E" w:rsidRDefault="006D436E" w:rsidP="005226B9">
            <w:pPr>
              <w:pStyle w:val="RCBody"/>
              <w:spacing w:after="0" w:line="240" w:lineRule="auto"/>
            </w:pPr>
            <w:r>
              <w:rPr>
                <w:highlight w:val="yellow"/>
              </w:rPr>
              <w:t>Моя отговорност е да се грижа за евреите в нужда в</w:t>
            </w:r>
            <w:r>
              <w:t xml:space="preserve"> </w:t>
            </w:r>
            <w:r>
              <w:rPr>
                <w:highlight w:val="lightGray"/>
              </w:rPr>
              <w:t>[Държава]</w:t>
            </w:r>
          </w:p>
        </w:tc>
        <w:tc>
          <w:tcPr>
            <w:tcW w:w="953" w:type="dxa"/>
            <w:vAlign w:val="center"/>
          </w:tcPr>
          <w:p w14:paraId="3E229A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07EE7D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F90B10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5CE4C49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4F56CDA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EB58CE0" w14:textId="77777777" w:rsidTr="005226B9">
        <w:tc>
          <w:tcPr>
            <w:tcW w:w="4495" w:type="dxa"/>
          </w:tcPr>
          <w:p w14:paraId="5843F579" w14:textId="77777777" w:rsidR="006D436E" w:rsidRDefault="006D436E" w:rsidP="005226B9">
            <w:pPr>
              <w:pStyle w:val="RCBody"/>
              <w:spacing w:after="0" w:line="240" w:lineRule="auto"/>
            </w:pPr>
            <w:r>
              <w:t>Когато посещавам еврейско училище, изпитвам чувство на принадлежност</w:t>
            </w:r>
          </w:p>
        </w:tc>
        <w:tc>
          <w:tcPr>
            <w:tcW w:w="953" w:type="dxa"/>
            <w:vAlign w:val="center"/>
          </w:tcPr>
          <w:p w14:paraId="422D18D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71DFF6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4DC582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042EB76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F3F694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221609F" w14:textId="77777777" w:rsidTr="005226B9">
        <w:tc>
          <w:tcPr>
            <w:tcW w:w="4495" w:type="dxa"/>
          </w:tcPr>
          <w:p w14:paraId="65EA31EF" w14:textId="77777777" w:rsidR="006D436E" w:rsidRDefault="006D436E" w:rsidP="005226B9">
            <w:pPr>
              <w:pStyle w:val="RCBody"/>
              <w:spacing w:after="0" w:line="240" w:lineRule="auto"/>
            </w:pPr>
            <w:r>
              <w:t>Изпитвам силна връзка с Израел</w:t>
            </w:r>
          </w:p>
        </w:tc>
        <w:tc>
          <w:tcPr>
            <w:tcW w:w="953" w:type="dxa"/>
            <w:vAlign w:val="center"/>
          </w:tcPr>
          <w:p w14:paraId="648A7F6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04599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90F9E1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6730A6C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507C0D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3BA6FCEC" w14:textId="77777777" w:rsidTr="005226B9">
        <w:tc>
          <w:tcPr>
            <w:tcW w:w="4495" w:type="dxa"/>
          </w:tcPr>
          <w:p w14:paraId="158491A6" w14:textId="77777777" w:rsidR="006D436E" w:rsidRDefault="006D436E" w:rsidP="005226B9">
            <w:pPr>
              <w:pStyle w:val="RCBody"/>
              <w:spacing w:after="0" w:line="240" w:lineRule="auto"/>
            </w:pPr>
            <w:r>
              <w:t>Смятам че общественополезният труд и доброволческите дейности са част от моя еврейски живот</w:t>
            </w:r>
          </w:p>
        </w:tc>
        <w:tc>
          <w:tcPr>
            <w:tcW w:w="953" w:type="dxa"/>
            <w:vAlign w:val="center"/>
          </w:tcPr>
          <w:p w14:paraId="19D457A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232C2E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06B3A8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5CB24D5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3F4E588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571FED1B" w14:textId="77777777" w:rsidTr="005226B9">
        <w:tc>
          <w:tcPr>
            <w:tcW w:w="4495" w:type="dxa"/>
          </w:tcPr>
          <w:p w14:paraId="1041C753" w14:textId="77777777" w:rsidR="006D436E" w:rsidRDefault="006D436E" w:rsidP="005226B9">
            <w:pPr>
              <w:pStyle w:val="RCBody"/>
              <w:spacing w:after="0" w:line="240" w:lineRule="auto"/>
            </w:pPr>
            <w:r>
              <w:t xml:space="preserve">Еврейските концепции за допринасяне към света (като например </w:t>
            </w:r>
            <w:proofErr w:type="spellStart"/>
            <w:r>
              <w:t>Тикун</w:t>
            </w:r>
            <w:proofErr w:type="spellEnd"/>
            <w:r>
              <w:t xml:space="preserve"> </w:t>
            </w:r>
            <w:proofErr w:type="spellStart"/>
            <w:r>
              <w:t>Олам</w:t>
            </w:r>
            <w:proofErr w:type="spellEnd"/>
            <w:r>
              <w:t>) ме вдъхновяват да превърна света в по-добро място</w:t>
            </w:r>
          </w:p>
        </w:tc>
        <w:tc>
          <w:tcPr>
            <w:tcW w:w="953" w:type="dxa"/>
            <w:vAlign w:val="center"/>
          </w:tcPr>
          <w:p w14:paraId="4688699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7A4850D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3518F9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2AFF2F5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1AC6C92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76AFB84A" w14:textId="77777777" w:rsidTr="005226B9">
        <w:tc>
          <w:tcPr>
            <w:tcW w:w="4495" w:type="dxa"/>
          </w:tcPr>
          <w:p w14:paraId="3BD4902B" w14:textId="35A755A9" w:rsidR="000B0FA1" w:rsidRDefault="000B0FA1" w:rsidP="005226B9">
            <w:pPr>
              <w:pStyle w:val="RCBody"/>
              <w:spacing w:after="0" w:line="240" w:lineRule="auto"/>
            </w:pPr>
            <w:r>
              <w:t>Моя отговорност е да се грижа за евреите в нужда по целия свят</w:t>
            </w:r>
          </w:p>
        </w:tc>
        <w:tc>
          <w:tcPr>
            <w:tcW w:w="953" w:type="dxa"/>
            <w:vAlign w:val="center"/>
          </w:tcPr>
          <w:p w14:paraId="64AB8F7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4ABE43C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15F8C03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798B5476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713418FE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13265528" w14:textId="77777777" w:rsidTr="005226B9">
        <w:tc>
          <w:tcPr>
            <w:tcW w:w="4495" w:type="dxa"/>
          </w:tcPr>
          <w:p w14:paraId="0A7A6116" w14:textId="3B0FA197" w:rsidR="000B0FA1" w:rsidRDefault="000B0FA1" w:rsidP="005226B9">
            <w:pPr>
              <w:pStyle w:val="RCBody"/>
              <w:spacing w:after="0" w:line="240" w:lineRule="auto"/>
            </w:pPr>
            <w:r>
              <w:rPr>
                <w:highlight w:val="yellow"/>
              </w:rPr>
              <w:t>Изпитвам силна връзка с евреите в</w:t>
            </w:r>
            <w:r>
              <w:t xml:space="preserve"> </w:t>
            </w:r>
            <w:r>
              <w:rPr>
                <w:highlight w:val="lightGray"/>
              </w:rPr>
              <w:t>[Държава]</w:t>
            </w:r>
          </w:p>
        </w:tc>
        <w:tc>
          <w:tcPr>
            <w:tcW w:w="953" w:type="dxa"/>
            <w:vAlign w:val="center"/>
          </w:tcPr>
          <w:p w14:paraId="13EB520D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5B77405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9EABF9B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2DC5645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8A73EF1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2618C3EC" w14:textId="1F20EC55" w:rsidR="006D436E" w:rsidRDefault="006D436E" w:rsidP="00C03E09">
      <w:pPr>
        <w:pStyle w:val="RCBody"/>
        <w:spacing w:after="0"/>
      </w:pPr>
    </w:p>
    <w:p w14:paraId="09CF452C" w14:textId="77777777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t>До каква степен училището Ви допринася за Вашите...</w:t>
      </w: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6D436E" w14:paraId="51ECC885" w14:textId="77777777" w:rsidTr="006D436E">
        <w:tc>
          <w:tcPr>
            <w:tcW w:w="4765" w:type="dxa"/>
          </w:tcPr>
          <w:p w14:paraId="6F9D70D7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5FEC95E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Изобщо не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A7FC5EF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Малко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D930CD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Донякъде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364ED35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Много</w:t>
            </w:r>
          </w:p>
        </w:tc>
      </w:tr>
      <w:tr w:rsidR="006D436E" w14:paraId="2A39B7AD" w14:textId="77777777" w:rsidTr="006D436E">
        <w:tc>
          <w:tcPr>
            <w:tcW w:w="4765" w:type="dxa"/>
          </w:tcPr>
          <w:p w14:paraId="03D56DFD" w14:textId="77777777" w:rsidR="006D436E" w:rsidRDefault="006D436E" w:rsidP="005226B9">
            <w:pPr>
              <w:pStyle w:val="RCBody"/>
              <w:spacing w:after="0"/>
            </w:pPr>
            <w:r>
              <w:t>Знания по еврейско наследство, ритуали и традиции</w:t>
            </w:r>
          </w:p>
        </w:tc>
        <w:tc>
          <w:tcPr>
            <w:tcW w:w="1170" w:type="dxa"/>
            <w:vAlign w:val="center"/>
          </w:tcPr>
          <w:p w14:paraId="2DE923F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415257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1A4A968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57EC95B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D4E3AA0" w14:textId="77777777" w:rsidTr="006D436E">
        <w:tc>
          <w:tcPr>
            <w:tcW w:w="4765" w:type="dxa"/>
          </w:tcPr>
          <w:p w14:paraId="034821EC" w14:textId="77777777" w:rsidR="006D436E" w:rsidRDefault="006D436E" w:rsidP="005226B9">
            <w:pPr>
              <w:pStyle w:val="RCBody"/>
              <w:spacing w:after="0"/>
            </w:pPr>
            <w:r>
              <w:t>Езикови умения по иврит</w:t>
            </w:r>
          </w:p>
        </w:tc>
        <w:tc>
          <w:tcPr>
            <w:tcW w:w="1170" w:type="dxa"/>
            <w:vAlign w:val="center"/>
          </w:tcPr>
          <w:p w14:paraId="014A057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FBFAE6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4793451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1992BC4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DE155BB" w14:textId="77777777" w:rsidTr="006D436E">
        <w:tc>
          <w:tcPr>
            <w:tcW w:w="4765" w:type="dxa"/>
          </w:tcPr>
          <w:p w14:paraId="2D2BDA80" w14:textId="77777777" w:rsidR="006D436E" w:rsidRDefault="006D436E" w:rsidP="005226B9">
            <w:pPr>
              <w:pStyle w:val="RCBody"/>
              <w:spacing w:after="0"/>
            </w:pPr>
            <w:r>
              <w:t>Връзка със земята, хората и държавата Израел</w:t>
            </w:r>
          </w:p>
        </w:tc>
        <w:tc>
          <w:tcPr>
            <w:tcW w:w="1170" w:type="dxa"/>
            <w:vAlign w:val="center"/>
          </w:tcPr>
          <w:p w14:paraId="066A3A3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4472D8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29AAC26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BA541F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8AE545F" w14:textId="77777777" w:rsidTr="006D436E">
        <w:tc>
          <w:tcPr>
            <w:tcW w:w="4765" w:type="dxa"/>
          </w:tcPr>
          <w:p w14:paraId="48A2EA6F" w14:textId="77777777" w:rsidR="006D436E" w:rsidRDefault="006D436E" w:rsidP="005226B9">
            <w:pPr>
              <w:pStyle w:val="RCBody"/>
              <w:spacing w:after="0"/>
            </w:pPr>
            <w:r>
              <w:t>Участие в местната еврейска общност</w:t>
            </w:r>
          </w:p>
        </w:tc>
        <w:tc>
          <w:tcPr>
            <w:tcW w:w="1170" w:type="dxa"/>
            <w:vAlign w:val="center"/>
          </w:tcPr>
          <w:p w14:paraId="2D0875C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89AF16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2B2C4A1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2E7FBA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F493546" w14:textId="77777777" w:rsidTr="006D436E">
        <w:tc>
          <w:tcPr>
            <w:tcW w:w="4765" w:type="dxa"/>
          </w:tcPr>
          <w:p w14:paraId="22E7690D" w14:textId="453AC738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</w:rPr>
              <w:t>[Да не се показва, ако въпрос 6=не]</w:t>
            </w:r>
            <w:r>
              <w:t xml:space="preserve"> Чувство за гордост с еврейската идентичност</w:t>
            </w:r>
          </w:p>
        </w:tc>
        <w:tc>
          <w:tcPr>
            <w:tcW w:w="1170" w:type="dxa"/>
            <w:vAlign w:val="center"/>
          </w:tcPr>
          <w:p w14:paraId="22B5D57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4CB03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B5169E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6F73F9F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17DE474" w14:textId="77777777" w:rsidTr="006D436E">
        <w:tc>
          <w:tcPr>
            <w:tcW w:w="4765" w:type="dxa"/>
          </w:tcPr>
          <w:p w14:paraId="468D8F47" w14:textId="77777777" w:rsidR="006D436E" w:rsidRDefault="006D436E" w:rsidP="005226B9">
            <w:pPr>
              <w:pStyle w:val="RCBody"/>
              <w:spacing w:after="0"/>
            </w:pPr>
            <w:r>
              <w:t>Чувство за дълг да се грижите за евреите в нужда</w:t>
            </w:r>
          </w:p>
        </w:tc>
        <w:tc>
          <w:tcPr>
            <w:tcW w:w="1170" w:type="dxa"/>
            <w:vAlign w:val="center"/>
          </w:tcPr>
          <w:p w14:paraId="3FBE704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7E5692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0700849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E3B3C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6FDDDA8B" w14:textId="77777777" w:rsidTr="006D436E">
        <w:tc>
          <w:tcPr>
            <w:tcW w:w="4765" w:type="dxa"/>
          </w:tcPr>
          <w:p w14:paraId="55B1E74B" w14:textId="77777777" w:rsidR="006D436E" w:rsidRDefault="006D436E" w:rsidP="005226B9">
            <w:pPr>
              <w:pStyle w:val="RCBody"/>
              <w:spacing w:after="0"/>
            </w:pPr>
            <w:r>
              <w:t>Любопитство и желание да научите за еврейския живот и еврейското наследство</w:t>
            </w:r>
          </w:p>
        </w:tc>
        <w:tc>
          <w:tcPr>
            <w:tcW w:w="1170" w:type="dxa"/>
            <w:vAlign w:val="center"/>
          </w:tcPr>
          <w:p w14:paraId="2503081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059D8C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11DE519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763F27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3D1C058" w14:textId="77777777" w:rsidTr="006D436E">
        <w:tc>
          <w:tcPr>
            <w:tcW w:w="4765" w:type="dxa"/>
          </w:tcPr>
          <w:p w14:paraId="2D15F611" w14:textId="52EDF7CA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</w:rPr>
              <w:t>[Да не се показва, ако въпрос 6=не]</w:t>
            </w:r>
            <w:r>
              <w:t xml:space="preserve"> Планове за усвояване на еврейски практики у дома</w:t>
            </w:r>
          </w:p>
        </w:tc>
        <w:tc>
          <w:tcPr>
            <w:tcW w:w="1170" w:type="dxa"/>
            <w:vAlign w:val="center"/>
          </w:tcPr>
          <w:p w14:paraId="3E8DAF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C92028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87911F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6486ED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40CCC251" w14:textId="77777777" w:rsidR="006D436E" w:rsidRDefault="006D436E" w:rsidP="006D436E">
      <w:pPr>
        <w:pStyle w:val="RCBody"/>
        <w:spacing w:after="0"/>
        <w:ind w:left="720"/>
      </w:pPr>
    </w:p>
    <w:p w14:paraId="0A4768CF" w14:textId="77777777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t>До каква степен училището Ви допринася за Вашите...</w:t>
      </w:r>
    </w:p>
    <w:tbl>
      <w:tblPr>
        <w:tblStyle w:val="TableGrid"/>
        <w:tblW w:w="9445" w:type="dxa"/>
        <w:tblInd w:w="720" w:type="dxa"/>
        <w:tblLook w:val="04A0" w:firstRow="1" w:lastRow="0" w:firstColumn="1" w:lastColumn="0" w:noHBand="0" w:noVBand="1"/>
      </w:tblPr>
      <w:tblGrid>
        <w:gridCol w:w="4855"/>
        <w:gridCol w:w="1080"/>
        <w:gridCol w:w="972"/>
        <w:gridCol w:w="1278"/>
        <w:gridCol w:w="1260"/>
      </w:tblGrid>
      <w:tr w:rsidR="006D436E" w14:paraId="2EC993D4" w14:textId="77777777" w:rsidTr="006D436E">
        <w:tc>
          <w:tcPr>
            <w:tcW w:w="4855" w:type="dxa"/>
          </w:tcPr>
          <w:p w14:paraId="708C7655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7A4905E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Изобщо не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338CB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Малко</w:t>
            </w:r>
          </w:p>
        </w:tc>
        <w:tc>
          <w:tcPr>
            <w:tcW w:w="127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0E6AB00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Донякъде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9641014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Много</w:t>
            </w:r>
          </w:p>
        </w:tc>
      </w:tr>
      <w:tr w:rsidR="006D436E" w14:paraId="06C68B77" w14:textId="77777777" w:rsidTr="006D436E">
        <w:tc>
          <w:tcPr>
            <w:tcW w:w="4855" w:type="dxa"/>
          </w:tcPr>
          <w:p w14:paraId="0638E736" w14:textId="77777777" w:rsidR="006D436E" w:rsidRDefault="006D436E" w:rsidP="005226B9">
            <w:pPr>
              <w:pStyle w:val="RCBody"/>
              <w:spacing w:after="0"/>
            </w:pPr>
            <w:r>
              <w:t>Знания по еврейските текстове (напр. Тора, Устен закон)</w:t>
            </w:r>
          </w:p>
        </w:tc>
        <w:tc>
          <w:tcPr>
            <w:tcW w:w="1080" w:type="dxa"/>
            <w:vAlign w:val="center"/>
          </w:tcPr>
          <w:p w14:paraId="500AC92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8D2A78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54724DF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6AEC500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8EC980C" w14:textId="77777777" w:rsidTr="006D436E">
        <w:tc>
          <w:tcPr>
            <w:tcW w:w="4855" w:type="dxa"/>
          </w:tcPr>
          <w:p w14:paraId="09E0F7D3" w14:textId="73EDA100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</w:rPr>
              <w:t>[Да не се показва, ако въпрос 6=не]</w:t>
            </w:r>
            <w:r>
              <w:t xml:space="preserve"> Отбелязване на </w:t>
            </w:r>
            <w:proofErr w:type="spellStart"/>
            <w:r>
              <w:t>Шабат</w:t>
            </w:r>
            <w:proofErr w:type="spellEnd"/>
            <w:r>
              <w:t xml:space="preserve"> по различен начин от останалите дни от седмицата</w:t>
            </w:r>
          </w:p>
        </w:tc>
        <w:tc>
          <w:tcPr>
            <w:tcW w:w="1080" w:type="dxa"/>
            <w:vAlign w:val="center"/>
          </w:tcPr>
          <w:p w14:paraId="169017D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0EF8A2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0945F2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1AF9B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7C38C8A" w14:textId="77777777" w:rsidTr="006D436E">
        <w:tc>
          <w:tcPr>
            <w:tcW w:w="4855" w:type="dxa"/>
          </w:tcPr>
          <w:p w14:paraId="3791E073" w14:textId="77777777" w:rsidR="006D436E" w:rsidRDefault="006D436E" w:rsidP="005226B9">
            <w:pPr>
              <w:pStyle w:val="RCBody"/>
              <w:spacing w:after="0"/>
            </w:pPr>
            <w:r>
              <w:t>Информираност относно текущите събития в Израел</w:t>
            </w:r>
          </w:p>
        </w:tc>
        <w:tc>
          <w:tcPr>
            <w:tcW w:w="1080" w:type="dxa"/>
            <w:vAlign w:val="center"/>
          </w:tcPr>
          <w:p w14:paraId="725C6F5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F278AE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0B09CD4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3A90F7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3DDEA585" w14:textId="77777777" w:rsidTr="006D436E">
        <w:tc>
          <w:tcPr>
            <w:tcW w:w="4855" w:type="dxa"/>
          </w:tcPr>
          <w:p w14:paraId="23F38671" w14:textId="77777777" w:rsidR="006D436E" w:rsidRDefault="006D436E" w:rsidP="005226B9">
            <w:pPr>
              <w:pStyle w:val="RCBody"/>
              <w:spacing w:after="0"/>
            </w:pPr>
            <w:r>
              <w:t>Разбиране на историята на Вашата местна еврейска общност</w:t>
            </w:r>
          </w:p>
        </w:tc>
        <w:tc>
          <w:tcPr>
            <w:tcW w:w="1080" w:type="dxa"/>
            <w:vAlign w:val="center"/>
          </w:tcPr>
          <w:p w14:paraId="50795DB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B0D05F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1DAA3EA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DB96ED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6ECDF54" w14:textId="77777777" w:rsidTr="006D436E">
        <w:tc>
          <w:tcPr>
            <w:tcW w:w="4855" w:type="dxa"/>
          </w:tcPr>
          <w:p w14:paraId="2180B09E" w14:textId="77777777" w:rsidR="006D436E" w:rsidRDefault="006D436E" w:rsidP="005226B9">
            <w:pPr>
              <w:pStyle w:val="RCBody"/>
              <w:spacing w:after="0"/>
            </w:pPr>
            <w:r>
              <w:t>Развиване на лидерски умения</w:t>
            </w:r>
          </w:p>
        </w:tc>
        <w:tc>
          <w:tcPr>
            <w:tcW w:w="1080" w:type="dxa"/>
            <w:vAlign w:val="center"/>
          </w:tcPr>
          <w:p w14:paraId="610453F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7E154DB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1254624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D2CB37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C21BD44" w14:textId="77777777" w:rsidTr="006D436E">
        <w:tc>
          <w:tcPr>
            <w:tcW w:w="4855" w:type="dxa"/>
          </w:tcPr>
          <w:p w14:paraId="684054DB" w14:textId="77777777" w:rsidR="006D436E" w:rsidRDefault="006D436E" w:rsidP="005226B9">
            <w:pPr>
              <w:pStyle w:val="RCBody"/>
              <w:spacing w:after="0"/>
            </w:pPr>
            <w:r>
              <w:t xml:space="preserve">Чувство за принадлежност към </w:t>
            </w:r>
            <w:proofErr w:type="spellStart"/>
            <w:r>
              <w:t>връстниците</w:t>
            </w:r>
            <w:proofErr w:type="spellEnd"/>
            <w:r>
              <w:t xml:space="preserve"> Ви</w:t>
            </w:r>
          </w:p>
        </w:tc>
        <w:tc>
          <w:tcPr>
            <w:tcW w:w="1080" w:type="dxa"/>
            <w:vAlign w:val="center"/>
          </w:tcPr>
          <w:p w14:paraId="0704505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B8BF4D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533C11D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1E03355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7828FF" w14:paraId="252BC82E" w14:textId="77777777" w:rsidTr="006D436E">
        <w:tc>
          <w:tcPr>
            <w:tcW w:w="4855" w:type="dxa"/>
          </w:tcPr>
          <w:p w14:paraId="253A5EB8" w14:textId="5530DB6A" w:rsidR="007828FF" w:rsidRDefault="007828FF" w:rsidP="005226B9">
            <w:pPr>
              <w:pStyle w:val="RCBody"/>
              <w:spacing w:after="0"/>
            </w:pPr>
            <w:r>
              <w:t>Участие в доброволни дейности за еврейската общност</w:t>
            </w:r>
          </w:p>
        </w:tc>
        <w:tc>
          <w:tcPr>
            <w:tcW w:w="1080" w:type="dxa"/>
            <w:vAlign w:val="center"/>
          </w:tcPr>
          <w:p w14:paraId="4B50717D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81EAE89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C1AADB6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6870732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7828FF" w14:paraId="35BEAF56" w14:textId="77777777" w:rsidTr="006D436E">
        <w:tc>
          <w:tcPr>
            <w:tcW w:w="4855" w:type="dxa"/>
          </w:tcPr>
          <w:p w14:paraId="08A4F94A" w14:textId="6E1EE996" w:rsidR="007828FF" w:rsidRDefault="007828FF" w:rsidP="005226B9">
            <w:pPr>
              <w:pStyle w:val="RCBody"/>
              <w:spacing w:after="0"/>
            </w:pPr>
            <w:r>
              <w:rPr>
                <w:highlight w:val="lightGray"/>
              </w:rPr>
              <w:t>[Да не се показва, ако въпрос 6=не]</w:t>
            </w:r>
            <w:r>
              <w:t xml:space="preserve"> Изпълняване на молитви в синагога</w:t>
            </w:r>
          </w:p>
        </w:tc>
        <w:tc>
          <w:tcPr>
            <w:tcW w:w="1080" w:type="dxa"/>
            <w:vAlign w:val="center"/>
          </w:tcPr>
          <w:p w14:paraId="3BFC3F0F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70BFE9C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0233908D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F3D1797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368608AB" w14:textId="77777777" w:rsidTr="006D436E">
        <w:tc>
          <w:tcPr>
            <w:tcW w:w="4855" w:type="dxa"/>
          </w:tcPr>
          <w:p w14:paraId="1063B3D1" w14:textId="0C8C7BFE" w:rsidR="000B0FA1" w:rsidRPr="001E5103" w:rsidRDefault="000B0FA1" w:rsidP="005226B9">
            <w:pPr>
              <w:pStyle w:val="RCBody"/>
              <w:spacing w:after="0"/>
              <w:rPr>
                <w:highlight w:val="lightGray"/>
              </w:rPr>
            </w:pPr>
            <w:r>
              <w:rPr>
                <w:highlight w:val="yellow"/>
              </w:rPr>
              <w:t>Знания за историята на евреите в [Държава]</w:t>
            </w:r>
          </w:p>
        </w:tc>
        <w:tc>
          <w:tcPr>
            <w:tcW w:w="1080" w:type="dxa"/>
            <w:vAlign w:val="center"/>
          </w:tcPr>
          <w:p w14:paraId="5BF6110C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9F8D513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2A12F9F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50C5E2F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78C35A92" w14:textId="77777777" w:rsidTr="006D436E">
        <w:tc>
          <w:tcPr>
            <w:tcW w:w="4855" w:type="dxa"/>
          </w:tcPr>
          <w:p w14:paraId="42B3734A" w14:textId="21B8A0AA" w:rsidR="000B0FA1" w:rsidRPr="000B0FA1" w:rsidRDefault="000B0FA1" w:rsidP="005226B9">
            <w:pPr>
              <w:pStyle w:val="RCBody"/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Чувство на гордост че си евреин/еврейка в [Държава]</w:t>
            </w:r>
          </w:p>
        </w:tc>
        <w:tc>
          <w:tcPr>
            <w:tcW w:w="1080" w:type="dxa"/>
            <w:vAlign w:val="center"/>
          </w:tcPr>
          <w:p w14:paraId="795AB2A0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7838EAD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D0541B6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4DB6CC2B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7798A049" w14:textId="2922CCF4" w:rsidR="006D436E" w:rsidRDefault="006D436E" w:rsidP="00C03E09">
      <w:pPr>
        <w:pStyle w:val="RCBody"/>
        <w:spacing w:after="0"/>
      </w:pPr>
    </w:p>
    <w:p w14:paraId="34F038A1" w14:textId="54D36FA4" w:rsidR="001E5103" w:rsidRPr="00194BD6" w:rsidRDefault="001E5103" w:rsidP="00194BD6">
      <w:pPr>
        <w:pStyle w:val="RCBody"/>
        <w:spacing w:after="0"/>
        <w:rPr>
          <w:shd w:val="clear" w:color="auto" w:fill="F9E0DC" w:themeFill="accent3" w:themeFillTint="33"/>
        </w:rPr>
      </w:pPr>
      <w:r>
        <w:rPr>
          <w:shd w:val="clear" w:color="auto" w:fill="F9E0DC" w:themeFill="accent3" w:themeFillTint="33"/>
        </w:rPr>
        <w:t>[Ако въпрос 6=не, да се премине на въпрос 21]</w:t>
      </w:r>
    </w:p>
    <w:p w14:paraId="6C1667FD" w14:textId="7CB22678" w:rsidR="001E5103" w:rsidRDefault="001E5103" w:rsidP="00C03E09">
      <w:pPr>
        <w:pStyle w:val="RCBody"/>
        <w:spacing w:after="0"/>
      </w:pPr>
    </w:p>
    <w:p w14:paraId="6C044939" w14:textId="1D35EC9D" w:rsidR="00C03E09" w:rsidRDefault="00C9573D" w:rsidP="00140ADC">
      <w:pPr>
        <w:pStyle w:val="RCBody"/>
        <w:numPr>
          <w:ilvl w:val="0"/>
          <w:numId w:val="23"/>
        </w:numPr>
        <w:spacing w:after="0"/>
      </w:pPr>
      <w:r>
        <w:t>До каква степен се чувствате уверени в своите умения да:</w:t>
      </w:r>
    </w:p>
    <w:tbl>
      <w:tblPr>
        <w:tblStyle w:val="TableGrid1"/>
        <w:tblW w:w="9642" w:type="dxa"/>
        <w:tblInd w:w="720" w:type="dxa"/>
        <w:tblLook w:val="04A0" w:firstRow="1" w:lastRow="0" w:firstColumn="1" w:lastColumn="0" w:noHBand="0" w:noVBand="1"/>
      </w:tblPr>
      <w:tblGrid>
        <w:gridCol w:w="4416"/>
        <w:gridCol w:w="1065"/>
        <w:gridCol w:w="842"/>
        <w:gridCol w:w="1148"/>
        <w:gridCol w:w="842"/>
        <w:gridCol w:w="1329"/>
      </w:tblGrid>
      <w:tr w:rsidR="00C9573D" w:rsidRPr="00C03E09" w14:paraId="2A22EF28" w14:textId="131CB4A8" w:rsidTr="006C0081">
        <w:tc>
          <w:tcPr>
            <w:tcW w:w="4506" w:type="dxa"/>
          </w:tcPr>
          <w:p w14:paraId="2B788FB8" w14:textId="77777777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69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B2E3F8A" w14:textId="68A55BA4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Изобщо не</w:t>
            </w: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4865BA" w14:textId="2CA0F43B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Малко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C736D2F" w14:textId="3EE556D5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Донякъде</w:t>
            </w: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3306B09" w14:textId="6A31ED54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Много</w:t>
            </w:r>
          </w:p>
        </w:tc>
        <w:tc>
          <w:tcPr>
            <w:tcW w:w="1262" w:type="dxa"/>
            <w:tcBorders>
              <w:left w:val="single" w:sz="4" w:space="0" w:color="FFFFFF" w:themeColor="background1"/>
            </w:tcBorders>
            <w:shd w:val="clear" w:color="auto" w:fill="E56A54" w:themeFill="accent3"/>
            <w:vAlign w:val="center"/>
          </w:tcPr>
          <w:p w14:paraId="4F4B4AF3" w14:textId="7DF19EFE" w:rsidR="00C9573D" w:rsidRPr="00FB3849" w:rsidRDefault="00C9573D" w:rsidP="00FB384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Не е приложимо</w:t>
            </w:r>
          </w:p>
        </w:tc>
      </w:tr>
      <w:tr w:rsidR="00C9573D" w:rsidRPr="00C03E09" w14:paraId="6C05E205" w14:textId="168735C7" w:rsidTr="006C0081">
        <w:tc>
          <w:tcPr>
            <w:tcW w:w="4506" w:type="dxa"/>
          </w:tcPr>
          <w:p w14:paraId="193D8E13" w14:textId="075A235A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 xml:space="preserve">Водите общи разговори с други хора на иврит </w:t>
            </w:r>
          </w:p>
        </w:tc>
        <w:tc>
          <w:tcPr>
            <w:tcW w:w="1069" w:type="dxa"/>
            <w:vAlign w:val="center"/>
          </w:tcPr>
          <w:p w14:paraId="69803FBF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781A823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C024D2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F577F0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5C26E38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6821AE0A" w14:textId="5AF41393" w:rsidTr="006C0081">
        <w:tc>
          <w:tcPr>
            <w:tcW w:w="4506" w:type="dxa"/>
          </w:tcPr>
          <w:p w14:paraId="761C6084" w14:textId="3B1F782C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Говорите на иврит в час, когато Ви поканят да го направите</w:t>
            </w:r>
          </w:p>
        </w:tc>
        <w:tc>
          <w:tcPr>
            <w:tcW w:w="1069" w:type="dxa"/>
            <w:vAlign w:val="center"/>
          </w:tcPr>
          <w:p w14:paraId="39AF9DB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1434A2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D819D7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0833832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09FE490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705671A7" w14:textId="7110534F" w:rsidTr="006C0081">
        <w:tc>
          <w:tcPr>
            <w:tcW w:w="4506" w:type="dxa"/>
          </w:tcPr>
          <w:p w14:paraId="6F1E9EAE" w14:textId="680294EA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Разбирате филми/телевизионни предавания на иврит</w:t>
            </w:r>
          </w:p>
        </w:tc>
        <w:tc>
          <w:tcPr>
            <w:tcW w:w="1069" w:type="dxa"/>
            <w:vAlign w:val="center"/>
          </w:tcPr>
          <w:p w14:paraId="04BA6C6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7EDC7FC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C1E09F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57725147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1A58E63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3220D3B" w14:textId="5F850188" w:rsidTr="006C0081">
        <w:tc>
          <w:tcPr>
            <w:tcW w:w="4506" w:type="dxa"/>
          </w:tcPr>
          <w:p w14:paraId="3E1EEF54" w14:textId="64CAE35E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 xml:space="preserve">Рецитирате непознат текст от </w:t>
            </w:r>
            <w:proofErr w:type="spellStart"/>
            <w:r>
              <w:rPr>
                <w:i/>
                <w:iCs/>
              </w:rPr>
              <w:t>сидур</w:t>
            </w:r>
            <w:proofErr w:type="spellEnd"/>
          </w:p>
        </w:tc>
        <w:tc>
          <w:tcPr>
            <w:tcW w:w="1069" w:type="dxa"/>
            <w:vAlign w:val="center"/>
          </w:tcPr>
          <w:p w14:paraId="43D03C2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6A0D82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0390E8D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94090E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0C989CA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0629F3E1" w14:textId="7E9CE8CA" w:rsidTr="006C0081">
        <w:tc>
          <w:tcPr>
            <w:tcW w:w="4506" w:type="dxa"/>
          </w:tcPr>
          <w:p w14:paraId="38BCC078" w14:textId="72569436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Водите молитва</w:t>
            </w:r>
          </w:p>
        </w:tc>
        <w:tc>
          <w:tcPr>
            <w:tcW w:w="1069" w:type="dxa"/>
            <w:vAlign w:val="center"/>
          </w:tcPr>
          <w:p w14:paraId="3C308FB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E071ED4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236645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5BB40F5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49B95E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33395883" w14:textId="3FD296F6" w:rsidTr="006C0081">
        <w:tc>
          <w:tcPr>
            <w:tcW w:w="4506" w:type="dxa"/>
          </w:tcPr>
          <w:p w14:paraId="21622019" w14:textId="19D5268D" w:rsidR="00C9573D" w:rsidRDefault="00C9573D" w:rsidP="0016047E">
            <w:pPr>
              <w:rPr>
                <w:rFonts w:eastAsiaTheme="minorEastAsia" w:cstheme="minorBidi"/>
                <w:szCs w:val="22"/>
              </w:rPr>
            </w:pPr>
            <w:r>
              <w:t>Четете (</w:t>
            </w:r>
            <w:r w:rsidR="0016047E">
              <w:t>„</w:t>
            </w:r>
            <w:r>
              <w:t>Пеете</w:t>
            </w:r>
            <w:r w:rsidR="0016047E">
              <w:t>“</w:t>
            </w:r>
            <w:r>
              <w:t xml:space="preserve">) от </w:t>
            </w:r>
            <w:proofErr w:type="spellStart"/>
            <w:r>
              <w:t>Тората</w:t>
            </w:r>
            <w:proofErr w:type="spellEnd"/>
          </w:p>
        </w:tc>
        <w:tc>
          <w:tcPr>
            <w:tcW w:w="1069" w:type="dxa"/>
            <w:vAlign w:val="center"/>
          </w:tcPr>
          <w:p w14:paraId="4C761C1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A1FD932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2DC3A4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35B41A25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0CF61F4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0AC5EF5" w14:textId="5919C9D1" w:rsidTr="006C0081">
        <w:tc>
          <w:tcPr>
            <w:tcW w:w="4506" w:type="dxa"/>
          </w:tcPr>
          <w:p w14:paraId="127DC45A" w14:textId="6D3E89FF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Учите Тора самостоятелно</w:t>
            </w:r>
          </w:p>
        </w:tc>
        <w:tc>
          <w:tcPr>
            <w:tcW w:w="1069" w:type="dxa"/>
            <w:vAlign w:val="center"/>
          </w:tcPr>
          <w:p w14:paraId="7DE25A5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FB12E98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B557FD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1A1565D8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4D60428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6D66EE7" w14:textId="00E4E23B" w:rsidTr="006C0081">
        <w:tc>
          <w:tcPr>
            <w:tcW w:w="4506" w:type="dxa"/>
          </w:tcPr>
          <w:p w14:paraId="66A42793" w14:textId="400839C2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Разбирате израелските новини или литература</w:t>
            </w:r>
          </w:p>
        </w:tc>
        <w:tc>
          <w:tcPr>
            <w:tcW w:w="1069" w:type="dxa"/>
            <w:vAlign w:val="center"/>
          </w:tcPr>
          <w:p w14:paraId="428F195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06CC819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E93526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4CDBC4C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7C792D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017F4AFD" w14:textId="77777777" w:rsidR="009B598B" w:rsidRDefault="009B598B" w:rsidP="009B598B">
      <w:pPr>
        <w:pStyle w:val="RCBody"/>
        <w:spacing w:after="0"/>
        <w:ind w:left="720"/>
      </w:pPr>
    </w:p>
    <w:p w14:paraId="5D5B5BD6" w14:textId="0C8A0B34" w:rsidR="001B1AA9" w:rsidRDefault="001B1AA9" w:rsidP="001B1AA9">
      <w:pPr>
        <w:pStyle w:val="RCBody"/>
        <w:numPr>
          <w:ilvl w:val="0"/>
          <w:numId w:val="23"/>
        </w:numPr>
        <w:spacing w:after="0"/>
      </w:pPr>
      <w:r>
        <w:t>До каква степен бихте описали Израел като...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83"/>
        <w:gridCol w:w="1085"/>
        <w:gridCol w:w="1084"/>
        <w:gridCol w:w="1148"/>
        <w:gridCol w:w="1102"/>
      </w:tblGrid>
      <w:tr w:rsidR="006C0081" w:rsidRPr="00C03E09" w14:paraId="35FFD9F8" w14:textId="77777777" w:rsidTr="006C0081">
        <w:tc>
          <w:tcPr>
            <w:tcW w:w="4405" w:type="dxa"/>
          </w:tcPr>
          <w:p w14:paraId="7518616D" w14:textId="77777777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5E9AAB" w14:textId="62619B5A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Изобщо не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F606691" w14:textId="2141F637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Малко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04B975A" w14:textId="14AC60D7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Донякъде</w:t>
            </w:r>
          </w:p>
        </w:tc>
        <w:tc>
          <w:tcPr>
            <w:tcW w:w="11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DB2F8CE" w14:textId="7D570DF4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Много</w:t>
            </w:r>
          </w:p>
        </w:tc>
      </w:tr>
      <w:tr w:rsidR="006C0081" w:rsidRPr="00C03E09" w14:paraId="6FABDD8F" w14:textId="77777777" w:rsidTr="006C0081">
        <w:tc>
          <w:tcPr>
            <w:tcW w:w="4405" w:type="dxa"/>
          </w:tcPr>
          <w:p w14:paraId="79B6023F" w14:textId="2D6F92CE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Духовен център за евреите</w:t>
            </w:r>
          </w:p>
        </w:tc>
        <w:tc>
          <w:tcPr>
            <w:tcW w:w="1086" w:type="dxa"/>
            <w:vAlign w:val="center"/>
          </w:tcPr>
          <w:p w14:paraId="568123AC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33424FD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1FD69C3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3E4B73F2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17E29DF" w14:textId="77777777" w:rsidTr="006C0081">
        <w:tc>
          <w:tcPr>
            <w:tcW w:w="4405" w:type="dxa"/>
          </w:tcPr>
          <w:p w14:paraId="2F5F9E34" w14:textId="51B071E6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Опасно място</w:t>
            </w:r>
          </w:p>
        </w:tc>
        <w:tc>
          <w:tcPr>
            <w:tcW w:w="1086" w:type="dxa"/>
            <w:vAlign w:val="center"/>
          </w:tcPr>
          <w:p w14:paraId="0244F00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9BA27A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58FC79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4AAA474D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1A5F2AC9" w14:textId="77777777" w:rsidTr="006C0081">
        <w:tc>
          <w:tcPr>
            <w:tcW w:w="4405" w:type="dxa"/>
          </w:tcPr>
          <w:p w14:paraId="6018FBC5" w14:textId="50B05DBF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 xml:space="preserve">Място свободно от антисемитизъм </w:t>
            </w:r>
          </w:p>
        </w:tc>
        <w:tc>
          <w:tcPr>
            <w:tcW w:w="1086" w:type="dxa"/>
            <w:vAlign w:val="center"/>
          </w:tcPr>
          <w:p w14:paraId="397F9168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6DFA03B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B6E7C5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2686BF21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6BE3F6F2" w14:textId="77777777" w:rsidTr="006C0081">
        <w:tc>
          <w:tcPr>
            <w:tcW w:w="4405" w:type="dxa"/>
          </w:tcPr>
          <w:p w14:paraId="4FF913AC" w14:textId="5F468829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Място за изследване на еврейската идентичност</w:t>
            </w:r>
          </w:p>
        </w:tc>
        <w:tc>
          <w:tcPr>
            <w:tcW w:w="1086" w:type="dxa"/>
            <w:vAlign w:val="center"/>
          </w:tcPr>
          <w:p w14:paraId="21747F3C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D41DACB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27367DA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62EE529B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3D9F8FB" w14:textId="77777777" w:rsidTr="006C0081">
        <w:tc>
          <w:tcPr>
            <w:tcW w:w="4405" w:type="dxa"/>
          </w:tcPr>
          <w:p w14:paraId="23859EAC" w14:textId="4D86839E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Място, в което отношението към малцинствата е несправедливо</w:t>
            </w:r>
          </w:p>
        </w:tc>
        <w:tc>
          <w:tcPr>
            <w:tcW w:w="1086" w:type="dxa"/>
            <w:vAlign w:val="center"/>
          </w:tcPr>
          <w:p w14:paraId="5824F098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1C2ED55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BBAD6C0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35C5E474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25C1E2CF" w14:textId="77777777" w:rsidTr="006C0081">
        <w:tc>
          <w:tcPr>
            <w:tcW w:w="4405" w:type="dxa"/>
          </w:tcPr>
          <w:p w14:paraId="5C31698F" w14:textId="4991E005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Земя, обещана от Бог</w:t>
            </w:r>
          </w:p>
        </w:tc>
        <w:tc>
          <w:tcPr>
            <w:tcW w:w="1086" w:type="dxa"/>
            <w:vAlign w:val="center"/>
          </w:tcPr>
          <w:p w14:paraId="6EAB6B83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1487541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3C71169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5EE5823A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25064EE2" w14:textId="77777777" w:rsidTr="006C0081">
        <w:tc>
          <w:tcPr>
            <w:tcW w:w="4405" w:type="dxa"/>
          </w:tcPr>
          <w:p w14:paraId="17EAEA0E" w14:textId="1168449B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Приятна дестинация за почивка</w:t>
            </w:r>
          </w:p>
        </w:tc>
        <w:tc>
          <w:tcPr>
            <w:tcW w:w="1086" w:type="dxa"/>
            <w:vAlign w:val="center"/>
          </w:tcPr>
          <w:p w14:paraId="2A21E51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715F750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61A8D0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52CDC2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0A55A34" w14:textId="77777777" w:rsidTr="006C0081">
        <w:tc>
          <w:tcPr>
            <w:tcW w:w="4405" w:type="dxa"/>
          </w:tcPr>
          <w:p w14:paraId="3D6190BF" w14:textId="720A194F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Родината на еврейския народ</w:t>
            </w:r>
          </w:p>
        </w:tc>
        <w:tc>
          <w:tcPr>
            <w:tcW w:w="1086" w:type="dxa"/>
            <w:vAlign w:val="center"/>
          </w:tcPr>
          <w:p w14:paraId="62FAD4D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BC413B2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C347A77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DAB533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1006C0B" w14:textId="77777777" w:rsidTr="006C0081">
        <w:tc>
          <w:tcPr>
            <w:tcW w:w="4405" w:type="dxa"/>
          </w:tcPr>
          <w:p w14:paraId="66308249" w14:textId="27412AF9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Място, където хората не са особено приятелски настроени</w:t>
            </w:r>
          </w:p>
        </w:tc>
        <w:tc>
          <w:tcPr>
            <w:tcW w:w="1086" w:type="dxa"/>
            <w:vAlign w:val="center"/>
          </w:tcPr>
          <w:p w14:paraId="6E031D7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88E03C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B33768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1BCC2050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7712C46" w14:textId="7072576F" w:rsidR="009B598B" w:rsidRDefault="009B598B" w:rsidP="00300391">
      <w:pPr>
        <w:pStyle w:val="RCBody"/>
        <w:spacing w:after="0"/>
      </w:pPr>
    </w:p>
    <w:p w14:paraId="28007DD7" w14:textId="48D7A31D" w:rsidR="0017256A" w:rsidRDefault="0017256A" w:rsidP="0017256A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 xml:space="preserve">[Да се показва само на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До каква степен бихте описали </w:t>
      </w:r>
      <w:r>
        <w:rPr>
          <w:b/>
          <w:bCs/>
        </w:rPr>
        <w:t>Франция</w:t>
      </w:r>
      <w:r>
        <w:t xml:space="preserve"> като...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83"/>
        <w:gridCol w:w="1085"/>
        <w:gridCol w:w="1084"/>
        <w:gridCol w:w="1148"/>
        <w:gridCol w:w="1102"/>
      </w:tblGrid>
      <w:tr w:rsidR="0017256A" w:rsidRPr="00C03E09" w14:paraId="7DC7D196" w14:textId="77777777" w:rsidTr="001072A2">
        <w:tc>
          <w:tcPr>
            <w:tcW w:w="4405" w:type="dxa"/>
          </w:tcPr>
          <w:p w14:paraId="35E85C13" w14:textId="77777777" w:rsidR="0017256A" w:rsidRPr="00C03E09" w:rsidRDefault="0017256A" w:rsidP="001072A2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E211CDF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Изобщо не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75D53EE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Малко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99EC9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Донякъде</w:t>
            </w:r>
          </w:p>
        </w:tc>
        <w:tc>
          <w:tcPr>
            <w:tcW w:w="11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FD703F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Много</w:t>
            </w:r>
          </w:p>
        </w:tc>
      </w:tr>
      <w:tr w:rsidR="0017256A" w:rsidRPr="00C03E09" w14:paraId="6F672113" w14:textId="77777777" w:rsidTr="001072A2">
        <w:tc>
          <w:tcPr>
            <w:tcW w:w="4405" w:type="dxa"/>
          </w:tcPr>
          <w:p w14:paraId="75C06A3D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Духовен център за евреите</w:t>
            </w:r>
          </w:p>
        </w:tc>
        <w:tc>
          <w:tcPr>
            <w:tcW w:w="1086" w:type="dxa"/>
            <w:vAlign w:val="center"/>
          </w:tcPr>
          <w:p w14:paraId="71B8A503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39F51D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21442C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7E53C986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2FB22C34" w14:textId="77777777" w:rsidTr="001072A2">
        <w:tc>
          <w:tcPr>
            <w:tcW w:w="4405" w:type="dxa"/>
          </w:tcPr>
          <w:p w14:paraId="626CB86E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Опасно място</w:t>
            </w:r>
          </w:p>
        </w:tc>
        <w:tc>
          <w:tcPr>
            <w:tcW w:w="1086" w:type="dxa"/>
            <w:vAlign w:val="center"/>
          </w:tcPr>
          <w:p w14:paraId="7FEC4EC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796AA3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5A0DDBD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60B8E19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51AE7137" w14:textId="77777777" w:rsidTr="001072A2">
        <w:tc>
          <w:tcPr>
            <w:tcW w:w="4405" w:type="dxa"/>
          </w:tcPr>
          <w:p w14:paraId="61568707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Място свободно от антисемитизъм</w:t>
            </w:r>
          </w:p>
        </w:tc>
        <w:tc>
          <w:tcPr>
            <w:tcW w:w="1086" w:type="dxa"/>
            <w:vAlign w:val="center"/>
          </w:tcPr>
          <w:p w14:paraId="4F8703F7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9AFEE3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D5201B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E1834C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6C0A8B8D" w14:textId="77777777" w:rsidTr="001072A2">
        <w:tc>
          <w:tcPr>
            <w:tcW w:w="4405" w:type="dxa"/>
          </w:tcPr>
          <w:p w14:paraId="2C3A3588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 xml:space="preserve">Място за изследване на еврейската </w:t>
            </w:r>
            <w:r>
              <w:lastRenderedPageBreak/>
              <w:t>идентичност</w:t>
            </w:r>
          </w:p>
        </w:tc>
        <w:tc>
          <w:tcPr>
            <w:tcW w:w="1086" w:type="dxa"/>
            <w:vAlign w:val="center"/>
          </w:tcPr>
          <w:p w14:paraId="5024611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1EAEBD6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0A3E0E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19F8776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40A281BB" w14:textId="77777777" w:rsidTr="001072A2">
        <w:tc>
          <w:tcPr>
            <w:tcW w:w="4405" w:type="dxa"/>
          </w:tcPr>
          <w:p w14:paraId="6B98A332" w14:textId="77777777" w:rsidR="0017256A" w:rsidRPr="00C03E09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lastRenderedPageBreak/>
              <w:t>Място, в което отношението към малцинствата е несправедливо</w:t>
            </w:r>
          </w:p>
        </w:tc>
        <w:tc>
          <w:tcPr>
            <w:tcW w:w="1086" w:type="dxa"/>
            <w:vAlign w:val="center"/>
          </w:tcPr>
          <w:p w14:paraId="59B9A27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19B497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D5EFD19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4020AD3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4559D31C" w14:textId="77777777" w:rsidTr="001072A2">
        <w:tc>
          <w:tcPr>
            <w:tcW w:w="4405" w:type="dxa"/>
          </w:tcPr>
          <w:p w14:paraId="7A671A58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Приятна дестинация за почивка</w:t>
            </w:r>
          </w:p>
        </w:tc>
        <w:tc>
          <w:tcPr>
            <w:tcW w:w="1086" w:type="dxa"/>
            <w:vAlign w:val="center"/>
          </w:tcPr>
          <w:p w14:paraId="606AA3B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7618A0F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9E30D2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67B5AD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14462CAF" w14:textId="77777777" w:rsidTr="001072A2">
        <w:tc>
          <w:tcPr>
            <w:tcW w:w="4405" w:type="dxa"/>
          </w:tcPr>
          <w:p w14:paraId="4BBBF744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Място, където хората не са особено приятелски настроени</w:t>
            </w:r>
          </w:p>
        </w:tc>
        <w:tc>
          <w:tcPr>
            <w:tcW w:w="1086" w:type="dxa"/>
            <w:vAlign w:val="center"/>
          </w:tcPr>
          <w:p w14:paraId="0509C266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62737C99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037FE69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5CBE86C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D911E0E" w14:textId="00359080" w:rsidR="0017256A" w:rsidRDefault="0017256A" w:rsidP="0017256A">
      <w:pPr>
        <w:pStyle w:val="RCBody"/>
        <w:spacing w:after="0"/>
      </w:pPr>
    </w:p>
    <w:p w14:paraId="101528B1" w14:textId="77777777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>[Да се показва само на 11-ти клас]</w:t>
      </w:r>
      <w:r>
        <w:t xml:space="preserve"> До каква степен всяко от следните положения е важно за Вашия личен живот?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404"/>
        <w:gridCol w:w="1085"/>
        <w:gridCol w:w="1084"/>
        <w:gridCol w:w="1148"/>
        <w:gridCol w:w="1554"/>
      </w:tblGrid>
      <w:tr w:rsidR="006C0081" w:rsidRPr="00C03E09" w14:paraId="05A8A9A0" w14:textId="77777777" w:rsidTr="006C0081">
        <w:tc>
          <w:tcPr>
            <w:tcW w:w="3422" w:type="dxa"/>
          </w:tcPr>
          <w:p w14:paraId="16C6C42D" w14:textId="77777777" w:rsidR="006C0081" w:rsidRPr="00C03E09" w:rsidRDefault="006C0081" w:rsidP="002925C5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0BCD3" w14:textId="79BC1078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Изобщо не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438D99F" w14:textId="6A747601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Малко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40182FB" w14:textId="6E28E8C6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Донякъде</w:t>
            </w:r>
          </w:p>
        </w:tc>
        <w:tc>
          <w:tcPr>
            <w:tcW w:w="15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B5DB3E" w14:textId="6FAC037E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Много</w:t>
            </w:r>
          </w:p>
        </w:tc>
      </w:tr>
      <w:tr w:rsidR="006C0081" w:rsidRPr="00C03E09" w14:paraId="0496CF7B" w14:textId="77777777" w:rsidTr="006C0081">
        <w:tc>
          <w:tcPr>
            <w:tcW w:w="3422" w:type="dxa"/>
          </w:tcPr>
          <w:p w14:paraId="426538AB" w14:textId="3E38790E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t>Еврейският ми произход</w:t>
            </w:r>
          </w:p>
        </w:tc>
        <w:tc>
          <w:tcPr>
            <w:tcW w:w="1086" w:type="dxa"/>
            <w:vAlign w:val="center"/>
          </w:tcPr>
          <w:p w14:paraId="403BCA2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0C7A97D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6BE0065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B0D3429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5C43676F" w14:textId="77777777" w:rsidTr="006C0081">
        <w:tc>
          <w:tcPr>
            <w:tcW w:w="3422" w:type="dxa"/>
          </w:tcPr>
          <w:p w14:paraId="32801945" w14:textId="77777777" w:rsidR="006C0081" w:rsidRPr="00C03E09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t xml:space="preserve">Да излизам с човек от еврейски произход </w:t>
            </w:r>
          </w:p>
        </w:tc>
        <w:tc>
          <w:tcPr>
            <w:tcW w:w="1086" w:type="dxa"/>
            <w:vAlign w:val="center"/>
          </w:tcPr>
          <w:p w14:paraId="7756441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37FAA0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3ABCAC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25C5C07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7919DCB4" w14:textId="77777777" w:rsidTr="006C0081">
        <w:tc>
          <w:tcPr>
            <w:tcW w:w="3422" w:type="dxa"/>
          </w:tcPr>
          <w:p w14:paraId="20E406EF" w14:textId="77777777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t>Да сключа брак с човек от еврейски произход</w:t>
            </w:r>
          </w:p>
        </w:tc>
        <w:tc>
          <w:tcPr>
            <w:tcW w:w="1086" w:type="dxa"/>
            <w:vAlign w:val="center"/>
          </w:tcPr>
          <w:p w14:paraId="66EAD118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964707E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D3C6564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0069F4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668799CB" w14:textId="77777777" w:rsidTr="006C0081">
        <w:tc>
          <w:tcPr>
            <w:tcW w:w="3422" w:type="dxa"/>
          </w:tcPr>
          <w:p w14:paraId="7034EB23" w14:textId="77777777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t>Да отгледам децата си като евреи</w:t>
            </w:r>
          </w:p>
        </w:tc>
        <w:tc>
          <w:tcPr>
            <w:tcW w:w="1086" w:type="dxa"/>
            <w:vAlign w:val="center"/>
          </w:tcPr>
          <w:p w14:paraId="392D8065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1A38513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934F056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3BCA15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C839C6E" w14:textId="77777777" w:rsidR="002925C5" w:rsidRDefault="002925C5" w:rsidP="00300391">
      <w:pPr>
        <w:pStyle w:val="RCBody"/>
        <w:spacing w:after="0"/>
      </w:pPr>
    </w:p>
    <w:p w14:paraId="5A9F99A3" w14:textId="3B295E6C" w:rsidR="00ED272E" w:rsidRDefault="00B51AB0" w:rsidP="00300391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>[Да се показва само на 11-ти клас]</w:t>
      </w:r>
      <w:r>
        <w:t xml:space="preserve"> Как си представяте живота си през следващите 10 години? Каква е вероятността да вършите или да сте извършили някое от следните действия?</w:t>
      </w:r>
    </w:p>
    <w:tbl>
      <w:tblPr>
        <w:tblStyle w:val="TableGrid"/>
        <w:tblW w:w="8923" w:type="dxa"/>
        <w:tblInd w:w="720" w:type="dxa"/>
        <w:tblLook w:val="04A0" w:firstRow="1" w:lastRow="0" w:firstColumn="1" w:lastColumn="0" w:noHBand="0" w:noVBand="1"/>
      </w:tblPr>
      <w:tblGrid>
        <w:gridCol w:w="5035"/>
        <w:gridCol w:w="1296"/>
        <w:gridCol w:w="1296"/>
        <w:gridCol w:w="1296"/>
      </w:tblGrid>
      <w:tr w:rsidR="00300391" w14:paraId="620F04EA" w14:textId="77777777" w:rsidTr="00300391">
        <w:tc>
          <w:tcPr>
            <w:tcW w:w="5035" w:type="dxa"/>
          </w:tcPr>
          <w:p w14:paraId="685B449B" w14:textId="77777777" w:rsidR="00300391" w:rsidRDefault="00300391" w:rsidP="00CB7D78">
            <w:pPr>
              <w:pStyle w:val="RCBody"/>
              <w:spacing w:after="0"/>
            </w:pPr>
          </w:p>
        </w:tc>
        <w:tc>
          <w:tcPr>
            <w:tcW w:w="129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63D470" w14:textId="6222AE06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Ниска вероятност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0D99644" w14:textId="1962387D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Средна вероятност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E1BF83D" w14:textId="4FB04A89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Висока вероятност</w:t>
            </w:r>
          </w:p>
        </w:tc>
      </w:tr>
      <w:tr w:rsidR="00300391" w14:paraId="39A1D04F" w14:textId="77777777" w:rsidTr="00300391">
        <w:tc>
          <w:tcPr>
            <w:tcW w:w="5035" w:type="dxa"/>
          </w:tcPr>
          <w:p w14:paraId="753C6D28" w14:textId="4C81B6F6" w:rsidR="00300391" w:rsidRDefault="00300391" w:rsidP="00CB7D78">
            <w:pPr>
              <w:pStyle w:val="RCBody"/>
              <w:spacing w:after="0"/>
            </w:pPr>
            <w:r>
              <w:t>Активно участие в доброволни дейности в еврейската общност</w:t>
            </w:r>
          </w:p>
        </w:tc>
        <w:tc>
          <w:tcPr>
            <w:tcW w:w="1296" w:type="dxa"/>
            <w:vAlign w:val="center"/>
          </w:tcPr>
          <w:p w14:paraId="2A3483CE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BB13B72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3FD5B3B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55161746" w14:textId="77777777" w:rsidTr="00300391">
        <w:tc>
          <w:tcPr>
            <w:tcW w:w="5035" w:type="dxa"/>
          </w:tcPr>
          <w:p w14:paraId="0FC1336E" w14:textId="07DC679C" w:rsidR="00300391" w:rsidRDefault="00300391" w:rsidP="00CB7D78">
            <w:pPr>
              <w:pStyle w:val="RCBody"/>
              <w:spacing w:after="0"/>
            </w:pPr>
            <w:r>
              <w:t>Посещение на Израел</w:t>
            </w:r>
          </w:p>
        </w:tc>
        <w:tc>
          <w:tcPr>
            <w:tcW w:w="1296" w:type="dxa"/>
            <w:vAlign w:val="center"/>
          </w:tcPr>
          <w:p w14:paraId="01DEB671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809B85C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4C00C86F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0A61EC28" w14:textId="77777777" w:rsidTr="00300391">
        <w:tc>
          <w:tcPr>
            <w:tcW w:w="5035" w:type="dxa"/>
          </w:tcPr>
          <w:p w14:paraId="4B87C72C" w14:textId="1DFF402B" w:rsidR="00300391" w:rsidRDefault="00B567B3" w:rsidP="00CB7D78">
            <w:pPr>
              <w:pStyle w:val="RCBody"/>
              <w:spacing w:after="0"/>
            </w:pPr>
            <w:r>
              <w:t>Участие в дейности и/или служби в синагогата</w:t>
            </w:r>
          </w:p>
        </w:tc>
        <w:tc>
          <w:tcPr>
            <w:tcW w:w="1296" w:type="dxa"/>
            <w:vAlign w:val="center"/>
          </w:tcPr>
          <w:p w14:paraId="32F0CEA8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B34DD8B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083F95C9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36E38F40" w14:textId="77777777" w:rsidTr="00300391">
        <w:tc>
          <w:tcPr>
            <w:tcW w:w="5035" w:type="dxa"/>
          </w:tcPr>
          <w:p w14:paraId="69AD6D7B" w14:textId="393F4357" w:rsidR="00300391" w:rsidRDefault="00300391" w:rsidP="00CB7D78">
            <w:pPr>
              <w:pStyle w:val="RCBody"/>
              <w:spacing w:after="0"/>
            </w:pPr>
            <w:r>
              <w:t>Даряване на средства на местна еврейска организация</w:t>
            </w:r>
          </w:p>
        </w:tc>
        <w:tc>
          <w:tcPr>
            <w:tcW w:w="1296" w:type="dxa"/>
            <w:vAlign w:val="center"/>
          </w:tcPr>
          <w:p w14:paraId="3D4DF54E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2C88135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C475061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291C97" w14:paraId="44E40D86" w14:textId="77777777" w:rsidTr="00300391">
        <w:tc>
          <w:tcPr>
            <w:tcW w:w="5035" w:type="dxa"/>
          </w:tcPr>
          <w:p w14:paraId="29B3B248" w14:textId="79A23692" w:rsidR="00291C97" w:rsidRDefault="00291C97" w:rsidP="00CB7D78">
            <w:pPr>
              <w:pStyle w:val="RCBody"/>
              <w:spacing w:after="0"/>
            </w:pPr>
            <w:r>
              <w:t>Живот в Израел</w:t>
            </w:r>
          </w:p>
        </w:tc>
        <w:tc>
          <w:tcPr>
            <w:tcW w:w="1296" w:type="dxa"/>
            <w:vAlign w:val="center"/>
          </w:tcPr>
          <w:p w14:paraId="6DCB3DCF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290F1D3F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43E1B4DB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14EF7B11" w14:textId="77777777" w:rsidR="002925C5" w:rsidRDefault="002925C5" w:rsidP="002925C5">
      <w:pPr>
        <w:pStyle w:val="RCBody"/>
        <w:spacing w:after="0"/>
        <w:ind w:left="720"/>
      </w:pPr>
    </w:p>
    <w:p w14:paraId="6A13000D" w14:textId="25BFD456" w:rsidR="00CB7D78" w:rsidRDefault="008F1F67" w:rsidP="00CB7D78">
      <w:pPr>
        <w:pStyle w:val="RCBody"/>
        <w:numPr>
          <w:ilvl w:val="0"/>
          <w:numId w:val="23"/>
        </w:numPr>
        <w:spacing w:after="0"/>
      </w:pPr>
      <w:r>
        <w:t>Моля, посочете пола си:</w:t>
      </w:r>
    </w:p>
    <w:p w14:paraId="75F5D40D" w14:textId="77777777" w:rsidR="00CB7D78" w:rsidRDefault="00CB7D78" w:rsidP="00CB7D78">
      <w:pPr>
        <w:pStyle w:val="RCBody"/>
        <w:numPr>
          <w:ilvl w:val="0"/>
          <w:numId w:val="29"/>
        </w:numPr>
        <w:spacing w:after="0"/>
      </w:pPr>
      <w:r>
        <w:t>Мъж</w:t>
      </w:r>
    </w:p>
    <w:p w14:paraId="72D4F50D" w14:textId="77777777" w:rsidR="00CB7D78" w:rsidRDefault="00CB7D78" w:rsidP="00CB7D78">
      <w:pPr>
        <w:pStyle w:val="RCBody"/>
        <w:numPr>
          <w:ilvl w:val="0"/>
          <w:numId w:val="29"/>
        </w:numPr>
        <w:spacing w:after="0"/>
      </w:pPr>
      <w:r>
        <w:t>Жена</w:t>
      </w:r>
    </w:p>
    <w:p w14:paraId="504FCE81" w14:textId="7F55690C" w:rsidR="00CB7D78" w:rsidRDefault="0017256A" w:rsidP="00CB7D78">
      <w:pPr>
        <w:pStyle w:val="RCBody"/>
        <w:numPr>
          <w:ilvl w:val="0"/>
          <w:numId w:val="29"/>
        </w:numPr>
        <w:spacing w:after="0"/>
      </w:pPr>
      <w:r>
        <w:rPr>
          <w:highlight w:val="lightGray"/>
        </w:rPr>
        <w:t xml:space="preserve">[Да не се показва на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Друго: ______________________</w:t>
      </w:r>
    </w:p>
    <w:p w14:paraId="20B214E4" w14:textId="77777777" w:rsidR="00CB7D78" w:rsidRDefault="00CB7D78" w:rsidP="00CB7D78">
      <w:pPr>
        <w:pStyle w:val="RCBody"/>
        <w:spacing w:after="0"/>
        <w:ind w:left="720"/>
      </w:pPr>
    </w:p>
    <w:p w14:paraId="1F5E91A7" w14:textId="77777777" w:rsidR="00727BFA" w:rsidRDefault="00CB7D78" w:rsidP="00CB7D78">
      <w:pPr>
        <w:pStyle w:val="RCBody"/>
        <w:numPr>
          <w:ilvl w:val="0"/>
          <w:numId w:val="23"/>
        </w:numPr>
        <w:spacing w:after="0"/>
      </w:pPr>
      <w:bookmarkStart w:id="1" w:name="_Hlk50286318"/>
      <w:r>
        <w:t>Моля, въведете рождената си дата:</w:t>
      </w:r>
    </w:p>
    <w:p w14:paraId="38D62BC3" w14:textId="77777777" w:rsidR="00727BFA" w:rsidRDefault="00727BFA" w:rsidP="00727BFA">
      <w:pPr>
        <w:pStyle w:val="RCBody"/>
        <w:spacing w:after="0"/>
        <w:ind w:left="720"/>
      </w:pPr>
      <w:r>
        <w:t>Ден: [Падащо меню от 1 до 31]</w:t>
      </w:r>
    </w:p>
    <w:p w14:paraId="1D91875D" w14:textId="77777777" w:rsidR="00727BFA" w:rsidRDefault="00727BFA" w:rsidP="00727BFA">
      <w:pPr>
        <w:pStyle w:val="RCBody"/>
        <w:spacing w:after="0"/>
        <w:ind w:left="720"/>
      </w:pPr>
      <w:r>
        <w:t>Месец: [Падащо меню от януари, февруари, март, април, май, юни, юли, август, септември, октомври, ноември, декември]</w:t>
      </w:r>
    </w:p>
    <w:p w14:paraId="2C25BDF6" w14:textId="77777777" w:rsidR="00727BFA" w:rsidRDefault="00727BFA" w:rsidP="00727BFA">
      <w:pPr>
        <w:pStyle w:val="RCBody"/>
        <w:spacing w:after="0"/>
        <w:ind w:left="720"/>
      </w:pPr>
      <w:r>
        <w:lastRenderedPageBreak/>
        <w:t>Година: [Падащо меню от 2000 до 2011]</w:t>
      </w:r>
    </w:p>
    <w:bookmarkEnd w:id="1"/>
    <w:p w14:paraId="4DC6C8B1" w14:textId="77777777" w:rsidR="00727BFA" w:rsidRDefault="00727BFA" w:rsidP="00727BFA">
      <w:pPr>
        <w:pStyle w:val="RCBody"/>
        <w:spacing w:after="0"/>
      </w:pPr>
    </w:p>
    <w:p w14:paraId="6434CC7C" w14:textId="5437F1B6" w:rsidR="00CB7D78" w:rsidRDefault="00CB7D78" w:rsidP="00727BFA">
      <w:pPr>
        <w:pStyle w:val="RCBody"/>
        <w:numPr>
          <w:ilvl w:val="0"/>
          <w:numId w:val="23"/>
        </w:numPr>
        <w:spacing w:after="0"/>
      </w:pPr>
      <w:r>
        <w:t xml:space="preserve">Моля, въведете първите две букви от </w:t>
      </w:r>
      <w:r>
        <w:rPr>
          <w:b/>
          <w:bCs/>
        </w:rPr>
        <w:t>малкото</w:t>
      </w:r>
      <w:r>
        <w:t xml:space="preserve"> Ви име: __________</w:t>
      </w:r>
    </w:p>
    <w:p w14:paraId="4EE6B6D6" w14:textId="5377C7DD" w:rsidR="00CB7D78" w:rsidRDefault="00CB7D78" w:rsidP="00CB7D78">
      <w:pPr>
        <w:pStyle w:val="RCBody"/>
        <w:numPr>
          <w:ilvl w:val="0"/>
          <w:numId w:val="23"/>
        </w:numPr>
      </w:pPr>
      <w:r>
        <w:t xml:space="preserve">Моля, въведете първите две букви от </w:t>
      </w:r>
      <w:r>
        <w:rPr>
          <w:b/>
          <w:bCs/>
        </w:rPr>
        <w:t>фамилното</w:t>
      </w:r>
      <w:r>
        <w:t xml:space="preserve"> Ви име: __________</w:t>
      </w:r>
    </w:p>
    <w:p w14:paraId="3D9393E9" w14:textId="77777777" w:rsidR="00727BFA" w:rsidRDefault="00727BFA" w:rsidP="00727BFA">
      <w:pPr>
        <w:pStyle w:val="RCBody"/>
        <w:ind w:left="360"/>
        <w:jc w:val="center"/>
      </w:pPr>
      <w:r>
        <w:t>* * *</w:t>
      </w:r>
    </w:p>
    <w:p w14:paraId="353B435A" w14:textId="619E1EAB" w:rsidR="00727BFA" w:rsidRDefault="00727BFA" w:rsidP="00727BFA">
      <w:pPr>
        <w:pStyle w:val="RCBody"/>
        <w:jc w:val="center"/>
      </w:pPr>
      <w:r>
        <w:t>Благодарим Ви за отделеното време да попълнете тази анкета. Вашите отговори бяха записани.</w:t>
      </w:r>
    </w:p>
    <w:p w14:paraId="4533FBE5" w14:textId="77777777" w:rsidR="006C3179" w:rsidRPr="00291C97" w:rsidRDefault="006C3179" w:rsidP="006C3179">
      <w:pPr>
        <w:pStyle w:val="RCBody"/>
        <w:spacing w:after="0"/>
        <w:ind w:left="720"/>
      </w:pPr>
    </w:p>
    <w:sectPr w:rsidR="006C3179" w:rsidRPr="00291C97" w:rsidSect="000B322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D205E" w14:textId="77777777" w:rsidR="003F5E8C" w:rsidRDefault="003F5E8C" w:rsidP="00CE2B18">
      <w:r>
        <w:separator/>
      </w:r>
    </w:p>
    <w:p w14:paraId="27BFA1D2" w14:textId="77777777" w:rsidR="003F5E8C" w:rsidRDefault="003F5E8C"/>
  </w:endnote>
  <w:endnote w:type="continuationSeparator" w:id="0">
    <w:p w14:paraId="5CC3D57F" w14:textId="77777777" w:rsidR="003F5E8C" w:rsidRDefault="003F5E8C" w:rsidP="00CE2B18">
      <w:r>
        <w:continuationSeparator/>
      </w:r>
    </w:p>
    <w:p w14:paraId="5FE243E0" w14:textId="77777777" w:rsidR="003F5E8C" w:rsidRDefault="003F5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A96DD" w14:textId="77777777" w:rsidR="002925C5" w:rsidRPr="00587566" w:rsidRDefault="002925C5" w:rsidP="00587566">
    <w:pPr>
      <w:pStyle w:val="Footer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/>
        <w:noProof/>
        <w:color w:val="808080" w:themeColor="background1" w:themeShade="80"/>
        <w:sz w:val="18"/>
        <w:lang w:eastAsia="bg-BG" w:bidi="he-IL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/>
        <w:color w:val="808080" w:themeColor="background1" w:themeShade="80"/>
        <w:sz w:val="18"/>
      </w:rPr>
      <w:t xml:space="preserve">      </w:t>
    </w:r>
    <w:r w:rsidRPr="00065EEC">
      <w:rPr>
        <w:rFonts w:ascii="HK Grotesk Pro AltJ" w:hAnsi="HK Grotesk Pro AltJ" w:cs="Times New Roman"/>
        <w:color w:val="00A499" w:themeColor="accent2"/>
        <w:sz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</w:rPr>
      <w:fldChar w:fldCharType="separate"/>
    </w:r>
    <w:r w:rsidR="0016047E">
      <w:rPr>
        <w:rFonts w:ascii="HK Grotesk Pro AltJ" w:hAnsi="HK Grotesk Pro AltJ" w:cs="Times New Roman"/>
        <w:noProof/>
        <w:color w:val="00A499" w:themeColor="accent2"/>
        <w:sz w:val="18"/>
      </w:rPr>
      <w:t>8</w:t>
    </w:r>
    <w:r w:rsidRPr="00065EEC">
      <w:rPr>
        <w:rFonts w:ascii="HK Grotesk Pro AltJ" w:hAnsi="HK Grotesk Pro AltJ" w:cs="Times New Roman"/>
        <w:color w:val="00A499" w:themeColor="accent2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F7D4C" w14:textId="77777777" w:rsidR="002925C5" w:rsidRPr="00533535" w:rsidRDefault="002925C5" w:rsidP="00F50C06">
    <w:pPr>
      <w:pStyle w:val="Footer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eastAsia="bg-BG" w:bidi="he-IL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4B271" w14:textId="77777777" w:rsidR="003F5E8C" w:rsidRDefault="003F5E8C" w:rsidP="00CE2B18">
      <w:r>
        <w:separator/>
      </w:r>
    </w:p>
  </w:footnote>
  <w:footnote w:type="continuationSeparator" w:id="0">
    <w:p w14:paraId="3296F9B3" w14:textId="77777777" w:rsidR="003F5E8C" w:rsidRDefault="003F5E8C" w:rsidP="00CE2B18">
      <w:r>
        <w:continuationSeparator/>
      </w:r>
    </w:p>
    <w:p w14:paraId="64F60910" w14:textId="77777777" w:rsidR="003F5E8C" w:rsidRDefault="003F5E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B2008" w14:textId="77777777" w:rsidR="002925C5" w:rsidRDefault="002925C5" w:rsidP="00CE2B18">
    <w:pPr>
      <w:pStyle w:val="Header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42219" w14:textId="77777777" w:rsidR="002925C5" w:rsidRDefault="002925C5" w:rsidP="00CE2B18">
    <w:pPr>
      <w:pStyle w:val="Header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rPr>
        <w:lang w:eastAsia="bg-BG" w:bidi="he-IL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Правителство на Израел, Министерство на диаспората</w:t>
    </w:r>
  </w:p>
  <w:p w14:paraId="6E693C1F" w14:textId="74827855" w:rsidR="002925C5" w:rsidRPr="009A7C80" w:rsidRDefault="002925C5" w:rsidP="009A7C80">
    <w:pPr>
      <w:pStyle w:val="ProjectName"/>
    </w:pPr>
    <w:r>
      <w:t xml:space="preserve">Оценка на </w:t>
    </w:r>
    <w:proofErr w:type="spellStart"/>
    <w:r>
      <w:t>Unit</w:t>
    </w:r>
    <w:proofErr w:type="spellEnd"/>
    <w:r>
      <w:t>.</w:t>
    </w:r>
    <w:proofErr w:type="spellStart"/>
    <w:r>
      <w:t>Ed</w:t>
    </w:r>
    <w:proofErr w:type="spellEnd"/>
  </w:p>
  <w:p w14:paraId="563468C5" w14:textId="42436FE4" w:rsidR="002925C5" w:rsidRPr="000632F1" w:rsidRDefault="008A13A1" w:rsidP="009A7C80">
    <w:pPr>
      <w:pStyle w:val="ProjectName"/>
    </w:pPr>
    <w:r>
      <w:t>13 септември 2020 г.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lang w:eastAsia="bg-BG" w:bidi="he-IL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4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5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2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1"/>
  </w:num>
  <w:num w:numId="8">
    <w:abstractNumId w:val="3"/>
  </w:num>
  <w:num w:numId="9">
    <w:abstractNumId w:val="23"/>
  </w:num>
  <w:num w:numId="10">
    <w:abstractNumId w:val="22"/>
  </w:num>
  <w:num w:numId="11">
    <w:abstractNumId w:val="20"/>
  </w:num>
  <w:num w:numId="12">
    <w:abstractNumId w:val="27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0"/>
  </w:num>
  <w:num w:numId="18">
    <w:abstractNumId w:val="19"/>
  </w:num>
  <w:num w:numId="19">
    <w:abstractNumId w:val="31"/>
  </w:num>
  <w:num w:numId="20">
    <w:abstractNumId w:val="29"/>
  </w:num>
  <w:num w:numId="21">
    <w:abstractNumId w:val="4"/>
  </w:num>
  <w:num w:numId="22">
    <w:abstractNumId w:val="25"/>
  </w:num>
  <w:num w:numId="23">
    <w:abstractNumId w:val="13"/>
  </w:num>
  <w:num w:numId="24">
    <w:abstractNumId w:val="7"/>
  </w:num>
  <w:num w:numId="25">
    <w:abstractNumId w:val="32"/>
  </w:num>
  <w:num w:numId="26">
    <w:abstractNumId w:val="15"/>
  </w:num>
  <w:num w:numId="27">
    <w:abstractNumId w:val="26"/>
  </w:num>
  <w:num w:numId="28">
    <w:abstractNumId w:val="24"/>
  </w:num>
  <w:num w:numId="29">
    <w:abstractNumId w:val="28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0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1D53"/>
    <w:rsid w:val="00096CAA"/>
    <w:rsid w:val="000976B2"/>
    <w:rsid w:val="000A277D"/>
    <w:rsid w:val="000A58B9"/>
    <w:rsid w:val="000A66BC"/>
    <w:rsid w:val="000B0FA1"/>
    <w:rsid w:val="000B3222"/>
    <w:rsid w:val="000C17D5"/>
    <w:rsid w:val="000C3290"/>
    <w:rsid w:val="000C78A7"/>
    <w:rsid w:val="000D0609"/>
    <w:rsid w:val="000D613C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047E"/>
    <w:rsid w:val="0016770C"/>
    <w:rsid w:val="0017256A"/>
    <w:rsid w:val="001757CC"/>
    <w:rsid w:val="0018329F"/>
    <w:rsid w:val="0018476B"/>
    <w:rsid w:val="001913F7"/>
    <w:rsid w:val="00194BD6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5E8C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A5BAD"/>
    <w:rsid w:val="004B7B55"/>
    <w:rsid w:val="004C38F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81139"/>
    <w:rsid w:val="006A2B3B"/>
    <w:rsid w:val="006A3E8B"/>
    <w:rsid w:val="006C0081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14E1"/>
    <w:rsid w:val="00B334E5"/>
    <w:rsid w:val="00B33545"/>
    <w:rsid w:val="00B33A9C"/>
    <w:rsid w:val="00B33F89"/>
    <w:rsid w:val="00B404BA"/>
    <w:rsid w:val="00B42AB6"/>
    <w:rsid w:val="00B51AB0"/>
    <w:rsid w:val="00B567B3"/>
    <w:rsid w:val="00B729FA"/>
    <w:rsid w:val="00B779F7"/>
    <w:rsid w:val="00B82A1F"/>
    <w:rsid w:val="00B871BF"/>
    <w:rsid w:val="00B957DB"/>
    <w:rsid w:val="00B96D18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A4B58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1097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1BA6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customStyle="1" w:styleId="GridTable1Light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customStyle="1" w:styleId="GridTable1Light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aharon@rosovconsulting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xmlns="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0E7EC9-6431-4F33-95B6-C0913F00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286</TotalTime>
  <Pages>8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DetelinaM</cp:lastModifiedBy>
  <cp:revision>8</cp:revision>
  <cp:lastPrinted>2018-11-06T23:22:00Z</cp:lastPrinted>
  <dcterms:created xsi:type="dcterms:W3CDTF">2020-09-07T08:49:00Z</dcterms:created>
  <dcterms:modified xsi:type="dcterms:W3CDTF">2020-09-19T12:59:00Z</dcterms:modified>
</cp:coreProperties>
</file>