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7F1220" w14:textId="77777777" w:rsidR="00065EEC" w:rsidRPr="009A7C80" w:rsidRDefault="00065EEC" w:rsidP="00835424">
      <w:pPr>
        <w:pStyle w:val="RCBody"/>
        <w:spacing w:after="0"/>
      </w:pPr>
    </w:p>
    <w:p w14:paraId="5BE71F0E" w14:textId="6746F424" w:rsidR="004E531D" w:rsidRDefault="00C03E09" w:rsidP="009A7C80">
      <w:pPr>
        <w:pStyle w:val="DocumentTitle"/>
      </w:pPr>
      <w:r>
        <w:rPr>
          <w:lang w:val="it-IT"/>
        </w:rPr>
        <w:t>Sondaggio “Unit.Ed” sugli studenti</w:t>
      </w:r>
    </w:p>
    <w:p w14:paraId="3D4C851A" w14:textId="63A5C491" w:rsidR="00C9573D" w:rsidRDefault="00C9573D" w:rsidP="004D3074">
      <w:pPr>
        <w:pStyle w:val="RCBody"/>
        <w:rPr>
          <w:i/>
          <w:iCs/>
        </w:rPr>
      </w:pPr>
      <w:r>
        <w:rPr>
          <w:i/>
          <w:iCs/>
          <w:lang w:val="it-IT"/>
        </w:rPr>
        <w:t>Sappiamo che l’ultimo semestre è stato molto impegnativo e che le nostre conversazioni sono state perlopiù incentrate sulla pandemia di COVID-19. Adesso vorremmo rivolgere la nostra attenzione a qualcosa di un po’ diverso, ossia sapere della tua esperienza scolastica, della tua identità ebraica e del tuo rapporto con Israele.</w:t>
      </w:r>
    </w:p>
    <w:p w14:paraId="57231CE8" w14:textId="684A6DEE" w:rsidR="004D3074" w:rsidRPr="004D3074" w:rsidRDefault="00C9573D" w:rsidP="00C9573D">
      <w:pPr>
        <w:pStyle w:val="RCBody"/>
        <w:rPr>
          <w:i/>
          <w:iCs/>
        </w:rPr>
      </w:pPr>
      <w:r>
        <w:rPr>
          <w:i/>
          <w:iCs/>
          <w:lang w:val="it-IT"/>
        </w:rPr>
        <w:t>Il sondaggio seguente rientra in uno studio più ampio sugli studenti delle scuole ebraiche diurne di tutto il mondo, commissionato dal Governo d</w:t>
      </w:r>
      <w:r w:rsidR="00387270">
        <w:rPr>
          <w:i/>
          <w:iCs/>
          <w:lang w:val="it-IT"/>
        </w:rPr>
        <w:t>’</w:t>
      </w:r>
      <w:r>
        <w:rPr>
          <w:i/>
          <w:iCs/>
          <w:lang w:val="it-IT"/>
        </w:rPr>
        <w:t xml:space="preserve">Israele e svolto da </w:t>
      </w:r>
      <w:proofErr w:type="spellStart"/>
      <w:r>
        <w:rPr>
          <w:i/>
          <w:iCs/>
          <w:lang w:val="it-IT"/>
        </w:rPr>
        <w:t>Rosov</w:t>
      </w:r>
      <w:proofErr w:type="spellEnd"/>
      <w:r>
        <w:rPr>
          <w:i/>
          <w:iCs/>
          <w:lang w:val="it-IT"/>
        </w:rPr>
        <w:t xml:space="preserve"> Consulting. La compilazione del questionario richiederà circa 15 minuti e le tue risposte saranno considerate riservate. Se hai difficoltà a completare il questionario, ti preghiamo di contattare </w:t>
      </w:r>
      <w:proofErr w:type="spellStart"/>
      <w:r>
        <w:rPr>
          <w:i/>
          <w:iCs/>
          <w:lang w:val="it-IT"/>
        </w:rPr>
        <w:t>Nettie</w:t>
      </w:r>
      <w:proofErr w:type="spellEnd"/>
      <w:r>
        <w:rPr>
          <w:i/>
          <w:iCs/>
          <w:lang w:val="it-IT"/>
        </w:rPr>
        <w:t xml:space="preserve"> all’indirizzo </w:t>
      </w:r>
      <w:hyperlink r:id="rId8" w:history="1">
        <w:r>
          <w:rPr>
            <w:rStyle w:val="Collegamentoipertestuale"/>
            <w:i/>
            <w:iCs/>
            <w:lang w:val="it-IT"/>
          </w:rPr>
          <w:t>naharon@rosovconsulting.com</w:t>
        </w:r>
      </w:hyperlink>
      <w:r>
        <w:rPr>
          <w:i/>
          <w:iCs/>
          <w:lang w:val="it-IT"/>
        </w:rPr>
        <w:t xml:space="preserve">. </w:t>
      </w:r>
    </w:p>
    <w:p w14:paraId="31652F79" w14:textId="4BAFD425" w:rsidR="004D3074" w:rsidRPr="004D3074" w:rsidRDefault="004D3074" w:rsidP="004D3074">
      <w:pPr>
        <w:pStyle w:val="RCBody"/>
        <w:rPr>
          <w:i/>
          <w:iCs/>
        </w:rPr>
      </w:pPr>
      <w:r>
        <w:rPr>
          <w:i/>
          <w:iCs/>
          <w:lang w:val="it-IT"/>
        </w:rPr>
        <w:t>Ti ringraziamo fin d’ora!</w:t>
      </w:r>
    </w:p>
    <w:p w14:paraId="49C0B9E5" w14:textId="4D4813B4" w:rsidR="004D3074" w:rsidRDefault="004D3074" w:rsidP="004D3074">
      <w:pPr>
        <w:pStyle w:val="RCBody"/>
        <w:jc w:val="center"/>
      </w:pPr>
      <w:r>
        <w:rPr>
          <w:lang w:val="it-IT"/>
        </w:rPr>
        <w:t>* * *</w:t>
      </w:r>
    </w:p>
    <w:p w14:paraId="6128C2C5" w14:textId="73C4EC5C" w:rsidR="00C9573D" w:rsidRPr="004D3074" w:rsidRDefault="00C9573D" w:rsidP="00C9573D">
      <w:pPr>
        <w:pStyle w:val="RCBody"/>
      </w:pPr>
      <w:r>
        <w:rPr>
          <w:b/>
          <w:bCs/>
          <w:lang w:val="it-IT"/>
        </w:rPr>
        <w:t>Abbiamo innanzitutto delle domande sulla tua esperienza scolastica.</w:t>
      </w:r>
    </w:p>
    <w:p w14:paraId="4161D95D" w14:textId="77777777" w:rsidR="002925C5" w:rsidRDefault="002925C5" w:rsidP="002925C5">
      <w:pPr>
        <w:pStyle w:val="RCBody"/>
        <w:numPr>
          <w:ilvl w:val="0"/>
          <w:numId w:val="23"/>
        </w:numPr>
        <w:spacing w:after="0"/>
      </w:pPr>
      <w:r>
        <w:rPr>
          <w:lang w:val="it-IT"/>
        </w:rPr>
        <w:t>Che classe frequenti?</w:t>
      </w:r>
    </w:p>
    <w:p w14:paraId="67343801" w14:textId="77777777" w:rsidR="002925C5" w:rsidRDefault="002925C5" w:rsidP="002925C5">
      <w:pPr>
        <w:pStyle w:val="RCBody"/>
        <w:numPr>
          <w:ilvl w:val="1"/>
          <w:numId w:val="23"/>
        </w:numPr>
        <w:spacing w:after="0"/>
      </w:pPr>
      <w:r>
        <w:rPr>
          <w:lang w:val="it-IT"/>
        </w:rPr>
        <w:t>5ª elementare</w:t>
      </w:r>
    </w:p>
    <w:p w14:paraId="59555DBF" w14:textId="77777777" w:rsidR="002925C5" w:rsidRDefault="002925C5" w:rsidP="002925C5">
      <w:pPr>
        <w:pStyle w:val="RCBody"/>
        <w:numPr>
          <w:ilvl w:val="1"/>
          <w:numId w:val="23"/>
        </w:numPr>
        <w:spacing w:after="0"/>
      </w:pPr>
      <w:r>
        <w:rPr>
          <w:lang w:val="it-IT"/>
        </w:rPr>
        <w:t xml:space="preserve">IIª media </w:t>
      </w:r>
    </w:p>
    <w:p w14:paraId="3AFA4AFE" w14:textId="77777777" w:rsidR="002925C5" w:rsidRDefault="002925C5" w:rsidP="002925C5">
      <w:pPr>
        <w:pStyle w:val="RCBody"/>
        <w:numPr>
          <w:ilvl w:val="1"/>
          <w:numId w:val="23"/>
        </w:numPr>
        <w:spacing w:after="0"/>
      </w:pPr>
      <w:r>
        <w:rPr>
          <w:lang w:val="it-IT"/>
        </w:rPr>
        <w:t>IIIª superiore</w:t>
      </w:r>
    </w:p>
    <w:p w14:paraId="2F1BCD9D" w14:textId="654012D7" w:rsidR="002925C5" w:rsidRDefault="002925C5" w:rsidP="002925C5">
      <w:pPr>
        <w:pStyle w:val="RCBody"/>
        <w:spacing w:after="0"/>
      </w:pPr>
    </w:p>
    <w:p w14:paraId="5501E52B" w14:textId="77777777" w:rsidR="00E03AD3" w:rsidRDefault="00E03AD3" w:rsidP="00E03AD3">
      <w:pPr>
        <w:pStyle w:val="RCBody"/>
        <w:numPr>
          <w:ilvl w:val="0"/>
          <w:numId w:val="23"/>
        </w:numPr>
        <w:spacing w:after="0"/>
      </w:pPr>
      <w:r>
        <w:rPr>
          <w:lang w:val="it-IT"/>
        </w:rPr>
        <w:t>Quanti dei tuoi amici più cari frequentano la tua scuola?</w:t>
      </w:r>
    </w:p>
    <w:p w14:paraId="44C194D0" w14:textId="77777777" w:rsidR="00E03AD3" w:rsidRDefault="00E03AD3" w:rsidP="00E03AD3">
      <w:pPr>
        <w:pStyle w:val="RCBody"/>
        <w:numPr>
          <w:ilvl w:val="0"/>
          <w:numId w:val="32"/>
        </w:numPr>
        <w:spacing w:after="0"/>
      </w:pPr>
      <w:r>
        <w:rPr>
          <w:lang w:val="it-IT"/>
        </w:rPr>
        <w:t>Nessuno</w:t>
      </w:r>
    </w:p>
    <w:p w14:paraId="5176C282" w14:textId="77777777" w:rsidR="00E03AD3" w:rsidRDefault="00E03AD3" w:rsidP="00E03AD3">
      <w:pPr>
        <w:pStyle w:val="RCBody"/>
        <w:numPr>
          <w:ilvl w:val="0"/>
          <w:numId w:val="32"/>
        </w:numPr>
        <w:spacing w:after="0"/>
      </w:pPr>
      <w:r>
        <w:rPr>
          <w:lang w:val="it-IT"/>
        </w:rPr>
        <w:t>Alcuni</w:t>
      </w:r>
    </w:p>
    <w:p w14:paraId="5410D1FD" w14:textId="77777777" w:rsidR="00E03AD3" w:rsidRDefault="00E03AD3" w:rsidP="00E03AD3">
      <w:pPr>
        <w:pStyle w:val="RCBody"/>
        <w:numPr>
          <w:ilvl w:val="0"/>
          <w:numId w:val="32"/>
        </w:numPr>
        <w:spacing w:after="0"/>
      </w:pPr>
      <w:r>
        <w:rPr>
          <w:lang w:val="it-IT"/>
        </w:rPr>
        <w:t>La maggior parte / Tutti</w:t>
      </w:r>
    </w:p>
    <w:p w14:paraId="661FB2CC" w14:textId="322B282A" w:rsidR="00E03AD3" w:rsidRDefault="00E03AD3" w:rsidP="002925C5">
      <w:pPr>
        <w:pStyle w:val="RCBody"/>
        <w:spacing w:after="0"/>
      </w:pPr>
    </w:p>
    <w:p w14:paraId="5C5E5E42" w14:textId="77777777" w:rsidR="00E03AD3" w:rsidRDefault="00E03AD3" w:rsidP="00E03AD3">
      <w:pPr>
        <w:pStyle w:val="RCBody"/>
        <w:numPr>
          <w:ilvl w:val="0"/>
          <w:numId w:val="23"/>
        </w:numPr>
        <w:spacing w:after="0"/>
      </w:pPr>
      <w:r>
        <w:rPr>
          <w:lang w:val="it-IT"/>
        </w:rPr>
        <w:t>Quanti dei tuoi amici più cari sono ebrei?</w:t>
      </w:r>
    </w:p>
    <w:p w14:paraId="2B52FAE5" w14:textId="77777777" w:rsidR="00E03AD3" w:rsidRDefault="00E03AD3" w:rsidP="00E03AD3">
      <w:pPr>
        <w:pStyle w:val="RCBody"/>
        <w:numPr>
          <w:ilvl w:val="0"/>
          <w:numId w:val="30"/>
        </w:numPr>
        <w:spacing w:after="0"/>
      </w:pPr>
      <w:r>
        <w:rPr>
          <w:lang w:val="it-IT"/>
        </w:rPr>
        <w:t>Nessuno</w:t>
      </w:r>
    </w:p>
    <w:p w14:paraId="296FF2C4" w14:textId="77777777" w:rsidR="00E03AD3" w:rsidRDefault="00E03AD3" w:rsidP="00E03AD3">
      <w:pPr>
        <w:pStyle w:val="RCBody"/>
        <w:numPr>
          <w:ilvl w:val="0"/>
          <w:numId w:val="30"/>
        </w:numPr>
        <w:spacing w:after="0"/>
      </w:pPr>
      <w:r>
        <w:rPr>
          <w:lang w:val="it-IT"/>
        </w:rPr>
        <w:t>Alcuni</w:t>
      </w:r>
    </w:p>
    <w:p w14:paraId="46C11F4C" w14:textId="77777777" w:rsidR="00E03AD3" w:rsidRDefault="00E03AD3" w:rsidP="00E03AD3">
      <w:pPr>
        <w:pStyle w:val="RCBody"/>
        <w:numPr>
          <w:ilvl w:val="0"/>
          <w:numId w:val="30"/>
        </w:numPr>
        <w:spacing w:after="0"/>
      </w:pPr>
      <w:r>
        <w:rPr>
          <w:lang w:val="it-IT"/>
        </w:rPr>
        <w:t>La maggior parte / Tutti</w:t>
      </w:r>
    </w:p>
    <w:p w14:paraId="3CB08EAD" w14:textId="79DA7522" w:rsidR="00E03AD3" w:rsidRDefault="00E03AD3" w:rsidP="002925C5">
      <w:pPr>
        <w:pStyle w:val="RCBody"/>
        <w:spacing w:after="0"/>
      </w:pPr>
    </w:p>
    <w:p w14:paraId="58ABC39F" w14:textId="68CEB6B0" w:rsidR="002925C5" w:rsidRDefault="00C9573D" w:rsidP="002925C5">
      <w:pPr>
        <w:pStyle w:val="RCBody"/>
        <w:numPr>
          <w:ilvl w:val="0"/>
          <w:numId w:val="23"/>
        </w:numPr>
        <w:spacing w:after="0"/>
      </w:pPr>
      <w:r>
        <w:rPr>
          <w:lang w:val="it-IT"/>
        </w:rPr>
        <w:t>Nel complesso, come giudichi le lezioni per ciascuna delle seguenti materie?</w:t>
      </w:r>
    </w:p>
    <w:tbl>
      <w:tblPr>
        <w:tblStyle w:val="Grigliatabella"/>
        <w:tblW w:w="7666" w:type="dxa"/>
        <w:tblInd w:w="720" w:type="dxa"/>
        <w:tblLook w:val="04A0" w:firstRow="1" w:lastRow="0" w:firstColumn="1" w:lastColumn="0" w:noHBand="0" w:noVBand="1"/>
      </w:tblPr>
      <w:tblGrid>
        <w:gridCol w:w="1971"/>
        <w:gridCol w:w="1269"/>
        <w:gridCol w:w="1274"/>
        <w:gridCol w:w="1328"/>
        <w:gridCol w:w="862"/>
        <w:gridCol w:w="962"/>
      </w:tblGrid>
      <w:tr w:rsidR="00A92E37" w14:paraId="727608E3" w14:textId="77777777" w:rsidTr="00B96D18">
        <w:tc>
          <w:tcPr>
            <w:tcW w:w="2155" w:type="dxa"/>
          </w:tcPr>
          <w:p w14:paraId="37A7CA8B" w14:textId="77777777" w:rsidR="00A92E37" w:rsidRDefault="00A92E37" w:rsidP="0001286D">
            <w:pPr>
              <w:pStyle w:val="RCBody"/>
              <w:spacing w:after="0"/>
            </w:pPr>
          </w:p>
        </w:tc>
        <w:tc>
          <w:tcPr>
            <w:tcW w:w="1141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B11FE81" w14:textId="30E6A880" w:rsidR="00A92E37" w:rsidRPr="00FD39B1" w:rsidRDefault="00A92E37" w:rsidP="0001286D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it-IT"/>
              </w:rPr>
              <w:t>Molto interessanti</w:t>
            </w:r>
          </w:p>
        </w:tc>
        <w:tc>
          <w:tcPr>
            <w:tcW w:w="115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C5D63B2" w14:textId="64A3CD31" w:rsidR="00A92E37" w:rsidRPr="00FD39B1" w:rsidRDefault="00A92E37" w:rsidP="0001286D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it-IT"/>
              </w:rPr>
              <w:t>Interessanti</w:t>
            </w:r>
          </w:p>
        </w:tc>
        <w:tc>
          <w:tcPr>
            <w:tcW w:w="13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65C66C6B" w14:textId="4BD7140A" w:rsidR="00A92E37" w:rsidRPr="00FD39B1" w:rsidRDefault="00A92E37" w:rsidP="0001286D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it-IT"/>
              </w:rPr>
              <w:t>Appena accettabili</w:t>
            </w:r>
          </w:p>
        </w:tc>
        <w:tc>
          <w:tcPr>
            <w:tcW w:w="86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83A2D06" w14:textId="191E1CB1" w:rsidR="00A92E37" w:rsidRPr="00FD39B1" w:rsidRDefault="00A92E37" w:rsidP="0001286D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it-IT"/>
              </w:rPr>
              <w:t>Noiose</w:t>
            </w:r>
          </w:p>
        </w:tc>
        <w:tc>
          <w:tcPr>
            <w:tcW w:w="989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ADE0517" w14:textId="1438BE6A" w:rsidR="00A92E37" w:rsidRPr="00FD39B1" w:rsidRDefault="00A92E37" w:rsidP="0001286D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it-IT"/>
              </w:rPr>
              <w:t>Molto noiose</w:t>
            </w:r>
          </w:p>
        </w:tc>
      </w:tr>
      <w:tr w:rsidR="00A92E37" w14:paraId="250F957A" w14:textId="77777777" w:rsidTr="00B96D18">
        <w:tc>
          <w:tcPr>
            <w:tcW w:w="2155" w:type="dxa"/>
          </w:tcPr>
          <w:p w14:paraId="353FDBE2" w14:textId="5D435A8C" w:rsidR="00A92E37" w:rsidRDefault="00BD3067" w:rsidP="0001286D">
            <w:pPr>
              <w:pStyle w:val="RCBody"/>
              <w:spacing w:after="0"/>
            </w:pPr>
            <w:r>
              <w:rPr>
                <w:lang w:val="it-IT"/>
              </w:rPr>
              <w:t>Studi giudaici</w:t>
            </w:r>
          </w:p>
        </w:tc>
        <w:tc>
          <w:tcPr>
            <w:tcW w:w="1141" w:type="dxa"/>
            <w:vAlign w:val="center"/>
          </w:tcPr>
          <w:p w14:paraId="6DE34AD6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53" w:type="dxa"/>
            <w:vAlign w:val="center"/>
          </w:tcPr>
          <w:p w14:paraId="43BAD67F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362" w:type="dxa"/>
            <w:vAlign w:val="center"/>
          </w:tcPr>
          <w:p w14:paraId="71C3AF8F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866" w:type="dxa"/>
            <w:vAlign w:val="center"/>
          </w:tcPr>
          <w:p w14:paraId="7B32F097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</w:pPr>
          </w:p>
        </w:tc>
        <w:tc>
          <w:tcPr>
            <w:tcW w:w="989" w:type="dxa"/>
            <w:vAlign w:val="center"/>
          </w:tcPr>
          <w:p w14:paraId="6C44C391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A92E37" w14:paraId="39C0C07A" w14:textId="77777777" w:rsidTr="00B96D18">
        <w:tc>
          <w:tcPr>
            <w:tcW w:w="2155" w:type="dxa"/>
          </w:tcPr>
          <w:p w14:paraId="61E63047" w14:textId="1A2A0729" w:rsidR="00A92E37" w:rsidRDefault="00EF6D74" w:rsidP="0001286D">
            <w:pPr>
              <w:pStyle w:val="RCBody"/>
              <w:spacing w:after="0"/>
            </w:pPr>
            <w:r>
              <w:rPr>
                <w:lang w:val="it-IT"/>
              </w:rPr>
              <w:t>Lingua ebraica</w:t>
            </w:r>
          </w:p>
        </w:tc>
        <w:tc>
          <w:tcPr>
            <w:tcW w:w="1141" w:type="dxa"/>
            <w:vAlign w:val="center"/>
          </w:tcPr>
          <w:p w14:paraId="56D6EE28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53" w:type="dxa"/>
            <w:vAlign w:val="center"/>
          </w:tcPr>
          <w:p w14:paraId="0E7B509F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362" w:type="dxa"/>
            <w:vAlign w:val="center"/>
          </w:tcPr>
          <w:p w14:paraId="2BD0A04E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866" w:type="dxa"/>
            <w:vAlign w:val="center"/>
          </w:tcPr>
          <w:p w14:paraId="7DA2A12E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</w:pPr>
          </w:p>
        </w:tc>
        <w:tc>
          <w:tcPr>
            <w:tcW w:w="989" w:type="dxa"/>
            <w:vAlign w:val="center"/>
          </w:tcPr>
          <w:p w14:paraId="630E6189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A92E37" w14:paraId="595CA572" w14:textId="77777777" w:rsidTr="00B96D18">
        <w:tc>
          <w:tcPr>
            <w:tcW w:w="2155" w:type="dxa"/>
          </w:tcPr>
          <w:p w14:paraId="32A4DDE4" w14:textId="7BF59A2D" w:rsidR="00A92E37" w:rsidRDefault="00BD3067" w:rsidP="0001286D">
            <w:pPr>
              <w:pStyle w:val="RCBody"/>
              <w:spacing w:after="0"/>
            </w:pPr>
            <w:r>
              <w:rPr>
                <w:lang w:val="it-IT"/>
              </w:rPr>
              <w:t>Studi generali</w:t>
            </w:r>
          </w:p>
        </w:tc>
        <w:tc>
          <w:tcPr>
            <w:tcW w:w="1141" w:type="dxa"/>
            <w:vAlign w:val="center"/>
          </w:tcPr>
          <w:p w14:paraId="79E137EF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53" w:type="dxa"/>
            <w:vAlign w:val="center"/>
          </w:tcPr>
          <w:p w14:paraId="502BD04C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362" w:type="dxa"/>
            <w:vAlign w:val="center"/>
          </w:tcPr>
          <w:p w14:paraId="3BE2D2D8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866" w:type="dxa"/>
            <w:vAlign w:val="center"/>
          </w:tcPr>
          <w:p w14:paraId="07BF7D24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</w:pPr>
          </w:p>
        </w:tc>
        <w:tc>
          <w:tcPr>
            <w:tcW w:w="989" w:type="dxa"/>
            <w:vAlign w:val="center"/>
          </w:tcPr>
          <w:p w14:paraId="58308B4B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</w:tbl>
    <w:p w14:paraId="4A13C13E" w14:textId="77777777" w:rsidR="00A92E37" w:rsidRDefault="00A92E37" w:rsidP="007828FF">
      <w:pPr>
        <w:pStyle w:val="RCBody"/>
        <w:spacing w:after="0"/>
        <w:ind w:left="720"/>
      </w:pPr>
    </w:p>
    <w:p w14:paraId="38648E7E" w14:textId="18320CBD" w:rsidR="006D436E" w:rsidRDefault="006D436E" w:rsidP="006D436E">
      <w:pPr>
        <w:pStyle w:val="RCBody"/>
        <w:numPr>
          <w:ilvl w:val="0"/>
          <w:numId w:val="23"/>
        </w:numPr>
        <w:spacing w:after="0"/>
      </w:pPr>
      <w:r>
        <w:rPr>
          <w:highlight w:val="lightGray"/>
          <w:lang w:val="it-IT"/>
        </w:rPr>
        <w:lastRenderedPageBreak/>
        <w:t>[Mostrare solo a IIIª superiore]</w:t>
      </w:r>
      <w:r>
        <w:rPr>
          <w:lang w:val="it-IT"/>
        </w:rPr>
        <w:t xml:space="preserve"> Dall’inizio della pandemia di COVID-19, in che misura ritieni che la tua istruzione abbia subito un’involuzione?</w:t>
      </w:r>
    </w:p>
    <w:p w14:paraId="416B4D7A" w14:textId="20E64ECA" w:rsidR="006D436E" w:rsidRDefault="006D436E" w:rsidP="006D436E">
      <w:pPr>
        <w:pStyle w:val="RCBody"/>
        <w:numPr>
          <w:ilvl w:val="1"/>
          <w:numId w:val="23"/>
        </w:numPr>
        <w:spacing w:after="0"/>
      </w:pPr>
      <w:r>
        <w:rPr>
          <w:lang w:val="it-IT"/>
        </w:rPr>
        <w:t>Per niente</w:t>
      </w:r>
    </w:p>
    <w:p w14:paraId="3E69656A" w14:textId="526961A7" w:rsidR="006D436E" w:rsidRDefault="006D436E" w:rsidP="006D436E">
      <w:pPr>
        <w:pStyle w:val="RCBody"/>
        <w:numPr>
          <w:ilvl w:val="1"/>
          <w:numId w:val="23"/>
        </w:numPr>
        <w:spacing w:after="0"/>
      </w:pPr>
      <w:r>
        <w:rPr>
          <w:lang w:val="it-IT"/>
        </w:rPr>
        <w:t>Poco</w:t>
      </w:r>
    </w:p>
    <w:p w14:paraId="2FD43782" w14:textId="6D3CF5FD" w:rsidR="006D436E" w:rsidRDefault="006D436E" w:rsidP="006D436E">
      <w:pPr>
        <w:pStyle w:val="RCBody"/>
        <w:numPr>
          <w:ilvl w:val="1"/>
          <w:numId w:val="23"/>
        </w:numPr>
        <w:spacing w:after="0"/>
      </w:pPr>
      <w:r>
        <w:rPr>
          <w:lang w:val="it-IT"/>
        </w:rPr>
        <w:t>Abbastanza</w:t>
      </w:r>
    </w:p>
    <w:p w14:paraId="56B5DA2E" w14:textId="33D029A1" w:rsidR="006D436E" w:rsidRDefault="006D436E" w:rsidP="006D436E">
      <w:pPr>
        <w:pStyle w:val="RCBody"/>
        <w:numPr>
          <w:ilvl w:val="1"/>
          <w:numId w:val="23"/>
        </w:numPr>
        <w:spacing w:after="0"/>
      </w:pPr>
      <w:r>
        <w:rPr>
          <w:lang w:val="it-IT"/>
        </w:rPr>
        <w:t>Moltissimo</w:t>
      </w:r>
    </w:p>
    <w:p w14:paraId="4813ADF1" w14:textId="3604DDCE" w:rsidR="00C9573D" w:rsidRDefault="00C9573D" w:rsidP="00C9573D">
      <w:pPr>
        <w:pStyle w:val="RCBody"/>
        <w:spacing w:after="0"/>
      </w:pPr>
    </w:p>
    <w:p w14:paraId="73BDE6D9" w14:textId="2AE2805C" w:rsidR="00C9573D" w:rsidRDefault="00C9573D" w:rsidP="00C9573D">
      <w:pPr>
        <w:pStyle w:val="RCBody"/>
        <w:spacing w:after="0"/>
        <w:rPr>
          <w:b/>
          <w:bCs/>
        </w:rPr>
      </w:pPr>
      <w:r>
        <w:rPr>
          <w:highlight w:val="lightGray"/>
          <w:lang w:val="it-IT"/>
        </w:rPr>
        <w:t xml:space="preserve">[Non mostrare a </w:t>
      </w:r>
      <w:proofErr w:type="spellStart"/>
      <w:r>
        <w:rPr>
          <w:highlight w:val="lightGray"/>
          <w:lang w:val="it-IT"/>
        </w:rPr>
        <w:t>Lamorim</w:t>
      </w:r>
      <w:proofErr w:type="spellEnd"/>
      <w:r>
        <w:rPr>
          <w:highlight w:val="lightGray"/>
          <w:lang w:val="it-IT"/>
        </w:rPr>
        <w:t>]</w:t>
      </w:r>
      <w:r>
        <w:rPr>
          <w:lang w:val="it-IT"/>
        </w:rPr>
        <w:t xml:space="preserve"> </w:t>
      </w:r>
      <w:r>
        <w:rPr>
          <w:b/>
          <w:bCs/>
          <w:lang w:val="it-IT"/>
        </w:rPr>
        <w:t>Sappiamo che alcune scuole ebraiche diurne ammettono studenti sia ebrei che non ebrei. Vorremmo capire meglio come si presenta il corpo studentesco della tua scuola.</w:t>
      </w:r>
    </w:p>
    <w:p w14:paraId="4E630CB5" w14:textId="48EB59F0" w:rsidR="00F20D29" w:rsidRDefault="00F20D29" w:rsidP="00C9573D">
      <w:pPr>
        <w:pStyle w:val="RCBody"/>
        <w:spacing w:after="0"/>
        <w:rPr>
          <w:b/>
          <w:bCs/>
        </w:rPr>
      </w:pPr>
    </w:p>
    <w:p w14:paraId="2527F6E1" w14:textId="77777777" w:rsidR="00F20D29" w:rsidRDefault="00F20D29" w:rsidP="00F20D29">
      <w:pPr>
        <w:pStyle w:val="RCBody"/>
        <w:numPr>
          <w:ilvl w:val="0"/>
          <w:numId w:val="23"/>
        </w:numPr>
        <w:spacing w:after="0"/>
      </w:pPr>
      <w:r>
        <w:rPr>
          <w:highlight w:val="lightGray"/>
          <w:lang w:val="it-IT"/>
        </w:rPr>
        <w:t xml:space="preserve">[Non mostrare a </w:t>
      </w:r>
      <w:proofErr w:type="spellStart"/>
      <w:r>
        <w:rPr>
          <w:highlight w:val="lightGray"/>
          <w:lang w:val="it-IT"/>
        </w:rPr>
        <w:t>Lamorim</w:t>
      </w:r>
      <w:proofErr w:type="spellEnd"/>
      <w:r>
        <w:rPr>
          <w:highlight w:val="lightGray"/>
          <w:lang w:val="it-IT"/>
        </w:rPr>
        <w:t>]</w:t>
      </w:r>
      <w:r>
        <w:rPr>
          <w:lang w:val="it-IT"/>
        </w:rPr>
        <w:t xml:space="preserve"> Sei ebreo/a?</w:t>
      </w:r>
    </w:p>
    <w:p w14:paraId="0936D355" w14:textId="77777777" w:rsidR="00F20D29" w:rsidRDefault="00F20D29" w:rsidP="00F20D29">
      <w:pPr>
        <w:pStyle w:val="RCBody"/>
        <w:numPr>
          <w:ilvl w:val="1"/>
          <w:numId w:val="26"/>
        </w:numPr>
        <w:spacing w:after="0"/>
      </w:pPr>
      <w:r>
        <w:rPr>
          <w:lang w:val="it-IT"/>
        </w:rPr>
        <w:t>Sì</w:t>
      </w:r>
    </w:p>
    <w:p w14:paraId="17562332" w14:textId="77777777" w:rsidR="00F20D29" w:rsidRDefault="00F20D29" w:rsidP="00F20D29">
      <w:pPr>
        <w:pStyle w:val="RCBody"/>
        <w:numPr>
          <w:ilvl w:val="1"/>
          <w:numId w:val="26"/>
        </w:numPr>
        <w:spacing w:after="0"/>
      </w:pPr>
      <w:r>
        <w:rPr>
          <w:lang w:val="it-IT"/>
        </w:rPr>
        <w:t>No</w:t>
      </w:r>
    </w:p>
    <w:p w14:paraId="783FB544" w14:textId="7B056D0B" w:rsidR="00C9573D" w:rsidRDefault="00C9573D" w:rsidP="00C9573D">
      <w:pPr>
        <w:pStyle w:val="RCBody"/>
        <w:spacing w:after="0"/>
        <w:rPr>
          <w:b/>
          <w:bCs/>
        </w:rPr>
      </w:pPr>
    </w:p>
    <w:p w14:paraId="5FD7AC51" w14:textId="4375FEEB" w:rsidR="00F20D29" w:rsidRDefault="00F20D29" w:rsidP="00F20D29">
      <w:pPr>
        <w:pStyle w:val="RCBody"/>
        <w:spacing w:after="0"/>
      </w:pPr>
      <w:r>
        <w:rPr>
          <w:shd w:val="clear" w:color="auto" w:fill="F9E0DC" w:themeFill="accent3" w:themeFillTint="33"/>
          <w:lang w:val="it-IT"/>
        </w:rPr>
        <w:t>[Per D6=No, saltare a D14]</w:t>
      </w:r>
    </w:p>
    <w:p w14:paraId="5B337335" w14:textId="77777777" w:rsidR="00F20D29" w:rsidRPr="00C9573D" w:rsidRDefault="00F20D29" w:rsidP="00C9573D">
      <w:pPr>
        <w:pStyle w:val="RCBody"/>
        <w:spacing w:after="0"/>
        <w:rPr>
          <w:b/>
          <w:bCs/>
        </w:rPr>
      </w:pPr>
    </w:p>
    <w:p w14:paraId="5ED88041" w14:textId="427D1E00" w:rsidR="00C9573D" w:rsidRPr="00C9573D" w:rsidRDefault="00C9573D" w:rsidP="00C9573D">
      <w:pPr>
        <w:pStyle w:val="RCBody"/>
        <w:spacing w:after="0"/>
        <w:rPr>
          <w:b/>
          <w:bCs/>
        </w:rPr>
      </w:pPr>
      <w:r>
        <w:rPr>
          <w:highlight w:val="lightGray"/>
          <w:lang w:val="it-IT"/>
        </w:rPr>
        <w:t xml:space="preserve">[Mostrare solo a </w:t>
      </w:r>
      <w:proofErr w:type="spellStart"/>
      <w:r>
        <w:rPr>
          <w:highlight w:val="lightGray"/>
          <w:lang w:val="it-IT"/>
        </w:rPr>
        <w:t>Lamorim</w:t>
      </w:r>
      <w:proofErr w:type="spellEnd"/>
      <w:r>
        <w:rPr>
          <w:highlight w:val="lightGray"/>
          <w:lang w:val="it-IT"/>
        </w:rPr>
        <w:t>]</w:t>
      </w:r>
      <w:r>
        <w:rPr>
          <w:lang w:val="it-IT"/>
        </w:rPr>
        <w:t xml:space="preserve"> </w:t>
      </w:r>
      <w:r>
        <w:rPr>
          <w:b/>
          <w:bCs/>
          <w:lang w:val="it-IT"/>
        </w:rPr>
        <w:t>Adesso ti presentiamo delle domande sulla tua vita ebraica.</w:t>
      </w:r>
    </w:p>
    <w:p w14:paraId="4038DA97" w14:textId="2738DEDD" w:rsidR="002925C5" w:rsidRDefault="002925C5" w:rsidP="002925C5">
      <w:pPr>
        <w:pStyle w:val="RCBody"/>
        <w:spacing w:after="0"/>
        <w:ind w:left="1440"/>
      </w:pPr>
    </w:p>
    <w:p w14:paraId="19DD207D" w14:textId="77FB1CE2" w:rsidR="002925C5" w:rsidRDefault="002925C5" w:rsidP="002925C5">
      <w:pPr>
        <w:pStyle w:val="RCBody"/>
        <w:numPr>
          <w:ilvl w:val="0"/>
          <w:numId w:val="23"/>
        </w:numPr>
        <w:spacing w:after="0"/>
      </w:pPr>
      <w:r>
        <w:rPr>
          <w:lang w:val="it-IT"/>
        </w:rPr>
        <w:t>Indica quali delle seguenti affermazioni corrispondono al vero per quanto riguarda la tua persona. Seleziona tutte le risposte pertinenti.</w:t>
      </w:r>
    </w:p>
    <w:p w14:paraId="53341BB3" w14:textId="77777777" w:rsidR="002925C5" w:rsidRDefault="002925C5" w:rsidP="002925C5">
      <w:pPr>
        <w:pStyle w:val="RCBody"/>
        <w:numPr>
          <w:ilvl w:val="1"/>
          <w:numId w:val="26"/>
        </w:numPr>
        <w:spacing w:after="0"/>
      </w:pPr>
      <w:r>
        <w:rPr>
          <w:lang w:val="it-IT"/>
        </w:rPr>
        <w:t>Ho pianificato o pianifico un Bar/</w:t>
      </w:r>
      <w:proofErr w:type="spellStart"/>
      <w:r>
        <w:rPr>
          <w:lang w:val="it-IT"/>
        </w:rPr>
        <w:t>Bat</w:t>
      </w:r>
      <w:proofErr w:type="spellEnd"/>
      <w:r>
        <w:rPr>
          <w:lang w:val="it-IT"/>
        </w:rPr>
        <w:t xml:space="preserve"> Mitzvah</w:t>
      </w:r>
    </w:p>
    <w:p w14:paraId="11177606" w14:textId="77777777" w:rsidR="002925C5" w:rsidRDefault="002925C5" w:rsidP="002925C5">
      <w:pPr>
        <w:pStyle w:val="RCBody"/>
        <w:numPr>
          <w:ilvl w:val="1"/>
          <w:numId w:val="26"/>
        </w:numPr>
        <w:spacing w:after="0"/>
      </w:pPr>
      <w:r>
        <w:rPr>
          <w:lang w:val="it-IT"/>
        </w:rPr>
        <w:t xml:space="preserve">Ogni anno partecipo a un </w:t>
      </w:r>
      <w:r>
        <w:rPr>
          <w:i/>
          <w:iCs/>
          <w:lang w:val="it-IT"/>
        </w:rPr>
        <w:t>Seder</w:t>
      </w:r>
      <w:r>
        <w:rPr>
          <w:lang w:val="it-IT"/>
        </w:rPr>
        <w:t xml:space="preserve"> pasquale</w:t>
      </w:r>
    </w:p>
    <w:p w14:paraId="4C178F68" w14:textId="77777777" w:rsidR="002925C5" w:rsidRDefault="002925C5" w:rsidP="002925C5">
      <w:pPr>
        <w:pStyle w:val="RCBody"/>
        <w:numPr>
          <w:ilvl w:val="1"/>
          <w:numId w:val="26"/>
        </w:numPr>
        <w:spacing w:after="0"/>
      </w:pPr>
      <w:r>
        <w:rPr>
          <w:lang w:val="it-IT"/>
        </w:rPr>
        <w:t>Vivo in una famiglia dove lo Shabbat è vissuto in modo diverso dagli altri giorni della settimana</w:t>
      </w:r>
    </w:p>
    <w:p w14:paraId="3EE570B5" w14:textId="77777777" w:rsidR="002925C5" w:rsidRDefault="002925C5" w:rsidP="002925C5">
      <w:pPr>
        <w:pStyle w:val="RCBody"/>
        <w:numPr>
          <w:ilvl w:val="1"/>
          <w:numId w:val="26"/>
        </w:numPr>
        <w:spacing w:after="0"/>
      </w:pPr>
      <w:r>
        <w:rPr>
          <w:lang w:val="it-IT"/>
        </w:rPr>
        <w:t>Ho visitato Israele</w:t>
      </w:r>
    </w:p>
    <w:p w14:paraId="0321A720" w14:textId="77777777" w:rsidR="002925C5" w:rsidRDefault="002925C5" w:rsidP="002925C5">
      <w:pPr>
        <w:pStyle w:val="RCBody"/>
        <w:numPr>
          <w:ilvl w:val="1"/>
          <w:numId w:val="26"/>
        </w:numPr>
        <w:spacing w:after="0"/>
      </w:pPr>
      <w:r>
        <w:rPr>
          <w:lang w:val="it-IT"/>
        </w:rPr>
        <w:t>Vorrei visitare Israele in futuro</w:t>
      </w:r>
    </w:p>
    <w:p w14:paraId="3D152229" w14:textId="77777777" w:rsidR="002925C5" w:rsidRDefault="002925C5" w:rsidP="002925C5">
      <w:pPr>
        <w:pStyle w:val="RCBody"/>
        <w:numPr>
          <w:ilvl w:val="1"/>
          <w:numId w:val="26"/>
        </w:numPr>
        <w:spacing w:after="0"/>
      </w:pPr>
      <w:r>
        <w:rPr>
          <w:highlight w:val="lightGray"/>
          <w:lang w:val="it-IT"/>
        </w:rPr>
        <w:t xml:space="preserve">[Per </w:t>
      </w:r>
      <w:proofErr w:type="spellStart"/>
      <w:r>
        <w:rPr>
          <w:highlight w:val="lightGray"/>
          <w:lang w:val="it-IT"/>
        </w:rPr>
        <w:t>AmLat</w:t>
      </w:r>
      <w:proofErr w:type="spellEnd"/>
      <w:r>
        <w:rPr>
          <w:highlight w:val="lightGray"/>
          <w:lang w:val="it-IT"/>
        </w:rPr>
        <w:t>]</w:t>
      </w:r>
      <w:r>
        <w:rPr>
          <w:lang w:val="it-IT"/>
        </w:rPr>
        <w:t xml:space="preserve"> Uno dei miei genitori frequenta la sinagoga almeno una volta all’anno</w:t>
      </w:r>
    </w:p>
    <w:p w14:paraId="6ECC46D3" w14:textId="778FEFC7" w:rsidR="002925C5" w:rsidRDefault="002925C5" w:rsidP="002925C5">
      <w:pPr>
        <w:pStyle w:val="RCBody"/>
        <w:numPr>
          <w:ilvl w:val="1"/>
          <w:numId w:val="26"/>
        </w:numPr>
        <w:spacing w:after="0"/>
      </w:pPr>
      <w:r>
        <w:rPr>
          <w:lang w:val="it-IT"/>
        </w:rPr>
        <w:t>Uno dei miei genitori frequenta la sinagoga almeno una volta al mese</w:t>
      </w:r>
    </w:p>
    <w:p w14:paraId="67EE91DD" w14:textId="48DDABC8" w:rsidR="001E5103" w:rsidRDefault="001E5103" w:rsidP="001E5103">
      <w:pPr>
        <w:pStyle w:val="RCBody"/>
        <w:spacing w:after="0"/>
        <w:ind w:left="1440"/>
      </w:pPr>
    </w:p>
    <w:p w14:paraId="1B742B56" w14:textId="084AA330" w:rsidR="006C0081" w:rsidRDefault="006C0081" w:rsidP="006C0081">
      <w:pPr>
        <w:pStyle w:val="RCBody"/>
        <w:numPr>
          <w:ilvl w:val="0"/>
          <w:numId w:val="23"/>
        </w:numPr>
        <w:spacing w:after="0"/>
      </w:pPr>
      <w:r>
        <w:rPr>
          <w:lang w:val="it-IT"/>
        </w:rPr>
        <w:t>Da quanti anni frequenti ciascuno dei seguenti ambienti?</w:t>
      </w:r>
    </w:p>
    <w:p w14:paraId="766FBB30" w14:textId="42629B04" w:rsidR="006C0081" w:rsidRPr="006C0081" w:rsidRDefault="006C0081" w:rsidP="006C0081">
      <w:pPr>
        <w:pStyle w:val="RCBody"/>
        <w:spacing w:after="0"/>
        <w:ind w:left="720"/>
        <w:rPr>
          <w:i/>
          <w:iCs/>
        </w:rPr>
      </w:pPr>
      <w:r>
        <w:rPr>
          <w:i/>
          <w:iCs/>
          <w:lang w:val="it-IT"/>
        </w:rPr>
        <w:t>(Per le attività stagionali, come ad esempio il campo estivo, ogni stagione vale un anno)</w:t>
      </w:r>
    </w:p>
    <w:tbl>
      <w:tblPr>
        <w:tblStyle w:val="Grigliatabella"/>
        <w:tblW w:w="9049" w:type="dxa"/>
        <w:tblInd w:w="720" w:type="dxa"/>
        <w:tblLook w:val="04A0" w:firstRow="1" w:lastRow="0" w:firstColumn="1" w:lastColumn="0" w:noHBand="0" w:noVBand="1"/>
      </w:tblPr>
      <w:tblGrid>
        <w:gridCol w:w="4675"/>
        <w:gridCol w:w="900"/>
        <w:gridCol w:w="1170"/>
        <w:gridCol w:w="1008"/>
        <w:gridCol w:w="1296"/>
      </w:tblGrid>
      <w:tr w:rsidR="006C0081" w14:paraId="4DD82031" w14:textId="77777777" w:rsidTr="006C0081">
        <w:tc>
          <w:tcPr>
            <w:tcW w:w="4675" w:type="dxa"/>
          </w:tcPr>
          <w:p w14:paraId="56586136" w14:textId="77777777" w:rsidR="006C0081" w:rsidRDefault="006C0081" w:rsidP="005226B9">
            <w:pPr>
              <w:pStyle w:val="RCBody"/>
              <w:spacing w:after="0"/>
            </w:pPr>
          </w:p>
        </w:tc>
        <w:tc>
          <w:tcPr>
            <w:tcW w:w="900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7964709" w14:textId="77777777" w:rsidR="006C0081" w:rsidRPr="00DA0819" w:rsidRDefault="006C0081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it-IT"/>
              </w:rPr>
              <w:t>Mai</w:t>
            </w:r>
          </w:p>
        </w:tc>
        <w:tc>
          <w:tcPr>
            <w:tcW w:w="117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7B2FE5C1" w14:textId="710FD43A" w:rsidR="006C0081" w:rsidRPr="00DA0819" w:rsidRDefault="006C0081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it-IT"/>
              </w:rPr>
              <w:t>1 anno o meno</w:t>
            </w:r>
          </w:p>
        </w:tc>
        <w:tc>
          <w:tcPr>
            <w:tcW w:w="100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778E13DF" w14:textId="029CE04B" w:rsidR="006C0081" w:rsidRPr="00DA0819" w:rsidRDefault="006C0081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it-IT"/>
              </w:rPr>
              <w:t>2-3 anni</w:t>
            </w:r>
          </w:p>
        </w:tc>
        <w:tc>
          <w:tcPr>
            <w:tcW w:w="1296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209D4E78" w14:textId="5E9D7645" w:rsidR="006C0081" w:rsidRPr="00DA0819" w:rsidRDefault="006C0081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it-IT"/>
              </w:rPr>
              <w:t>4 o più anni</w:t>
            </w:r>
          </w:p>
        </w:tc>
      </w:tr>
      <w:tr w:rsidR="006C0081" w14:paraId="567AA76A" w14:textId="77777777" w:rsidTr="006C0081">
        <w:tc>
          <w:tcPr>
            <w:tcW w:w="4675" w:type="dxa"/>
          </w:tcPr>
          <w:p w14:paraId="7757E664" w14:textId="1828B114" w:rsidR="006C0081" w:rsidRDefault="006C0081" w:rsidP="005226B9">
            <w:pPr>
              <w:pStyle w:val="RCBody"/>
              <w:spacing w:after="0"/>
            </w:pPr>
            <w:r>
              <w:rPr>
                <w:lang w:val="it-IT"/>
              </w:rPr>
              <w:t>Campo estivo ebraico</w:t>
            </w:r>
          </w:p>
        </w:tc>
        <w:tc>
          <w:tcPr>
            <w:tcW w:w="900" w:type="dxa"/>
            <w:vAlign w:val="center"/>
          </w:tcPr>
          <w:p w14:paraId="022E8E6E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70" w:type="dxa"/>
            <w:vAlign w:val="center"/>
          </w:tcPr>
          <w:p w14:paraId="4F1ACE6D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008" w:type="dxa"/>
            <w:vAlign w:val="center"/>
          </w:tcPr>
          <w:p w14:paraId="526E1BD7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652EFBB1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C0081" w14:paraId="060F74CF" w14:textId="77777777" w:rsidTr="006C0081">
        <w:tc>
          <w:tcPr>
            <w:tcW w:w="4675" w:type="dxa"/>
          </w:tcPr>
          <w:p w14:paraId="3A757FD9" w14:textId="2F9FC7D1" w:rsidR="006C0081" w:rsidRDefault="006C0081" w:rsidP="005226B9">
            <w:pPr>
              <w:pStyle w:val="RCBody"/>
              <w:spacing w:after="0"/>
            </w:pPr>
            <w:r>
              <w:rPr>
                <w:lang w:val="it-IT"/>
              </w:rPr>
              <w:t>Gruppo giovanile ebraico</w:t>
            </w:r>
          </w:p>
        </w:tc>
        <w:tc>
          <w:tcPr>
            <w:tcW w:w="900" w:type="dxa"/>
            <w:vAlign w:val="center"/>
          </w:tcPr>
          <w:p w14:paraId="48B688B7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70" w:type="dxa"/>
            <w:vAlign w:val="center"/>
          </w:tcPr>
          <w:p w14:paraId="1DA7A901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008" w:type="dxa"/>
            <w:vAlign w:val="center"/>
          </w:tcPr>
          <w:p w14:paraId="440B3AA5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7DD59704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C0081" w14:paraId="0BF5C6DD" w14:textId="77777777" w:rsidTr="006C0081">
        <w:tc>
          <w:tcPr>
            <w:tcW w:w="4675" w:type="dxa"/>
          </w:tcPr>
          <w:p w14:paraId="1A00E286" w14:textId="57D27C57" w:rsidR="006C0081" w:rsidRDefault="006C0081" w:rsidP="005226B9">
            <w:pPr>
              <w:pStyle w:val="RCBody"/>
              <w:spacing w:after="0"/>
            </w:pPr>
            <w:r>
              <w:rPr>
                <w:lang w:val="it-IT"/>
              </w:rPr>
              <w:t>Centro comunitario ebraico/società sportiva ebraica</w:t>
            </w:r>
          </w:p>
        </w:tc>
        <w:tc>
          <w:tcPr>
            <w:tcW w:w="900" w:type="dxa"/>
            <w:vAlign w:val="center"/>
          </w:tcPr>
          <w:p w14:paraId="2EFEE06F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70" w:type="dxa"/>
            <w:vAlign w:val="center"/>
          </w:tcPr>
          <w:p w14:paraId="02F4CD2E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008" w:type="dxa"/>
            <w:vAlign w:val="center"/>
          </w:tcPr>
          <w:p w14:paraId="047022CC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5CF3B1B8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</w:tbl>
    <w:p w14:paraId="5BE1BED8" w14:textId="77777777" w:rsidR="006C0081" w:rsidRDefault="006C0081" w:rsidP="006C0081">
      <w:pPr>
        <w:pStyle w:val="RCBody"/>
        <w:spacing w:after="0"/>
        <w:ind w:left="720"/>
      </w:pPr>
    </w:p>
    <w:p w14:paraId="1C87EB6E" w14:textId="3DD09E6A" w:rsidR="002925C5" w:rsidRDefault="004D3074" w:rsidP="002925C5">
      <w:pPr>
        <w:pStyle w:val="RCBody"/>
        <w:numPr>
          <w:ilvl w:val="0"/>
          <w:numId w:val="23"/>
        </w:numPr>
        <w:spacing w:after="0"/>
      </w:pPr>
      <w:r>
        <w:rPr>
          <w:lang w:val="it-IT"/>
        </w:rPr>
        <w:t>Con quale frequenza…</w:t>
      </w:r>
    </w:p>
    <w:tbl>
      <w:tblPr>
        <w:tblStyle w:val="Grigliatabella"/>
        <w:tblW w:w="9283" w:type="dxa"/>
        <w:tblInd w:w="720" w:type="dxa"/>
        <w:tblLook w:val="04A0" w:firstRow="1" w:lastRow="0" w:firstColumn="1" w:lastColumn="0" w:noHBand="0" w:noVBand="1"/>
      </w:tblPr>
      <w:tblGrid>
        <w:gridCol w:w="4675"/>
        <w:gridCol w:w="900"/>
        <w:gridCol w:w="972"/>
        <w:gridCol w:w="1440"/>
        <w:gridCol w:w="1296"/>
      </w:tblGrid>
      <w:tr w:rsidR="00C9573D" w14:paraId="4F34C47D" w14:textId="77777777" w:rsidTr="00C9573D">
        <w:tc>
          <w:tcPr>
            <w:tcW w:w="4675" w:type="dxa"/>
          </w:tcPr>
          <w:p w14:paraId="255F97CE" w14:textId="77777777" w:rsidR="00C9573D" w:rsidRDefault="00C9573D" w:rsidP="002925C5">
            <w:pPr>
              <w:pStyle w:val="RCBody"/>
              <w:spacing w:after="0"/>
            </w:pPr>
          </w:p>
        </w:tc>
        <w:tc>
          <w:tcPr>
            <w:tcW w:w="900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F4F8031" w14:textId="4044FB39" w:rsidR="00C9573D" w:rsidRPr="00DA0819" w:rsidRDefault="00C9573D" w:rsidP="002925C5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it-IT"/>
              </w:rPr>
              <w:t>Mai</w:t>
            </w:r>
          </w:p>
        </w:tc>
        <w:tc>
          <w:tcPr>
            <w:tcW w:w="9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7F5C726" w14:textId="704C99BF" w:rsidR="00C9573D" w:rsidRPr="00DA0819" w:rsidRDefault="00C9573D" w:rsidP="002925C5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it-IT"/>
              </w:rPr>
              <w:t>Di rado</w:t>
            </w:r>
          </w:p>
        </w:tc>
        <w:tc>
          <w:tcPr>
            <w:tcW w:w="144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7AE5AD21" w14:textId="1EEE46F3" w:rsidR="00C9573D" w:rsidRPr="00DA0819" w:rsidRDefault="00C9573D" w:rsidP="002925C5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it-IT"/>
              </w:rPr>
              <w:t>A volte</w:t>
            </w:r>
          </w:p>
        </w:tc>
        <w:tc>
          <w:tcPr>
            <w:tcW w:w="1296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D7BBDFF" w14:textId="6249BB0B" w:rsidR="00C9573D" w:rsidRPr="00DA0819" w:rsidRDefault="00C9573D" w:rsidP="002925C5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it-IT"/>
              </w:rPr>
              <w:t>Spesso</w:t>
            </w:r>
          </w:p>
        </w:tc>
      </w:tr>
      <w:tr w:rsidR="00C9573D" w14:paraId="0710264A" w14:textId="77777777" w:rsidTr="00C9573D">
        <w:tc>
          <w:tcPr>
            <w:tcW w:w="4675" w:type="dxa"/>
          </w:tcPr>
          <w:p w14:paraId="79744E81" w14:textId="5DC3F9D9" w:rsidR="00C9573D" w:rsidRDefault="00C9573D" w:rsidP="002925C5">
            <w:pPr>
              <w:pStyle w:val="RCBody"/>
              <w:spacing w:after="0"/>
            </w:pPr>
            <w:r>
              <w:rPr>
                <w:lang w:val="it-IT"/>
              </w:rPr>
              <w:t>Parli di argomenti ebraici con i tuoi amici</w:t>
            </w:r>
          </w:p>
        </w:tc>
        <w:tc>
          <w:tcPr>
            <w:tcW w:w="900" w:type="dxa"/>
            <w:vAlign w:val="center"/>
          </w:tcPr>
          <w:p w14:paraId="7DF49F13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2C87919E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40" w:type="dxa"/>
            <w:vAlign w:val="center"/>
          </w:tcPr>
          <w:p w14:paraId="67EA1BA9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3593EDA2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C9573D" w14:paraId="30B694D8" w14:textId="77777777" w:rsidTr="00C9573D">
        <w:tc>
          <w:tcPr>
            <w:tcW w:w="4675" w:type="dxa"/>
          </w:tcPr>
          <w:p w14:paraId="11998E79" w14:textId="5A11CB7E" w:rsidR="00C9573D" w:rsidRPr="007828FF" w:rsidRDefault="00C9573D" w:rsidP="002925C5">
            <w:pPr>
              <w:pStyle w:val="RCBody"/>
              <w:spacing w:after="0"/>
            </w:pPr>
            <w:r>
              <w:rPr>
                <w:lang w:val="it-IT"/>
              </w:rPr>
              <w:lastRenderedPageBreak/>
              <w:t>Fai opera di volontariato per la comunità ebraica</w:t>
            </w:r>
          </w:p>
        </w:tc>
        <w:tc>
          <w:tcPr>
            <w:tcW w:w="900" w:type="dxa"/>
            <w:vAlign w:val="center"/>
          </w:tcPr>
          <w:p w14:paraId="4AFB642A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293E7F8B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40" w:type="dxa"/>
            <w:vAlign w:val="center"/>
          </w:tcPr>
          <w:p w14:paraId="5DAFBAA1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0A3F1288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C9573D" w14:paraId="30F435EC" w14:textId="77777777" w:rsidTr="00C9573D">
        <w:tc>
          <w:tcPr>
            <w:tcW w:w="4675" w:type="dxa"/>
          </w:tcPr>
          <w:p w14:paraId="2F8627A2" w14:textId="3D2640AB" w:rsidR="00C9573D" w:rsidRPr="007828FF" w:rsidRDefault="00C9573D" w:rsidP="002925C5">
            <w:pPr>
              <w:pStyle w:val="RCBody"/>
              <w:spacing w:after="0"/>
            </w:pPr>
            <w:r>
              <w:rPr>
                <w:lang w:val="it-IT"/>
              </w:rPr>
              <w:t>Segui le notizie su Israele</w:t>
            </w:r>
          </w:p>
        </w:tc>
        <w:tc>
          <w:tcPr>
            <w:tcW w:w="900" w:type="dxa"/>
            <w:vAlign w:val="center"/>
          </w:tcPr>
          <w:p w14:paraId="48AB3AD5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6BFCD412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40" w:type="dxa"/>
            <w:vAlign w:val="center"/>
          </w:tcPr>
          <w:p w14:paraId="5D609672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72E4072D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C9573D" w14:paraId="2260A154" w14:textId="77777777" w:rsidTr="00C9573D">
        <w:tc>
          <w:tcPr>
            <w:tcW w:w="4675" w:type="dxa"/>
          </w:tcPr>
          <w:p w14:paraId="21C3530F" w14:textId="2D461B74" w:rsidR="00C9573D" w:rsidRPr="007828FF" w:rsidRDefault="00C9573D" w:rsidP="0004300C">
            <w:pPr>
              <w:pStyle w:val="RCBody"/>
              <w:spacing w:after="0"/>
            </w:pPr>
            <w:r>
              <w:rPr>
                <w:lang w:val="it-IT"/>
              </w:rPr>
              <w:t>Vivi lo Shabbat in una maniera diversa dagli altri giorni della settimana</w:t>
            </w:r>
          </w:p>
        </w:tc>
        <w:tc>
          <w:tcPr>
            <w:tcW w:w="900" w:type="dxa"/>
            <w:vAlign w:val="center"/>
          </w:tcPr>
          <w:p w14:paraId="5D561C65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4B8C4680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40" w:type="dxa"/>
            <w:vAlign w:val="center"/>
          </w:tcPr>
          <w:p w14:paraId="5F798759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3EE9975D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C9573D" w14:paraId="51DFF644" w14:textId="77777777" w:rsidTr="00C9573D">
        <w:tc>
          <w:tcPr>
            <w:tcW w:w="4675" w:type="dxa"/>
          </w:tcPr>
          <w:p w14:paraId="0E9A2D49" w14:textId="16D806F2" w:rsidR="00C9573D" w:rsidRPr="007828FF" w:rsidRDefault="00C9573D" w:rsidP="002925C5">
            <w:pPr>
              <w:pStyle w:val="RCBody"/>
              <w:spacing w:after="0"/>
            </w:pPr>
            <w:r>
              <w:rPr>
                <w:lang w:val="it-IT"/>
              </w:rPr>
              <w:t>Parli di argomenti ebraici con la tua famiglia</w:t>
            </w:r>
          </w:p>
        </w:tc>
        <w:tc>
          <w:tcPr>
            <w:tcW w:w="900" w:type="dxa"/>
            <w:vAlign w:val="center"/>
          </w:tcPr>
          <w:p w14:paraId="4BC810ED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553E31E8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40" w:type="dxa"/>
            <w:vAlign w:val="center"/>
          </w:tcPr>
          <w:p w14:paraId="4E0D7B01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5FE43C08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C9573D" w14:paraId="2DCF57B3" w14:textId="77777777" w:rsidTr="00C9573D">
        <w:tc>
          <w:tcPr>
            <w:tcW w:w="4675" w:type="dxa"/>
          </w:tcPr>
          <w:p w14:paraId="3E4C700D" w14:textId="48A6B681" w:rsidR="00C9573D" w:rsidRPr="007828FF" w:rsidRDefault="00C9573D" w:rsidP="002925C5">
            <w:pPr>
              <w:pStyle w:val="RCBody"/>
              <w:spacing w:after="0"/>
            </w:pPr>
            <w:r>
              <w:rPr>
                <w:lang w:val="it-IT"/>
              </w:rPr>
              <w:t>Fai opera di volontariato per la comunità locale dove vivi</w:t>
            </w:r>
          </w:p>
        </w:tc>
        <w:tc>
          <w:tcPr>
            <w:tcW w:w="900" w:type="dxa"/>
            <w:vAlign w:val="center"/>
          </w:tcPr>
          <w:p w14:paraId="15737EAA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0ACEEE5E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40" w:type="dxa"/>
            <w:vAlign w:val="center"/>
          </w:tcPr>
          <w:p w14:paraId="3F9B3EE0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2E527E98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C9573D" w14:paraId="6FB6A958" w14:textId="77777777" w:rsidTr="00C9573D">
        <w:tc>
          <w:tcPr>
            <w:tcW w:w="4675" w:type="dxa"/>
          </w:tcPr>
          <w:p w14:paraId="066436A3" w14:textId="1D14DB28" w:rsidR="00C9573D" w:rsidRPr="007828FF" w:rsidRDefault="00C9573D" w:rsidP="002925C5">
            <w:pPr>
              <w:pStyle w:val="RCBody"/>
              <w:spacing w:after="0"/>
            </w:pPr>
            <w:r>
              <w:rPr>
                <w:lang w:val="it-IT"/>
              </w:rPr>
              <w:t>Preghi alla sinagoga</w:t>
            </w:r>
          </w:p>
        </w:tc>
        <w:tc>
          <w:tcPr>
            <w:tcW w:w="900" w:type="dxa"/>
            <w:vAlign w:val="center"/>
          </w:tcPr>
          <w:p w14:paraId="4D90BF11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44FEBD53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40" w:type="dxa"/>
            <w:vAlign w:val="center"/>
          </w:tcPr>
          <w:p w14:paraId="7BB2044C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17FD6920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</w:tbl>
    <w:p w14:paraId="6778E71A" w14:textId="326326EE" w:rsidR="002925C5" w:rsidRDefault="002925C5" w:rsidP="002925C5">
      <w:pPr>
        <w:pStyle w:val="RCBody"/>
        <w:spacing w:after="0"/>
        <w:ind w:left="720"/>
      </w:pPr>
    </w:p>
    <w:p w14:paraId="20D93EAC" w14:textId="135F4EA0" w:rsidR="00FE1097" w:rsidRDefault="00FE1097" w:rsidP="00FE1097">
      <w:pPr>
        <w:pStyle w:val="RCBody"/>
        <w:numPr>
          <w:ilvl w:val="0"/>
          <w:numId w:val="23"/>
        </w:numPr>
        <w:spacing w:after="0"/>
      </w:pPr>
      <w:r>
        <w:rPr>
          <w:highlight w:val="lightGray"/>
          <w:lang w:val="it-IT"/>
        </w:rPr>
        <w:t>[Mostrare solo a EFI]</w:t>
      </w:r>
      <w:r>
        <w:rPr>
          <w:lang w:val="it-IT"/>
        </w:rPr>
        <w:t xml:space="preserve"> In che misura i tuoi docenti o i tuoi compagni di classe ti incoraggiano a partecipare alle seguenti attività</w:t>
      </w:r>
      <w:r w:rsidR="00702B95">
        <w:rPr>
          <w:lang w:val="it-IT"/>
        </w:rPr>
        <w:t>?</w:t>
      </w:r>
    </w:p>
    <w:tbl>
      <w:tblPr>
        <w:tblStyle w:val="Grigliatabella"/>
        <w:tblW w:w="9355" w:type="dxa"/>
        <w:tblInd w:w="720" w:type="dxa"/>
        <w:tblLook w:val="04A0" w:firstRow="1" w:lastRow="0" w:firstColumn="1" w:lastColumn="0" w:noHBand="0" w:noVBand="1"/>
      </w:tblPr>
      <w:tblGrid>
        <w:gridCol w:w="4712"/>
        <w:gridCol w:w="1164"/>
        <w:gridCol w:w="967"/>
        <w:gridCol w:w="1253"/>
        <w:gridCol w:w="1259"/>
      </w:tblGrid>
      <w:tr w:rsidR="00FE1097" w14:paraId="59573F36" w14:textId="77777777" w:rsidTr="002C75F1">
        <w:tc>
          <w:tcPr>
            <w:tcW w:w="4765" w:type="dxa"/>
          </w:tcPr>
          <w:p w14:paraId="02A2DA43" w14:textId="77777777" w:rsidR="00FE1097" w:rsidRDefault="00FE1097" w:rsidP="002C75F1">
            <w:pPr>
              <w:pStyle w:val="RCBody"/>
              <w:spacing w:after="0"/>
            </w:pPr>
          </w:p>
        </w:tc>
        <w:tc>
          <w:tcPr>
            <w:tcW w:w="1170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C9BDF42" w14:textId="77777777" w:rsidR="00FE1097" w:rsidRPr="00DA0819" w:rsidRDefault="00FE1097" w:rsidP="002C75F1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it-IT"/>
              </w:rPr>
              <w:t>Per niente</w:t>
            </w:r>
          </w:p>
        </w:tc>
        <w:tc>
          <w:tcPr>
            <w:tcW w:w="9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2D0B32E" w14:textId="77777777" w:rsidR="00FE1097" w:rsidRPr="00DA0819" w:rsidRDefault="00FE1097" w:rsidP="002C75F1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it-IT"/>
              </w:rPr>
              <w:t>Poco</w:t>
            </w:r>
          </w:p>
        </w:tc>
        <w:tc>
          <w:tcPr>
            <w:tcW w:w="118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B76D223" w14:textId="77777777" w:rsidR="00FE1097" w:rsidRPr="00DA0819" w:rsidRDefault="00FE1097" w:rsidP="002C75F1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it-IT"/>
              </w:rPr>
              <w:t>Abbastanza</w:t>
            </w:r>
          </w:p>
        </w:tc>
        <w:tc>
          <w:tcPr>
            <w:tcW w:w="1260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78686E2A" w14:textId="77777777" w:rsidR="00FE1097" w:rsidRPr="00DA0819" w:rsidRDefault="00FE1097" w:rsidP="002C75F1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it-IT"/>
              </w:rPr>
              <w:t>Moltissimo</w:t>
            </w:r>
          </w:p>
        </w:tc>
      </w:tr>
      <w:tr w:rsidR="00FE1097" w14:paraId="6F3F0779" w14:textId="77777777" w:rsidTr="002C75F1">
        <w:tc>
          <w:tcPr>
            <w:tcW w:w="4765" w:type="dxa"/>
          </w:tcPr>
          <w:p w14:paraId="0320E17F" w14:textId="0D8284DC" w:rsidR="00FE1097" w:rsidRDefault="00FE1097" w:rsidP="00FE1097">
            <w:pPr>
              <w:pStyle w:val="RCBody"/>
              <w:spacing w:after="0"/>
            </w:pPr>
            <w:r>
              <w:rPr>
                <w:lang w:val="it-IT"/>
              </w:rPr>
              <w:t>Campo estivo ebraico</w:t>
            </w:r>
          </w:p>
        </w:tc>
        <w:tc>
          <w:tcPr>
            <w:tcW w:w="1170" w:type="dxa"/>
            <w:vAlign w:val="center"/>
          </w:tcPr>
          <w:p w14:paraId="1F7787AD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479CB6B7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88" w:type="dxa"/>
            <w:vAlign w:val="center"/>
          </w:tcPr>
          <w:p w14:paraId="621A642B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2981AFB9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FE1097" w14:paraId="10530625" w14:textId="77777777" w:rsidTr="002C75F1">
        <w:tc>
          <w:tcPr>
            <w:tcW w:w="4765" w:type="dxa"/>
          </w:tcPr>
          <w:p w14:paraId="600EA0CB" w14:textId="632FA6D0" w:rsidR="00FE1097" w:rsidRDefault="00FE1097" w:rsidP="00FE1097">
            <w:pPr>
              <w:pStyle w:val="RCBody"/>
              <w:spacing w:after="0"/>
            </w:pPr>
            <w:r>
              <w:rPr>
                <w:lang w:val="it-IT"/>
              </w:rPr>
              <w:t>Gruppo giovanile ebraico</w:t>
            </w:r>
          </w:p>
        </w:tc>
        <w:tc>
          <w:tcPr>
            <w:tcW w:w="1170" w:type="dxa"/>
            <w:vAlign w:val="center"/>
          </w:tcPr>
          <w:p w14:paraId="2C3B850E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026C46DA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88" w:type="dxa"/>
            <w:vAlign w:val="center"/>
          </w:tcPr>
          <w:p w14:paraId="0EE6C7BB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4688FCB2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FE1097" w14:paraId="579DCD5B" w14:textId="77777777" w:rsidTr="002C75F1">
        <w:tc>
          <w:tcPr>
            <w:tcW w:w="4765" w:type="dxa"/>
          </w:tcPr>
          <w:p w14:paraId="5C1F65DF" w14:textId="361F70ED" w:rsidR="00FE1097" w:rsidRDefault="00FE1097" w:rsidP="00FE1097">
            <w:pPr>
              <w:pStyle w:val="RCBody"/>
              <w:spacing w:after="0"/>
            </w:pPr>
            <w:r>
              <w:rPr>
                <w:lang w:val="it-IT"/>
              </w:rPr>
              <w:t>Centro comunitario ebraico/società sportiva ebraica</w:t>
            </w:r>
          </w:p>
        </w:tc>
        <w:tc>
          <w:tcPr>
            <w:tcW w:w="1170" w:type="dxa"/>
            <w:vAlign w:val="center"/>
          </w:tcPr>
          <w:p w14:paraId="3B941133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3A64AEAA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88" w:type="dxa"/>
            <w:vAlign w:val="center"/>
          </w:tcPr>
          <w:p w14:paraId="438D8121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269FB2DF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FE1097" w14:paraId="7256F67D" w14:textId="77777777" w:rsidTr="002C75F1">
        <w:tc>
          <w:tcPr>
            <w:tcW w:w="4765" w:type="dxa"/>
          </w:tcPr>
          <w:p w14:paraId="5BDC0CAD" w14:textId="04C834B6" w:rsidR="00FE1097" w:rsidRDefault="00194BD6" w:rsidP="00FE1097">
            <w:pPr>
              <w:pStyle w:val="RCBody"/>
              <w:spacing w:after="0"/>
            </w:pPr>
            <w:r>
              <w:rPr>
                <w:lang w:val="it-IT"/>
              </w:rPr>
              <w:t>Sinagoga</w:t>
            </w:r>
          </w:p>
        </w:tc>
        <w:tc>
          <w:tcPr>
            <w:tcW w:w="1170" w:type="dxa"/>
            <w:vAlign w:val="center"/>
          </w:tcPr>
          <w:p w14:paraId="23DF22EA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424B2B39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88" w:type="dxa"/>
            <w:vAlign w:val="center"/>
          </w:tcPr>
          <w:p w14:paraId="58C5F6BB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3D9759A5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</w:tbl>
    <w:p w14:paraId="1E9BA4FB" w14:textId="77777777" w:rsidR="00FE1097" w:rsidRDefault="00FE1097" w:rsidP="002925C5">
      <w:pPr>
        <w:pStyle w:val="RCBody"/>
        <w:spacing w:after="0"/>
        <w:ind w:left="720"/>
      </w:pPr>
    </w:p>
    <w:p w14:paraId="0CF1ADAA" w14:textId="7D74F978" w:rsidR="002925C5" w:rsidRDefault="002925C5" w:rsidP="00A650E9">
      <w:pPr>
        <w:pStyle w:val="RCBody"/>
        <w:numPr>
          <w:ilvl w:val="0"/>
          <w:numId w:val="23"/>
        </w:numPr>
        <w:spacing w:after="0"/>
      </w:pPr>
      <w:r>
        <w:rPr>
          <w:highlight w:val="lightGray"/>
          <w:lang w:val="it-IT"/>
        </w:rPr>
        <w:t>[Mostrare solo a IIIª superiore]</w:t>
      </w:r>
      <w:r>
        <w:rPr>
          <w:lang w:val="it-IT"/>
        </w:rPr>
        <w:t xml:space="preserve"> Prenderai in considerazione di frequentare uno dei seguenti dopo la scuola superiore?</w:t>
      </w:r>
    </w:p>
    <w:tbl>
      <w:tblPr>
        <w:tblStyle w:val="TableGrid1"/>
        <w:tblW w:w="7203" w:type="dxa"/>
        <w:tblInd w:w="720" w:type="dxa"/>
        <w:tblLook w:val="04A0" w:firstRow="1" w:lastRow="0" w:firstColumn="1" w:lastColumn="0" w:noHBand="0" w:noVBand="1"/>
      </w:tblPr>
      <w:tblGrid>
        <w:gridCol w:w="4135"/>
        <w:gridCol w:w="943"/>
        <w:gridCol w:w="855"/>
        <w:gridCol w:w="1270"/>
      </w:tblGrid>
      <w:tr w:rsidR="00A650E9" w:rsidRPr="00C03E09" w14:paraId="4E1E70A2" w14:textId="77777777" w:rsidTr="00A650E9">
        <w:tc>
          <w:tcPr>
            <w:tcW w:w="4135" w:type="dxa"/>
          </w:tcPr>
          <w:p w14:paraId="62B54066" w14:textId="77777777" w:rsidR="00A650E9" w:rsidRPr="00C03E09" w:rsidRDefault="00A650E9" w:rsidP="0010753F">
            <w:pPr>
              <w:rPr>
                <w:rFonts w:eastAsiaTheme="minorEastAsia" w:cstheme="minorBidi"/>
                <w:szCs w:val="22"/>
              </w:rPr>
            </w:pPr>
          </w:p>
        </w:tc>
        <w:tc>
          <w:tcPr>
            <w:tcW w:w="943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E74873B" w14:textId="5D30B610" w:rsidR="00A650E9" w:rsidRPr="00C03E09" w:rsidRDefault="00A650E9" w:rsidP="0010753F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  <w:lang w:val="it-IT"/>
              </w:rPr>
              <w:t>Sì</w:t>
            </w:r>
          </w:p>
        </w:tc>
        <w:tc>
          <w:tcPr>
            <w:tcW w:w="85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774DE24" w14:textId="1521C1BF" w:rsidR="00A650E9" w:rsidRPr="00C03E09" w:rsidRDefault="00A650E9" w:rsidP="0010753F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  <w:lang w:val="it-IT"/>
              </w:rPr>
              <w:t>No</w:t>
            </w:r>
          </w:p>
        </w:tc>
        <w:tc>
          <w:tcPr>
            <w:tcW w:w="1270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66FB349E" w14:textId="3D0013C8" w:rsidR="00A650E9" w:rsidRPr="00C03E09" w:rsidRDefault="00A650E9" w:rsidP="0010753F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  <w:lang w:val="it-IT"/>
              </w:rPr>
              <w:t>Non sono sicuro/a</w:t>
            </w:r>
          </w:p>
        </w:tc>
      </w:tr>
      <w:tr w:rsidR="00A650E9" w:rsidRPr="00C03E09" w14:paraId="1E0B5DE6" w14:textId="77777777" w:rsidTr="00A650E9">
        <w:tc>
          <w:tcPr>
            <w:tcW w:w="4135" w:type="dxa"/>
          </w:tcPr>
          <w:p w14:paraId="00D3CB86" w14:textId="2FBD599E" w:rsidR="00A650E9" w:rsidRPr="00C03E09" w:rsidRDefault="00A650E9" w:rsidP="0010753F">
            <w:pPr>
              <w:rPr>
                <w:rFonts w:eastAsiaTheme="minorEastAsia" w:cstheme="minorBidi"/>
                <w:szCs w:val="22"/>
              </w:rPr>
            </w:pPr>
            <w:r>
              <w:rPr>
                <w:szCs w:val="22"/>
                <w:lang w:val="it-IT"/>
              </w:rPr>
              <w:t>Un programma di anno sabbatico ebraico in Israele</w:t>
            </w:r>
          </w:p>
        </w:tc>
        <w:tc>
          <w:tcPr>
            <w:tcW w:w="943" w:type="dxa"/>
            <w:vAlign w:val="center"/>
          </w:tcPr>
          <w:p w14:paraId="583390E5" w14:textId="77777777" w:rsidR="00A650E9" w:rsidRPr="00C03E09" w:rsidRDefault="00A650E9" w:rsidP="0010753F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55" w:type="dxa"/>
            <w:vAlign w:val="center"/>
          </w:tcPr>
          <w:p w14:paraId="4D4A8A64" w14:textId="77777777" w:rsidR="00A650E9" w:rsidRPr="00C03E09" w:rsidRDefault="00A650E9" w:rsidP="0010753F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70" w:type="dxa"/>
            <w:vAlign w:val="center"/>
          </w:tcPr>
          <w:p w14:paraId="5C896598" w14:textId="77777777" w:rsidR="00A650E9" w:rsidRPr="00C03E09" w:rsidRDefault="00A650E9" w:rsidP="0010753F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A650E9" w:rsidRPr="00C03E09" w14:paraId="115D437D" w14:textId="77777777" w:rsidTr="00A650E9">
        <w:tc>
          <w:tcPr>
            <w:tcW w:w="4135" w:type="dxa"/>
          </w:tcPr>
          <w:p w14:paraId="351E06B0" w14:textId="59EDF212" w:rsidR="00A650E9" w:rsidRPr="00C03E09" w:rsidRDefault="009B598B" w:rsidP="0010753F">
            <w:pPr>
              <w:rPr>
                <w:rFonts w:eastAsiaTheme="minorEastAsia" w:cstheme="minorBidi"/>
                <w:szCs w:val="22"/>
              </w:rPr>
            </w:pPr>
            <w:r>
              <w:rPr>
                <w:szCs w:val="22"/>
                <w:lang w:val="it-IT"/>
              </w:rPr>
              <w:t>Un’università in Israele</w:t>
            </w:r>
          </w:p>
        </w:tc>
        <w:tc>
          <w:tcPr>
            <w:tcW w:w="943" w:type="dxa"/>
            <w:vAlign w:val="center"/>
          </w:tcPr>
          <w:p w14:paraId="5BF36860" w14:textId="77777777" w:rsidR="00A650E9" w:rsidRPr="00C03E09" w:rsidRDefault="00A650E9" w:rsidP="0010753F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55" w:type="dxa"/>
            <w:vAlign w:val="center"/>
          </w:tcPr>
          <w:p w14:paraId="23F80DEF" w14:textId="77777777" w:rsidR="00A650E9" w:rsidRPr="00C03E09" w:rsidRDefault="00A650E9" w:rsidP="0010753F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70" w:type="dxa"/>
            <w:vAlign w:val="center"/>
          </w:tcPr>
          <w:p w14:paraId="5A33D41D" w14:textId="77777777" w:rsidR="00A650E9" w:rsidRPr="00C03E09" w:rsidRDefault="00A650E9" w:rsidP="0010753F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</w:tbl>
    <w:p w14:paraId="0B936D81" w14:textId="257A708E" w:rsidR="00A650E9" w:rsidRDefault="00A650E9" w:rsidP="00A650E9">
      <w:pPr>
        <w:pStyle w:val="RCBody"/>
        <w:spacing w:after="0"/>
        <w:ind w:left="720"/>
      </w:pPr>
    </w:p>
    <w:p w14:paraId="67AE3096" w14:textId="21ADEF48" w:rsidR="00C03E09" w:rsidRPr="00C03E09" w:rsidRDefault="00291C97" w:rsidP="00C03E09">
      <w:pPr>
        <w:numPr>
          <w:ilvl w:val="0"/>
          <w:numId w:val="23"/>
        </w:numPr>
        <w:rPr>
          <w:rFonts w:eastAsiaTheme="minorEastAsia" w:cstheme="minorBidi"/>
          <w:szCs w:val="22"/>
        </w:rPr>
      </w:pPr>
      <w:r>
        <w:rPr>
          <w:rFonts w:eastAsiaTheme="minorEastAsia" w:cstheme="minorBidi"/>
          <w:szCs w:val="22"/>
          <w:lang w:val="it-IT"/>
        </w:rPr>
        <w:t xml:space="preserve">Quanto </w:t>
      </w:r>
      <w:r w:rsidR="00A12524">
        <w:rPr>
          <w:rFonts w:eastAsiaTheme="minorEastAsia" w:cstheme="minorBidi"/>
          <w:szCs w:val="22"/>
          <w:lang w:val="it-IT"/>
        </w:rPr>
        <w:t>conosci dei</w:t>
      </w:r>
      <w:r>
        <w:rPr>
          <w:rFonts w:eastAsiaTheme="minorEastAsia" w:cstheme="minorBidi"/>
          <w:szCs w:val="22"/>
          <w:lang w:val="it-IT"/>
        </w:rPr>
        <w:t xml:space="preserve"> segue</w:t>
      </w:r>
      <w:r w:rsidR="00A12524">
        <w:rPr>
          <w:rFonts w:eastAsiaTheme="minorEastAsia" w:cstheme="minorBidi"/>
          <w:szCs w:val="22"/>
          <w:lang w:val="it-IT"/>
        </w:rPr>
        <w:t>nti argomenti?</w:t>
      </w:r>
    </w:p>
    <w:tbl>
      <w:tblPr>
        <w:tblStyle w:val="TableGrid1"/>
        <w:tblW w:w="9547" w:type="dxa"/>
        <w:tblInd w:w="720" w:type="dxa"/>
        <w:tblLook w:val="04A0" w:firstRow="1" w:lastRow="0" w:firstColumn="1" w:lastColumn="0" w:noHBand="0" w:noVBand="1"/>
      </w:tblPr>
      <w:tblGrid>
        <w:gridCol w:w="4135"/>
        <w:gridCol w:w="943"/>
        <w:gridCol w:w="1217"/>
        <w:gridCol w:w="1982"/>
        <w:gridCol w:w="1270"/>
      </w:tblGrid>
      <w:tr w:rsidR="00C9573D" w:rsidRPr="00C03E09" w14:paraId="50E3A0E3" w14:textId="77777777" w:rsidTr="00C9573D">
        <w:tc>
          <w:tcPr>
            <w:tcW w:w="4135" w:type="dxa"/>
          </w:tcPr>
          <w:p w14:paraId="208AD20C" w14:textId="77777777" w:rsidR="00C9573D" w:rsidRPr="00C03E09" w:rsidRDefault="00C9573D" w:rsidP="00C03E09">
            <w:pPr>
              <w:rPr>
                <w:rFonts w:eastAsiaTheme="minorEastAsia" w:cstheme="minorBidi"/>
                <w:szCs w:val="22"/>
              </w:rPr>
            </w:pPr>
          </w:p>
        </w:tc>
        <w:tc>
          <w:tcPr>
            <w:tcW w:w="943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8A8CAE3" w14:textId="77777777" w:rsidR="00C9573D" w:rsidRPr="00C03E09" w:rsidRDefault="00C9573D" w:rsidP="00C03E09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  <w:lang w:val="it-IT"/>
              </w:rPr>
              <w:t>Niente</w:t>
            </w:r>
          </w:p>
        </w:tc>
        <w:tc>
          <w:tcPr>
            <w:tcW w:w="121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E7C269A" w14:textId="77777777" w:rsidR="00C9573D" w:rsidRPr="00C03E09" w:rsidRDefault="00C9573D" w:rsidP="00C03E09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  <w:lang w:val="it-IT"/>
              </w:rPr>
              <w:t>Poco</w:t>
            </w:r>
          </w:p>
        </w:tc>
        <w:tc>
          <w:tcPr>
            <w:tcW w:w="198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BE1CE5F" w14:textId="77777777" w:rsidR="00C9573D" w:rsidRPr="00C03E09" w:rsidRDefault="00C9573D" w:rsidP="00C03E09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  <w:lang w:val="it-IT"/>
              </w:rPr>
              <w:t>Abbastanza</w:t>
            </w:r>
          </w:p>
        </w:tc>
        <w:tc>
          <w:tcPr>
            <w:tcW w:w="1270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2DE1F793" w14:textId="127FB91B" w:rsidR="00C9573D" w:rsidRPr="00C03E09" w:rsidRDefault="00C9573D" w:rsidP="00C03E09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  <w:lang w:val="it-IT"/>
              </w:rPr>
              <w:t>Molto</w:t>
            </w:r>
          </w:p>
        </w:tc>
      </w:tr>
      <w:tr w:rsidR="00C9573D" w:rsidRPr="00C03E09" w14:paraId="749F01B9" w14:textId="77777777" w:rsidTr="00C9573D">
        <w:tc>
          <w:tcPr>
            <w:tcW w:w="4135" w:type="dxa"/>
          </w:tcPr>
          <w:p w14:paraId="47A0002D" w14:textId="43C7BAD7" w:rsidR="00C9573D" w:rsidRPr="00C03E09" w:rsidRDefault="00B96D18" w:rsidP="00C03E09">
            <w:pPr>
              <w:rPr>
                <w:rFonts w:eastAsiaTheme="minorEastAsia" w:cstheme="minorBidi"/>
                <w:szCs w:val="22"/>
              </w:rPr>
            </w:pPr>
            <w:r>
              <w:rPr>
                <w:szCs w:val="22"/>
                <w:lang w:val="it-IT"/>
              </w:rPr>
              <w:t>Riti e usanze ebraici</w:t>
            </w:r>
          </w:p>
        </w:tc>
        <w:tc>
          <w:tcPr>
            <w:tcW w:w="943" w:type="dxa"/>
            <w:vAlign w:val="center"/>
          </w:tcPr>
          <w:p w14:paraId="6033A4C6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17" w:type="dxa"/>
            <w:vAlign w:val="center"/>
          </w:tcPr>
          <w:p w14:paraId="38452562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982" w:type="dxa"/>
            <w:vAlign w:val="center"/>
          </w:tcPr>
          <w:p w14:paraId="4FB7F831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70" w:type="dxa"/>
            <w:vAlign w:val="center"/>
          </w:tcPr>
          <w:p w14:paraId="643C33E0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5C4C1AE8" w14:textId="77777777" w:rsidTr="00C9573D">
        <w:tc>
          <w:tcPr>
            <w:tcW w:w="4135" w:type="dxa"/>
          </w:tcPr>
          <w:p w14:paraId="1311FEE3" w14:textId="77777777" w:rsidR="00C9573D" w:rsidRPr="00C03E09" w:rsidRDefault="00C9573D" w:rsidP="00C03E09">
            <w:pPr>
              <w:rPr>
                <w:rFonts w:eastAsiaTheme="minorEastAsia" w:cstheme="minorBidi"/>
                <w:szCs w:val="22"/>
              </w:rPr>
            </w:pPr>
            <w:r>
              <w:rPr>
                <w:szCs w:val="22"/>
                <w:lang w:val="it-IT"/>
              </w:rPr>
              <w:t>Vita quotidiana in Israele</w:t>
            </w:r>
          </w:p>
        </w:tc>
        <w:tc>
          <w:tcPr>
            <w:tcW w:w="943" w:type="dxa"/>
            <w:vAlign w:val="center"/>
          </w:tcPr>
          <w:p w14:paraId="346BF480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17" w:type="dxa"/>
            <w:vAlign w:val="center"/>
          </w:tcPr>
          <w:p w14:paraId="2C8FA885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982" w:type="dxa"/>
            <w:vAlign w:val="center"/>
          </w:tcPr>
          <w:p w14:paraId="1E40BDE0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70" w:type="dxa"/>
            <w:vAlign w:val="center"/>
          </w:tcPr>
          <w:p w14:paraId="6B2096F5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076C506B" w14:textId="77777777" w:rsidTr="00C9573D">
        <w:tc>
          <w:tcPr>
            <w:tcW w:w="4135" w:type="dxa"/>
          </w:tcPr>
          <w:p w14:paraId="6EB11151" w14:textId="50827565" w:rsidR="00C9573D" w:rsidRPr="00C03E09" w:rsidRDefault="00C9573D" w:rsidP="00C03E09">
            <w:pPr>
              <w:rPr>
                <w:rFonts w:eastAsiaTheme="minorEastAsia" w:cstheme="minorBidi"/>
                <w:szCs w:val="22"/>
              </w:rPr>
            </w:pPr>
            <w:r>
              <w:rPr>
                <w:szCs w:val="22"/>
                <w:lang w:val="it-IT"/>
              </w:rPr>
              <w:t>Cultura ebraica (musica, cibo, arte, ecc.)</w:t>
            </w:r>
          </w:p>
        </w:tc>
        <w:tc>
          <w:tcPr>
            <w:tcW w:w="943" w:type="dxa"/>
            <w:vAlign w:val="center"/>
          </w:tcPr>
          <w:p w14:paraId="19F244DE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17" w:type="dxa"/>
            <w:vAlign w:val="center"/>
          </w:tcPr>
          <w:p w14:paraId="7E48B69C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982" w:type="dxa"/>
            <w:vAlign w:val="center"/>
          </w:tcPr>
          <w:p w14:paraId="46928731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70" w:type="dxa"/>
            <w:vAlign w:val="center"/>
          </w:tcPr>
          <w:p w14:paraId="4033345B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1D88E915" w14:textId="77777777" w:rsidTr="00C9573D">
        <w:tc>
          <w:tcPr>
            <w:tcW w:w="4135" w:type="dxa"/>
          </w:tcPr>
          <w:p w14:paraId="6155C5AD" w14:textId="2BD9F18B" w:rsidR="00C9573D" w:rsidRPr="00C03E09" w:rsidRDefault="00C9573D" w:rsidP="00C03E09">
            <w:pPr>
              <w:rPr>
                <w:rFonts w:eastAsiaTheme="minorEastAsia" w:cstheme="minorBidi"/>
                <w:szCs w:val="22"/>
              </w:rPr>
            </w:pPr>
            <w:r>
              <w:rPr>
                <w:szCs w:val="22"/>
                <w:lang w:val="it-IT"/>
              </w:rPr>
              <w:t>Il ruolo di Israele nella storia ebraica</w:t>
            </w:r>
          </w:p>
        </w:tc>
        <w:tc>
          <w:tcPr>
            <w:tcW w:w="943" w:type="dxa"/>
            <w:vAlign w:val="center"/>
          </w:tcPr>
          <w:p w14:paraId="328D6F84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17" w:type="dxa"/>
            <w:vAlign w:val="center"/>
          </w:tcPr>
          <w:p w14:paraId="76FBE37B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982" w:type="dxa"/>
            <w:vAlign w:val="center"/>
          </w:tcPr>
          <w:p w14:paraId="3852DF4B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70" w:type="dxa"/>
            <w:vAlign w:val="center"/>
          </w:tcPr>
          <w:p w14:paraId="4DCF1C99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25024DCC" w14:textId="77777777" w:rsidTr="00C9573D">
        <w:tc>
          <w:tcPr>
            <w:tcW w:w="4135" w:type="dxa"/>
          </w:tcPr>
          <w:p w14:paraId="65B2467A" w14:textId="49D823B1" w:rsidR="00C9573D" w:rsidRDefault="00C9573D" w:rsidP="00C03E09">
            <w:pPr>
              <w:rPr>
                <w:rFonts w:eastAsiaTheme="minorEastAsia" w:cstheme="minorBidi"/>
                <w:szCs w:val="22"/>
              </w:rPr>
            </w:pPr>
            <w:r>
              <w:rPr>
                <w:szCs w:val="22"/>
                <w:lang w:val="it-IT"/>
              </w:rPr>
              <w:t>La storia della vita ebraica nel luogo in cui vivi</w:t>
            </w:r>
          </w:p>
        </w:tc>
        <w:tc>
          <w:tcPr>
            <w:tcW w:w="943" w:type="dxa"/>
            <w:vAlign w:val="center"/>
          </w:tcPr>
          <w:p w14:paraId="0346B314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17" w:type="dxa"/>
            <w:vAlign w:val="center"/>
          </w:tcPr>
          <w:p w14:paraId="4A50CA4D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982" w:type="dxa"/>
            <w:vAlign w:val="center"/>
          </w:tcPr>
          <w:p w14:paraId="186DC31F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70" w:type="dxa"/>
            <w:vAlign w:val="center"/>
          </w:tcPr>
          <w:p w14:paraId="36CB016C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76609496" w14:textId="77777777" w:rsidTr="00C9573D">
        <w:tc>
          <w:tcPr>
            <w:tcW w:w="4135" w:type="dxa"/>
          </w:tcPr>
          <w:p w14:paraId="0B3C544B" w14:textId="27B11F8B" w:rsidR="00C9573D" w:rsidRDefault="00C9573D" w:rsidP="00C03E09">
            <w:pPr>
              <w:rPr>
                <w:rFonts w:eastAsiaTheme="minorEastAsia" w:cstheme="minorBidi"/>
                <w:szCs w:val="22"/>
              </w:rPr>
            </w:pPr>
            <w:r>
              <w:rPr>
                <w:szCs w:val="22"/>
                <w:lang w:val="it-IT"/>
              </w:rPr>
              <w:t>Cultura israeliana (musica, cibo, arte, ecc.)</w:t>
            </w:r>
          </w:p>
        </w:tc>
        <w:tc>
          <w:tcPr>
            <w:tcW w:w="943" w:type="dxa"/>
            <w:vAlign w:val="center"/>
          </w:tcPr>
          <w:p w14:paraId="247A7613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17" w:type="dxa"/>
            <w:vAlign w:val="center"/>
          </w:tcPr>
          <w:p w14:paraId="09106C8E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982" w:type="dxa"/>
            <w:vAlign w:val="center"/>
          </w:tcPr>
          <w:p w14:paraId="56213929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70" w:type="dxa"/>
            <w:vAlign w:val="center"/>
          </w:tcPr>
          <w:p w14:paraId="70332D5F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14D741E1" w14:textId="77777777" w:rsidTr="00C9573D">
        <w:tc>
          <w:tcPr>
            <w:tcW w:w="4135" w:type="dxa"/>
          </w:tcPr>
          <w:p w14:paraId="286299C1" w14:textId="11BD2F1D" w:rsidR="00C9573D" w:rsidRPr="00C03E09" w:rsidRDefault="00C9573D" w:rsidP="00C03E09">
            <w:pPr>
              <w:rPr>
                <w:rFonts w:eastAsiaTheme="minorEastAsia" w:cstheme="minorBidi"/>
                <w:szCs w:val="22"/>
              </w:rPr>
            </w:pPr>
            <w:r>
              <w:rPr>
                <w:szCs w:val="22"/>
                <w:lang w:val="it-IT"/>
              </w:rPr>
              <w:t>Giorni importanti dell’anno ebraico</w:t>
            </w:r>
          </w:p>
        </w:tc>
        <w:tc>
          <w:tcPr>
            <w:tcW w:w="943" w:type="dxa"/>
            <w:vAlign w:val="center"/>
          </w:tcPr>
          <w:p w14:paraId="69B153C2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17" w:type="dxa"/>
            <w:vAlign w:val="center"/>
          </w:tcPr>
          <w:p w14:paraId="52E720BA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982" w:type="dxa"/>
            <w:vAlign w:val="center"/>
          </w:tcPr>
          <w:p w14:paraId="07DF64F4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70" w:type="dxa"/>
            <w:vAlign w:val="center"/>
          </w:tcPr>
          <w:p w14:paraId="01E6F87B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20497857" w14:textId="77777777" w:rsidTr="00C9573D">
        <w:tc>
          <w:tcPr>
            <w:tcW w:w="4135" w:type="dxa"/>
          </w:tcPr>
          <w:p w14:paraId="614FC480" w14:textId="4C33DAE7" w:rsidR="00C9573D" w:rsidRDefault="00C9573D" w:rsidP="00C03E09">
            <w:pPr>
              <w:rPr>
                <w:rFonts w:eastAsiaTheme="minorEastAsia" w:cstheme="minorBidi"/>
                <w:szCs w:val="22"/>
              </w:rPr>
            </w:pPr>
            <w:r>
              <w:rPr>
                <w:szCs w:val="22"/>
                <w:lang w:val="it-IT"/>
              </w:rPr>
              <w:t xml:space="preserve">L’importanza di Israele nel </w:t>
            </w:r>
            <w:proofErr w:type="spellStart"/>
            <w:r>
              <w:rPr>
                <w:szCs w:val="22"/>
                <w:lang w:val="it-IT"/>
              </w:rPr>
              <w:t>Tanàkh</w:t>
            </w:r>
            <w:proofErr w:type="spellEnd"/>
          </w:p>
        </w:tc>
        <w:tc>
          <w:tcPr>
            <w:tcW w:w="943" w:type="dxa"/>
            <w:vAlign w:val="center"/>
          </w:tcPr>
          <w:p w14:paraId="4C323FB6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17" w:type="dxa"/>
            <w:vAlign w:val="center"/>
          </w:tcPr>
          <w:p w14:paraId="3EC30175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982" w:type="dxa"/>
            <w:vAlign w:val="center"/>
          </w:tcPr>
          <w:p w14:paraId="5A1BC543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70" w:type="dxa"/>
            <w:vAlign w:val="center"/>
          </w:tcPr>
          <w:p w14:paraId="14446E55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</w:tbl>
    <w:p w14:paraId="2EC439AA" w14:textId="5DB541DA" w:rsidR="00C03E09" w:rsidRDefault="00C03E09" w:rsidP="00C03E09">
      <w:pPr>
        <w:pStyle w:val="RCBody"/>
        <w:spacing w:after="0"/>
      </w:pPr>
    </w:p>
    <w:p w14:paraId="65EDE214" w14:textId="1DF3E95C" w:rsidR="006D436E" w:rsidRDefault="007828FF" w:rsidP="006D436E">
      <w:pPr>
        <w:pStyle w:val="RCBody"/>
        <w:numPr>
          <w:ilvl w:val="0"/>
          <w:numId w:val="23"/>
        </w:numPr>
        <w:spacing w:after="0"/>
      </w:pPr>
      <w:r>
        <w:rPr>
          <w:lang w:val="it-IT"/>
        </w:rPr>
        <w:t>In che misura sei d’accordo o in disaccordo con le seguenti affermazioni</w:t>
      </w:r>
      <w:r w:rsidR="00A12524">
        <w:rPr>
          <w:lang w:val="it-IT"/>
        </w:rPr>
        <w:t>?</w:t>
      </w:r>
    </w:p>
    <w:tbl>
      <w:tblPr>
        <w:tblStyle w:val="Grigliatabella"/>
        <w:tblW w:w="9733" w:type="dxa"/>
        <w:tblInd w:w="720" w:type="dxa"/>
        <w:tblLook w:val="04A0" w:firstRow="1" w:lastRow="0" w:firstColumn="1" w:lastColumn="0" w:noHBand="0" w:noVBand="1"/>
      </w:tblPr>
      <w:tblGrid>
        <w:gridCol w:w="2805"/>
        <w:gridCol w:w="1664"/>
        <w:gridCol w:w="1184"/>
        <w:gridCol w:w="1294"/>
        <w:gridCol w:w="1122"/>
        <w:gridCol w:w="1664"/>
      </w:tblGrid>
      <w:tr w:rsidR="006D436E" w14:paraId="2BA81163" w14:textId="77777777" w:rsidTr="005226B9">
        <w:tc>
          <w:tcPr>
            <w:tcW w:w="4495" w:type="dxa"/>
          </w:tcPr>
          <w:p w14:paraId="7206F6D9" w14:textId="77777777" w:rsidR="006D436E" w:rsidRDefault="006D436E" w:rsidP="005226B9">
            <w:pPr>
              <w:pStyle w:val="RCBody"/>
              <w:spacing w:after="0"/>
            </w:pPr>
          </w:p>
        </w:tc>
        <w:tc>
          <w:tcPr>
            <w:tcW w:w="953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038DE04" w14:textId="77777777" w:rsidR="006D436E" w:rsidRPr="00FD39B1" w:rsidRDefault="006D436E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it-IT"/>
              </w:rPr>
              <w:t>Completamente in disaccordo</w:t>
            </w:r>
          </w:p>
        </w:tc>
        <w:tc>
          <w:tcPr>
            <w:tcW w:w="9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70AA0A9B" w14:textId="77777777" w:rsidR="006D436E" w:rsidRPr="00FD39B1" w:rsidRDefault="006D436E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it-IT"/>
              </w:rPr>
              <w:t>In disaccordo</w:t>
            </w:r>
          </w:p>
        </w:tc>
        <w:tc>
          <w:tcPr>
            <w:tcW w:w="143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665BD44" w14:textId="77777777" w:rsidR="006D436E" w:rsidRPr="00FD39B1" w:rsidRDefault="006D436E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it-IT"/>
              </w:rPr>
              <w:t>Né d’accordo né in disaccordo</w:t>
            </w:r>
          </w:p>
        </w:tc>
        <w:tc>
          <w:tcPr>
            <w:tcW w:w="8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81AB557" w14:textId="77777777" w:rsidR="006D436E" w:rsidRPr="00FD39B1" w:rsidRDefault="006D436E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it-IT"/>
              </w:rPr>
              <w:t>D’accordo</w:t>
            </w:r>
          </w:p>
        </w:tc>
        <w:tc>
          <w:tcPr>
            <w:tcW w:w="1008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3ABAA10" w14:textId="77777777" w:rsidR="006D436E" w:rsidRPr="00FD39B1" w:rsidRDefault="006D436E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it-IT"/>
              </w:rPr>
              <w:t>Completamente d’accordo</w:t>
            </w:r>
          </w:p>
        </w:tc>
      </w:tr>
      <w:tr w:rsidR="006D436E" w14:paraId="6C96B2F4" w14:textId="77777777" w:rsidTr="005226B9">
        <w:tc>
          <w:tcPr>
            <w:tcW w:w="4495" w:type="dxa"/>
          </w:tcPr>
          <w:p w14:paraId="69AFDA2E" w14:textId="514FDFA1" w:rsidR="006D436E" w:rsidRDefault="006D436E" w:rsidP="005226B9">
            <w:pPr>
              <w:pStyle w:val="RCBody"/>
              <w:spacing w:after="0"/>
            </w:pPr>
            <w:r>
              <w:rPr>
                <w:lang w:val="it-IT"/>
              </w:rPr>
              <w:t>Provo un forte senso di appartenenza al mio retaggio ebraico</w:t>
            </w:r>
          </w:p>
        </w:tc>
        <w:tc>
          <w:tcPr>
            <w:tcW w:w="953" w:type="dxa"/>
            <w:vAlign w:val="center"/>
          </w:tcPr>
          <w:p w14:paraId="1A520109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56FE8671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7D788486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872" w:type="dxa"/>
            <w:vAlign w:val="center"/>
          </w:tcPr>
          <w:p w14:paraId="138102F7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</w:pPr>
          </w:p>
        </w:tc>
        <w:tc>
          <w:tcPr>
            <w:tcW w:w="1008" w:type="dxa"/>
            <w:vAlign w:val="center"/>
          </w:tcPr>
          <w:p w14:paraId="575B81FD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6CCEDBBE" w14:textId="77777777" w:rsidTr="005226B9">
        <w:tc>
          <w:tcPr>
            <w:tcW w:w="4495" w:type="dxa"/>
          </w:tcPr>
          <w:p w14:paraId="6C5C37FE" w14:textId="77777777" w:rsidR="006D436E" w:rsidRDefault="006D436E" w:rsidP="005226B9">
            <w:pPr>
              <w:pStyle w:val="RCBody"/>
              <w:spacing w:after="0"/>
            </w:pPr>
            <w:r>
              <w:rPr>
                <w:lang w:val="it-IT"/>
              </w:rPr>
              <w:t>Sono interessato a saperne di più sul giudaismo e sul mio retaggio ebraico</w:t>
            </w:r>
          </w:p>
        </w:tc>
        <w:tc>
          <w:tcPr>
            <w:tcW w:w="953" w:type="dxa"/>
            <w:vAlign w:val="center"/>
          </w:tcPr>
          <w:p w14:paraId="28DD0722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42676091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12F083E1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872" w:type="dxa"/>
            <w:vAlign w:val="center"/>
          </w:tcPr>
          <w:p w14:paraId="3000031D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</w:pPr>
          </w:p>
        </w:tc>
        <w:tc>
          <w:tcPr>
            <w:tcW w:w="1008" w:type="dxa"/>
            <w:vAlign w:val="center"/>
          </w:tcPr>
          <w:p w14:paraId="0B84481B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4E5AA73C" w14:textId="77777777" w:rsidTr="005226B9">
        <w:tc>
          <w:tcPr>
            <w:tcW w:w="4495" w:type="dxa"/>
          </w:tcPr>
          <w:p w14:paraId="56D1011B" w14:textId="77777777" w:rsidR="006D436E" w:rsidRDefault="006D436E" w:rsidP="005226B9">
            <w:pPr>
              <w:pStyle w:val="RCBody"/>
              <w:spacing w:after="0"/>
            </w:pPr>
            <w:r>
              <w:rPr>
                <w:lang w:val="it-IT"/>
              </w:rPr>
              <w:t xml:space="preserve">Le lezioni di Studi giudaici sono tra le mie preferite </w:t>
            </w:r>
          </w:p>
        </w:tc>
        <w:tc>
          <w:tcPr>
            <w:tcW w:w="953" w:type="dxa"/>
            <w:vAlign w:val="center"/>
          </w:tcPr>
          <w:p w14:paraId="2B245708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2C2B88CD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1D2BF179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872" w:type="dxa"/>
            <w:vAlign w:val="center"/>
          </w:tcPr>
          <w:p w14:paraId="39DB6FFF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</w:pPr>
          </w:p>
        </w:tc>
        <w:tc>
          <w:tcPr>
            <w:tcW w:w="1008" w:type="dxa"/>
            <w:vAlign w:val="center"/>
          </w:tcPr>
          <w:p w14:paraId="32645697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501BDEEC" w14:textId="77777777" w:rsidTr="005226B9">
        <w:tc>
          <w:tcPr>
            <w:tcW w:w="4495" w:type="dxa"/>
          </w:tcPr>
          <w:p w14:paraId="06CE9479" w14:textId="4B512D67" w:rsidR="006D436E" w:rsidRDefault="006D436E" w:rsidP="005226B9">
            <w:pPr>
              <w:pStyle w:val="RCBody"/>
              <w:spacing w:after="0" w:line="240" w:lineRule="auto"/>
            </w:pPr>
            <w:r>
              <w:rPr>
                <w:highlight w:val="yellow"/>
                <w:lang w:val="it-IT"/>
              </w:rPr>
              <w:t>Ho la responsabilità di occuparmi degli ebrei in difficoltà in</w:t>
            </w:r>
            <w:r>
              <w:rPr>
                <w:lang w:val="it-IT"/>
              </w:rPr>
              <w:t xml:space="preserve"> </w:t>
            </w:r>
            <w:r>
              <w:rPr>
                <w:highlight w:val="lightGray"/>
                <w:lang w:val="it-IT"/>
              </w:rPr>
              <w:t>[Paese]</w:t>
            </w:r>
          </w:p>
        </w:tc>
        <w:tc>
          <w:tcPr>
            <w:tcW w:w="953" w:type="dxa"/>
            <w:vAlign w:val="center"/>
          </w:tcPr>
          <w:p w14:paraId="3E229A1C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507EE7D5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2F90B10B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872" w:type="dxa"/>
            <w:vAlign w:val="center"/>
          </w:tcPr>
          <w:p w14:paraId="5CE4C497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</w:pPr>
          </w:p>
        </w:tc>
        <w:tc>
          <w:tcPr>
            <w:tcW w:w="1008" w:type="dxa"/>
            <w:vAlign w:val="center"/>
          </w:tcPr>
          <w:p w14:paraId="4F56CDA4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0EB58CE0" w14:textId="77777777" w:rsidTr="005226B9">
        <w:tc>
          <w:tcPr>
            <w:tcW w:w="4495" w:type="dxa"/>
          </w:tcPr>
          <w:p w14:paraId="5843F579" w14:textId="77777777" w:rsidR="006D436E" w:rsidRDefault="006D436E" w:rsidP="005226B9">
            <w:pPr>
              <w:pStyle w:val="RCBody"/>
              <w:spacing w:after="0" w:line="240" w:lineRule="auto"/>
            </w:pPr>
            <w:r>
              <w:rPr>
                <w:lang w:val="it-IT"/>
              </w:rPr>
              <w:t>Frequentare una scuola ebraica mi fa sentire di appartenere a qualche luogo</w:t>
            </w:r>
          </w:p>
        </w:tc>
        <w:tc>
          <w:tcPr>
            <w:tcW w:w="953" w:type="dxa"/>
            <w:vAlign w:val="center"/>
          </w:tcPr>
          <w:p w14:paraId="422D18D2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571DFF6A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34DC5828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872" w:type="dxa"/>
            <w:vAlign w:val="center"/>
          </w:tcPr>
          <w:p w14:paraId="042EB76C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</w:pPr>
          </w:p>
        </w:tc>
        <w:tc>
          <w:tcPr>
            <w:tcW w:w="1008" w:type="dxa"/>
            <w:vAlign w:val="center"/>
          </w:tcPr>
          <w:p w14:paraId="0F3F6941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4221609F" w14:textId="77777777" w:rsidTr="005226B9">
        <w:tc>
          <w:tcPr>
            <w:tcW w:w="4495" w:type="dxa"/>
          </w:tcPr>
          <w:p w14:paraId="65EA31EF" w14:textId="77777777" w:rsidR="006D436E" w:rsidRDefault="006D436E" w:rsidP="005226B9">
            <w:pPr>
              <w:pStyle w:val="RCBody"/>
              <w:spacing w:after="0" w:line="240" w:lineRule="auto"/>
            </w:pPr>
            <w:r>
              <w:rPr>
                <w:lang w:val="it-IT"/>
              </w:rPr>
              <w:t>Provo un forte senso di appartenenza a Israele</w:t>
            </w:r>
          </w:p>
        </w:tc>
        <w:tc>
          <w:tcPr>
            <w:tcW w:w="953" w:type="dxa"/>
            <w:vAlign w:val="center"/>
          </w:tcPr>
          <w:p w14:paraId="648A7F61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3045991C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790F9E16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872" w:type="dxa"/>
            <w:vAlign w:val="center"/>
          </w:tcPr>
          <w:p w14:paraId="6730A6CE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</w:pPr>
          </w:p>
        </w:tc>
        <w:tc>
          <w:tcPr>
            <w:tcW w:w="1008" w:type="dxa"/>
            <w:vAlign w:val="center"/>
          </w:tcPr>
          <w:p w14:paraId="507C0D91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3BA6FCEC" w14:textId="77777777" w:rsidTr="005226B9">
        <w:tc>
          <w:tcPr>
            <w:tcW w:w="4495" w:type="dxa"/>
          </w:tcPr>
          <w:p w14:paraId="158491A6" w14:textId="77777777" w:rsidR="006D436E" w:rsidRDefault="006D436E" w:rsidP="005226B9">
            <w:pPr>
              <w:pStyle w:val="RCBody"/>
              <w:spacing w:after="0" w:line="240" w:lineRule="auto"/>
            </w:pPr>
            <w:r>
              <w:rPr>
                <w:lang w:val="it-IT"/>
              </w:rPr>
              <w:t>Considero il servizio comunitario e il volontariato come parte della mia vita ebraica</w:t>
            </w:r>
          </w:p>
        </w:tc>
        <w:tc>
          <w:tcPr>
            <w:tcW w:w="953" w:type="dxa"/>
            <w:vAlign w:val="center"/>
          </w:tcPr>
          <w:p w14:paraId="19D457A3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0232C2E3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706B3A8E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872" w:type="dxa"/>
            <w:vAlign w:val="center"/>
          </w:tcPr>
          <w:p w14:paraId="5CB24D5A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</w:pPr>
          </w:p>
        </w:tc>
        <w:tc>
          <w:tcPr>
            <w:tcW w:w="1008" w:type="dxa"/>
            <w:vAlign w:val="center"/>
          </w:tcPr>
          <w:p w14:paraId="3F4E5887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571FED1B" w14:textId="77777777" w:rsidTr="005226B9">
        <w:tc>
          <w:tcPr>
            <w:tcW w:w="4495" w:type="dxa"/>
          </w:tcPr>
          <w:p w14:paraId="1041C753" w14:textId="77777777" w:rsidR="006D436E" w:rsidRDefault="006D436E" w:rsidP="005226B9">
            <w:pPr>
              <w:pStyle w:val="RCBody"/>
              <w:spacing w:after="0" w:line="240" w:lineRule="auto"/>
            </w:pPr>
            <w:r>
              <w:rPr>
                <w:lang w:val="it-IT"/>
              </w:rPr>
              <w:t xml:space="preserve">I concetti ebraici di contribuire a perfezionare il mondo (per esempio, </w:t>
            </w:r>
            <w:proofErr w:type="spellStart"/>
            <w:r>
              <w:rPr>
                <w:lang w:val="it-IT"/>
              </w:rPr>
              <w:t>Tikkun</w:t>
            </w:r>
            <w:proofErr w:type="spellEnd"/>
            <w:r>
              <w:rPr>
                <w:lang w:val="it-IT"/>
              </w:rPr>
              <w:t xml:space="preserve"> </w:t>
            </w:r>
            <w:proofErr w:type="spellStart"/>
            <w:r>
              <w:rPr>
                <w:lang w:val="it-IT"/>
              </w:rPr>
              <w:t>Olam</w:t>
            </w:r>
            <w:proofErr w:type="spellEnd"/>
            <w:r>
              <w:rPr>
                <w:lang w:val="it-IT"/>
              </w:rPr>
              <w:t>) mi spingono a impegnarmi per rendere il mondo un luogo migliore</w:t>
            </w:r>
          </w:p>
        </w:tc>
        <w:tc>
          <w:tcPr>
            <w:tcW w:w="953" w:type="dxa"/>
            <w:vAlign w:val="center"/>
          </w:tcPr>
          <w:p w14:paraId="4688699C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7A4850D2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43518F9C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872" w:type="dxa"/>
            <w:vAlign w:val="center"/>
          </w:tcPr>
          <w:p w14:paraId="2AFF2F50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</w:pPr>
          </w:p>
        </w:tc>
        <w:tc>
          <w:tcPr>
            <w:tcW w:w="1008" w:type="dxa"/>
            <w:vAlign w:val="center"/>
          </w:tcPr>
          <w:p w14:paraId="1AC6C929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0B0FA1" w14:paraId="76AFB84A" w14:textId="77777777" w:rsidTr="005226B9">
        <w:tc>
          <w:tcPr>
            <w:tcW w:w="4495" w:type="dxa"/>
          </w:tcPr>
          <w:p w14:paraId="3BD4902B" w14:textId="35A755A9" w:rsidR="000B0FA1" w:rsidRDefault="000B0FA1" w:rsidP="005226B9">
            <w:pPr>
              <w:pStyle w:val="RCBody"/>
              <w:spacing w:after="0" w:line="240" w:lineRule="auto"/>
            </w:pPr>
            <w:r>
              <w:rPr>
                <w:lang w:val="it-IT"/>
              </w:rPr>
              <w:t>Ho la responsabilità di prendermi cura degli ebrei in difficoltà nella mia comunità</w:t>
            </w:r>
          </w:p>
        </w:tc>
        <w:tc>
          <w:tcPr>
            <w:tcW w:w="953" w:type="dxa"/>
            <w:vAlign w:val="center"/>
          </w:tcPr>
          <w:p w14:paraId="64AB8F78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24ABE43C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715F8C03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872" w:type="dxa"/>
            <w:vAlign w:val="center"/>
          </w:tcPr>
          <w:p w14:paraId="798B5476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</w:pPr>
          </w:p>
        </w:tc>
        <w:tc>
          <w:tcPr>
            <w:tcW w:w="1008" w:type="dxa"/>
            <w:vAlign w:val="center"/>
          </w:tcPr>
          <w:p w14:paraId="713418FE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0B0FA1" w14:paraId="13265528" w14:textId="77777777" w:rsidTr="005226B9">
        <w:tc>
          <w:tcPr>
            <w:tcW w:w="4495" w:type="dxa"/>
          </w:tcPr>
          <w:p w14:paraId="0A7A6116" w14:textId="3B0FA197" w:rsidR="000B0FA1" w:rsidRDefault="000B0FA1" w:rsidP="005226B9">
            <w:pPr>
              <w:pStyle w:val="RCBody"/>
              <w:spacing w:after="0" w:line="240" w:lineRule="auto"/>
            </w:pPr>
            <w:r>
              <w:rPr>
                <w:highlight w:val="yellow"/>
                <w:lang w:val="it-IT"/>
              </w:rPr>
              <w:t>Provo un forte senso di appartenenza alla comunità ebraica in</w:t>
            </w:r>
            <w:r>
              <w:rPr>
                <w:lang w:val="it-IT"/>
              </w:rPr>
              <w:t xml:space="preserve"> </w:t>
            </w:r>
            <w:r>
              <w:rPr>
                <w:highlight w:val="lightGray"/>
                <w:lang w:val="it-IT"/>
              </w:rPr>
              <w:t>[Paese]</w:t>
            </w:r>
          </w:p>
        </w:tc>
        <w:tc>
          <w:tcPr>
            <w:tcW w:w="953" w:type="dxa"/>
            <w:vAlign w:val="center"/>
          </w:tcPr>
          <w:p w14:paraId="13EB520D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45B77405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29EABF9B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872" w:type="dxa"/>
            <w:vAlign w:val="center"/>
          </w:tcPr>
          <w:p w14:paraId="2DC56458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</w:pPr>
          </w:p>
        </w:tc>
        <w:tc>
          <w:tcPr>
            <w:tcW w:w="1008" w:type="dxa"/>
            <w:vAlign w:val="center"/>
          </w:tcPr>
          <w:p w14:paraId="08A73EF1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</w:tbl>
    <w:p w14:paraId="2618C3EC" w14:textId="1F20EC55" w:rsidR="006D436E" w:rsidRDefault="006D436E" w:rsidP="00C03E09">
      <w:pPr>
        <w:pStyle w:val="RCBody"/>
        <w:spacing w:after="0"/>
      </w:pPr>
    </w:p>
    <w:p w14:paraId="09CF452C" w14:textId="77777777" w:rsidR="006D436E" w:rsidRDefault="006D436E" w:rsidP="006D436E">
      <w:pPr>
        <w:pStyle w:val="RCBody"/>
        <w:numPr>
          <w:ilvl w:val="0"/>
          <w:numId w:val="23"/>
        </w:numPr>
        <w:spacing w:after="0"/>
      </w:pPr>
      <w:r>
        <w:rPr>
          <w:lang w:val="it-IT"/>
        </w:rPr>
        <w:t>In che misura la tua scuola ha contribuito a...</w:t>
      </w:r>
    </w:p>
    <w:tbl>
      <w:tblPr>
        <w:tblStyle w:val="Grigliatabella"/>
        <w:tblW w:w="9355" w:type="dxa"/>
        <w:tblInd w:w="720" w:type="dxa"/>
        <w:tblLook w:val="04A0" w:firstRow="1" w:lastRow="0" w:firstColumn="1" w:lastColumn="0" w:noHBand="0" w:noVBand="1"/>
      </w:tblPr>
      <w:tblGrid>
        <w:gridCol w:w="4712"/>
        <w:gridCol w:w="1164"/>
        <w:gridCol w:w="967"/>
        <w:gridCol w:w="1253"/>
        <w:gridCol w:w="1259"/>
      </w:tblGrid>
      <w:tr w:rsidR="006D436E" w14:paraId="51ECC885" w14:textId="77777777" w:rsidTr="006D436E">
        <w:tc>
          <w:tcPr>
            <w:tcW w:w="4765" w:type="dxa"/>
          </w:tcPr>
          <w:p w14:paraId="6F9D70D7" w14:textId="77777777" w:rsidR="006D436E" w:rsidRDefault="006D436E" w:rsidP="005226B9">
            <w:pPr>
              <w:pStyle w:val="RCBody"/>
              <w:spacing w:after="0"/>
            </w:pPr>
          </w:p>
        </w:tc>
        <w:tc>
          <w:tcPr>
            <w:tcW w:w="1170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5FEC95E" w14:textId="77777777" w:rsidR="006D436E" w:rsidRPr="00DA0819" w:rsidRDefault="006D436E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it-IT"/>
              </w:rPr>
              <w:t>Per niente</w:t>
            </w:r>
          </w:p>
        </w:tc>
        <w:tc>
          <w:tcPr>
            <w:tcW w:w="9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A7FC5EF" w14:textId="77777777" w:rsidR="006D436E" w:rsidRPr="00DA0819" w:rsidRDefault="006D436E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it-IT"/>
              </w:rPr>
              <w:t>Poco</w:t>
            </w:r>
          </w:p>
        </w:tc>
        <w:tc>
          <w:tcPr>
            <w:tcW w:w="118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2D930CD" w14:textId="77777777" w:rsidR="006D436E" w:rsidRPr="00DA0819" w:rsidRDefault="006D436E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it-IT"/>
              </w:rPr>
              <w:t>Abbastanza</w:t>
            </w:r>
          </w:p>
        </w:tc>
        <w:tc>
          <w:tcPr>
            <w:tcW w:w="1260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364ED35" w14:textId="77777777" w:rsidR="006D436E" w:rsidRPr="00DA0819" w:rsidRDefault="006D436E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it-IT"/>
              </w:rPr>
              <w:t>Moltissimo</w:t>
            </w:r>
          </w:p>
        </w:tc>
      </w:tr>
      <w:tr w:rsidR="006D436E" w14:paraId="2A39B7AD" w14:textId="77777777" w:rsidTr="006D436E">
        <w:tc>
          <w:tcPr>
            <w:tcW w:w="4765" w:type="dxa"/>
          </w:tcPr>
          <w:p w14:paraId="03D56DFD" w14:textId="77777777" w:rsidR="006D436E" w:rsidRDefault="006D436E" w:rsidP="005226B9">
            <w:pPr>
              <w:pStyle w:val="RCBody"/>
              <w:spacing w:after="0"/>
            </w:pPr>
            <w:r>
              <w:rPr>
                <w:lang w:val="it-IT"/>
              </w:rPr>
              <w:t>Conoscenza del patrimonio culturale, dei riti e delle tradizioni ebraici</w:t>
            </w:r>
          </w:p>
        </w:tc>
        <w:tc>
          <w:tcPr>
            <w:tcW w:w="1170" w:type="dxa"/>
            <w:vAlign w:val="center"/>
          </w:tcPr>
          <w:p w14:paraId="2DE923F4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64152573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88" w:type="dxa"/>
            <w:vAlign w:val="center"/>
          </w:tcPr>
          <w:p w14:paraId="1A4A9681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57EC95BF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2D4E3AA0" w14:textId="77777777" w:rsidTr="006D436E">
        <w:tc>
          <w:tcPr>
            <w:tcW w:w="4765" w:type="dxa"/>
          </w:tcPr>
          <w:p w14:paraId="034821EC" w14:textId="77777777" w:rsidR="006D436E" w:rsidRDefault="006D436E" w:rsidP="005226B9">
            <w:pPr>
              <w:pStyle w:val="RCBody"/>
              <w:spacing w:after="0"/>
            </w:pPr>
            <w:r>
              <w:rPr>
                <w:lang w:val="it-IT"/>
              </w:rPr>
              <w:t>Competenze nella lingua ebraica</w:t>
            </w:r>
          </w:p>
        </w:tc>
        <w:tc>
          <w:tcPr>
            <w:tcW w:w="1170" w:type="dxa"/>
            <w:vAlign w:val="center"/>
          </w:tcPr>
          <w:p w14:paraId="014A0573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0FBFAE6D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88" w:type="dxa"/>
            <w:vAlign w:val="center"/>
          </w:tcPr>
          <w:p w14:paraId="47934510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1992BC4B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7DE155BB" w14:textId="77777777" w:rsidTr="006D436E">
        <w:tc>
          <w:tcPr>
            <w:tcW w:w="4765" w:type="dxa"/>
          </w:tcPr>
          <w:p w14:paraId="2D2BDA80" w14:textId="133BCA95" w:rsidR="006D436E" w:rsidRDefault="006D436E" w:rsidP="005226B9">
            <w:pPr>
              <w:pStyle w:val="RCBody"/>
              <w:spacing w:after="0"/>
            </w:pPr>
            <w:r>
              <w:rPr>
                <w:lang w:val="it-IT"/>
              </w:rPr>
              <w:lastRenderedPageBreak/>
              <w:t xml:space="preserve">Legame con il territorio, il popolo e lo </w:t>
            </w:r>
            <w:r w:rsidR="00387270">
              <w:rPr>
                <w:lang w:val="it-IT"/>
              </w:rPr>
              <w:t>S</w:t>
            </w:r>
            <w:r>
              <w:rPr>
                <w:lang w:val="it-IT"/>
              </w:rPr>
              <w:t>tato d</w:t>
            </w:r>
            <w:r w:rsidR="00387270">
              <w:rPr>
                <w:lang w:val="it-IT"/>
              </w:rPr>
              <w:t>’</w:t>
            </w:r>
            <w:r>
              <w:rPr>
                <w:lang w:val="it-IT"/>
              </w:rPr>
              <w:t>Israele</w:t>
            </w:r>
          </w:p>
        </w:tc>
        <w:tc>
          <w:tcPr>
            <w:tcW w:w="1170" w:type="dxa"/>
            <w:vAlign w:val="center"/>
          </w:tcPr>
          <w:p w14:paraId="066A3A31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34472D89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88" w:type="dxa"/>
            <w:vAlign w:val="center"/>
          </w:tcPr>
          <w:p w14:paraId="29AAC267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2BA541FD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08AE545F" w14:textId="77777777" w:rsidTr="006D436E">
        <w:tc>
          <w:tcPr>
            <w:tcW w:w="4765" w:type="dxa"/>
          </w:tcPr>
          <w:p w14:paraId="48A2EA6F" w14:textId="77777777" w:rsidR="006D436E" w:rsidRDefault="006D436E" w:rsidP="005226B9">
            <w:pPr>
              <w:pStyle w:val="RCBody"/>
              <w:spacing w:after="0"/>
            </w:pPr>
            <w:r>
              <w:rPr>
                <w:lang w:val="it-IT"/>
              </w:rPr>
              <w:t>Coinvolgimento nella comunità ebraica locale</w:t>
            </w:r>
          </w:p>
        </w:tc>
        <w:tc>
          <w:tcPr>
            <w:tcW w:w="1170" w:type="dxa"/>
            <w:vAlign w:val="center"/>
          </w:tcPr>
          <w:p w14:paraId="2D0875C6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389AF16A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88" w:type="dxa"/>
            <w:vAlign w:val="center"/>
          </w:tcPr>
          <w:p w14:paraId="2B2C4A19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32E7FBA9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4F493546" w14:textId="77777777" w:rsidTr="006D436E">
        <w:tc>
          <w:tcPr>
            <w:tcW w:w="4765" w:type="dxa"/>
          </w:tcPr>
          <w:p w14:paraId="22E7690D" w14:textId="453AC738" w:rsidR="006D436E" w:rsidRDefault="001E5103" w:rsidP="005226B9">
            <w:pPr>
              <w:pStyle w:val="RCBody"/>
              <w:spacing w:after="0"/>
            </w:pPr>
            <w:r>
              <w:rPr>
                <w:highlight w:val="lightGray"/>
                <w:lang w:val="it-IT"/>
              </w:rPr>
              <w:t>[Non mostrare se D6=No]</w:t>
            </w:r>
            <w:r>
              <w:rPr>
                <w:lang w:val="it-IT"/>
              </w:rPr>
              <w:t xml:space="preserve"> Sentimento di orgoglio per la tua identità ebraica</w:t>
            </w:r>
          </w:p>
        </w:tc>
        <w:tc>
          <w:tcPr>
            <w:tcW w:w="1170" w:type="dxa"/>
            <w:vAlign w:val="center"/>
          </w:tcPr>
          <w:p w14:paraId="22B5D577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34CB037C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88" w:type="dxa"/>
            <w:vAlign w:val="center"/>
          </w:tcPr>
          <w:p w14:paraId="6B5169EF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6F73F9F6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017DE474" w14:textId="77777777" w:rsidTr="006D436E">
        <w:tc>
          <w:tcPr>
            <w:tcW w:w="4765" w:type="dxa"/>
          </w:tcPr>
          <w:p w14:paraId="468D8F47" w14:textId="77777777" w:rsidR="006D436E" w:rsidRDefault="006D436E" w:rsidP="005226B9">
            <w:pPr>
              <w:pStyle w:val="RCBody"/>
              <w:spacing w:after="0"/>
            </w:pPr>
            <w:r>
              <w:rPr>
                <w:lang w:val="it-IT"/>
              </w:rPr>
              <w:t>Senso di responsabilità per il prendersi cura degli ebrei in difficoltà</w:t>
            </w:r>
          </w:p>
        </w:tc>
        <w:tc>
          <w:tcPr>
            <w:tcW w:w="1170" w:type="dxa"/>
            <w:vAlign w:val="center"/>
          </w:tcPr>
          <w:p w14:paraId="3FBE7042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07E5692C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88" w:type="dxa"/>
            <w:vAlign w:val="center"/>
          </w:tcPr>
          <w:p w14:paraId="0700849F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3E3B3C1C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6FDDDA8B" w14:textId="77777777" w:rsidTr="006D436E">
        <w:tc>
          <w:tcPr>
            <w:tcW w:w="4765" w:type="dxa"/>
          </w:tcPr>
          <w:p w14:paraId="55B1E74B" w14:textId="77777777" w:rsidR="006D436E" w:rsidRDefault="006D436E" w:rsidP="005226B9">
            <w:pPr>
              <w:pStyle w:val="RCBody"/>
              <w:spacing w:after="0"/>
            </w:pPr>
            <w:r>
              <w:rPr>
                <w:lang w:val="it-IT"/>
              </w:rPr>
              <w:t>Curiosità e interesse nell’apprendere della vita e del patrimonio culturale ebraici</w:t>
            </w:r>
          </w:p>
        </w:tc>
        <w:tc>
          <w:tcPr>
            <w:tcW w:w="1170" w:type="dxa"/>
            <w:vAlign w:val="center"/>
          </w:tcPr>
          <w:p w14:paraId="25030815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0059D8C9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88" w:type="dxa"/>
            <w:vAlign w:val="center"/>
          </w:tcPr>
          <w:p w14:paraId="11DE519E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763F2791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23D1C058" w14:textId="77777777" w:rsidTr="006D436E">
        <w:tc>
          <w:tcPr>
            <w:tcW w:w="4765" w:type="dxa"/>
          </w:tcPr>
          <w:p w14:paraId="2D15F611" w14:textId="52EDF7CA" w:rsidR="006D436E" w:rsidRDefault="001E5103" w:rsidP="005226B9">
            <w:pPr>
              <w:pStyle w:val="RCBody"/>
              <w:spacing w:after="0"/>
            </w:pPr>
            <w:r>
              <w:rPr>
                <w:highlight w:val="lightGray"/>
                <w:lang w:val="it-IT"/>
              </w:rPr>
              <w:t>[Non mostrare se D6=No]</w:t>
            </w:r>
            <w:r>
              <w:rPr>
                <w:lang w:val="it-IT"/>
              </w:rPr>
              <w:t xml:space="preserve"> Progetti per adottare le pratiche ebraiche nella tua famiglia</w:t>
            </w:r>
          </w:p>
        </w:tc>
        <w:tc>
          <w:tcPr>
            <w:tcW w:w="1170" w:type="dxa"/>
            <w:vAlign w:val="center"/>
          </w:tcPr>
          <w:p w14:paraId="3E8DAF7C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5C92028F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88" w:type="dxa"/>
            <w:vAlign w:val="center"/>
          </w:tcPr>
          <w:p w14:paraId="687911F8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06486EDD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</w:tbl>
    <w:p w14:paraId="40CCC251" w14:textId="77777777" w:rsidR="006D436E" w:rsidRDefault="006D436E" w:rsidP="006D436E">
      <w:pPr>
        <w:pStyle w:val="RCBody"/>
        <w:spacing w:after="0"/>
        <w:ind w:left="720"/>
      </w:pPr>
    </w:p>
    <w:p w14:paraId="0A4768CF" w14:textId="77777777" w:rsidR="006D436E" w:rsidRDefault="006D436E" w:rsidP="006D436E">
      <w:pPr>
        <w:pStyle w:val="RCBody"/>
        <w:numPr>
          <w:ilvl w:val="0"/>
          <w:numId w:val="23"/>
        </w:numPr>
        <w:spacing w:after="0"/>
      </w:pPr>
      <w:r>
        <w:rPr>
          <w:lang w:val="it-IT"/>
        </w:rPr>
        <w:t>In che misura la tua scuola ha contribuito a…</w:t>
      </w:r>
    </w:p>
    <w:tbl>
      <w:tblPr>
        <w:tblStyle w:val="Grigliatabella"/>
        <w:tblW w:w="9445" w:type="dxa"/>
        <w:tblInd w:w="720" w:type="dxa"/>
        <w:tblLook w:val="04A0" w:firstRow="1" w:lastRow="0" w:firstColumn="1" w:lastColumn="0" w:noHBand="0" w:noVBand="1"/>
      </w:tblPr>
      <w:tblGrid>
        <w:gridCol w:w="4855"/>
        <w:gridCol w:w="1080"/>
        <w:gridCol w:w="972"/>
        <w:gridCol w:w="1278"/>
        <w:gridCol w:w="1260"/>
      </w:tblGrid>
      <w:tr w:rsidR="006D436E" w14:paraId="2EC993D4" w14:textId="77777777" w:rsidTr="006D436E">
        <w:tc>
          <w:tcPr>
            <w:tcW w:w="4855" w:type="dxa"/>
          </w:tcPr>
          <w:p w14:paraId="708C7655" w14:textId="77777777" w:rsidR="006D436E" w:rsidRDefault="006D436E" w:rsidP="005226B9">
            <w:pPr>
              <w:pStyle w:val="RCBody"/>
              <w:spacing w:after="0"/>
            </w:pPr>
          </w:p>
        </w:tc>
        <w:tc>
          <w:tcPr>
            <w:tcW w:w="1080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7A4905E" w14:textId="77777777" w:rsidR="006D436E" w:rsidRPr="00DA0819" w:rsidRDefault="006D436E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it-IT"/>
              </w:rPr>
              <w:t>Per niente</w:t>
            </w:r>
          </w:p>
        </w:tc>
        <w:tc>
          <w:tcPr>
            <w:tcW w:w="9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F4338CB" w14:textId="77777777" w:rsidR="006D436E" w:rsidRPr="00DA0819" w:rsidRDefault="006D436E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it-IT"/>
              </w:rPr>
              <w:t>Poco</w:t>
            </w:r>
          </w:p>
        </w:tc>
        <w:tc>
          <w:tcPr>
            <w:tcW w:w="127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0E6AB00" w14:textId="77777777" w:rsidR="006D436E" w:rsidRPr="00DA0819" w:rsidRDefault="006D436E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it-IT"/>
              </w:rPr>
              <w:t>Abbastanza</w:t>
            </w:r>
          </w:p>
        </w:tc>
        <w:tc>
          <w:tcPr>
            <w:tcW w:w="1260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9641014" w14:textId="77777777" w:rsidR="006D436E" w:rsidRPr="00DA0819" w:rsidRDefault="006D436E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it-IT"/>
              </w:rPr>
              <w:t>Moltissimo</w:t>
            </w:r>
          </w:p>
        </w:tc>
      </w:tr>
      <w:tr w:rsidR="006D436E" w14:paraId="06C68B77" w14:textId="77777777" w:rsidTr="006D436E">
        <w:tc>
          <w:tcPr>
            <w:tcW w:w="4855" w:type="dxa"/>
          </w:tcPr>
          <w:p w14:paraId="0638E736" w14:textId="77777777" w:rsidR="006D436E" w:rsidRDefault="006D436E" w:rsidP="005226B9">
            <w:pPr>
              <w:pStyle w:val="RCBody"/>
              <w:spacing w:after="0"/>
            </w:pPr>
            <w:r>
              <w:rPr>
                <w:lang w:val="it-IT"/>
              </w:rPr>
              <w:t>Conoscenza dei testi ebraici (per esempio Torah, Legge orale)</w:t>
            </w:r>
          </w:p>
        </w:tc>
        <w:tc>
          <w:tcPr>
            <w:tcW w:w="1080" w:type="dxa"/>
            <w:vAlign w:val="center"/>
          </w:tcPr>
          <w:p w14:paraId="500AC920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48D2A78B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78" w:type="dxa"/>
            <w:vAlign w:val="center"/>
          </w:tcPr>
          <w:p w14:paraId="54724DF2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6AEC5004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48EC980C" w14:textId="77777777" w:rsidTr="006D436E">
        <w:tc>
          <w:tcPr>
            <w:tcW w:w="4855" w:type="dxa"/>
          </w:tcPr>
          <w:p w14:paraId="09E0F7D3" w14:textId="73EDA100" w:rsidR="006D436E" w:rsidRDefault="001E5103" w:rsidP="005226B9">
            <w:pPr>
              <w:pStyle w:val="RCBody"/>
              <w:spacing w:after="0"/>
            </w:pPr>
            <w:r>
              <w:rPr>
                <w:highlight w:val="lightGray"/>
                <w:lang w:val="it-IT"/>
              </w:rPr>
              <w:t>[Non mostrare se D6=No]</w:t>
            </w:r>
            <w:r>
              <w:rPr>
                <w:lang w:val="it-IT"/>
              </w:rPr>
              <w:t xml:space="preserve"> Vivere lo Shabbat in una maniera diversa dagli altri giorni della settimana</w:t>
            </w:r>
          </w:p>
        </w:tc>
        <w:tc>
          <w:tcPr>
            <w:tcW w:w="1080" w:type="dxa"/>
            <w:vAlign w:val="center"/>
          </w:tcPr>
          <w:p w14:paraId="169017D8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30EF8A2B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78" w:type="dxa"/>
            <w:vAlign w:val="center"/>
          </w:tcPr>
          <w:p w14:paraId="70945F25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01AF9B7C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77C38C8A" w14:textId="77777777" w:rsidTr="006D436E">
        <w:tc>
          <w:tcPr>
            <w:tcW w:w="4855" w:type="dxa"/>
          </w:tcPr>
          <w:p w14:paraId="3791E073" w14:textId="77777777" w:rsidR="006D436E" w:rsidRDefault="006D436E" w:rsidP="005226B9">
            <w:pPr>
              <w:pStyle w:val="RCBody"/>
              <w:spacing w:after="0"/>
            </w:pPr>
            <w:r>
              <w:rPr>
                <w:lang w:val="it-IT"/>
              </w:rPr>
              <w:t>Conoscenza degli avvenimenti attuali in Israele</w:t>
            </w:r>
          </w:p>
        </w:tc>
        <w:tc>
          <w:tcPr>
            <w:tcW w:w="1080" w:type="dxa"/>
            <w:vAlign w:val="center"/>
          </w:tcPr>
          <w:p w14:paraId="725C6F52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5F278AEF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78" w:type="dxa"/>
            <w:vAlign w:val="center"/>
          </w:tcPr>
          <w:p w14:paraId="0B09CD44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33A90F7A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3DDEA585" w14:textId="77777777" w:rsidTr="006D436E">
        <w:tc>
          <w:tcPr>
            <w:tcW w:w="4855" w:type="dxa"/>
          </w:tcPr>
          <w:p w14:paraId="23F38671" w14:textId="77777777" w:rsidR="006D436E" w:rsidRDefault="006D436E" w:rsidP="005226B9">
            <w:pPr>
              <w:pStyle w:val="RCBody"/>
              <w:spacing w:after="0"/>
            </w:pPr>
            <w:r>
              <w:rPr>
                <w:lang w:val="it-IT"/>
              </w:rPr>
              <w:t>Comprensione della storia della tua comunità ebraica locale</w:t>
            </w:r>
          </w:p>
        </w:tc>
        <w:tc>
          <w:tcPr>
            <w:tcW w:w="1080" w:type="dxa"/>
            <w:vAlign w:val="center"/>
          </w:tcPr>
          <w:p w14:paraId="50795DB7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5B0D05F4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78" w:type="dxa"/>
            <w:vAlign w:val="center"/>
          </w:tcPr>
          <w:p w14:paraId="1DAA3EA1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2DB96EDB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26ECDF54" w14:textId="77777777" w:rsidTr="006D436E">
        <w:tc>
          <w:tcPr>
            <w:tcW w:w="4855" w:type="dxa"/>
          </w:tcPr>
          <w:p w14:paraId="2180B09E" w14:textId="77777777" w:rsidR="006D436E" w:rsidRDefault="006D436E" w:rsidP="005226B9">
            <w:pPr>
              <w:pStyle w:val="RCBody"/>
              <w:spacing w:after="0"/>
            </w:pPr>
            <w:r>
              <w:rPr>
                <w:lang w:val="it-IT"/>
              </w:rPr>
              <w:t>Sviluppo di competenze di leadership</w:t>
            </w:r>
          </w:p>
        </w:tc>
        <w:tc>
          <w:tcPr>
            <w:tcW w:w="1080" w:type="dxa"/>
            <w:vAlign w:val="center"/>
          </w:tcPr>
          <w:p w14:paraId="610453F2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7E154DBE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78" w:type="dxa"/>
            <w:vAlign w:val="center"/>
          </w:tcPr>
          <w:p w14:paraId="12546245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2D2CB372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7C21BD44" w14:textId="77777777" w:rsidTr="006D436E">
        <w:tc>
          <w:tcPr>
            <w:tcW w:w="4855" w:type="dxa"/>
          </w:tcPr>
          <w:p w14:paraId="684054DB" w14:textId="77777777" w:rsidR="006D436E" w:rsidRDefault="006D436E" w:rsidP="005226B9">
            <w:pPr>
              <w:pStyle w:val="RCBody"/>
              <w:spacing w:after="0"/>
            </w:pPr>
            <w:r>
              <w:rPr>
                <w:lang w:val="it-IT"/>
              </w:rPr>
              <w:t>Senso di appartenenza ai tuoi pari</w:t>
            </w:r>
          </w:p>
        </w:tc>
        <w:tc>
          <w:tcPr>
            <w:tcW w:w="1080" w:type="dxa"/>
            <w:vAlign w:val="center"/>
          </w:tcPr>
          <w:p w14:paraId="0704505F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4B8BF4D3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78" w:type="dxa"/>
            <w:vAlign w:val="center"/>
          </w:tcPr>
          <w:p w14:paraId="533C11DA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1E033555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7828FF" w14:paraId="252BC82E" w14:textId="77777777" w:rsidTr="006D436E">
        <w:tc>
          <w:tcPr>
            <w:tcW w:w="4855" w:type="dxa"/>
          </w:tcPr>
          <w:p w14:paraId="253A5EB8" w14:textId="5530DB6A" w:rsidR="007828FF" w:rsidRDefault="007828FF" w:rsidP="005226B9">
            <w:pPr>
              <w:pStyle w:val="RCBody"/>
              <w:spacing w:after="0"/>
            </w:pPr>
            <w:r>
              <w:rPr>
                <w:lang w:val="it-IT"/>
              </w:rPr>
              <w:t>Volontariato per la comunità ebraica</w:t>
            </w:r>
          </w:p>
        </w:tc>
        <w:tc>
          <w:tcPr>
            <w:tcW w:w="1080" w:type="dxa"/>
            <w:vAlign w:val="center"/>
          </w:tcPr>
          <w:p w14:paraId="4B50717D" w14:textId="77777777" w:rsidR="007828FF" w:rsidRDefault="007828FF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681EAE89" w14:textId="77777777" w:rsidR="007828FF" w:rsidRDefault="007828FF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78" w:type="dxa"/>
            <w:vAlign w:val="center"/>
          </w:tcPr>
          <w:p w14:paraId="7C1AADB6" w14:textId="77777777" w:rsidR="007828FF" w:rsidRDefault="007828FF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26870732" w14:textId="77777777" w:rsidR="007828FF" w:rsidRDefault="007828FF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7828FF" w14:paraId="35BEAF56" w14:textId="77777777" w:rsidTr="006D436E">
        <w:tc>
          <w:tcPr>
            <w:tcW w:w="4855" w:type="dxa"/>
          </w:tcPr>
          <w:p w14:paraId="08A4F94A" w14:textId="6E1EE996" w:rsidR="007828FF" w:rsidRDefault="007828FF" w:rsidP="005226B9">
            <w:pPr>
              <w:pStyle w:val="RCBody"/>
              <w:spacing w:after="0"/>
            </w:pPr>
            <w:r>
              <w:rPr>
                <w:highlight w:val="lightGray"/>
                <w:lang w:val="it-IT"/>
              </w:rPr>
              <w:t>[Non mostrare se D6=No]</w:t>
            </w:r>
            <w:r>
              <w:rPr>
                <w:lang w:val="it-IT"/>
              </w:rPr>
              <w:t xml:space="preserve"> Preghiera alla sinagoga</w:t>
            </w:r>
          </w:p>
        </w:tc>
        <w:tc>
          <w:tcPr>
            <w:tcW w:w="1080" w:type="dxa"/>
            <w:vAlign w:val="center"/>
          </w:tcPr>
          <w:p w14:paraId="3BFC3F0F" w14:textId="77777777" w:rsidR="007828FF" w:rsidRDefault="007828FF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570BFE9C" w14:textId="77777777" w:rsidR="007828FF" w:rsidRDefault="007828FF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78" w:type="dxa"/>
            <w:vAlign w:val="center"/>
          </w:tcPr>
          <w:p w14:paraId="0233908D" w14:textId="77777777" w:rsidR="007828FF" w:rsidRDefault="007828FF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0F3D1797" w14:textId="77777777" w:rsidR="007828FF" w:rsidRDefault="007828FF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0B0FA1" w14:paraId="368608AB" w14:textId="77777777" w:rsidTr="006D436E">
        <w:tc>
          <w:tcPr>
            <w:tcW w:w="4855" w:type="dxa"/>
          </w:tcPr>
          <w:p w14:paraId="1063B3D1" w14:textId="0C8C7BFE" w:rsidR="000B0FA1" w:rsidRPr="001E5103" w:rsidRDefault="000B0FA1" w:rsidP="005226B9">
            <w:pPr>
              <w:pStyle w:val="RCBody"/>
              <w:spacing w:after="0"/>
              <w:rPr>
                <w:highlight w:val="lightGray"/>
              </w:rPr>
            </w:pPr>
            <w:r>
              <w:rPr>
                <w:highlight w:val="yellow"/>
                <w:lang w:val="it-IT"/>
              </w:rPr>
              <w:t>Conoscenza della storia degli ebrei in [Paese]</w:t>
            </w:r>
          </w:p>
        </w:tc>
        <w:tc>
          <w:tcPr>
            <w:tcW w:w="1080" w:type="dxa"/>
            <w:vAlign w:val="center"/>
          </w:tcPr>
          <w:p w14:paraId="5BF6110C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09F8D513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78" w:type="dxa"/>
            <w:vAlign w:val="center"/>
          </w:tcPr>
          <w:p w14:paraId="2A12F9F8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350C5E2F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0B0FA1" w14:paraId="78C35A92" w14:textId="77777777" w:rsidTr="006D436E">
        <w:tc>
          <w:tcPr>
            <w:tcW w:w="4855" w:type="dxa"/>
          </w:tcPr>
          <w:p w14:paraId="42B3734A" w14:textId="21B8A0AA" w:rsidR="000B0FA1" w:rsidRPr="000B0FA1" w:rsidRDefault="000B0FA1" w:rsidP="005226B9">
            <w:pPr>
              <w:pStyle w:val="RCBody"/>
              <w:spacing w:after="0"/>
              <w:rPr>
                <w:highlight w:val="yellow"/>
              </w:rPr>
            </w:pPr>
            <w:r>
              <w:rPr>
                <w:highlight w:val="yellow"/>
                <w:lang w:val="it-IT"/>
              </w:rPr>
              <w:t>Sentimento di orgoglio di essere ebreo [Paese]</w:t>
            </w:r>
          </w:p>
        </w:tc>
        <w:tc>
          <w:tcPr>
            <w:tcW w:w="1080" w:type="dxa"/>
            <w:vAlign w:val="center"/>
          </w:tcPr>
          <w:p w14:paraId="795AB2A0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27838EAD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78" w:type="dxa"/>
            <w:vAlign w:val="center"/>
          </w:tcPr>
          <w:p w14:paraId="7D0541B6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4DB6CC2B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</w:tbl>
    <w:p w14:paraId="7798A049" w14:textId="2922CCF4" w:rsidR="006D436E" w:rsidRDefault="006D436E" w:rsidP="00C03E09">
      <w:pPr>
        <w:pStyle w:val="RCBody"/>
        <w:spacing w:after="0"/>
      </w:pPr>
    </w:p>
    <w:p w14:paraId="34F038A1" w14:textId="54D36FA4" w:rsidR="001E5103" w:rsidRPr="00194BD6" w:rsidRDefault="001E5103" w:rsidP="00194BD6">
      <w:pPr>
        <w:pStyle w:val="RCBody"/>
        <w:spacing w:after="0"/>
        <w:rPr>
          <w:shd w:val="clear" w:color="auto" w:fill="F9E0DC" w:themeFill="accent3" w:themeFillTint="33"/>
        </w:rPr>
      </w:pPr>
      <w:r>
        <w:rPr>
          <w:shd w:val="clear" w:color="auto" w:fill="F9E0DC" w:themeFill="accent3" w:themeFillTint="33"/>
          <w:lang w:val="it-IT"/>
        </w:rPr>
        <w:t>[Per D6=No, saltare a D21]</w:t>
      </w:r>
    </w:p>
    <w:p w14:paraId="6C1667FD" w14:textId="7CB22678" w:rsidR="001E5103" w:rsidRDefault="001E5103" w:rsidP="00C03E09">
      <w:pPr>
        <w:pStyle w:val="RCBody"/>
        <w:spacing w:after="0"/>
      </w:pPr>
    </w:p>
    <w:p w14:paraId="6C044939" w14:textId="004310E3" w:rsidR="00C03E09" w:rsidRDefault="00C9573D" w:rsidP="00140ADC">
      <w:pPr>
        <w:pStyle w:val="RCBody"/>
        <w:numPr>
          <w:ilvl w:val="0"/>
          <w:numId w:val="23"/>
        </w:numPr>
        <w:spacing w:after="0"/>
      </w:pPr>
      <w:r>
        <w:rPr>
          <w:lang w:val="it-IT"/>
        </w:rPr>
        <w:t>Quanta fiducia nutri nella tua capacità di fare quanto segue</w:t>
      </w:r>
      <w:r w:rsidR="00A12524">
        <w:rPr>
          <w:lang w:val="it-IT"/>
        </w:rPr>
        <w:t>?</w:t>
      </w:r>
    </w:p>
    <w:tbl>
      <w:tblPr>
        <w:tblStyle w:val="TableGrid1"/>
        <w:tblW w:w="9642" w:type="dxa"/>
        <w:tblInd w:w="720" w:type="dxa"/>
        <w:tblLook w:val="04A0" w:firstRow="1" w:lastRow="0" w:firstColumn="1" w:lastColumn="0" w:noHBand="0" w:noVBand="1"/>
      </w:tblPr>
      <w:tblGrid>
        <w:gridCol w:w="4055"/>
        <w:gridCol w:w="1055"/>
        <w:gridCol w:w="833"/>
        <w:gridCol w:w="1253"/>
        <w:gridCol w:w="1199"/>
        <w:gridCol w:w="1247"/>
      </w:tblGrid>
      <w:tr w:rsidR="00C9573D" w:rsidRPr="00C03E09" w14:paraId="2A22EF28" w14:textId="131CB4A8" w:rsidTr="006C0081">
        <w:tc>
          <w:tcPr>
            <w:tcW w:w="4506" w:type="dxa"/>
          </w:tcPr>
          <w:p w14:paraId="2B788FB8" w14:textId="77777777" w:rsidR="00C9573D" w:rsidRPr="00C03E09" w:rsidRDefault="00C9573D" w:rsidP="00CB7D78">
            <w:pPr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69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B2E3F8A" w14:textId="68A55BA4" w:rsidR="00C9573D" w:rsidRPr="00C03E09" w:rsidRDefault="00C9573D" w:rsidP="00CB7D78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  <w:lang w:val="it-IT"/>
              </w:rPr>
              <w:t>Nessuna</w:t>
            </w:r>
          </w:p>
        </w:tc>
        <w:tc>
          <w:tcPr>
            <w:tcW w:w="84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84865BA" w14:textId="2CA0F43B" w:rsidR="00C9573D" w:rsidRPr="00C03E09" w:rsidRDefault="00C9573D" w:rsidP="00CB7D78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  <w:lang w:val="it-IT"/>
              </w:rPr>
              <w:t>Scarsa</w:t>
            </w:r>
          </w:p>
        </w:tc>
        <w:tc>
          <w:tcPr>
            <w:tcW w:w="11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C736D2F" w14:textId="3EE556D5" w:rsidR="00C9573D" w:rsidRPr="00C03E09" w:rsidRDefault="00C9573D" w:rsidP="00CB7D78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  <w:lang w:val="it-IT"/>
              </w:rPr>
              <w:t>Abbastanza</w:t>
            </w:r>
          </w:p>
        </w:tc>
        <w:tc>
          <w:tcPr>
            <w:tcW w:w="84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3306B09" w14:textId="6A31ED54" w:rsidR="00C9573D" w:rsidRPr="00C03E09" w:rsidRDefault="00C9573D" w:rsidP="00CB7D78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  <w:lang w:val="it-IT"/>
              </w:rPr>
              <w:t>Moltissima</w:t>
            </w:r>
          </w:p>
        </w:tc>
        <w:tc>
          <w:tcPr>
            <w:tcW w:w="1262" w:type="dxa"/>
            <w:tcBorders>
              <w:left w:val="single" w:sz="4" w:space="0" w:color="FFFFFF" w:themeColor="background1"/>
            </w:tcBorders>
            <w:shd w:val="clear" w:color="auto" w:fill="E56A54" w:themeFill="accent3"/>
            <w:vAlign w:val="center"/>
          </w:tcPr>
          <w:p w14:paraId="4F4B4AF3" w14:textId="7DF19EFE" w:rsidR="00C9573D" w:rsidRPr="00FB3849" w:rsidRDefault="00C9573D" w:rsidP="00FB3849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  <w:lang w:val="it-IT"/>
              </w:rPr>
              <w:t>Non pertinente</w:t>
            </w:r>
          </w:p>
        </w:tc>
      </w:tr>
      <w:tr w:rsidR="00C9573D" w:rsidRPr="00C03E09" w14:paraId="6C05E205" w14:textId="168735C7" w:rsidTr="006C0081">
        <w:tc>
          <w:tcPr>
            <w:tcW w:w="4506" w:type="dxa"/>
          </w:tcPr>
          <w:p w14:paraId="193D8E13" w14:textId="075A235A" w:rsidR="00C9573D" w:rsidRPr="00C03E09" w:rsidRDefault="00C9573D" w:rsidP="00CB7D78">
            <w:pPr>
              <w:rPr>
                <w:rFonts w:eastAsiaTheme="minorEastAsia" w:cstheme="minorBidi"/>
                <w:szCs w:val="22"/>
              </w:rPr>
            </w:pPr>
            <w:r>
              <w:rPr>
                <w:szCs w:val="22"/>
                <w:lang w:val="it-IT"/>
              </w:rPr>
              <w:t xml:space="preserve">Parlare del più e del meno con persone in ebraico </w:t>
            </w:r>
          </w:p>
        </w:tc>
        <w:tc>
          <w:tcPr>
            <w:tcW w:w="1069" w:type="dxa"/>
            <w:vAlign w:val="center"/>
          </w:tcPr>
          <w:p w14:paraId="69803FBF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781A8236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2C024D2D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6F577F0D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62" w:type="dxa"/>
          </w:tcPr>
          <w:p w14:paraId="5C26E38A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6821AE0A" w14:textId="5AF41393" w:rsidTr="006C0081">
        <w:tc>
          <w:tcPr>
            <w:tcW w:w="4506" w:type="dxa"/>
          </w:tcPr>
          <w:p w14:paraId="761C6084" w14:textId="3B1F782C" w:rsidR="00C9573D" w:rsidRDefault="00C9573D" w:rsidP="00CB7D78">
            <w:pPr>
              <w:rPr>
                <w:rFonts w:eastAsiaTheme="minorEastAsia" w:cstheme="minorBidi"/>
                <w:szCs w:val="22"/>
              </w:rPr>
            </w:pPr>
            <w:r>
              <w:rPr>
                <w:szCs w:val="22"/>
                <w:lang w:val="it-IT"/>
              </w:rPr>
              <w:t>Parlare in ebraico quando invitato a farlo in classe</w:t>
            </w:r>
          </w:p>
        </w:tc>
        <w:tc>
          <w:tcPr>
            <w:tcW w:w="1069" w:type="dxa"/>
            <w:vAlign w:val="center"/>
          </w:tcPr>
          <w:p w14:paraId="39AF9DBE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21434A2E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2D819D7B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60833832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62" w:type="dxa"/>
          </w:tcPr>
          <w:p w14:paraId="609FE490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705671A7" w14:textId="7110534F" w:rsidTr="006C0081">
        <w:tc>
          <w:tcPr>
            <w:tcW w:w="4506" w:type="dxa"/>
          </w:tcPr>
          <w:p w14:paraId="6F1E9EAE" w14:textId="680294EA" w:rsidR="00C9573D" w:rsidRDefault="00C9573D" w:rsidP="00CB7D78">
            <w:pPr>
              <w:rPr>
                <w:rFonts w:eastAsiaTheme="minorEastAsia" w:cstheme="minorBidi"/>
                <w:szCs w:val="22"/>
              </w:rPr>
            </w:pPr>
            <w:r>
              <w:rPr>
                <w:szCs w:val="22"/>
                <w:lang w:val="it-IT"/>
              </w:rPr>
              <w:t>Capire film/programmi televisivi in ebraico</w:t>
            </w:r>
          </w:p>
        </w:tc>
        <w:tc>
          <w:tcPr>
            <w:tcW w:w="1069" w:type="dxa"/>
            <w:vAlign w:val="center"/>
          </w:tcPr>
          <w:p w14:paraId="04BA6C61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7EDC7FC1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6C1E09FE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57725147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62" w:type="dxa"/>
          </w:tcPr>
          <w:p w14:paraId="1A58E63A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53220D3B" w14:textId="5F850188" w:rsidTr="006C0081">
        <w:tc>
          <w:tcPr>
            <w:tcW w:w="4506" w:type="dxa"/>
          </w:tcPr>
          <w:p w14:paraId="3E1EEF54" w14:textId="64CAE35E" w:rsidR="00C9573D" w:rsidRDefault="00C9573D" w:rsidP="00CB7D78">
            <w:pPr>
              <w:rPr>
                <w:rFonts w:eastAsiaTheme="minorEastAsia" w:cstheme="minorBidi"/>
                <w:szCs w:val="22"/>
              </w:rPr>
            </w:pPr>
            <w:r>
              <w:rPr>
                <w:szCs w:val="22"/>
                <w:lang w:val="it-IT"/>
              </w:rPr>
              <w:lastRenderedPageBreak/>
              <w:t xml:space="preserve">Recitare un testo non conosciuto del </w:t>
            </w:r>
            <w:proofErr w:type="spellStart"/>
            <w:r>
              <w:rPr>
                <w:i/>
                <w:iCs/>
                <w:szCs w:val="22"/>
                <w:lang w:val="it-IT"/>
              </w:rPr>
              <w:t>siddur</w:t>
            </w:r>
            <w:proofErr w:type="spellEnd"/>
          </w:p>
        </w:tc>
        <w:tc>
          <w:tcPr>
            <w:tcW w:w="1069" w:type="dxa"/>
            <w:vAlign w:val="center"/>
          </w:tcPr>
          <w:p w14:paraId="43D03C29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26A0D826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0390E8D3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694090E9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62" w:type="dxa"/>
          </w:tcPr>
          <w:p w14:paraId="0C989CAB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0629F3E1" w14:textId="7E9CE8CA" w:rsidTr="006C0081">
        <w:tc>
          <w:tcPr>
            <w:tcW w:w="4506" w:type="dxa"/>
          </w:tcPr>
          <w:p w14:paraId="38BCC078" w14:textId="72569436" w:rsidR="00C9573D" w:rsidRPr="00C03E09" w:rsidRDefault="00C9573D" w:rsidP="00CB7D78">
            <w:pPr>
              <w:rPr>
                <w:rFonts w:eastAsiaTheme="minorEastAsia" w:cstheme="minorBidi"/>
                <w:szCs w:val="22"/>
              </w:rPr>
            </w:pPr>
            <w:r>
              <w:rPr>
                <w:szCs w:val="22"/>
                <w:lang w:val="it-IT"/>
              </w:rPr>
              <w:t>Guidare la preghiera</w:t>
            </w:r>
          </w:p>
        </w:tc>
        <w:tc>
          <w:tcPr>
            <w:tcW w:w="1069" w:type="dxa"/>
            <w:vAlign w:val="center"/>
          </w:tcPr>
          <w:p w14:paraId="3C308FBD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2E071ED4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62366456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5BB40F5B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62" w:type="dxa"/>
          </w:tcPr>
          <w:p w14:paraId="649B95E6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33395883" w14:textId="3FD296F6" w:rsidTr="006C0081">
        <w:tc>
          <w:tcPr>
            <w:tcW w:w="4506" w:type="dxa"/>
          </w:tcPr>
          <w:p w14:paraId="21622019" w14:textId="629A7092" w:rsidR="00C9573D" w:rsidRDefault="00C9573D" w:rsidP="00CB7D78">
            <w:pPr>
              <w:rPr>
                <w:rFonts w:eastAsiaTheme="minorEastAsia" w:cstheme="minorBidi"/>
                <w:szCs w:val="22"/>
              </w:rPr>
            </w:pPr>
            <w:r>
              <w:rPr>
                <w:szCs w:val="22"/>
                <w:lang w:val="it-IT"/>
              </w:rPr>
              <w:t>Cantare (‘</w:t>
            </w:r>
            <w:proofErr w:type="spellStart"/>
            <w:r>
              <w:rPr>
                <w:szCs w:val="22"/>
                <w:lang w:val="it-IT"/>
              </w:rPr>
              <w:t>leining</w:t>
            </w:r>
            <w:proofErr w:type="spellEnd"/>
            <w:r>
              <w:rPr>
                <w:szCs w:val="22"/>
                <w:lang w:val="it-IT"/>
              </w:rPr>
              <w:t>’) dalla Torah</w:t>
            </w:r>
          </w:p>
        </w:tc>
        <w:tc>
          <w:tcPr>
            <w:tcW w:w="1069" w:type="dxa"/>
            <w:vAlign w:val="center"/>
          </w:tcPr>
          <w:p w14:paraId="4C761C13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6A1FD932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62DC3A43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35B41A25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62" w:type="dxa"/>
          </w:tcPr>
          <w:p w14:paraId="0CF61F41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50AC5EF5" w14:textId="5919C9D1" w:rsidTr="006C0081">
        <w:tc>
          <w:tcPr>
            <w:tcW w:w="4506" w:type="dxa"/>
          </w:tcPr>
          <w:p w14:paraId="127DC45A" w14:textId="6D3E89FF" w:rsidR="00C9573D" w:rsidRPr="00C03E09" w:rsidRDefault="00C9573D" w:rsidP="00CB7D78">
            <w:pPr>
              <w:rPr>
                <w:rFonts w:eastAsiaTheme="minorEastAsia" w:cstheme="minorBidi"/>
                <w:szCs w:val="22"/>
              </w:rPr>
            </w:pPr>
            <w:r>
              <w:rPr>
                <w:szCs w:val="22"/>
                <w:lang w:val="it-IT"/>
              </w:rPr>
              <w:t>Apprendere la Torah in maniera autonoma</w:t>
            </w:r>
          </w:p>
        </w:tc>
        <w:tc>
          <w:tcPr>
            <w:tcW w:w="1069" w:type="dxa"/>
            <w:vAlign w:val="center"/>
          </w:tcPr>
          <w:p w14:paraId="7DE25A5A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6FB12E98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7B557FD1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1A1565D8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62" w:type="dxa"/>
          </w:tcPr>
          <w:p w14:paraId="4D604286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16D66EE7" w14:textId="00E4E23B" w:rsidTr="006C0081">
        <w:tc>
          <w:tcPr>
            <w:tcW w:w="4506" w:type="dxa"/>
          </w:tcPr>
          <w:p w14:paraId="66A42793" w14:textId="400839C2" w:rsidR="00C9573D" w:rsidRDefault="00C9573D" w:rsidP="00CB7D78">
            <w:pPr>
              <w:rPr>
                <w:rFonts w:eastAsiaTheme="minorEastAsia" w:cstheme="minorBidi"/>
                <w:szCs w:val="22"/>
              </w:rPr>
            </w:pPr>
            <w:r>
              <w:rPr>
                <w:szCs w:val="22"/>
                <w:lang w:val="it-IT"/>
              </w:rPr>
              <w:t>Comprendere le notizie o la letteratura israeliana</w:t>
            </w:r>
          </w:p>
        </w:tc>
        <w:tc>
          <w:tcPr>
            <w:tcW w:w="1069" w:type="dxa"/>
            <w:vAlign w:val="center"/>
          </w:tcPr>
          <w:p w14:paraId="428F195B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06CC8191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6E93526B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24CDBC4C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62" w:type="dxa"/>
          </w:tcPr>
          <w:p w14:paraId="67C792D9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</w:tbl>
    <w:p w14:paraId="017F4AFD" w14:textId="77777777" w:rsidR="009B598B" w:rsidRDefault="009B598B" w:rsidP="009B598B">
      <w:pPr>
        <w:pStyle w:val="RCBody"/>
        <w:spacing w:after="0"/>
        <w:ind w:left="720"/>
      </w:pPr>
    </w:p>
    <w:p w14:paraId="5D5B5BD6" w14:textId="0C8A0B34" w:rsidR="001B1AA9" w:rsidRDefault="001B1AA9" w:rsidP="001B1AA9">
      <w:pPr>
        <w:pStyle w:val="RCBody"/>
        <w:numPr>
          <w:ilvl w:val="0"/>
          <w:numId w:val="23"/>
        </w:numPr>
        <w:spacing w:after="0"/>
      </w:pPr>
      <w:r>
        <w:rPr>
          <w:lang w:val="it-IT"/>
        </w:rPr>
        <w:t>In che misura descriveresti Israele come…</w:t>
      </w:r>
    </w:p>
    <w:tbl>
      <w:tblPr>
        <w:tblStyle w:val="TableGrid1"/>
        <w:tblW w:w="8802" w:type="dxa"/>
        <w:tblInd w:w="720" w:type="dxa"/>
        <w:tblLook w:val="04A0" w:firstRow="1" w:lastRow="0" w:firstColumn="1" w:lastColumn="0" w:noHBand="0" w:noVBand="1"/>
      </w:tblPr>
      <w:tblGrid>
        <w:gridCol w:w="4219"/>
        <w:gridCol w:w="1065"/>
        <w:gridCol w:w="1055"/>
        <w:gridCol w:w="1253"/>
        <w:gridCol w:w="1210"/>
      </w:tblGrid>
      <w:tr w:rsidR="006C0081" w:rsidRPr="00C03E09" w14:paraId="35FFD9F8" w14:textId="77777777" w:rsidTr="006C0081">
        <w:tc>
          <w:tcPr>
            <w:tcW w:w="4405" w:type="dxa"/>
          </w:tcPr>
          <w:p w14:paraId="7518616D" w14:textId="77777777" w:rsidR="006C0081" w:rsidRPr="00C03E09" w:rsidRDefault="006C0081" w:rsidP="00CB7D78">
            <w:pPr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35E9AAB" w14:textId="62619B5A" w:rsidR="006C0081" w:rsidRPr="00C03E09" w:rsidRDefault="006C0081" w:rsidP="00CB7D78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  <w:lang w:val="it-IT"/>
              </w:rPr>
              <w:t>Per niente</w:t>
            </w:r>
          </w:p>
        </w:tc>
        <w:tc>
          <w:tcPr>
            <w:tcW w:w="108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F606691" w14:textId="2141F637" w:rsidR="006C0081" w:rsidRPr="00C03E09" w:rsidRDefault="006C0081" w:rsidP="00CB7D78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  <w:lang w:val="it-IT"/>
              </w:rPr>
              <w:t>Poco</w:t>
            </w:r>
          </w:p>
        </w:tc>
        <w:tc>
          <w:tcPr>
            <w:tcW w:w="11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04B975A" w14:textId="14AC60D7" w:rsidR="006C0081" w:rsidRPr="00C03E09" w:rsidRDefault="006C0081" w:rsidP="00CB7D78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  <w:lang w:val="it-IT"/>
              </w:rPr>
              <w:t>Abbastanza</w:t>
            </w:r>
          </w:p>
        </w:tc>
        <w:tc>
          <w:tcPr>
            <w:tcW w:w="110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DB2F8CE" w14:textId="7D570DF4" w:rsidR="006C0081" w:rsidRPr="00C03E09" w:rsidRDefault="006C0081" w:rsidP="00CB7D78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  <w:lang w:val="it-IT"/>
              </w:rPr>
              <w:t>Moltissimo</w:t>
            </w:r>
          </w:p>
        </w:tc>
      </w:tr>
      <w:tr w:rsidR="006C0081" w:rsidRPr="00C03E09" w14:paraId="6FABDD8F" w14:textId="77777777" w:rsidTr="006C0081">
        <w:tc>
          <w:tcPr>
            <w:tcW w:w="4405" w:type="dxa"/>
          </w:tcPr>
          <w:p w14:paraId="79B6023F" w14:textId="2D6F92CE" w:rsidR="006C0081" w:rsidRDefault="006C0081" w:rsidP="00CB7D78">
            <w:pPr>
              <w:rPr>
                <w:rFonts w:eastAsiaTheme="minorEastAsia" w:cstheme="minorBidi"/>
                <w:szCs w:val="22"/>
              </w:rPr>
            </w:pPr>
            <w:r>
              <w:rPr>
                <w:szCs w:val="22"/>
                <w:lang w:val="it-IT"/>
              </w:rPr>
              <w:t>Un centro spirituale per gli ebrei</w:t>
            </w:r>
          </w:p>
        </w:tc>
        <w:tc>
          <w:tcPr>
            <w:tcW w:w="1086" w:type="dxa"/>
            <w:vAlign w:val="center"/>
          </w:tcPr>
          <w:p w14:paraId="568123AC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33424FD5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11FD69C3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3E4B73F2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6C0081" w:rsidRPr="00C03E09" w14:paraId="017E29DF" w14:textId="77777777" w:rsidTr="006C0081">
        <w:tc>
          <w:tcPr>
            <w:tcW w:w="4405" w:type="dxa"/>
          </w:tcPr>
          <w:p w14:paraId="2F5F9E34" w14:textId="51B071E6" w:rsidR="006C0081" w:rsidRDefault="006C0081" w:rsidP="00CB7D78">
            <w:pPr>
              <w:rPr>
                <w:rFonts w:eastAsiaTheme="minorEastAsia" w:cstheme="minorBidi"/>
                <w:szCs w:val="22"/>
              </w:rPr>
            </w:pPr>
            <w:r>
              <w:rPr>
                <w:szCs w:val="22"/>
                <w:lang w:val="it-IT"/>
              </w:rPr>
              <w:t>Un luogo pericoloso</w:t>
            </w:r>
          </w:p>
        </w:tc>
        <w:tc>
          <w:tcPr>
            <w:tcW w:w="1086" w:type="dxa"/>
            <w:vAlign w:val="center"/>
          </w:tcPr>
          <w:p w14:paraId="0244F00F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29BA27A6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658FC79F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4AAA474D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6C0081" w:rsidRPr="00C03E09" w14:paraId="1A5F2AC9" w14:textId="77777777" w:rsidTr="006C0081">
        <w:tc>
          <w:tcPr>
            <w:tcW w:w="4405" w:type="dxa"/>
          </w:tcPr>
          <w:p w14:paraId="6018FBC5" w14:textId="50B05DBF" w:rsidR="006C0081" w:rsidRDefault="006C0081" w:rsidP="00CB7D78">
            <w:pPr>
              <w:rPr>
                <w:rFonts w:eastAsiaTheme="minorEastAsia" w:cstheme="minorBidi"/>
                <w:szCs w:val="22"/>
              </w:rPr>
            </w:pPr>
            <w:r>
              <w:rPr>
                <w:szCs w:val="22"/>
                <w:lang w:val="it-IT"/>
              </w:rPr>
              <w:t>Un luogo dove essere al sicuro dall’antisemitismo</w:t>
            </w:r>
          </w:p>
        </w:tc>
        <w:tc>
          <w:tcPr>
            <w:tcW w:w="1086" w:type="dxa"/>
            <w:vAlign w:val="center"/>
          </w:tcPr>
          <w:p w14:paraId="397F9168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6DFA03BE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2B6E7C5F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2686BF21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6C0081" w:rsidRPr="00C03E09" w14:paraId="6BE3F6F2" w14:textId="77777777" w:rsidTr="006C0081">
        <w:tc>
          <w:tcPr>
            <w:tcW w:w="4405" w:type="dxa"/>
          </w:tcPr>
          <w:p w14:paraId="4FF913AC" w14:textId="5F468829" w:rsidR="006C0081" w:rsidRDefault="006C0081" w:rsidP="00CB7D78">
            <w:pPr>
              <w:rPr>
                <w:rFonts w:eastAsiaTheme="minorEastAsia" w:cstheme="minorBidi"/>
                <w:szCs w:val="22"/>
              </w:rPr>
            </w:pPr>
            <w:r>
              <w:rPr>
                <w:szCs w:val="22"/>
                <w:lang w:val="it-IT"/>
              </w:rPr>
              <w:t>Un luogo per esplorare l’identità ebraica</w:t>
            </w:r>
          </w:p>
        </w:tc>
        <w:tc>
          <w:tcPr>
            <w:tcW w:w="1086" w:type="dxa"/>
            <w:vAlign w:val="center"/>
          </w:tcPr>
          <w:p w14:paraId="21747F3C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0D41DACB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327367DA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62EE529B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6C0081" w:rsidRPr="00C03E09" w14:paraId="03D9F8FB" w14:textId="77777777" w:rsidTr="006C0081">
        <w:tc>
          <w:tcPr>
            <w:tcW w:w="4405" w:type="dxa"/>
          </w:tcPr>
          <w:p w14:paraId="23859EAC" w14:textId="4D86839E" w:rsidR="006C0081" w:rsidRPr="00C03E09" w:rsidRDefault="006C0081" w:rsidP="00CB7D78">
            <w:pPr>
              <w:rPr>
                <w:rFonts w:eastAsiaTheme="minorEastAsia" w:cstheme="minorBidi"/>
                <w:szCs w:val="22"/>
              </w:rPr>
            </w:pPr>
            <w:r>
              <w:rPr>
                <w:szCs w:val="22"/>
                <w:lang w:val="it-IT"/>
              </w:rPr>
              <w:t>Un luogo dove le minoranze sono trattate in modo iniquo</w:t>
            </w:r>
          </w:p>
        </w:tc>
        <w:tc>
          <w:tcPr>
            <w:tcW w:w="1086" w:type="dxa"/>
            <w:vAlign w:val="center"/>
          </w:tcPr>
          <w:p w14:paraId="5824F098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1C2ED555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4BBAD6C0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35C5E474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6C0081" w:rsidRPr="00C03E09" w14:paraId="25C1E2CF" w14:textId="77777777" w:rsidTr="006C0081">
        <w:tc>
          <w:tcPr>
            <w:tcW w:w="4405" w:type="dxa"/>
          </w:tcPr>
          <w:p w14:paraId="5C31698F" w14:textId="4991E005" w:rsidR="006C0081" w:rsidRPr="00C03E09" w:rsidRDefault="006C0081" w:rsidP="00CB7D78">
            <w:pPr>
              <w:rPr>
                <w:rFonts w:eastAsiaTheme="minorEastAsia" w:cstheme="minorBidi"/>
                <w:szCs w:val="22"/>
              </w:rPr>
            </w:pPr>
            <w:r>
              <w:rPr>
                <w:szCs w:val="22"/>
                <w:lang w:val="it-IT"/>
              </w:rPr>
              <w:t>Una terra promessa da Dio</w:t>
            </w:r>
          </w:p>
        </w:tc>
        <w:tc>
          <w:tcPr>
            <w:tcW w:w="1086" w:type="dxa"/>
            <w:vAlign w:val="center"/>
          </w:tcPr>
          <w:p w14:paraId="6EAB6B83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41487541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13C71169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5EE5823A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6C0081" w:rsidRPr="00C03E09" w14:paraId="25064EE2" w14:textId="77777777" w:rsidTr="006C0081">
        <w:tc>
          <w:tcPr>
            <w:tcW w:w="4405" w:type="dxa"/>
          </w:tcPr>
          <w:p w14:paraId="17EAEA0E" w14:textId="1168449B" w:rsidR="006C0081" w:rsidRDefault="006C0081" w:rsidP="00CB7D78">
            <w:pPr>
              <w:rPr>
                <w:rFonts w:eastAsiaTheme="minorEastAsia" w:cstheme="minorBidi"/>
                <w:szCs w:val="22"/>
              </w:rPr>
            </w:pPr>
            <w:r>
              <w:rPr>
                <w:szCs w:val="22"/>
                <w:lang w:val="it-IT"/>
              </w:rPr>
              <w:t>Una meta di vacanza divertente</w:t>
            </w:r>
          </w:p>
        </w:tc>
        <w:tc>
          <w:tcPr>
            <w:tcW w:w="1086" w:type="dxa"/>
            <w:vAlign w:val="center"/>
          </w:tcPr>
          <w:p w14:paraId="2A21E51E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715F750E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761A8D06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052CDC26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6C0081" w:rsidRPr="00C03E09" w14:paraId="00A55A34" w14:textId="77777777" w:rsidTr="006C0081">
        <w:tc>
          <w:tcPr>
            <w:tcW w:w="4405" w:type="dxa"/>
          </w:tcPr>
          <w:p w14:paraId="3D6190BF" w14:textId="720A194F" w:rsidR="006C0081" w:rsidRDefault="006C0081" w:rsidP="00CB7D78">
            <w:pPr>
              <w:rPr>
                <w:rFonts w:eastAsiaTheme="minorEastAsia" w:cstheme="minorBidi"/>
                <w:szCs w:val="22"/>
              </w:rPr>
            </w:pPr>
            <w:r>
              <w:rPr>
                <w:szCs w:val="22"/>
                <w:lang w:val="it-IT"/>
              </w:rPr>
              <w:t>La patria del popolo ebraico</w:t>
            </w:r>
          </w:p>
        </w:tc>
        <w:tc>
          <w:tcPr>
            <w:tcW w:w="1086" w:type="dxa"/>
            <w:vAlign w:val="center"/>
          </w:tcPr>
          <w:p w14:paraId="62FAD4D6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4BC413B2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3C347A77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0DAB533F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6C0081" w:rsidRPr="00C03E09" w14:paraId="01006C0B" w14:textId="77777777" w:rsidTr="006C0081">
        <w:tc>
          <w:tcPr>
            <w:tcW w:w="4405" w:type="dxa"/>
          </w:tcPr>
          <w:p w14:paraId="66308249" w14:textId="27412AF9" w:rsidR="006C0081" w:rsidRDefault="006C0081" w:rsidP="00CB7D78">
            <w:pPr>
              <w:rPr>
                <w:rFonts w:eastAsiaTheme="minorEastAsia" w:cstheme="minorBidi"/>
                <w:szCs w:val="22"/>
              </w:rPr>
            </w:pPr>
            <w:r>
              <w:rPr>
                <w:szCs w:val="22"/>
                <w:lang w:val="it-IT"/>
              </w:rPr>
              <w:t>Un luogo dove la gente non è così cordiale</w:t>
            </w:r>
          </w:p>
        </w:tc>
        <w:tc>
          <w:tcPr>
            <w:tcW w:w="1086" w:type="dxa"/>
            <w:vAlign w:val="center"/>
          </w:tcPr>
          <w:p w14:paraId="6E031D75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088E03C6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4B33768E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1BCC2050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</w:tbl>
    <w:p w14:paraId="67712C46" w14:textId="7072576F" w:rsidR="009B598B" w:rsidRDefault="009B598B" w:rsidP="00300391">
      <w:pPr>
        <w:pStyle w:val="RCBody"/>
        <w:spacing w:after="0"/>
      </w:pPr>
    </w:p>
    <w:p w14:paraId="28007DD7" w14:textId="48D7A31D" w:rsidR="0017256A" w:rsidRDefault="0017256A" w:rsidP="0017256A">
      <w:pPr>
        <w:pStyle w:val="RCBody"/>
        <w:numPr>
          <w:ilvl w:val="0"/>
          <w:numId w:val="23"/>
        </w:numPr>
        <w:spacing w:after="0"/>
      </w:pPr>
      <w:r>
        <w:rPr>
          <w:highlight w:val="lightGray"/>
          <w:lang w:val="it-IT"/>
        </w:rPr>
        <w:t xml:space="preserve">[Mostrare solo a </w:t>
      </w:r>
      <w:proofErr w:type="spellStart"/>
      <w:r>
        <w:rPr>
          <w:highlight w:val="lightGray"/>
          <w:lang w:val="it-IT"/>
        </w:rPr>
        <w:t>Lamorim</w:t>
      </w:r>
      <w:proofErr w:type="spellEnd"/>
      <w:r>
        <w:rPr>
          <w:highlight w:val="lightGray"/>
          <w:lang w:val="it-IT"/>
        </w:rPr>
        <w:t>]</w:t>
      </w:r>
      <w:r>
        <w:rPr>
          <w:lang w:val="it-IT"/>
        </w:rPr>
        <w:t xml:space="preserve"> In che misura descriveresti la </w:t>
      </w:r>
      <w:r>
        <w:rPr>
          <w:b/>
          <w:bCs/>
          <w:lang w:val="it-IT"/>
        </w:rPr>
        <w:t>Francia</w:t>
      </w:r>
      <w:r>
        <w:rPr>
          <w:lang w:val="it-IT"/>
        </w:rPr>
        <w:t xml:space="preserve"> come…</w:t>
      </w:r>
    </w:p>
    <w:tbl>
      <w:tblPr>
        <w:tblStyle w:val="TableGrid1"/>
        <w:tblW w:w="8802" w:type="dxa"/>
        <w:tblInd w:w="720" w:type="dxa"/>
        <w:tblLook w:val="04A0" w:firstRow="1" w:lastRow="0" w:firstColumn="1" w:lastColumn="0" w:noHBand="0" w:noVBand="1"/>
      </w:tblPr>
      <w:tblGrid>
        <w:gridCol w:w="4219"/>
        <w:gridCol w:w="1065"/>
        <w:gridCol w:w="1055"/>
        <w:gridCol w:w="1253"/>
        <w:gridCol w:w="1210"/>
      </w:tblGrid>
      <w:tr w:rsidR="0017256A" w:rsidRPr="00C03E09" w14:paraId="7DC7D196" w14:textId="77777777" w:rsidTr="001072A2">
        <w:tc>
          <w:tcPr>
            <w:tcW w:w="4405" w:type="dxa"/>
          </w:tcPr>
          <w:p w14:paraId="35E85C13" w14:textId="77777777" w:rsidR="0017256A" w:rsidRPr="00C03E09" w:rsidRDefault="0017256A" w:rsidP="001072A2">
            <w:pPr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2E211CDF" w14:textId="77777777" w:rsidR="0017256A" w:rsidRPr="00C03E09" w:rsidRDefault="0017256A" w:rsidP="001072A2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  <w:lang w:val="it-IT"/>
              </w:rPr>
              <w:t>Per niente</w:t>
            </w:r>
          </w:p>
        </w:tc>
        <w:tc>
          <w:tcPr>
            <w:tcW w:w="108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75D53EE" w14:textId="77777777" w:rsidR="0017256A" w:rsidRPr="00C03E09" w:rsidRDefault="0017256A" w:rsidP="001072A2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  <w:lang w:val="it-IT"/>
              </w:rPr>
              <w:t>Poco</w:t>
            </w:r>
          </w:p>
        </w:tc>
        <w:tc>
          <w:tcPr>
            <w:tcW w:w="11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62699EC9" w14:textId="77777777" w:rsidR="0017256A" w:rsidRPr="00C03E09" w:rsidRDefault="0017256A" w:rsidP="001072A2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  <w:lang w:val="it-IT"/>
              </w:rPr>
              <w:t>Abbastanza</w:t>
            </w:r>
          </w:p>
        </w:tc>
        <w:tc>
          <w:tcPr>
            <w:tcW w:w="110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8FD703F" w14:textId="77777777" w:rsidR="0017256A" w:rsidRPr="00C03E09" w:rsidRDefault="0017256A" w:rsidP="001072A2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  <w:lang w:val="it-IT"/>
              </w:rPr>
              <w:t>Moltissimo</w:t>
            </w:r>
          </w:p>
        </w:tc>
      </w:tr>
      <w:tr w:rsidR="0017256A" w:rsidRPr="00C03E09" w14:paraId="6F672113" w14:textId="77777777" w:rsidTr="001072A2">
        <w:tc>
          <w:tcPr>
            <w:tcW w:w="4405" w:type="dxa"/>
          </w:tcPr>
          <w:p w14:paraId="75C06A3D" w14:textId="77777777" w:rsidR="0017256A" w:rsidRDefault="0017256A" w:rsidP="001072A2">
            <w:pPr>
              <w:rPr>
                <w:rFonts w:eastAsiaTheme="minorEastAsia" w:cstheme="minorBidi"/>
                <w:szCs w:val="22"/>
              </w:rPr>
            </w:pPr>
            <w:r>
              <w:rPr>
                <w:szCs w:val="22"/>
                <w:lang w:val="it-IT"/>
              </w:rPr>
              <w:t>Un centro spirituale per gli ebrei</w:t>
            </w:r>
          </w:p>
        </w:tc>
        <w:tc>
          <w:tcPr>
            <w:tcW w:w="1086" w:type="dxa"/>
            <w:vAlign w:val="center"/>
          </w:tcPr>
          <w:p w14:paraId="71B8A503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539F51DC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221442CF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7E53C986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17256A" w:rsidRPr="00C03E09" w14:paraId="2FB22C34" w14:textId="77777777" w:rsidTr="001072A2">
        <w:tc>
          <w:tcPr>
            <w:tcW w:w="4405" w:type="dxa"/>
          </w:tcPr>
          <w:p w14:paraId="626CB86E" w14:textId="77777777" w:rsidR="0017256A" w:rsidRDefault="0017256A" w:rsidP="001072A2">
            <w:pPr>
              <w:rPr>
                <w:rFonts w:eastAsiaTheme="minorEastAsia" w:cstheme="minorBidi"/>
                <w:szCs w:val="22"/>
              </w:rPr>
            </w:pPr>
            <w:r>
              <w:rPr>
                <w:szCs w:val="22"/>
                <w:lang w:val="it-IT"/>
              </w:rPr>
              <w:t>Un luogo pericoloso</w:t>
            </w:r>
          </w:p>
        </w:tc>
        <w:tc>
          <w:tcPr>
            <w:tcW w:w="1086" w:type="dxa"/>
            <w:vAlign w:val="center"/>
          </w:tcPr>
          <w:p w14:paraId="7FEC4EC4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2796AA3E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5A0DDBDF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60B8E190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17256A" w:rsidRPr="00C03E09" w14:paraId="51AE7137" w14:textId="77777777" w:rsidTr="001072A2">
        <w:tc>
          <w:tcPr>
            <w:tcW w:w="4405" w:type="dxa"/>
          </w:tcPr>
          <w:p w14:paraId="61568707" w14:textId="77777777" w:rsidR="0017256A" w:rsidRDefault="0017256A" w:rsidP="001072A2">
            <w:pPr>
              <w:rPr>
                <w:rFonts w:eastAsiaTheme="minorEastAsia" w:cstheme="minorBidi"/>
                <w:szCs w:val="22"/>
              </w:rPr>
            </w:pPr>
            <w:r>
              <w:rPr>
                <w:szCs w:val="22"/>
                <w:lang w:val="it-IT"/>
              </w:rPr>
              <w:t>Un luogo dove essere al sicuro dall’antisemitismo</w:t>
            </w:r>
          </w:p>
        </w:tc>
        <w:tc>
          <w:tcPr>
            <w:tcW w:w="1086" w:type="dxa"/>
            <w:vAlign w:val="center"/>
          </w:tcPr>
          <w:p w14:paraId="4F8703F7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09AFEE34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3D5201B4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0E1834CE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17256A" w:rsidRPr="00C03E09" w14:paraId="6C0A8B8D" w14:textId="77777777" w:rsidTr="001072A2">
        <w:tc>
          <w:tcPr>
            <w:tcW w:w="4405" w:type="dxa"/>
          </w:tcPr>
          <w:p w14:paraId="2C3A3588" w14:textId="77777777" w:rsidR="0017256A" w:rsidRDefault="0017256A" w:rsidP="001072A2">
            <w:pPr>
              <w:rPr>
                <w:rFonts w:eastAsiaTheme="minorEastAsia" w:cstheme="minorBidi"/>
                <w:szCs w:val="22"/>
              </w:rPr>
            </w:pPr>
            <w:r>
              <w:rPr>
                <w:szCs w:val="22"/>
                <w:lang w:val="it-IT"/>
              </w:rPr>
              <w:t>Un luogo per esplorare l’identità ebraica</w:t>
            </w:r>
          </w:p>
        </w:tc>
        <w:tc>
          <w:tcPr>
            <w:tcW w:w="1086" w:type="dxa"/>
            <w:vAlign w:val="center"/>
          </w:tcPr>
          <w:p w14:paraId="5024611F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1EAEBD60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30A3E0EB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19F8776F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17256A" w:rsidRPr="00C03E09" w14:paraId="40A281BB" w14:textId="77777777" w:rsidTr="001072A2">
        <w:tc>
          <w:tcPr>
            <w:tcW w:w="4405" w:type="dxa"/>
          </w:tcPr>
          <w:p w14:paraId="6B98A332" w14:textId="77777777" w:rsidR="0017256A" w:rsidRPr="00C03E09" w:rsidRDefault="0017256A" w:rsidP="001072A2">
            <w:pPr>
              <w:rPr>
                <w:rFonts w:eastAsiaTheme="minorEastAsia" w:cstheme="minorBidi"/>
                <w:szCs w:val="22"/>
              </w:rPr>
            </w:pPr>
            <w:r>
              <w:rPr>
                <w:szCs w:val="22"/>
                <w:lang w:val="it-IT"/>
              </w:rPr>
              <w:t>Un luogo dove le minoranze sono trattate in modo iniquo</w:t>
            </w:r>
          </w:p>
        </w:tc>
        <w:tc>
          <w:tcPr>
            <w:tcW w:w="1086" w:type="dxa"/>
            <w:vAlign w:val="center"/>
          </w:tcPr>
          <w:p w14:paraId="59B9A27C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419B497C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7D5EFD19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4020AD3B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17256A" w:rsidRPr="00C03E09" w14:paraId="4559D31C" w14:textId="77777777" w:rsidTr="001072A2">
        <w:tc>
          <w:tcPr>
            <w:tcW w:w="4405" w:type="dxa"/>
          </w:tcPr>
          <w:p w14:paraId="7A671A58" w14:textId="77777777" w:rsidR="0017256A" w:rsidRDefault="0017256A" w:rsidP="001072A2">
            <w:pPr>
              <w:rPr>
                <w:rFonts w:eastAsiaTheme="minorEastAsia" w:cstheme="minorBidi"/>
                <w:szCs w:val="22"/>
              </w:rPr>
            </w:pPr>
            <w:r>
              <w:rPr>
                <w:szCs w:val="22"/>
                <w:lang w:val="it-IT"/>
              </w:rPr>
              <w:t>Una meta di vacanza divertente</w:t>
            </w:r>
          </w:p>
        </w:tc>
        <w:tc>
          <w:tcPr>
            <w:tcW w:w="1086" w:type="dxa"/>
            <w:vAlign w:val="center"/>
          </w:tcPr>
          <w:p w14:paraId="606AA3BE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7618A0F0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29E30D20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067B5ADF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17256A" w:rsidRPr="00C03E09" w14:paraId="14462CAF" w14:textId="77777777" w:rsidTr="001072A2">
        <w:tc>
          <w:tcPr>
            <w:tcW w:w="4405" w:type="dxa"/>
          </w:tcPr>
          <w:p w14:paraId="4BBBF744" w14:textId="77777777" w:rsidR="0017256A" w:rsidRDefault="0017256A" w:rsidP="001072A2">
            <w:pPr>
              <w:rPr>
                <w:rFonts w:eastAsiaTheme="minorEastAsia" w:cstheme="minorBidi"/>
                <w:szCs w:val="22"/>
              </w:rPr>
            </w:pPr>
            <w:r>
              <w:rPr>
                <w:szCs w:val="22"/>
                <w:lang w:val="it-IT"/>
              </w:rPr>
              <w:t>Un luogo dove la gente non è così cordiale</w:t>
            </w:r>
          </w:p>
        </w:tc>
        <w:tc>
          <w:tcPr>
            <w:tcW w:w="1086" w:type="dxa"/>
            <w:vAlign w:val="center"/>
          </w:tcPr>
          <w:p w14:paraId="0509C266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62737C99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037FE69B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5CBE86CC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</w:tbl>
    <w:p w14:paraId="6D911E0E" w14:textId="00359080" w:rsidR="0017256A" w:rsidRDefault="0017256A" w:rsidP="0017256A">
      <w:pPr>
        <w:pStyle w:val="RCBody"/>
        <w:spacing w:after="0"/>
      </w:pPr>
    </w:p>
    <w:p w14:paraId="101528B1" w14:textId="77777777" w:rsidR="002925C5" w:rsidRDefault="002925C5" w:rsidP="002925C5">
      <w:pPr>
        <w:pStyle w:val="RCBody"/>
        <w:numPr>
          <w:ilvl w:val="0"/>
          <w:numId w:val="23"/>
        </w:numPr>
        <w:spacing w:after="0"/>
      </w:pPr>
      <w:r>
        <w:rPr>
          <w:highlight w:val="lightGray"/>
          <w:lang w:val="it-IT"/>
        </w:rPr>
        <w:t>[Mostrare solo a IIIª superiore]</w:t>
      </w:r>
      <w:r>
        <w:rPr>
          <w:lang w:val="it-IT"/>
        </w:rPr>
        <w:t xml:space="preserve"> Quanto ritieni importante ciascuno dei seguenti aspetti nella tua vita personale?</w:t>
      </w:r>
    </w:p>
    <w:tbl>
      <w:tblPr>
        <w:tblStyle w:val="TableGrid1"/>
        <w:tblW w:w="8275" w:type="dxa"/>
        <w:tblInd w:w="720" w:type="dxa"/>
        <w:tblLook w:val="04A0" w:firstRow="1" w:lastRow="0" w:firstColumn="1" w:lastColumn="0" w:noHBand="0" w:noVBand="1"/>
      </w:tblPr>
      <w:tblGrid>
        <w:gridCol w:w="3340"/>
        <w:gridCol w:w="1072"/>
        <w:gridCol w:w="1066"/>
        <w:gridCol w:w="1253"/>
        <w:gridCol w:w="1544"/>
      </w:tblGrid>
      <w:tr w:rsidR="006C0081" w:rsidRPr="00C03E09" w14:paraId="05A8A9A0" w14:textId="77777777" w:rsidTr="006C0081">
        <w:tc>
          <w:tcPr>
            <w:tcW w:w="3422" w:type="dxa"/>
          </w:tcPr>
          <w:p w14:paraId="16C6C42D" w14:textId="77777777" w:rsidR="006C0081" w:rsidRPr="00C03E09" w:rsidRDefault="006C0081" w:rsidP="002925C5">
            <w:pPr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6260BCD3" w14:textId="79BC1078" w:rsidR="006C0081" w:rsidRPr="00C03E09" w:rsidRDefault="006C0081" w:rsidP="002925C5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  <w:lang w:val="it-IT"/>
              </w:rPr>
              <w:t>Per niente</w:t>
            </w:r>
          </w:p>
        </w:tc>
        <w:tc>
          <w:tcPr>
            <w:tcW w:w="108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438D99F" w14:textId="6A747601" w:rsidR="006C0081" w:rsidRPr="00C03E09" w:rsidRDefault="006C0081" w:rsidP="002925C5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  <w:lang w:val="it-IT"/>
              </w:rPr>
              <w:t>Poco</w:t>
            </w:r>
          </w:p>
        </w:tc>
        <w:tc>
          <w:tcPr>
            <w:tcW w:w="11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40182FB" w14:textId="6E28E8C6" w:rsidR="006C0081" w:rsidRPr="00C03E09" w:rsidRDefault="006C0081" w:rsidP="002925C5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  <w:lang w:val="it-IT"/>
              </w:rPr>
              <w:t>Abbastanza</w:t>
            </w:r>
          </w:p>
        </w:tc>
        <w:tc>
          <w:tcPr>
            <w:tcW w:w="156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2B5DB3E" w14:textId="6FAC037E" w:rsidR="006C0081" w:rsidRPr="00C03E09" w:rsidRDefault="006C0081" w:rsidP="002925C5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  <w:lang w:val="it-IT"/>
              </w:rPr>
              <w:t>Moltissimo</w:t>
            </w:r>
          </w:p>
        </w:tc>
      </w:tr>
      <w:tr w:rsidR="006C0081" w:rsidRPr="00C03E09" w14:paraId="0496CF7B" w14:textId="77777777" w:rsidTr="006C0081">
        <w:tc>
          <w:tcPr>
            <w:tcW w:w="3422" w:type="dxa"/>
          </w:tcPr>
          <w:p w14:paraId="426538AB" w14:textId="3E38790E" w:rsidR="006C0081" w:rsidRDefault="006C0081" w:rsidP="002925C5">
            <w:pPr>
              <w:rPr>
                <w:rFonts w:eastAsiaTheme="minorEastAsia" w:cstheme="minorBidi"/>
                <w:szCs w:val="22"/>
              </w:rPr>
            </w:pPr>
            <w:r>
              <w:rPr>
                <w:szCs w:val="22"/>
                <w:lang w:val="it-IT"/>
              </w:rPr>
              <w:lastRenderedPageBreak/>
              <w:t>Essere ebreo/a</w:t>
            </w:r>
          </w:p>
        </w:tc>
        <w:tc>
          <w:tcPr>
            <w:tcW w:w="1086" w:type="dxa"/>
            <w:vAlign w:val="center"/>
          </w:tcPr>
          <w:p w14:paraId="403BCA2B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50C7A97D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16BE0065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3B0D3429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6C0081" w:rsidRPr="00C03E09" w14:paraId="5C43676F" w14:textId="77777777" w:rsidTr="006C0081">
        <w:tc>
          <w:tcPr>
            <w:tcW w:w="3422" w:type="dxa"/>
          </w:tcPr>
          <w:p w14:paraId="32801945" w14:textId="77777777" w:rsidR="006C0081" w:rsidRPr="00C03E09" w:rsidRDefault="006C0081" w:rsidP="002925C5">
            <w:pPr>
              <w:rPr>
                <w:rFonts w:eastAsiaTheme="minorEastAsia" w:cstheme="minorBidi"/>
                <w:szCs w:val="22"/>
              </w:rPr>
            </w:pPr>
            <w:r>
              <w:rPr>
                <w:szCs w:val="22"/>
                <w:lang w:val="it-IT"/>
              </w:rPr>
              <w:t xml:space="preserve">Uscire con un ebreo/un’ebrea </w:t>
            </w:r>
          </w:p>
        </w:tc>
        <w:tc>
          <w:tcPr>
            <w:tcW w:w="1086" w:type="dxa"/>
            <w:vAlign w:val="center"/>
          </w:tcPr>
          <w:p w14:paraId="7756441B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437FAA0F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13ABCACF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725C5C07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6C0081" w:rsidRPr="00C03E09" w14:paraId="7919DCB4" w14:textId="77777777" w:rsidTr="006C0081">
        <w:tc>
          <w:tcPr>
            <w:tcW w:w="3422" w:type="dxa"/>
          </w:tcPr>
          <w:p w14:paraId="20E406EF" w14:textId="77777777" w:rsidR="006C0081" w:rsidRDefault="006C0081" w:rsidP="002925C5">
            <w:pPr>
              <w:rPr>
                <w:rFonts w:eastAsiaTheme="minorEastAsia" w:cstheme="minorBidi"/>
                <w:szCs w:val="22"/>
              </w:rPr>
            </w:pPr>
            <w:r>
              <w:rPr>
                <w:szCs w:val="22"/>
                <w:lang w:val="it-IT"/>
              </w:rPr>
              <w:t>Sposare un ebreo/un’ebrea</w:t>
            </w:r>
          </w:p>
        </w:tc>
        <w:tc>
          <w:tcPr>
            <w:tcW w:w="1086" w:type="dxa"/>
            <w:vAlign w:val="center"/>
          </w:tcPr>
          <w:p w14:paraId="66EAD118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5964707E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7D3C6564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60069F4B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6C0081" w:rsidRPr="00C03E09" w14:paraId="668799CB" w14:textId="77777777" w:rsidTr="006C0081">
        <w:tc>
          <w:tcPr>
            <w:tcW w:w="3422" w:type="dxa"/>
          </w:tcPr>
          <w:p w14:paraId="7034EB23" w14:textId="77777777" w:rsidR="006C0081" w:rsidRDefault="006C0081" w:rsidP="002925C5">
            <w:pPr>
              <w:rPr>
                <w:rFonts w:eastAsiaTheme="minorEastAsia" w:cstheme="minorBidi"/>
                <w:szCs w:val="22"/>
              </w:rPr>
            </w:pPr>
            <w:r>
              <w:rPr>
                <w:szCs w:val="22"/>
                <w:lang w:val="it-IT"/>
              </w:rPr>
              <w:t>Crescere i miei figli come ebrei</w:t>
            </w:r>
          </w:p>
        </w:tc>
        <w:tc>
          <w:tcPr>
            <w:tcW w:w="1086" w:type="dxa"/>
            <w:vAlign w:val="center"/>
          </w:tcPr>
          <w:p w14:paraId="392D8065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21A38513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1934F056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33BCA15F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</w:tbl>
    <w:p w14:paraId="6C839C6E" w14:textId="77777777" w:rsidR="002925C5" w:rsidRDefault="002925C5" w:rsidP="00300391">
      <w:pPr>
        <w:pStyle w:val="RCBody"/>
        <w:spacing w:after="0"/>
      </w:pPr>
    </w:p>
    <w:p w14:paraId="5A9F99A3" w14:textId="3B295E6C" w:rsidR="00ED272E" w:rsidRDefault="00B51AB0" w:rsidP="00300391">
      <w:pPr>
        <w:pStyle w:val="RCBody"/>
        <w:numPr>
          <w:ilvl w:val="0"/>
          <w:numId w:val="23"/>
        </w:numPr>
        <w:spacing w:after="0"/>
      </w:pPr>
      <w:r>
        <w:rPr>
          <w:highlight w:val="lightGray"/>
          <w:lang w:val="it-IT"/>
        </w:rPr>
        <w:t>[Mostrare solo a IIIª superiore]</w:t>
      </w:r>
      <w:r>
        <w:rPr>
          <w:lang w:val="it-IT"/>
        </w:rPr>
        <w:t xml:space="preserve"> Come immagini la tua vita nei prossimi dieci anni? Con quale probabilità starai facendo o avrai fatto quanto segue?</w:t>
      </w:r>
    </w:p>
    <w:tbl>
      <w:tblPr>
        <w:tblStyle w:val="Grigliatabella"/>
        <w:tblW w:w="8923" w:type="dxa"/>
        <w:tblInd w:w="720" w:type="dxa"/>
        <w:tblLook w:val="04A0" w:firstRow="1" w:lastRow="0" w:firstColumn="1" w:lastColumn="0" w:noHBand="0" w:noVBand="1"/>
      </w:tblPr>
      <w:tblGrid>
        <w:gridCol w:w="5035"/>
        <w:gridCol w:w="1296"/>
        <w:gridCol w:w="1296"/>
        <w:gridCol w:w="1296"/>
      </w:tblGrid>
      <w:tr w:rsidR="00300391" w14:paraId="620F04EA" w14:textId="77777777" w:rsidTr="00300391">
        <w:tc>
          <w:tcPr>
            <w:tcW w:w="5035" w:type="dxa"/>
          </w:tcPr>
          <w:p w14:paraId="685B449B" w14:textId="77777777" w:rsidR="00300391" w:rsidRDefault="00300391" w:rsidP="00CB7D78">
            <w:pPr>
              <w:pStyle w:val="RCBody"/>
              <w:spacing w:after="0"/>
            </w:pPr>
          </w:p>
        </w:tc>
        <w:tc>
          <w:tcPr>
            <w:tcW w:w="1296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063D470" w14:textId="6222AE06" w:rsidR="00300391" w:rsidRPr="00FD39B1" w:rsidRDefault="00300391" w:rsidP="00CB7D78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it-IT"/>
              </w:rPr>
              <w:t>Poco probabile</w:t>
            </w:r>
          </w:p>
        </w:tc>
        <w:tc>
          <w:tcPr>
            <w:tcW w:w="129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60D99644" w14:textId="1962387D" w:rsidR="00300391" w:rsidRPr="00FD39B1" w:rsidRDefault="00300391" w:rsidP="00CB7D78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it-IT"/>
              </w:rPr>
              <w:t>Abbastanza probabile</w:t>
            </w:r>
          </w:p>
        </w:tc>
        <w:tc>
          <w:tcPr>
            <w:tcW w:w="1296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E1BF83D" w14:textId="4FB04A89" w:rsidR="00300391" w:rsidRPr="00FD39B1" w:rsidRDefault="00300391" w:rsidP="00CB7D78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it-IT"/>
              </w:rPr>
              <w:t>Molto probabile</w:t>
            </w:r>
          </w:p>
        </w:tc>
      </w:tr>
      <w:tr w:rsidR="00300391" w14:paraId="39A1D04F" w14:textId="77777777" w:rsidTr="00300391">
        <w:tc>
          <w:tcPr>
            <w:tcW w:w="5035" w:type="dxa"/>
          </w:tcPr>
          <w:p w14:paraId="753C6D28" w14:textId="4C81B6F6" w:rsidR="00300391" w:rsidRDefault="00300391" w:rsidP="00CB7D78">
            <w:pPr>
              <w:pStyle w:val="RCBody"/>
              <w:spacing w:after="0"/>
            </w:pPr>
            <w:r>
              <w:rPr>
                <w:lang w:val="it-IT"/>
              </w:rPr>
              <w:t>Svolgere attività di volontariato nella comunità ebraica</w:t>
            </w:r>
          </w:p>
        </w:tc>
        <w:tc>
          <w:tcPr>
            <w:tcW w:w="1296" w:type="dxa"/>
            <w:vAlign w:val="center"/>
          </w:tcPr>
          <w:p w14:paraId="2A3483CE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3BB13B72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53FD5B3B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300391" w14:paraId="55161746" w14:textId="77777777" w:rsidTr="00300391">
        <w:tc>
          <w:tcPr>
            <w:tcW w:w="5035" w:type="dxa"/>
          </w:tcPr>
          <w:p w14:paraId="0FC1336E" w14:textId="07DC679C" w:rsidR="00300391" w:rsidRDefault="00300391" w:rsidP="00CB7D78">
            <w:pPr>
              <w:pStyle w:val="RCBody"/>
              <w:spacing w:after="0"/>
            </w:pPr>
            <w:r>
              <w:rPr>
                <w:lang w:val="it-IT"/>
              </w:rPr>
              <w:t>Visitare Israele</w:t>
            </w:r>
          </w:p>
        </w:tc>
        <w:tc>
          <w:tcPr>
            <w:tcW w:w="1296" w:type="dxa"/>
            <w:vAlign w:val="center"/>
          </w:tcPr>
          <w:p w14:paraId="01DEB671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5809B85C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4C00C86F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300391" w14:paraId="0A61EC28" w14:textId="77777777" w:rsidTr="00300391">
        <w:tc>
          <w:tcPr>
            <w:tcW w:w="5035" w:type="dxa"/>
          </w:tcPr>
          <w:p w14:paraId="4B87C72C" w14:textId="1DFF402B" w:rsidR="00300391" w:rsidRDefault="00B567B3" w:rsidP="00CB7D78">
            <w:pPr>
              <w:pStyle w:val="RCBody"/>
              <w:spacing w:after="0"/>
            </w:pPr>
            <w:r>
              <w:rPr>
                <w:lang w:val="it-IT"/>
              </w:rPr>
              <w:t>Partecipare ad attività e/o funzioni alla sinagoga</w:t>
            </w:r>
          </w:p>
        </w:tc>
        <w:tc>
          <w:tcPr>
            <w:tcW w:w="1296" w:type="dxa"/>
            <w:vAlign w:val="center"/>
          </w:tcPr>
          <w:p w14:paraId="32F0CEA8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5B34DD8B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083F95C9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300391" w14:paraId="36E38F40" w14:textId="77777777" w:rsidTr="00300391">
        <w:tc>
          <w:tcPr>
            <w:tcW w:w="5035" w:type="dxa"/>
          </w:tcPr>
          <w:p w14:paraId="69AD6D7B" w14:textId="393F4357" w:rsidR="00300391" w:rsidRDefault="00300391" w:rsidP="00CB7D78">
            <w:pPr>
              <w:pStyle w:val="RCBody"/>
              <w:spacing w:after="0"/>
            </w:pPr>
            <w:r>
              <w:rPr>
                <w:lang w:val="it-IT"/>
              </w:rPr>
              <w:t>Donare fondi a un’organizzazione ebraica locale</w:t>
            </w:r>
          </w:p>
        </w:tc>
        <w:tc>
          <w:tcPr>
            <w:tcW w:w="1296" w:type="dxa"/>
            <w:vAlign w:val="center"/>
          </w:tcPr>
          <w:p w14:paraId="3D4DF54E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72C88135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5C475061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291C97" w14:paraId="44E40D86" w14:textId="77777777" w:rsidTr="00300391">
        <w:tc>
          <w:tcPr>
            <w:tcW w:w="5035" w:type="dxa"/>
          </w:tcPr>
          <w:p w14:paraId="29B3B248" w14:textId="79A23692" w:rsidR="00291C97" w:rsidRDefault="00291C97" w:rsidP="00CB7D78">
            <w:pPr>
              <w:pStyle w:val="RCBody"/>
              <w:spacing w:after="0"/>
            </w:pPr>
            <w:r>
              <w:rPr>
                <w:lang w:val="it-IT"/>
              </w:rPr>
              <w:t>Vivere in Israele</w:t>
            </w:r>
          </w:p>
        </w:tc>
        <w:tc>
          <w:tcPr>
            <w:tcW w:w="1296" w:type="dxa"/>
            <w:vAlign w:val="center"/>
          </w:tcPr>
          <w:p w14:paraId="6DCB3DCF" w14:textId="77777777" w:rsidR="00291C97" w:rsidRDefault="00291C97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290F1D3F" w14:textId="77777777" w:rsidR="00291C97" w:rsidRDefault="00291C97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43E1B4DB" w14:textId="77777777" w:rsidR="00291C97" w:rsidRDefault="00291C97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</w:tbl>
    <w:p w14:paraId="14EF7B11" w14:textId="77777777" w:rsidR="002925C5" w:rsidRDefault="002925C5" w:rsidP="002925C5">
      <w:pPr>
        <w:pStyle w:val="RCBody"/>
        <w:spacing w:after="0"/>
        <w:ind w:left="720"/>
      </w:pPr>
    </w:p>
    <w:p w14:paraId="6A13000D" w14:textId="25BFD456" w:rsidR="00CB7D78" w:rsidRDefault="008F1F67" w:rsidP="00CB7D78">
      <w:pPr>
        <w:pStyle w:val="RCBody"/>
        <w:numPr>
          <w:ilvl w:val="0"/>
          <w:numId w:val="23"/>
        </w:numPr>
        <w:spacing w:after="0"/>
      </w:pPr>
      <w:r>
        <w:rPr>
          <w:lang w:val="it-IT"/>
        </w:rPr>
        <w:t>Indica il tuo sesso:</w:t>
      </w:r>
    </w:p>
    <w:p w14:paraId="75F5D40D" w14:textId="77777777" w:rsidR="00CB7D78" w:rsidRDefault="00CB7D78" w:rsidP="00CB7D78">
      <w:pPr>
        <w:pStyle w:val="RCBody"/>
        <w:numPr>
          <w:ilvl w:val="0"/>
          <w:numId w:val="29"/>
        </w:numPr>
        <w:spacing w:after="0"/>
      </w:pPr>
      <w:r>
        <w:rPr>
          <w:lang w:val="it-IT"/>
        </w:rPr>
        <w:t>Maschio</w:t>
      </w:r>
    </w:p>
    <w:p w14:paraId="72D4F50D" w14:textId="77777777" w:rsidR="00CB7D78" w:rsidRDefault="00CB7D78" w:rsidP="00CB7D78">
      <w:pPr>
        <w:pStyle w:val="RCBody"/>
        <w:numPr>
          <w:ilvl w:val="0"/>
          <w:numId w:val="29"/>
        </w:numPr>
        <w:spacing w:after="0"/>
      </w:pPr>
      <w:r>
        <w:rPr>
          <w:lang w:val="it-IT"/>
        </w:rPr>
        <w:t>Femmina</w:t>
      </w:r>
    </w:p>
    <w:p w14:paraId="504FCE81" w14:textId="7F55690C" w:rsidR="00CB7D78" w:rsidRDefault="0017256A" w:rsidP="00CB7D78">
      <w:pPr>
        <w:pStyle w:val="RCBody"/>
        <w:numPr>
          <w:ilvl w:val="0"/>
          <w:numId w:val="29"/>
        </w:numPr>
        <w:spacing w:after="0"/>
      </w:pPr>
      <w:r>
        <w:rPr>
          <w:highlight w:val="lightGray"/>
          <w:lang w:val="it-IT"/>
        </w:rPr>
        <w:t xml:space="preserve">[Non mostrare a </w:t>
      </w:r>
      <w:proofErr w:type="spellStart"/>
      <w:r>
        <w:rPr>
          <w:highlight w:val="lightGray"/>
          <w:lang w:val="it-IT"/>
        </w:rPr>
        <w:t>Lamorim</w:t>
      </w:r>
      <w:proofErr w:type="spellEnd"/>
      <w:r>
        <w:rPr>
          <w:highlight w:val="lightGray"/>
          <w:lang w:val="it-IT"/>
        </w:rPr>
        <w:t>]</w:t>
      </w:r>
      <w:r>
        <w:rPr>
          <w:lang w:val="it-IT"/>
        </w:rPr>
        <w:t xml:space="preserve"> Altro: ______________________</w:t>
      </w:r>
    </w:p>
    <w:p w14:paraId="20B214E4" w14:textId="77777777" w:rsidR="00CB7D78" w:rsidRDefault="00CB7D78" w:rsidP="00CB7D78">
      <w:pPr>
        <w:pStyle w:val="RCBody"/>
        <w:spacing w:after="0"/>
        <w:ind w:left="720"/>
      </w:pPr>
    </w:p>
    <w:p w14:paraId="1F5E91A7" w14:textId="77777777" w:rsidR="00727BFA" w:rsidRDefault="00CB7D78" w:rsidP="00CB7D78">
      <w:pPr>
        <w:pStyle w:val="RCBody"/>
        <w:numPr>
          <w:ilvl w:val="0"/>
          <w:numId w:val="23"/>
        </w:numPr>
        <w:spacing w:after="0"/>
      </w:pPr>
      <w:bookmarkStart w:id="0" w:name="_Hlk50286318"/>
      <w:r>
        <w:rPr>
          <w:lang w:val="it-IT"/>
        </w:rPr>
        <w:t>Inserisci la tua data di nascita:</w:t>
      </w:r>
    </w:p>
    <w:p w14:paraId="38D62BC3" w14:textId="77777777" w:rsidR="00727BFA" w:rsidRDefault="00727BFA" w:rsidP="00727BFA">
      <w:pPr>
        <w:pStyle w:val="RCBody"/>
        <w:spacing w:after="0"/>
        <w:ind w:left="720"/>
      </w:pPr>
      <w:r>
        <w:rPr>
          <w:lang w:val="it-IT"/>
        </w:rPr>
        <w:t>Giorno: [Menu a discesa da 1 a 31]</w:t>
      </w:r>
    </w:p>
    <w:p w14:paraId="1D91875D" w14:textId="77777777" w:rsidR="00727BFA" w:rsidRDefault="00727BFA" w:rsidP="00727BFA">
      <w:pPr>
        <w:pStyle w:val="RCBody"/>
        <w:spacing w:after="0"/>
        <w:ind w:left="720"/>
      </w:pPr>
      <w:r>
        <w:rPr>
          <w:lang w:val="it-IT"/>
        </w:rPr>
        <w:t>Mese: [Elenco a discesa da gennaio a febbraio, marzo, aprile, maggio, giugno, luglio, agosto, settembre, ottobre, novembre, dicembre]</w:t>
      </w:r>
    </w:p>
    <w:p w14:paraId="2C25BDF6" w14:textId="77777777" w:rsidR="00727BFA" w:rsidRDefault="00727BFA" w:rsidP="00727BFA">
      <w:pPr>
        <w:pStyle w:val="RCBody"/>
        <w:spacing w:after="0"/>
        <w:ind w:left="720"/>
      </w:pPr>
      <w:r>
        <w:rPr>
          <w:lang w:val="it-IT"/>
        </w:rPr>
        <w:t>Anno: [Elenco a discesa da 2000 a 2011]</w:t>
      </w:r>
    </w:p>
    <w:bookmarkEnd w:id="0"/>
    <w:p w14:paraId="4DC6C8B1" w14:textId="77777777" w:rsidR="00727BFA" w:rsidRDefault="00727BFA" w:rsidP="00727BFA">
      <w:pPr>
        <w:pStyle w:val="RCBody"/>
        <w:spacing w:after="0"/>
      </w:pPr>
    </w:p>
    <w:p w14:paraId="6434CC7C" w14:textId="5437F1B6" w:rsidR="00CB7D78" w:rsidRDefault="00CB7D78" w:rsidP="00727BFA">
      <w:pPr>
        <w:pStyle w:val="RCBody"/>
        <w:numPr>
          <w:ilvl w:val="0"/>
          <w:numId w:val="23"/>
        </w:numPr>
        <w:spacing w:after="0"/>
      </w:pPr>
      <w:r>
        <w:rPr>
          <w:lang w:val="it-IT"/>
        </w:rPr>
        <w:t xml:space="preserve">Inserisci le prime due lettere del tuo </w:t>
      </w:r>
      <w:r>
        <w:rPr>
          <w:b/>
          <w:bCs/>
          <w:lang w:val="it-IT"/>
        </w:rPr>
        <w:t>nome</w:t>
      </w:r>
      <w:r>
        <w:rPr>
          <w:lang w:val="it-IT"/>
        </w:rPr>
        <w:t>: __________</w:t>
      </w:r>
    </w:p>
    <w:p w14:paraId="4EE6B6D6" w14:textId="5377C7DD" w:rsidR="00CB7D78" w:rsidRDefault="00CB7D78" w:rsidP="00CB7D78">
      <w:pPr>
        <w:pStyle w:val="RCBody"/>
        <w:numPr>
          <w:ilvl w:val="0"/>
          <w:numId w:val="23"/>
        </w:numPr>
      </w:pPr>
      <w:r>
        <w:rPr>
          <w:lang w:val="it-IT"/>
        </w:rPr>
        <w:t xml:space="preserve">Inserisci le prime due lettere del tuo </w:t>
      </w:r>
      <w:r>
        <w:rPr>
          <w:b/>
          <w:bCs/>
          <w:lang w:val="it-IT"/>
        </w:rPr>
        <w:t>cognome</w:t>
      </w:r>
      <w:r>
        <w:rPr>
          <w:lang w:val="it-IT"/>
        </w:rPr>
        <w:t>: __________</w:t>
      </w:r>
    </w:p>
    <w:p w14:paraId="3D9393E9" w14:textId="77777777" w:rsidR="00727BFA" w:rsidRDefault="00727BFA" w:rsidP="00727BFA">
      <w:pPr>
        <w:pStyle w:val="RCBody"/>
        <w:ind w:left="360"/>
        <w:jc w:val="center"/>
      </w:pPr>
      <w:r>
        <w:rPr>
          <w:lang w:val="it-IT"/>
        </w:rPr>
        <w:t>* * *</w:t>
      </w:r>
    </w:p>
    <w:p w14:paraId="353B435A" w14:textId="619E1EAB" w:rsidR="00727BFA" w:rsidRDefault="00727BFA" w:rsidP="00727BFA">
      <w:pPr>
        <w:pStyle w:val="RCBody"/>
        <w:jc w:val="center"/>
      </w:pPr>
      <w:r>
        <w:rPr>
          <w:lang w:val="it-IT"/>
        </w:rPr>
        <w:t>Ti ringraziamo per aver completato questo sondaggio. La tua risposta è stata registrata.</w:t>
      </w:r>
    </w:p>
    <w:p w14:paraId="4533FBE5" w14:textId="77777777" w:rsidR="006C3179" w:rsidRPr="00291C97" w:rsidRDefault="006C3179" w:rsidP="006C3179">
      <w:pPr>
        <w:pStyle w:val="RCBody"/>
        <w:spacing w:after="0"/>
        <w:ind w:left="720"/>
      </w:pPr>
    </w:p>
    <w:sectPr w:rsidR="006C3179" w:rsidRPr="00291C97" w:rsidSect="000B3222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440" w:right="1440" w:bottom="1440" w:left="1440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BF0976" w14:textId="77777777" w:rsidR="00F92A14" w:rsidRDefault="00F92A14" w:rsidP="00CE2B18">
      <w:r>
        <w:separator/>
      </w:r>
    </w:p>
    <w:p w14:paraId="71DAC1B7" w14:textId="77777777" w:rsidR="00F92A14" w:rsidRDefault="00F92A14"/>
  </w:endnote>
  <w:endnote w:type="continuationSeparator" w:id="0">
    <w:p w14:paraId="5B8782A1" w14:textId="77777777" w:rsidR="00F92A14" w:rsidRDefault="00F92A14" w:rsidP="00CE2B18">
      <w:r>
        <w:continuationSeparator/>
      </w:r>
    </w:p>
    <w:p w14:paraId="78AB4781" w14:textId="77777777" w:rsidR="00F92A14" w:rsidRDefault="00F92A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K Grotesk Pro AltJ">
    <w:altName w:val="Calibri"/>
    <w:charset w:val="00"/>
    <w:family w:val="auto"/>
    <w:pitch w:val="variable"/>
    <w:sig w:usb0="00000007" w:usb1="00000000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K Grotesk Pro Book AltJ">
    <w:altName w:val="Calibri"/>
    <w:charset w:val="00"/>
    <w:family w:val="auto"/>
    <w:pitch w:val="variable"/>
    <w:sig w:usb0="00000007" w:usb1="00000000" w:usb2="00000000" w:usb3="00000000" w:csb0="00000093" w:csb1="00000000"/>
  </w:font>
  <w:font w:name="Crimson">
    <w:altName w:val="Calibri"/>
    <w:charset w:val="00"/>
    <w:family w:val="auto"/>
    <w:pitch w:val="variable"/>
    <w:sig w:usb0="E00002EF" w:usb1="0000006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otham Light">
    <w:altName w:val="Calibri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4A96DD" w14:textId="77777777" w:rsidR="002925C5" w:rsidRPr="00587566" w:rsidRDefault="002925C5" w:rsidP="00587566">
    <w:pPr>
      <w:pStyle w:val="Pidipagina"/>
      <w:spacing w:before="120"/>
      <w:jc w:val="center"/>
      <w:rPr>
        <w:rFonts w:ascii="HK Grotesk Pro AltJ" w:hAnsi="HK Grotesk Pro AltJ" w:cs="Times New Roman"/>
        <w:color w:val="808080" w:themeColor="background1" w:themeShade="80"/>
        <w:sz w:val="18"/>
        <w:szCs w:val="18"/>
      </w:rPr>
    </w:pPr>
    <w:r>
      <w:rPr>
        <w:rFonts w:ascii="HK Grotesk Pro Book AltJ" w:hAnsi="HK Grotesk Pro Book AltJ" w:cs="Times New Roman"/>
        <w:noProof/>
        <w:color w:val="808080" w:themeColor="background1" w:themeShade="80"/>
        <w:sz w:val="18"/>
        <w:szCs w:val="18"/>
        <w:lang w:val="it-IT"/>
      </w:rPr>
      <w:drawing>
        <wp:anchor distT="0" distB="0" distL="114300" distR="114300" simplePos="0" relativeHeight="251688960" behindDoc="0" locked="0" layoutInCell="1" allowOverlap="1" wp14:anchorId="7CF4FDDA" wp14:editId="5DBB9A3E">
          <wp:simplePos x="0" y="0"/>
          <wp:positionH relativeFrom="column">
            <wp:posOffset>0</wp:posOffset>
          </wp:positionH>
          <wp:positionV relativeFrom="paragraph">
            <wp:posOffset>-135146</wp:posOffset>
          </wp:positionV>
          <wp:extent cx="5943600" cy="31305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CHeaderFooterInkSkape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313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HK Grotesk Pro Book AltJ" w:hAnsi="HK Grotesk Pro Book AltJ" w:cs="Times New Roman"/>
        <w:color w:val="808080" w:themeColor="background1" w:themeShade="80"/>
        <w:sz w:val="18"/>
        <w:szCs w:val="18"/>
        <w:lang w:val="it-IT"/>
      </w:rPr>
      <w:t xml:space="preserve">      </w:t>
    </w:r>
    <w:r>
      <w:rPr>
        <w:rFonts w:cs="Times New Roman"/>
        <w:color w:val="00A499" w:themeColor="accent2"/>
        <w:sz w:val="18"/>
        <w:szCs w:val="18"/>
        <w:lang w:val="it-IT"/>
      </w:rPr>
      <w:fldChar w:fldCharType="begin"/>
    </w:r>
    <w:r>
      <w:rPr>
        <w:rFonts w:ascii="HK Grotesk Pro AltJ" w:hAnsi="HK Grotesk Pro AltJ" w:cs="Times New Roman"/>
        <w:color w:val="00A499" w:themeColor="accent2"/>
        <w:sz w:val="18"/>
        <w:szCs w:val="18"/>
        <w:lang w:val="it-IT"/>
      </w:rPr>
      <w:instrText xml:space="preserve"> PAGE </w:instrText>
    </w:r>
    <w:r>
      <w:rPr>
        <w:rFonts w:cs="Times New Roman"/>
        <w:color w:val="00A499" w:themeColor="accent2"/>
        <w:sz w:val="18"/>
        <w:szCs w:val="18"/>
        <w:lang w:val="it-IT"/>
      </w:rPr>
      <w:fldChar w:fldCharType="separate"/>
    </w:r>
    <w:r>
      <w:rPr>
        <w:rFonts w:ascii="HK Grotesk Pro AltJ" w:hAnsi="HK Grotesk Pro AltJ" w:cs="Times New Roman"/>
        <w:noProof/>
        <w:color w:val="00A499" w:themeColor="accent2"/>
        <w:sz w:val="18"/>
        <w:szCs w:val="18"/>
        <w:lang w:val="it-IT"/>
      </w:rPr>
      <w:t>2</w:t>
    </w:r>
    <w:r>
      <w:rPr>
        <w:rFonts w:cs="Times New Roman"/>
        <w:color w:val="00A499" w:themeColor="accent2"/>
        <w:sz w:val="18"/>
        <w:szCs w:val="18"/>
        <w:lang w:val="it-IT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9F7D4C" w14:textId="77777777" w:rsidR="002925C5" w:rsidRPr="00533535" w:rsidRDefault="002925C5" w:rsidP="00F50C06">
    <w:pPr>
      <w:pStyle w:val="Pidipagina"/>
      <w:rPr>
        <w:rFonts w:ascii="Verdana" w:hAnsi="Verdana" w:cs="Times New Roman"/>
        <w:color w:val="808080" w:themeColor="background1" w:themeShade="80"/>
        <w:sz w:val="18"/>
        <w:szCs w:val="18"/>
      </w:rPr>
    </w:pPr>
    <w:r>
      <w:rPr>
        <w:noProof/>
        <w:lang w:val="it-IT"/>
      </w:rPr>
      <w:drawing>
        <wp:anchor distT="0" distB="0" distL="114300" distR="114300" simplePos="0" relativeHeight="251693056" behindDoc="0" locked="0" layoutInCell="1" allowOverlap="1" wp14:anchorId="3FD445B8" wp14:editId="4D837E95">
          <wp:simplePos x="0" y="0"/>
          <wp:positionH relativeFrom="column">
            <wp:posOffset>0</wp:posOffset>
          </wp:positionH>
          <wp:positionV relativeFrom="paragraph">
            <wp:posOffset>-142875</wp:posOffset>
          </wp:positionV>
          <wp:extent cx="5943600" cy="268605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RCInfoLineInkScape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268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2FDE0A" w14:textId="77777777" w:rsidR="00F92A14" w:rsidRDefault="00F92A14" w:rsidP="00CE2B18">
      <w:r>
        <w:separator/>
      </w:r>
    </w:p>
  </w:footnote>
  <w:footnote w:type="continuationSeparator" w:id="0">
    <w:p w14:paraId="2B57C10D" w14:textId="77777777" w:rsidR="00F92A14" w:rsidRDefault="00F92A14" w:rsidP="00CE2B18">
      <w:r>
        <w:continuationSeparator/>
      </w:r>
    </w:p>
    <w:p w14:paraId="6095DA20" w14:textId="77777777" w:rsidR="00F92A14" w:rsidRDefault="00F92A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B2008" w14:textId="77777777" w:rsidR="002925C5" w:rsidRDefault="002925C5" w:rsidP="00CE2B18">
    <w:pPr>
      <w:pStyle w:val="Intestazione"/>
      <w:ind w:left="-1440"/>
    </w:pPr>
  </w:p>
  <w:p w14:paraId="6E787F69" w14:textId="77777777" w:rsidR="002925C5" w:rsidRDefault="002925C5"/>
  <w:p w14:paraId="1FBCDB4E" w14:textId="77777777" w:rsidR="002925C5" w:rsidRDefault="002925C5"/>
  <w:p w14:paraId="2B35FD9A" w14:textId="77777777" w:rsidR="002925C5" w:rsidRDefault="002925C5"/>
  <w:p w14:paraId="514ED49C" w14:textId="77777777" w:rsidR="002925C5" w:rsidRDefault="002925C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842219" w14:textId="77777777" w:rsidR="002925C5" w:rsidRDefault="002925C5" w:rsidP="00CE2B18">
    <w:pPr>
      <w:pStyle w:val="Intestazione"/>
      <w:ind w:left="-1440"/>
    </w:pPr>
  </w:p>
  <w:p w14:paraId="5B1CD4CC" w14:textId="77777777" w:rsidR="002925C5" w:rsidRPr="000E3BEE" w:rsidRDefault="002925C5">
    <w:pPr>
      <w:rPr>
        <w:rFonts w:ascii="Gotham Light" w:hAnsi="Gotham Light"/>
      </w:rPr>
    </w:pPr>
  </w:p>
  <w:p w14:paraId="7C1C8D64" w14:textId="4EBAAC18" w:rsidR="002925C5" w:rsidRPr="009A7C80" w:rsidRDefault="002925C5" w:rsidP="009A7C80">
    <w:pPr>
      <w:pStyle w:val="ClientName"/>
    </w:pPr>
    <w:r>
      <w:rPr>
        <w:b w:val="0"/>
        <w:lang w:val="it-IT"/>
      </w:rPr>
      <w:drawing>
        <wp:anchor distT="0" distB="0" distL="114300" distR="114300" simplePos="0" relativeHeight="251691008" behindDoc="0" locked="0" layoutInCell="1" allowOverlap="1" wp14:anchorId="011914B8" wp14:editId="3A3C824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72578" cy="51816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 Color -  RGBiNKSkape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2578" cy="518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Cs/>
        <w:lang w:val="it-IT"/>
      </w:rPr>
      <w:t>Ministero degli Affari della Diaspora del Governo d’Israele</w:t>
    </w:r>
  </w:p>
  <w:p w14:paraId="6E693C1F" w14:textId="74827855" w:rsidR="002925C5" w:rsidRPr="009A7C80" w:rsidRDefault="002925C5" w:rsidP="009A7C80">
    <w:pPr>
      <w:pStyle w:val="ProjectName"/>
    </w:pPr>
    <w:r>
      <w:rPr>
        <w:lang w:val="it-IT"/>
      </w:rPr>
      <w:t xml:space="preserve">Valutazione </w:t>
    </w:r>
    <w:proofErr w:type="spellStart"/>
    <w:r>
      <w:rPr>
        <w:lang w:val="it-IT"/>
      </w:rPr>
      <w:t>Unit.Ed</w:t>
    </w:r>
    <w:proofErr w:type="spellEnd"/>
  </w:p>
  <w:p w14:paraId="563468C5" w14:textId="42436FE4" w:rsidR="002925C5" w:rsidRPr="000632F1" w:rsidRDefault="008A13A1" w:rsidP="009A7C80">
    <w:pPr>
      <w:pStyle w:val="ProjectName"/>
    </w:pPr>
    <w:r>
      <w:rPr>
        <w:lang w:val="it-IT"/>
      </w:rPr>
      <w:t>13 settembre 2020</w:t>
    </w:r>
  </w:p>
  <w:p w14:paraId="33A442FB" w14:textId="77777777" w:rsidR="002925C5" w:rsidRDefault="002925C5">
    <w:r>
      <w:rPr>
        <w:rFonts w:ascii="HK Grotesk Pro AltJ" w:hAnsi="HK Grotesk Pro AltJ"/>
        <w:noProof/>
        <w:color w:val="5C068C" w:themeColor="accent1"/>
        <w:sz w:val="32"/>
        <w:szCs w:val="32"/>
        <w:lang w:val="it-IT"/>
      </w:rPr>
      <w:drawing>
        <wp:anchor distT="0" distB="0" distL="114300" distR="114300" simplePos="0" relativeHeight="251685888" behindDoc="0" locked="0" layoutInCell="1" allowOverlap="1" wp14:anchorId="3E5FAB4D" wp14:editId="773B7A6B">
          <wp:simplePos x="0" y="0"/>
          <wp:positionH relativeFrom="column">
            <wp:posOffset>-1</wp:posOffset>
          </wp:positionH>
          <wp:positionV relativeFrom="paragraph">
            <wp:posOffset>132160</wp:posOffset>
          </wp:positionV>
          <wp:extent cx="6033875" cy="13666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RCPageLinHeaderOnlyInkSkape.emf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71811" cy="139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1290F"/>
    <w:multiLevelType w:val="hybridMultilevel"/>
    <w:tmpl w:val="AF14259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9472CD3"/>
    <w:multiLevelType w:val="multilevel"/>
    <w:tmpl w:val="C50E3AA8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AD969DE"/>
    <w:multiLevelType w:val="hybridMultilevel"/>
    <w:tmpl w:val="AF14259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5B468C"/>
    <w:multiLevelType w:val="hybridMultilevel"/>
    <w:tmpl w:val="FE688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9785A"/>
    <w:multiLevelType w:val="hybridMultilevel"/>
    <w:tmpl w:val="7638E6C2"/>
    <w:lvl w:ilvl="0" w:tplc="F8D0C576">
      <w:start w:val="1"/>
      <w:numFmt w:val="bullet"/>
      <w:lvlText w:val="o"/>
      <w:lvlJc w:val="left"/>
      <w:pPr>
        <w:ind w:left="720" w:hanging="360"/>
      </w:pPr>
      <w:rPr>
        <w:rFonts w:ascii="HK Grotesk Pro AltJ" w:hAnsi="HK Grotesk Pro AltJ" w:hint="default"/>
        <w:color w:val="00A499" w:themeColor="accent2"/>
        <w:u w:color="00A499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76399"/>
    <w:multiLevelType w:val="multilevel"/>
    <w:tmpl w:val="704EC708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0E7C5F61"/>
    <w:multiLevelType w:val="hybridMultilevel"/>
    <w:tmpl w:val="D4963490"/>
    <w:lvl w:ilvl="0" w:tplc="94E6E8B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1A3A67B0"/>
    <w:multiLevelType w:val="hybridMultilevel"/>
    <w:tmpl w:val="381CF8F8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CB6D71"/>
    <w:multiLevelType w:val="hybridMultilevel"/>
    <w:tmpl w:val="AF04D0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05B32"/>
    <w:multiLevelType w:val="multilevel"/>
    <w:tmpl w:val="A9C209E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1EE03618"/>
    <w:multiLevelType w:val="multilevel"/>
    <w:tmpl w:val="E33E4544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F08333D"/>
    <w:multiLevelType w:val="hybridMultilevel"/>
    <w:tmpl w:val="F28C8C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775E5F"/>
    <w:multiLevelType w:val="hybridMultilevel"/>
    <w:tmpl w:val="737E27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8681F"/>
    <w:multiLevelType w:val="hybridMultilevel"/>
    <w:tmpl w:val="CB807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2A067A"/>
    <w:multiLevelType w:val="hybridMultilevel"/>
    <w:tmpl w:val="51604C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450FA0"/>
    <w:multiLevelType w:val="hybridMultilevel"/>
    <w:tmpl w:val="A5BE1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16FA4"/>
    <w:multiLevelType w:val="hybridMultilevel"/>
    <w:tmpl w:val="8AC41990"/>
    <w:lvl w:ilvl="0" w:tplc="04090019">
      <w:start w:val="1"/>
      <w:numFmt w:val="lowerLetter"/>
      <w:lvlText w:val="%1.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7" w15:restartNumberingAfterBreak="0">
    <w:nsid w:val="37544913"/>
    <w:multiLevelType w:val="multilevel"/>
    <w:tmpl w:val="34DA022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8" w15:restartNumberingAfterBreak="0">
    <w:nsid w:val="3A7A19F9"/>
    <w:multiLevelType w:val="multilevel"/>
    <w:tmpl w:val="1CE4AC5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9" w15:restartNumberingAfterBreak="0">
    <w:nsid w:val="3EC259A1"/>
    <w:multiLevelType w:val="multilevel"/>
    <w:tmpl w:val="24DC630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0" w15:restartNumberingAfterBreak="0">
    <w:nsid w:val="435A1CE4"/>
    <w:multiLevelType w:val="hybridMultilevel"/>
    <w:tmpl w:val="40A0CD8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450E7896"/>
    <w:multiLevelType w:val="hybridMultilevel"/>
    <w:tmpl w:val="538EECA0"/>
    <w:lvl w:ilvl="0" w:tplc="0409001B">
      <w:start w:val="1"/>
      <w:numFmt w:val="decimal"/>
      <w:lvlText w:val="%1."/>
      <w:lvlJc w:val="left"/>
      <w:pPr>
        <w:ind w:left="1267" w:hanging="36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AFF4DF2"/>
    <w:multiLevelType w:val="multilevel"/>
    <w:tmpl w:val="E33E4544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D05764F"/>
    <w:multiLevelType w:val="hybridMultilevel"/>
    <w:tmpl w:val="053C32D0"/>
    <w:lvl w:ilvl="0" w:tplc="C1E28BD0">
      <w:start w:val="1"/>
      <w:numFmt w:val="lowerLetter"/>
      <w:lvlText w:val="%1."/>
      <w:lvlJc w:val="left"/>
      <w:pPr>
        <w:ind w:left="-345"/>
      </w:pPr>
      <w:rPr>
        <w:rFonts w:ascii="Calibri" w:eastAsia="Calibri" w:hAnsi="Calibri" w:cs="Calibri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-1410" w:hanging="360"/>
      </w:pPr>
    </w:lvl>
    <w:lvl w:ilvl="2" w:tplc="0409001B">
      <w:start w:val="1"/>
      <w:numFmt w:val="lowerRoman"/>
      <w:lvlText w:val="%3."/>
      <w:lvlJc w:val="right"/>
      <w:pPr>
        <w:ind w:left="-690" w:hanging="180"/>
      </w:pPr>
    </w:lvl>
    <w:lvl w:ilvl="3" w:tplc="0409000F">
      <w:start w:val="1"/>
      <w:numFmt w:val="decimal"/>
      <w:lvlText w:val="%4."/>
      <w:lvlJc w:val="left"/>
      <w:pPr>
        <w:ind w:left="30" w:hanging="360"/>
      </w:pPr>
    </w:lvl>
    <w:lvl w:ilvl="4" w:tplc="04090019">
      <w:start w:val="1"/>
      <w:numFmt w:val="lowerLetter"/>
      <w:lvlText w:val="%5."/>
      <w:lvlJc w:val="left"/>
      <w:pPr>
        <w:ind w:left="750" w:hanging="360"/>
      </w:pPr>
    </w:lvl>
    <w:lvl w:ilvl="5" w:tplc="0409001B" w:tentative="1">
      <w:start w:val="1"/>
      <w:numFmt w:val="lowerRoman"/>
      <w:lvlText w:val="%6."/>
      <w:lvlJc w:val="right"/>
      <w:pPr>
        <w:ind w:left="1470" w:hanging="180"/>
      </w:pPr>
    </w:lvl>
    <w:lvl w:ilvl="6" w:tplc="0409000F" w:tentative="1">
      <w:start w:val="1"/>
      <w:numFmt w:val="decimal"/>
      <w:lvlText w:val="%7."/>
      <w:lvlJc w:val="left"/>
      <w:pPr>
        <w:ind w:left="2190" w:hanging="360"/>
      </w:pPr>
    </w:lvl>
    <w:lvl w:ilvl="7" w:tplc="04090019" w:tentative="1">
      <w:start w:val="1"/>
      <w:numFmt w:val="lowerLetter"/>
      <w:lvlText w:val="%8."/>
      <w:lvlJc w:val="left"/>
      <w:pPr>
        <w:ind w:left="2910" w:hanging="360"/>
      </w:pPr>
    </w:lvl>
    <w:lvl w:ilvl="8" w:tplc="0409001B" w:tentative="1">
      <w:start w:val="1"/>
      <w:numFmt w:val="lowerRoman"/>
      <w:lvlText w:val="%9."/>
      <w:lvlJc w:val="right"/>
      <w:pPr>
        <w:ind w:left="3630" w:hanging="180"/>
      </w:pPr>
    </w:lvl>
  </w:abstractNum>
  <w:abstractNum w:abstractNumId="24" w15:restartNumberingAfterBreak="0">
    <w:nsid w:val="50A05B4E"/>
    <w:multiLevelType w:val="hybridMultilevel"/>
    <w:tmpl w:val="2D6CF0B4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-20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-1350" w:hanging="180"/>
      </w:pPr>
    </w:lvl>
    <w:lvl w:ilvl="3" w:tplc="0409000F" w:tentative="1">
      <w:start w:val="1"/>
      <w:numFmt w:val="decimal"/>
      <w:lvlText w:val="%4."/>
      <w:lvlJc w:val="left"/>
      <w:pPr>
        <w:ind w:left="-630" w:hanging="360"/>
      </w:pPr>
    </w:lvl>
    <w:lvl w:ilvl="4" w:tplc="04090019" w:tentative="1">
      <w:start w:val="1"/>
      <w:numFmt w:val="lowerLetter"/>
      <w:lvlText w:val="%5."/>
      <w:lvlJc w:val="left"/>
      <w:pPr>
        <w:ind w:left="90" w:hanging="360"/>
      </w:pPr>
    </w:lvl>
    <w:lvl w:ilvl="5" w:tplc="0409001B" w:tentative="1">
      <w:start w:val="1"/>
      <w:numFmt w:val="lowerRoman"/>
      <w:lvlText w:val="%6."/>
      <w:lvlJc w:val="right"/>
      <w:pPr>
        <w:ind w:left="810" w:hanging="180"/>
      </w:pPr>
    </w:lvl>
    <w:lvl w:ilvl="6" w:tplc="0409000F" w:tentative="1">
      <w:start w:val="1"/>
      <w:numFmt w:val="decimal"/>
      <w:lvlText w:val="%7."/>
      <w:lvlJc w:val="left"/>
      <w:pPr>
        <w:ind w:left="1530" w:hanging="360"/>
      </w:pPr>
    </w:lvl>
    <w:lvl w:ilvl="7" w:tplc="04090019" w:tentative="1">
      <w:start w:val="1"/>
      <w:numFmt w:val="lowerLetter"/>
      <w:lvlText w:val="%8."/>
      <w:lvlJc w:val="left"/>
      <w:pPr>
        <w:ind w:left="2250" w:hanging="360"/>
      </w:pPr>
    </w:lvl>
    <w:lvl w:ilvl="8" w:tplc="0409001B" w:tentative="1">
      <w:start w:val="1"/>
      <w:numFmt w:val="lowerRoman"/>
      <w:lvlText w:val="%9."/>
      <w:lvlJc w:val="right"/>
      <w:pPr>
        <w:ind w:left="2970" w:hanging="180"/>
      </w:pPr>
    </w:lvl>
  </w:abstractNum>
  <w:abstractNum w:abstractNumId="25" w15:restartNumberingAfterBreak="0">
    <w:nsid w:val="553B067D"/>
    <w:multiLevelType w:val="hybridMultilevel"/>
    <w:tmpl w:val="09D4662A"/>
    <w:lvl w:ilvl="0" w:tplc="F8D0C576">
      <w:start w:val="1"/>
      <w:numFmt w:val="bullet"/>
      <w:lvlText w:val="o"/>
      <w:lvlJc w:val="left"/>
      <w:pPr>
        <w:ind w:left="720" w:hanging="360"/>
      </w:pPr>
      <w:rPr>
        <w:rFonts w:ascii="HK Grotesk Pro AltJ" w:hAnsi="HK Grotesk Pro AltJ" w:hint="default"/>
        <w:color w:val="00A499" w:themeColor="accent2"/>
        <w:u w:color="00A499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A524F4"/>
    <w:multiLevelType w:val="hybridMultilevel"/>
    <w:tmpl w:val="B6708B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57EDA"/>
    <w:multiLevelType w:val="hybridMultilevel"/>
    <w:tmpl w:val="046ACCCC"/>
    <w:lvl w:ilvl="0" w:tplc="9E92DA3E">
      <w:start w:val="9"/>
      <w:numFmt w:val="decimal"/>
      <w:lvlText w:val="%1."/>
      <w:lvlJc w:val="left"/>
      <w:pPr>
        <w:ind w:left="720" w:hanging="360"/>
      </w:pPr>
      <w:rPr>
        <w:rFonts w:ascii="HK Grotesk Pro Book AltJ" w:hAnsi="HK Grotesk Pro Book AltJ" w:hint="default"/>
        <w:b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827D5F"/>
    <w:multiLevelType w:val="hybridMultilevel"/>
    <w:tmpl w:val="BF105C2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9984498"/>
    <w:multiLevelType w:val="hybridMultilevel"/>
    <w:tmpl w:val="7B32A202"/>
    <w:lvl w:ilvl="0" w:tplc="F8B039C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BB7617"/>
    <w:multiLevelType w:val="hybridMultilevel"/>
    <w:tmpl w:val="53F2DDA8"/>
    <w:lvl w:ilvl="0" w:tplc="04090019">
      <w:start w:val="1"/>
      <w:numFmt w:val="lowerLetter"/>
      <w:lvlText w:val="%1."/>
      <w:lvlJc w:val="left"/>
      <w:pPr>
        <w:ind w:left="630" w:hanging="360"/>
      </w:pPr>
      <w:rPr>
        <w:rFonts w:hint="default"/>
        <w:b w:val="0"/>
      </w:rPr>
    </w:lvl>
    <w:lvl w:ilvl="1" w:tplc="2E086C4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C7E3E"/>
    <w:multiLevelType w:val="multilevel"/>
    <w:tmpl w:val="24DC630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2" w15:restartNumberingAfterBreak="0">
    <w:nsid w:val="75144659"/>
    <w:multiLevelType w:val="hybridMultilevel"/>
    <w:tmpl w:val="667AD3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6"/>
  </w:num>
  <w:num w:numId="4">
    <w:abstractNumId w:val="1"/>
  </w:num>
  <w:num w:numId="5">
    <w:abstractNumId w:val="8"/>
  </w:num>
  <w:num w:numId="6">
    <w:abstractNumId w:val="10"/>
  </w:num>
  <w:num w:numId="7">
    <w:abstractNumId w:val="21"/>
  </w:num>
  <w:num w:numId="8">
    <w:abstractNumId w:val="3"/>
  </w:num>
  <w:num w:numId="9">
    <w:abstractNumId w:val="23"/>
  </w:num>
  <w:num w:numId="10">
    <w:abstractNumId w:val="22"/>
  </w:num>
  <w:num w:numId="11">
    <w:abstractNumId w:val="20"/>
  </w:num>
  <w:num w:numId="12">
    <w:abstractNumId w:val="27"/>
  </w:num>
  <w:num w:numId="13">
    <w:abstractNumId w:val="17"/>
  </w:num>
  <w:num w:numId="14">
    <w:abstractNumId w:val="9"/>
  </w:num>
  <w:num w:numId="15">
    <w:abstractNumId w:val="5"/>
  </w:num>
  <w:num w:numId="16">
    <w:abstractNumId w:val="18"/>
  </w:num>
  <w:num w:numId="17">
    <w:abstractNumId w:val="30"/>
  </w:num>
  <w:num w:numId="18">
    <w:abstractNumId w:val="19"/>
  </w:num>
  <w:num w:numId="19">
    <w:abstractNumId w:val="31"/>
  </w:num>
  <w:num w:numId="20">
    <w:abstractNumId w:val="29"/>
  </w:num>
  <w:num w:numId="21">
    <w:abstractNumId w:val="4"/>
  </w:num>
  <w:num w:numId="22">
    <w:abstractNumId w:val="25"/>
  </w:num>
  <w:num w:numId="23">
    <w:abstractNumId w:val="13"/>
  </w:num>
  <w:num w:numId="24">
    <w:abstractNumId w:val="7"/>
  </w:num>
  <w:num w:numId="25">
    <w:abstractNumId w:val="32"/>
  </w:num>
  <w:num w:numId="26">
    <w:abstractNumId w:val="15"/>
  </w:num>
  <w:num w:numId="27">
    <w:abstractNumId w:val="26"/>
  </w:num>
  <w:num w:numId="28">
    <w:abstractNumId w:val="24"/>
  </w:num>
  <w:num w:numId="29">
    <w:abstractNumId w:val="28"/>
  </w:num>
  <w:num w:numId="30">
    <w:abstractNumId w:val="0"/>
  </w:num>
  <w:num w:numId="31">
    <w:abstractNumId w:val="14"/>
  </w:num>
  <w:num w:numId="32">
    <w:abstractNumId w:val="2"/>
  </w:num>
  <w:num w:numId="33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attachedTemplate r:id="rId1"/>
  <w:defaultTabStop w:val="108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E09"/>
    <w:rsid w:val="00005A30"/>
    <w:rsid w:val="00007C77"/>
    <w:rsid w:val="00030D15"/>
    <w:rsid w:val="000311CF"/>
    <w:rsid w:val="00032A4B"/>
    <w:rsid w:val="00034756"/>
    <w:rsid w:val="0004300C"/>
    <w:rsid w:val="00046659"/>
    <w:rsid w:val="00052739"/>
    <w:rsid w:val="00052937"/>
    <w:rsid w:val="00053150"/>
    <w:rsid w:val="00053328"/>
    <w:rsid w:val="000566EB"/>
    <w:rsid w:val="00057EAE"/>
    <w:rsid w:val="000632F1"/>
    <w:rsid w:val="00065EEC"/>
    <w:rsid w:val="00071A5D"/>
    <w:rsid w:val="00074DD7"/>
    <w:rsid w:val="00091D53"/>
    <w:rsid w:val="00096CAA"/>
    <w:rsid w:val="000976B2"/>
    <w:rsid w:val="000A277D"/>
    <w:rsid w:val="000A58B9"/>
    <w:rsid w:val="000A66BC"/>
    <w:rsid w:val="000B0FA1"/>
    <w:rsid w:val="000B3222"/>
    <w:rsid w:val="000C17D5"/>
    <w:rsid w:val="000C3290"/>
    <w:rsid w:val="000C78A7"/>
    <w:rsid w:val="000D0609"/>
    <w:rsid w:val="000D613C"/>
    <w:rsid w:val="000E3BEE"/>
    <w:rsid w:val="000F55B4"/>
    <w:rsid w:val="00102A90"/>
    <w:rsid w:val="00114722"/>
    <w:rsid w:val="001261B8"/>
    <w:rsid w:val="00131C70"/>
    <w:rsid w:val="001321F6"/>
    <w:rsid w:val="001341E9"/>
    <w:rsid w:val="00140ADC"/>
    <w:rsid w:val="0014616D"/>
    <w:rsid w:val="00156D7A"/>
    <w:rsid w:val="0016770C"/>
    <w:rsid w:val="0017256A"/>
    <w:rsid w:val="001757CC"/>
    <w:rsid w:val="0018329F"/>
    <w:rsid w:val="0018476B"/>
    <w:rsid w:val="001913F7"/>
    <w:rsid w:val="00194BD6"/>
    <w:rsid w:val="00196AF5"/>
    <w:rsid w:val="001B1AA9"/>
    <w:rsid w:val="001C1B3A"/>
    <w:rsid w:val="001C5833"/>
    <w:rsid w:val="001E25BE"/>
    <w:rsid w:val="001E5103"/>
    <w:rsid w:val="001F4123"/>
    <w:rsid w:val="001F524C"/>
    <w:rsid w:val="001F7A46"/>
    <w:rsid w:val="00210ABC"/>
    <w:rsid w:val="00211CEB"/>
    <w:rsid w:val="00220A4D"/>
    <w:rsid w:val="00223ACA"/>
    <w:rsid w:val="0022786A"/>
    <w:rsid w:val="00233BDC"/>
    <w:rsid w:val="00236E7D"/>
    <w:rsid w:val="002401F0"/>
    <w:rsid w:val="00243838"/>
    <w:rsid w:val="002462F5"/>
    <w:rsid w:val="00252D13"/>
    <w:rsid w:val="00256915"/>
    <w:rsid w:val="00261391"/>
    <w:rsid w:val="002716E4"/>
    <w:rsid w:val="00272603"/>
    <w:rsid w:val="00277591"/>
    <w:rsid w:val="00291C97"/>
    <w:rsid w:val="002925C5"/>
    <w:rsid w:val="00295C6D"/>
    <w:rsid w:val="002A206C"/>
    <w:rsid w:val="002B0089"/>
    <w:rsid w:val="002B0CC0"/>
    <w:rsid w:val="002C48F4"/>
    <w:rsid w:val="002C7746"/>
    <w:rsid w:val="002E4781"/>
    <w:rsid w:val="002F1852"/>
    <w:rsid w:val="00300391"/>
    <w:rsid w:val="003171F2"/>
    <w:rsid w:val="00321219"/>
    <w:rsid w:val="00323949"/>
    <w:rsid w:val="00330130"/>
    <w:rsid w:val="00332E18"/>
    <w:rsid w:val="0034753F"/>
    <w:rsid w:val="003523F6"/>
    <w:rsid w:val="00365A27"/>
    <w:rsid w:val="00367653"/>
    <w:rsid w:val="00374D6A"/>
    <w:rsid w:val="00382800"/>
    <w:rsid w:val="00383D0F"/>
    <w:rsid w:val="00387270"/>
    <w:rsid w:val="0039320A"/>
    <w:rsid w:val="003A760E"/>
    <w:rsid w:val="003B2231"/>
    <w:rsid w:val="003B36C2"/>
    <w:rsid w:val="003C486A"/>
    <w:rsid w:val="003D353D"/>
    <w:rsid w:val="003F5E8C"/>
    <w:rsid w:val="003F629A"/>
    <w:rsid w:val="003F76B6"/>
    <w:rsid w:val="003F79B3"/>
    <w:rsid w:val="00401A85"/>
    <w:rsid w:val="00411D04"/>
    <w:rsid w:val="00414057"/>
    <w:rsid w:val="00415361"/>
    <w:rsid w:val="0041684A"/>
    <w:rsid w:val="00423FFE"/>
    <w:rsid w:val="00433AA7"/>
    <w:rsid w:val="00440099"/>
    <w:rsid w:val="004551B1"/>
    <w:rsid w:val="00467A62"/>
    <w:rsid w:val="00471462"/>
    <w:rsid w:val="00473723"/>
    <w:rsid w:val="00477198"/>
    <w:rsid w:val="00482EDE"/>
    <w:rsid w:val="004834C2"/>
    <w:rsid w:val="004920F6"/>
    <w:rsid w:val="004A5BAD"/>
    <w:rsid w:val="004B7B55"/>
    <w:rsid w:val="004C38FA"/>
    <w:rsid w:val="004D060C"/>
    <w:rsid w:val="004D3074"/>
    <w:rsid w:val="004E3307"/>
    <w:rsid w:val="004E531D"/>
    <w:rsid w:val="004E6D21"/>
    <w:rsid w:val="004F11B7"/>
    <w:rsid w:val="00507547"/>
    <w:rsid w:val="0051579D"/>
    <w:rsid w:val="005314B7"/>
    <w:rsid w:val="0053189F"/>
    <w:rsid w:val="00533535"/>
    <w:rsid w:val="00534DBA"/>
    <w:rsid w:val="00537DC9"/>
    <w:rsid w:val="005426F6"/>
    <w:rsid w:val="00543C07"/>
    <w:rsid w:val="005540A7"/>
    <w:rsid w:val="005551B8"/>
    <w:rsid w:val="00555AFA"/>
    <w:rsid w:val="00584A62"/>
    <w:rsid w:val="00585732"/>
    <w:rsid w:val="00587566"/>
    <w:rsid w:val="00596675"/>
    <w:rsid w:val="005A41F0"/>
    <w:rsid w:val="005B092E"/>
    <w:rsid w:val="005C0754"/>
    <w:rsid w:val="005C10E4"/>
    <w:rsid w:val="005C7257"/>
    <w:rsid w:val="005C7395"/>
    <w:rsid w:val="005E4243"/>
    <w:rsid w:val="005E4EF7"/>
    <w:rsid w:val="005E6337"/>
    <w:rsid w:val="005F37C1"/>
    <w:rsid w:val="006023E5"/>
    <w:rsid w:val="00613D6E"/>
    <w:rsid w:val="006253E3"/>
    <w:rsid w:val="00627C29"/>
    <w:rsid w:val="00630D30"/>
    <w:rsid w:val="00636D7C"/>
    <w:rsid w:val="006468E1"/>
    <w:rsid w:val="006477FF"/>
    <w:rsid w:val="00651CD0"/>
    <w:rsid w:val="006538CE"/>
    <w:rsid w:val="0066286B"/>
    <w:rsid w:val="00671E5B"/>
    <w:rsid w:val="00681139"/>
    <w:rsid w:val="006A2B3B"/>
    <w:rsid w:val="006A3E8B"/>
    <w:rsid w:val="006C0081"/>
    <w:rsid w:val="006C3179"/>
    <w:rsid w:val="006C78EA"/>
    <w:rsid w:val="006C7D66"/>
    <w:rsid w:val="006D436E"/>
    <w:rsid w:val="006E65D3"/>
    <w:rsid w:val="006F2FB3"/>
    <w:rsid w:val="0070048E"/>
    <w:rsid w:val="0070115C"/>
    <w:rsid w:val="007026E5"/>
    <w:rsid w:val="007026FB"/>
    <w:rsid w:val="00702B95"/>
    <w:rsid w:val="00707A7A"/>
    <w:rsid w:val="007133FF"/>
    <w:rsid w:val="0072304F"/>
    <w:rsid w:val="00727BFA"/>
    <w:rsid w:val="0073222E"/>
    <w:rsid w:val="0073639F"/>
    <w:rsid w:val="0074155B"/>
    <w:rsid w:val="00741EAD"/>
    <w:rsid w:val="007448E3"/>
    <w:rsid w:val="007471ED"/>
    <w:rsid w:val="00753438"/>
    <w:rsid w:val="00753FFB"/>
    <w:rsid w:val="007573FD"/>
    <w:rsid w:val="00757A08"/>
    <w:rsid w:val="00762AD3"/>
    <w:rsid w:val="007641FE"/>
    <w:rsid w:val="007647AE"/>
    <w:rsid w:val="007663F5"/>
    <w:rsid w:val="00782780"/>
    <w:rsid w:val="007828FF"/>
    <w:rsid w:val="00794919"/>
    <w:rsid w:val="007A441C"/>
    <w:rsid w:val="007A6B2D"/>
    <w:rsid w:val="007C0632"/>
    <w:rsid w:val="007C282F"/>
    <w:rsid w:val="007D220D"/>
    <w:rsid w:val="007D2FCC"/>
    <w:rsid w:val="007D3C05"/>
    <w:rsid w:val="007E5857"/>
    <w:rsid w:val="007F2F2C"/>
    <w:rsid w:val="007F491B"/>
    <w:rsid w:val="0081242D"/>
    <w:rsid w:val="00812FF9"/>
    <w:rsid w:val="008234F2"/>
    <w:rsid w:val="00824BF8"/>
    <w:rsid w:val="00827ED3"/>
    <w:rsid w:val="00830CB5"/>
    <w:rsid w:val="00831140"/>
    <w:rsid w:val="00835424"/>
    <w:rsid w:val="008354B0"/>
    <w:rsid w:val="00836367"/>
    <w:rsid w:val="008429F6"/>
    <w:rsid w:val="0084669B"/>
    <w:rsid w:val="00853E82"/>
    <w:rsid w:val="008568CC"/>
    <w:rsid w:val="00856C8D"/>
    <w:rsid w:val="00857C78"/>
    <w:rsid w:val="00865D7F"/>
    <w:rsid w:val="008704BE"/>
    <w:rsid w:val="00873791"/>
    <w:rsid w:val="00873C63"/>
    <w:rsid w:val="0088384E"/>
    <w:rsid w:val="008866F3"/>
    <w:rsid w:val="00886A85"/>
    <w:rsid w:val="00897151"/>
    <w:rsid w:val="008A13A1"/>
    <w:rsid w:val="008A175F"/>
    <w:rsid w:val="008A2CD6"/>
    <w:rsid w:val="008D4D4F"/>
    <w:rsid w:val="008D5715"/>
    <w:rsid w:val="008F1F67"/>
    <w:rsid w:val="008F23C3"/>
    <w:rsid w:val="009102BE"/>
    <w:rsid w:val="00927E47"/>
    <w:rsid w:val="00932216"/>
    <w:rsid w:val="009328B8"/>
    <w:rsid w:val="00936980"/>
    <w:rsid w:val="00936B19"/>
    <w:rsid w:val="009448EB"/>
    <w:rsid w:val="009454F7"/>
    <w:rsid w:val="00946C2B"/>
    <w:rsid w:val="00947FD4"/>
    <w:rsid w:val="00964AB1"/>
    <w:rsid w:val="0096655E"/>
    <w:rsid w:val="00967384"/>
    <w:rsid w:val="009708FA"/>
    <w:rsid w:val="00971B23"/>
    <w:rsid w:val="009827E5"/>
    <w:rsid w:val="00985927"/>
    <w:rsid w:val="00986BE2"/>
    <w:rsid w:val="009A06F8"/>
    <w:rsid w:val="009A7C80"/>
    <w:rsid w:val="009B2379"/>
    <w:rsid w:val="009B598B"/>
    <w:rsid w:val="009B7B31"/>
    <w:rsid w:val="009D0913"/>
    <w:rsid w:val="009D7693"/>
    <w:rsid w:val="009D7966"/>
    <w:rsid w:val="009E06A1"/>
    <w:rsid w:val="009E4B6F"/>
    <w:rsid w:val="009E5B23"/>
    <w:rsid w:val="00A005DC"/>
    <w:rsid w:val="00A0105D"/>
    <w:rsid w:val="00A04DFB"/>
    <w:rsid w:val="00A060EC"/>
    <w:rsid w:val="00A06CFC"/>
    <w:rsid w:val="00A12524"/>
    <w:rsid w:val="00A16695"/>
    <w:rsid w:val="00A23234"/>
    <w:rsid w:val="00A30012"/>
    <w:rsid w:val="00A37D6F"/>
    <w:rsid w:val="00A41659"/>
    <w:rsid w:val="00A438D9"/>
    <w:rsid w:val="00A51359"/>
    <w:rsid w:val="00A54974"/>
    <w:rsid w:val="00A63B15"/>
    <w:rsid w:val="00A650E9"/>
    <w:rsid w:val="00A73820"/>
    <w:rsid w:val="00A73D0C"/>
    <w:rsid w:val="00A7400F"/>
    <w:rsid w:val="00A81681"/>
    <w:rsid w:val="00A92B97"/>
    <w:rsid w:val="00A92E37"/>
    <w:rsid w:val="00AA5CDA"/>
    <w:rsid w:val="00AB23BC"/>
    <w:rsid w:val="00AB576D"/>
    <w:rsid w:val="00AB6CD1"/>
    <w:rsid w:val="00AC5254"/>
    <w:rsid w:val="00AE6036"/>
    <w:rsid w:val="00B026C3"/>
    <w:rsid w:val="00B029DC"/>
    <w:rsid w:val="00B033AC"/>
    <w:rsid w:val="00B043D5"/>
    <w:rsid w:val="00B0723E"/>
    <w:rsid w:val="00B13335"/>
    <w:rsid w:val="00B143B2"/>
    <w:rsid w:val="00B24105"/>
    <w:rsid w:val="00B266B3"/>
    <w:rsid w:val="00B272A9"/>
    <w:rsid w:val="00B314E1"/>
    <w:rsid w:val="00B334E5"/>
    <w:rsid w:val="00B33545"/>
    <w:rsid w:val="00B33A9C"/>
    <w:rsid w:val="00B33F89"/>
    <w:rsid w:val="00B404BA"/>
    <w:rsid w:val="00B42AB6"/>
    <w:rsid w:val="00B51AB0"/>
    <w:rsid w:val="00B567B3"/>
    <w:rsid w:val="00B729FA"/>
    <w:rsid w:val="00B779F7"/>
    <w:rsid w:val="00B82A1F"/>
    <w:rsid w:val="00B871BF"/>
    <w:rsid w:val="00B957DB"/>
    <w:rsid w:val="00B96D18"/>
    <w:rsid w:val="00BA44DF"/>
    <w:rsid w:val="00BA5079"/>
    <w:rsid w:val="00BB1670"/>
    <w:rsid w:val="00BC27C7"/>
    <w:rsid w:val="00BD3067"/>
    <w:rsid w:val="00BE0B26"/>
    <w:rsid w:val="00BE1608"/>
    <w:rsid w:val="00BE4A6A"/>
    <w:rsid w:val="00BE7434"/>
    <w:rsid w:val="00BF06F1"/>
    <w:rsid w:val="00C03E09"/>
    <w:rsid w:val="00C11798"/>
    <w:rsid w:val="00C11F61"/>
    <w:rsid w:val="00C13F65"/>
    <w:rsid w:val="00C344C9"/>
    <w:rsid w:val="00C43C46"/>
    <w:rsid w:val="00C630B8"/>
    <w:rsid w:val="00C67037"/>
    <w:rsid w:val="00C7143C"/>
    <w:rsid w:val="00C7568F"/>
    <w:rsid w:val="00C771E7"/>
    <w:rsid w:val="00C853D0"/>
    <w:rsid w:val="00C9573D"/>
    <w:rsid w:val="00CA4B58"/>
    <w:rsid w:val="00CB1A73"/>
    <w:rsid w:val="00CB4AA3"/>
    <w:rsid w:val="00CB6313"/>
    <w:rsid w:val="00CB7D78"/>
    <w:rsid w:val="00CC30EF"/>
    <w:rsid w:val="00CC31CD"/>
    <w:rsid w:val="00CE0E27"/>
    <w:rsid w:val="00CE2B18"/>
    <w:rsid w:val="00CE2C49"/>
    <w:rsid w:val="00D05849"/>
    <w:rsid w:val="00D10D4F"/>
    <w:rsid w:val="00D11B7F"/>
    <w:rsid w:val="00D14581"/>
    <w:rsid w:val="00D16863"/>
    <w:rsid w:val="00D24DBA"/>
    <w:rsid w:val="00D63E39"/>
    <w:rsid w:val="00D6598D"/>
    <w:rsid w:val="00D737C5"/>
    <w:rsid w:val="00D77FFB"/>
    <w:rsid w:val="00D908DE"/>
    <w:rsid w:val="00D91A22"/>
    <w:rsid w:val="00D93DC9"/>
    <w:rsid w:val="00D964AA"/>
    <w:rsid w:val="00DB340D"/>
    <w:rsid w:val="00DB5855"/>
    <w:rsid w:val="00DB7841"/>
    <w:rsid w:val="00DC049D"/>
    <w:rsid w:val="00DC134C"/>
    <w:rsid w:val="00DC52F0"/>
    <w:rsid w:val="00DC5C91"/>
    <w:rsid w:val="00DC7269"/>
    <w:rsid w:val="00DD0F83"/>
    <w:rsid w:val="00DE65F3"/>
    <w:rsid w:val="00DF00DA"/>
    <w:rsid w:val="00DF54D5"/>
    <w:rsid w:val="00E01300"/>
    <w:rsid w:val="00E03AD3"/>
    <w:rsid w:val="00E1195B"/>
    <w:rsid w:val="00E20BDB"/>
    <w:rsid w:val="00E2201D"/>
    <w:rsid w:val="00E315E5"/>
    <w:rsid w:val="00E3370B"/>
    <w:rsid w:val="00E36F2A"/>
    <w:rsid w:val="00E40BDF"/>
    <w:rsid w:val="00E446D1"/>
    <w:rsid w:val="00E5516E"/>
    <w:rsid w:val="00E63589"/>
    <w:rsid w:val="00E6456A"/>
    <w:rsid w:val="00E662B2"/>
    <w:rsid w:val="00E85B99"/>
    <w:rsid w:val="00E954B7"/>
    <w:rsid w:val="00E96189"/>
    <w:rsid w:val="00EA0C17"/>
    <w:rsid w:val="00EA1EB9"/>
    <w:rsid w:val="00EA3DA7"/>
    <w:rsid w:val="00EB2968"/>
    <w:rsid w:val="00ED272E"/>
    <w:rsid w:val="00EE2635"/>
    <w:rsid w:val="00EE60DF"/>
    <w:rsid w:val="00EF6D74"/>
    <w:rsid w:val="00F12C84"/>
    <w:rsid w:val="00F175D3"/>
    <w:rsid w:val="00F20D29"/>
    <w:rsid w:val="00F23659"/>
    <w:rsid w:val="00F23991"/>
    <w:rsid w:val="00F26867"/>
    <w:rsid w:val="00F316BD"/>
    <w:rsid w:val="00F4245B"/>
    <w:rsid w:val="00F42542"/>
    <w:rsid w:val="00F47A42"/>
    <w:rsid w:val="00F50C06"/>
    <w:rsid w:val="00F659FF"/>
    <w:rsid w:val="00F73E0E"/>
    <w:rsid w:val="00F76720"/>
    <w:rsid w:val="00F8185A"/>
    <w:rsid w:val="00F830DD"/>
    <w:rsid w:val="00F876B4"/>
    <w:rsid w:val="00F92872"/>
    <w:rsid w:val="00F92A14"/>
    <w:rsid w:val="00F9590A"/>
    <w:rsid w:val="00FA0B59"/>
    <w:rsid w:val="00FA7041"/>
    <w:rsid w:val="00FB3849"/>
    <w:rsid w:val="00FB3CAB"/>
    <w:rsid w:val="00FD11AD"/>
    <w:rsid w:val="00FD1495"/>
    <w:rsid w:val="00FD5330"/>
    <w:rsid w:val="00FD7716"/>
    <w:rsid w:val="00FD7B03"/>
    <w:rsid w:val="00FD7B50"/>
    <w:rsid w:val="00FE1097"/>
    <w:rsid w:val="00FE6808"/>
    <w:rsid w:val="00FF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BA64F7"/>
  <w15:docId w15:val="{B3827183-2A56-42AD-A466-90737F685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next w:val="RCBody"/>
    <w:rsid w:val="00835424"/>
    <w:pPr>
      <w:spacing w:line="276" w:lineRule="auto"/>
    </w:pPr>
    <w:rPr>
      <w:rFonts w:ascii="Crimson" w:eastAsia="Times New Roman" w:hAnsi="Crimson" w:cs="Times New Roman"/>
      <w:color w:val="3D3935" w:themeColor="text1"/>
      <w:sz w:val="22"/>
    </w:rPr>
  </w:style>
  <w:style w:type="paragraph" w:styleId="Titolo1">
    <w:name w:val="heading 1"/>
    <w:next w:val="RCBody"/>
    <w:link w:val="Titolo1Carattere"/>
    <w:uiPriority w:val="9"/>
    <w:qFormat/>
    <w:rsid w:val="005540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A499" w:themeColor="accent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540A7"/>
    <w:pPr>
      <w:keepNext/>
      <w:keepLines/>
      <w:spacing w:before="40"/>
      <w:outlineLvl w:val="1"/>
    </w:pPr>
    <w:rPr>
      <w:rFonts w:ascii="HK Grotesk Pro AltJ" w:eastAsiaTheme="majorEastAsia" w:hAnsi="HK Grotesk Pro AltJ" w:cstheme="majorBidi"/>
      <w:color w:val="5C068C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540A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5E633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5C068C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540A7"/>
    <w:rPr>
      <w:rFonts w:asciiTheme="majorHAnsi" w:eastAsiaTheme="majorEastAsia" w:hAnsiTheme="majorHAnsi" w:cstheme="majorBidi"/>
      <w:color w:val="00A499" w:themeColor="accent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CE2B1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2B18"/>
  </w:style>
  <w:style w:type="paragraph" w:styleId="Pidipagina">
    <w:name w:val="footer"/>
    <w:basedOn w:val="Normale"/>
    <w:link w:val="PidipaginaCarattere"/>
    <w:uiPriority w:val="99"/>
    <w:unhideWhenUsed/>
    <w:rsid w:val="00CE2B1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2B1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2B1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2B18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533535"/>
    <w:rPr>
      <w:color w:val="0085AD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33535"/>
    <w:rPr>
      <w:color w:val="5C068C" w:themeColor="followedHyperlink"/>
      <w:u w:val="single"/>
    </w:rPr>
  </w:style>
  <w:style w:type="paragraph" w:styleId="NormaleWeb">
    <w:name w:val="Normal (Web)"/>
    <w:basedOn w:val="Normale"/>
    <w:uiPriority w:val="99"/>
    <w:unhideWhenUsed/>
    <w:rsid w:val="009A06F8"/>
    <w:pPr>
      <w:spacing w:before="100" w:beforeAutospacing="1" w:after="100" w:afterAutospacing="1"/>
    </w:pPr>
  </w:style>
  <w:style w:type="paragraph" w:styleId="Paragrafoelenco">
    <w:name w:val="List Paragraph"/>
    <w:basedOn w:val="Normale"/>
    <w:uiPriority w:val="34"/>
    <w:qFormat/>
    <w:rsid w:val="00BE1608"/>
    <w:pPr>
      <w:ind w:left="720"/>
      <w:contextualSpacing/>
    </w:pPr>
    <w:rPr>
      <w:rFonts w:ascii="Garamond" w:eastAsiaTheme="minorHAnsi" w:hAnsi="Garamond" w:cstheme="minorBidi"/>
      <w:szCs w:val="22"/>
    </w:rPr>
  </w:style>
  <w:style w:type="character" w:styleId="Testosegnaposto">
    <w:name w:val="Placeholder Text"/>
    <w:basedOn w:val="Carpredefinitoparagrafo"/>
    <w:uiPriority w:val="99"/>
    <w:semiHidden/>
    <w:rsid w:val="000B3222"/>
    <w:rPr>
      <w:color w:val="808080"/>
    </w:rPr>
  </w:style>
  <w:style w:type="paragraph" w:customStyle="1" w:styleId="DocumentTitle">
    <w:name w:val="Document Title"/>
    <w:basedOn w:val="Normale"/>
    <w:next w:val="RCBody"/>
    <w:link w:val="DocumentTitleChar"/>
    <w:qFormat/>
    <w:rsid w:val="009A7C80"/>
    <w:pPr>
      <w:spacing w:after="240"/>
      <w:jc w:val="center"/>
    </w:pPr>
    <w:rPr>
      <w:rFonts w:ascii="HK Grotesk Pro AltJ" w:hAnsi="HK Grotesk Pro AltJ"/>
      <w:noProof/>
      <w:color w:val="5C068C" w:themeColor="accent1"/>
      <w:sz w:val="36"/>
      <w:szCs w:val="36"/>
    </w:rPr>
  </w:style>
  <w:style w:type="paragraph" w:customStyle="1" w:styleId="ProjectName">
    <w:name w:val="Project Name"/>
    <w:basedOn w:val="Normale"/>
    <w:link w:val="ProjectNameChar"/>
    <w:qFormat/>
    <w:rsid w:val="00D91A22"/>
    <w:pPr>
      <w:spacing w:line="288" w:lineRule="auto"/>
      <w:ind w:right="-90"/>
      <w:jc w:val="right"/>
    </w:pPr>
    <w:rPr>
      <w:rFonts w:ascii="HK Grotesk Pro AltJ" w:hAnsi="HK Grotesk Pro AltJ"/>
      <w:sz w:val="18"/>
      <w:szCs w:val="18"/>
    </w:rPr>
  </w:style>
  <w:style w:type="character" w:customStyle="1" w:styleId="DocumentTitleChar">
    <w:name w:val="Document Title Char"/>
    <w:basedOn w:val="Carpredefinitoparagrafo"/>
    <w:link w:val="DocumentTitle"/>
    <w:rsid w:val="00757A08"/>
    <w:rPr>
      <w:rFonts w:ascii="HK Grotesk Pro AltJ" w:eastAsia="Times New Roman" w:hAnsi="HK Grotesk Pro AltJ" w:cs="Times New Roman"/>
      <w:b w:val="0"/>
      <w:noProof/>
      <w:color w:val="5C068C" w:themeColor="accent1"/>
      <w:sz w:val="36"/>
      <w:szCs w:val="36"/>
    </w:rPr>
  </w:style>
  <w:style w:type="paragraph" w:customStyle="1" w:styleId="ClientName">
    <w:name w:val="Client Name"/>
    <w:next w:val="ProjectName"/>
    <w:link w:val="ClientNameChar"/>
    <w:qFormat/>
    <w:rsid w:val="009A7C80"/>
    <w:pPr>
      <w:spacing w:after="120"/>
      <w:ind w:right="-90"/>
      <w:jc w:val="right"/>
    </w:pPr>
    <w:rPr>
      <w:rFonts w:ascii="HK Grotesk Pro AltJ" w:eastAsia="Times New Roman" w:hAnsi="HK Grotesk Pro AltJ" w:cs="Times New Roman"/>
      <w:b/>
      <w:noProof/>
      <w:color w:val="3D3935" w:themeColor="text1"/>
      <w:sz w:val="22"/>
    </w:rPr>
  </w:style>
  <w:style w:type="character" w:customStyle="1" w:styleId="ProjectNameChar">
    <w:name w:val="Project Name Char"/>
    <w:basedOn w:val="Carpredefinitoparagrafo"/>
    <w:link w:val="ProjectName"/>
    <w:rsid w:val="00757A08"/>
    <w:rPr>
      <w:rFonts w:ascii="HK Grotesk Pro AltJ" w:eastAsia="Times New Roman" w:hAnsi="HK Grotesk Pro AltJ" w:cs="Times New Roman"/>
      <w:b w:val="0"/>
      <w:color w:val="3D3935" w:themeColor="text1"/>
      <w:sz w:val="18"/>
      <w:szCs w:val="18"/>
    </w:rPr>
  </w:style>
  <w:style w:type="character" w:customStyle="1" w:styleId="ClientNameChar">
    <w:name w:val="Client Name Char"/>
    <w:basedOn w:val="Carpredefinitoparagrafo"/>
    <w:link w:val="ClientName"/>
    <w:rsid w:val="00757A08"/>
    <w:rPr>
      <w:rFonts w:ascii="HK Grotesk Pro AltJ" w:eastAsia="Times New Roman" w:hAnsi="HK Grotesk Pro AltJ" w:cs="Times New Roman"/>
      <w:b/>
      <w:noProof/>
      <w:color w:val="3D3935" w:themeColor="text1"/>
      <w:sz w:val="22"/>
      <w:szCs w:val="28"/>
    </w:rPr>
  </w:style>
  <w:style w:type="table" w:styleId="Grigliatabella">
    <w:name w:val="Table Grid"/>
    <w:basedOn w:val="Tabellanormale"/>
    <w:uiPriority w:val="39"/>
    <w:rsid w:val="00167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CBody">
    <w:name w:val="RC Body"/>
    <w:basedOn w:val="Normale"/>
    <w:link w:val="RCBodyChar"/>
    <w:qFormat/>
    <w:rsid w:val="009A7C80"/>
    <w:pPr>
      <w:spacing w:after="240"/>
    </w:pPr>
    <w:rPr>
      <w:rFonts w:eastAsiaTheme="minorEastAsia" w:cstheme="minorBidi"/>
      <w:szCs w:val="22"/>
    </w:rPr>
  </w:style>
  <w:style w:type="character" w:customStyle="1" w:styleId="RCBodyChar">
    <w:name w:val="RC Body Char"/>
    <w:basedOn w:val="Carpredefinitoparagrafo"/>
    <w:link w:val="RCBody"/>
    <w:rsid w:val="009A7C80"/>
    <w:rPr>
      <w:rFonts w:ascii="Crimson" w:hAnsi="Crimson"/>
      <w:color w:val="3D3935" w:themeColor="text1"/>
      <w:sz w:val="22"/>
      <w:szCs w:val="22"/>
    </w:rPr>
  </w:style>
  <w:style w:type="table" w:styleId="Tabellagriglia1chiara-colore1">
    <w:name w:val="Grid Table 1 Light Accent 1"/>
    <w:basedOn w:val="Tabellanormale"/>
    <w:uiPriority w:val="46"/>
    <w:rsid w:val="00236E7D"/>
    <w:rPr>
      <w:sz w:val="22"/>
      <w:szCs w:val="22"/>
    </w:rPr>
    <w:tblPr>
      <w:tblStyleRowBandSize w:val="1"/>
      <w:tblStyleColBandSize w:val="1"/>
      <w:tblBorders>
        <w:top w:val="single" w:sz="4" w:space="0" w:color="C873F9" w:themeColor="accent1" w:themeTint="66"/>
        <w:left w:val="single" w:sz="4" w:space="0" w:color="C873F9" w:themeColor="accent1" w:themeTint="66"/>
        <w:bottom w:val="single" w:sz="4" w:space="0" w:color="C873F9" w:themeColor="accent1" w:themeTint="66"/>
        <w:right w:val="single" w:sz="4" w:space="0" w:color="C873F9" w:themeColor="accent1" w:themeTint="66"/>
        <w:insideH w:val="single" w:sz="4" w:space="0" w:color="C873F9" w:themeColor="accent1" w:themeTint="66"/>
        <w:insideV w:val="single" w:sz="4" w:space="0" w:color="C873F9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AD2DF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D2DF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Menzionenonrisolta">
    <w:name w:val="Unresolved Mention"/>
    <w:basedOn w:val="Carpredefinitoparagrafo"/>
    <w:uiPriority w:val="99"/>
    <w:semiHidden/>
    <w:unhideWhenUsed/>
    <w:rsid w:val="00DC5C91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540A7"/>
    <w:rPr>
      <w:rFonts w:asciiTheme="majorHAnsi" w:eastAsiaTheme="majorEastAsia" w:hAnsiTheme="majorHAnsi" w:cstheme="majorBidi"/>
      <w:color w:val="3D3935" w:themeColor="text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540A7"/>
    <w:rPr>
      <w:rFonts w:ascii="HK Grotesk Pro AltJ" w:eastAsiaTheme="majorEastAsia" w:hAnsi="HK Grotesk Pro AltJ" w:cstheme="majorBidi"/>
      <w:color w:val="5C068C" w:themeColor="accent1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5E6337"/>
    <w:rPr>
      <w:rFonts w:asciiTheme="majorHAnsi" w:eastAsiaTheme="majorEastAsia" w:hAnsiTheme="majorHAnsi" w:cstheme="majorBidi"/>
      <w:i/>
      <w:iCs/>
      <w:color w:val="5C068C" w:themeColor="accent1"/>
      <w:sz w:val="22"/>
    </w:rPr>
  </w:style>
  <w:style w:type="paragraph" w:customStyle="1" w:styleId="RCQuote">
    <w:name w:val="RC Quote"/>
    <w:basedOn w:val="Normale"/>
    <w:next w:val="RCBody"/>
    <w:link w:val="RCQuoteChar"/>
    <w:qFormat/>
    <w:rsid w:val="009D0913"/>
    <w:pPr>
      <w:ind w:left="1080"/>
    </w:pPr>
    <w:rPr>
      <w:i/>
      <w:color w:val="0085AD" w:themeColor="accent4"/>
    </w:rPr>
  </w:style>
  <w:style w:type="character" w:customStyle="1" w:styleId="RCQuoteChar">
    <w:name w:val="RC Quote Char"/>
    <w:basedOn w:val="Carpredefinitoparagrafo"/>
    <w:link w:val="RCQuote"/>
    <w:rsid w:val="009D0913"/>
    <w:rPr>
      <w:rFonts w:ascii="Crimson" w:eastAsia="Times New Roman" w:hAnsi="Crimson" w:cs="Times New Roman"/>
      <w:i/>
      <w:color w:val="0085AD" w:themeColor="accent4"/>
      <w:sz w:val="22"/>
    </w:rPr>
  </w:style>
  <w:style w:type="paragraph" w:customStyle="1" w:styleId="RCCaption">
    <w:name w:val="RC Caption"/>
    <w:next w:val="Normale"/>
    <w:link w:val="RCCaptionChar"/>
    <w:qFormat/>
    <w:rsid w:val="00B404BA"/>
    <w:pPr>
      <w:spacing w:after="120"/>
    </w:pPr>
    <w:rPr>
      <w:rFonts w:ascii="HK Grotesk Pro AltJ" w:eastAsiaTheme="majorEastAsia" w:hAnsi="HK Grotesk Pro AltJ" w:cstheme="majorBidi"/>
      <w:b/>
      <w:color w:val="3D3935" w:themeColor="text1"/>
      <w:sz w:val="20"/>
      <w:lang w:bidi="he-IL"/>
    </w:rPr>
  </w:style>
  <w:style w:type="character" w:customStyle="1" w:styleId="RCCaptionChar">
    <w:name w:val="RC Caption Char"/>
    <w:basedOn w:val="Carpredefinitoparagrafo"/>
    <w:link w:val="RCCaption"/>
    <w:rsid w:val="00B404BA"/>
    <w:rPr>
      <w:rFonts w:ascii="HK Grotesk Pro AltJ" w:eastAsiaTheme="majorEastAsia" w:hAnsi="HK Grotesk Pro AltJ" w:cstheme="majorBidi"/>
      <w:b/>
      <w:color w:val="3D3935" w:themeColor="text1"/>
      <w:sz w:val="20"/>
      <w:lang w:bidi="he-IL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D3C05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D3C05"/>
    <w:rPr>
      <w:rFonts w:ascii="Crimson" w:eastAsia="Times New Roman" w:hAnsi="Crimson" w:cs="Times New Roman"/>
      <w:color w:val="3D3935" w:themeColor="text1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D3C05"/>
    <w:rPr>
      <w:vertAlign w:val="superscript"/>
    </w:rPr>
  </w:style>
  <w:style w:type="paragraph" w:customStyle="1" w:styleId="RC-Footnote">
    <w:name w:val="RC-Footnote"/>
    <w:basedOn w:val="Testonotaapidipagina"/>
    <w:link w:val="RC-FootnoteChar"/>
    <w:rsid w:val="007D3C05"/>
    <w:rPr>
      <w:sz w:val="18"/>
      <w:szCs w:val="18"/>
    </w:rPr>
  </w:style>
  <w:style w:type="character" w:customStyle="1" w:styleId="RC-FootnoteChar">
    <w:name w:val="RC-Footnote Char"/>
    <w:basedOn w:val="TestonotaapidipaginaCarattere"/>
    <w:link w:val="RC-Footnote"/>
    <w:rsid w:val="007D3C05"/>
    <w:rPr>
      <w:rFonts w:ascii="Crimson" w:eastAsia="Times New Roman" w:hAnsi="Crimson" w:cs="Times New Roman"/>
      <w:color w:val="3D3935" w:themeColor="text1"/>
      <w:sz w:val="18"/>
      <w:szCs w:val="18"/>
    </w:rPr>
  </w:style>
  <w:style w:type="table" w:customStyle="1" w:styleId="TableGrid1">
    <w:name w:val="Table Grid1"/>
    <w:basedOn w:val="Tabellanormale"/>
    <w:next w:val="Grigliatabella"/>
    <w:uiPriority w:val="39"/>
    <w:rsid w:val="00C03E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C03E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03E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03E09"/>
    <w:rPr>
      <w:rFonts w:ascii="Crimson" w:eastAsia="Times New Roman" w:hAnsi="Crimson" w:cs="Times New Roman"/>
      <w:color w:val="3D3935" w:themeColor="text1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03E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03E09"/>
    <w:rPr>
      <w:rFonts w:ascii="Crimson" w:eastAsia="Times New Roman" w:hAnsi="Crimson" w:cs="Times New Roman"/>
      <w:b/>
      <w:bCs/>
      <w:color w:val="3D3935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9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3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32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90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97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15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30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19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5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haron@rosovconsulting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x%20Pomson\Dropbox%20(Rosov%20Consulting)\RC%20Team\Communications\Templates\Basic%20Document%20Template.dotx" TargetMode="External"/></Relationships>
</file>

<file path=word/theme/theme1.xml><?xml version="1.0" encoding="utf-8"?>
<a:theme xmlns:a="http://schemas.openxmlformats.org/drawingml/2006/main" name="New RC Theme">
  <a:themeElements>
    <a:clrScheme name="New RC Colors">
      <a:dk1>
        <a:srgbClr val="3D3935"/>
      </a:dk1>
      <a:lt1>
        <a:sysClr val="window" lastClr="FFFFFF"/>
      </a:lt1>
      <a:dk2>
        <a:srgbClr val="3D3935"/>
      </a:dk2>
      <a:lt2>
        <a:srgbClr val="EEECE1"/>
      </a:lt2>
      <a:accent1>
        <a:srgbClr val="5C068C"/>
      </a:accent1>
      <a:accent2>
        <a:srgbClr val="00A499"/>
      </a:accent2>
      <a:accent3>
        <a:srgbClr val="E56A54"/>
      </a:accent3>
      <a:accent4>
        <a:srgbClr val="0085AD"/>
      </a:accent4>
      <a:accent5>
        <a:srgbClr val="FFFFFF"/>
      </a:accent5>
      <a:accent6>
        <a:srgbClr val="FFFFFF"/>
      </a:accent6>
      <a:hlink>
        <a:srgbClr val="0085AD"/>
      </a:hlink>
      <a:folHlink>
        <a:srgbClr val="5C068C"/>
      </a:folHlink>
    </a:clrScheme>
    <a:fontScheme name="New RC Fonts">
      <a:majorFont>
        <a:latin typeface="HK Grotesk Pro AltJ"/>
        <a:ea typeface=""/>
        <a:cs typeface=""/>
      </a:majorFont>
      <a:minorFont>
        <a:latin typeface="Crimson"/>
        <a:ea typeface=""/>
        <a:cs typeface=""/>
      </a:minorFont>
    </a:fontScheme>
    <a:fmtScheme name="Flat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>
            <a:shade val="50000"/>
          </a:schemeClr>
        </a:solidFill>
      </a:fillStyleLst>
      <a:lnStyleLst>
        <a:ln w="0" cap="flat" cmpd="sng" algn="ctr">
          <a:noFill/>
        </a:ln>
        <a:ln w="6350" cap="flat" cmpd="sng" algn="ctr">
          <a:solidFill>
            <a:schemeClr val="phClr"/>
          </a:solidFill>
          <a:prstDash val="solid"/>
        </a:ln>
        <a:ln w="0" cap="flat" cmpd="sng" algn="ctr">
          <a:noFill/>
        </a:ln>
      </a:lnStyleLst>
      <a:effectStyleLst>
        <a:effectStyle>
          <a:effectLst>
            <a:blur/>
          </a:effectLst>
        </a:effectStyle>
        <a:effectStyle>
          <a:effectLst>
            <a:fillOverlay blend="screen">
              <a:solidFill>
                <a:schemeClr val="phClr"/>
              </a:solidFill>
            </a:fillOverlay>
          </a:effectLst>
        </a:effectStyle>
        <a:effectStyle>
          <a:effectLst>
            <a:blur/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custClrLst>
    <a:custClr name="RC Purple 75%">
      <a:srgbClr val="8544A9"/>
    </a:custClr>
    <a:custClr name="RC Purple 50%">
      <a:srgbClr val="AD83C6"/>
    </a:custClr>
    <a:custClr name="RC Purple 25%">
      <a:srgbClr val="D6C1E2"/>
    </a:custClr>
    <a:custClr name="RC Purple 15%">
      <a:srgbClr val="E7DAEE"/>
    </a:custClr>
    <a:custClr name="RC Purple 7%">
      <a:srgbClr val="F4EEF7"/>
    </a:custClr>
    <a:custClr name="RC Green 75%">
      <a:srgbClr val="40BBB3"/>
    </a:custClr>
    <a:custClr name="RC Green 50%">
      <a:srgbClr val="80D2CC"/>
    </a:custClr>
    <a:custClr name="RC Green 25%">
      <a:srgbClr val="BFE8E6"/>
    </a:custClr>
    <a:custClr name="RC Green 15%">
      <a:srgbClr val="D9F1F0"/>
    </a:custClr>
    <a:custClr name="RC Green 7%">
      <a:srgbClr val="EDF9F8"/>
    </a:custClr>
    <a:custClr name="RC Red 75%">
      <a:srgbClr val="EC8F7F"/>
    </a:custClr>
    <a:custClr name="RC Red 50%">
      <a:srgbClr val="F2B5AA"/>
    </a:custClr>
    <a:custClr name="RC Red 25%">
      <a:srgbClr val="F9DAD4"/>
    </a:custClr>
    <a:custClr name="RC Red 15%">
      <a:srgbClr val="FBE9E5"/>
    </a:custClr>
    <a:custClr name="RC Red 7%">
      <a:srgbClr val="FDF5F3"/>
    </a:custClr>
    <a:custClr name="RC Teal 75%">
      <a:srgbClr val="40A4C2"/>
    </a:custClr>
    <a:custClr name="RC Teal 50%">
      <a:srgbClr val="80C2D6"/>
    </a:custClr>
    <a:custClr name="RC Teal 25%">
      <a:srgbClr val="BFE1EB"/>
    </a:custClr>
    <a:custClr name="RC Teal 15%">
      <a:srgbClr val="D9EDF3"/>
    </a:custClr>
    <a:custClr name="RC Teal 7%">
      <a:srgbClr val="EDF6F9"/>
    </a:custClr>
    <a:custClr name="RC Grey 75%">
      <a:srgbClr val="6E6B68"/>
    </a:custClr>
    <a:custClr name="RC Grey 50%">
      <a:srgbClr val="9E9C9A"/>
    </a:custClr>
    <a:custClr name="RC Grey 25%">
      <a:srgbClr val="CFCECD"/>
    </a:custClr>
    <a:custClr name="RC Grey 15%">
      <a:srgbClr val="E2E1E1"/>
    </a:custClr>
    <a:custClr name="RC Grey 7%">
      <a:srgbClr val="F1F1F1"/>
    </a:custClr>
  </a:custClrLst>
  <a:extLst>
    <a:ext uri="{05A4C25C-085E-4340-85A3-A5531E510DB2}">
      <thm15:themeFamily xmlns:thm15="http://schemas.microsoft.com/office/thememl/2012/main" name="New RC Theme" id="{D8623B37-6D56-4C58-9104-F81F5508957F}" vid="{3A549554-2EE2-40AF-897E-890B29FBC14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7C84FEF-24DC-4B23-808C-13E57A658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Basic Document Template</Template>
  <TotalTime>288</TotalTime>
  <Pages>7</Pages>
  <Words>1357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Ventura Graphic Design</Company>
  <LinksUpToDate>false</LinksUpToDate>
  <CharactersWithSpaces>9080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Nettie Aharon</dc:creator>
  <cp:lastModifiedBy>Gaia</cp:lastModifiedBy>
  <cp:revision>10</cp:revision>
  <cp:lastPrinted>2018-11-06T23:22:00Z</cp:lastPrinted>
  <dcterms:created xsi:type="dcterms:W3CDTF">2020-09-07T08:49:00Z</dcterms:created>
  <dcterms:modified xsi:type="dcterms:W3CDTF">2020-09-21T06:48:00Z</dcterms:modified>
</cp:coreProperties>
</file>