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F1220" w14:textId="77777777" w:rsidR="00065EEC" w:rsidRPr="009A7C80" w:rsidRDefault="00065EEC" w:rsidP="00835424">
      <w:pPr>
        <w:pStyle w:val="RCBody"/>
        <w:spacing w:after="0"/>
      </w:pPr>
    </w:p>
    <w:p w14:paraId="5BE71F0E" w14:textId="6746F424" w:rsidR="004E531D" w:rsidRDefault="00C03E09" w:rsidP="009A7C80">
      <w:pPr>
        <w:pStyle w:val="DocumentTitle"/>
      </w:pPr>
      <w:r>
        <w:t>Pesquisa para alunos da Unit.Ed</w:t>
      </w:r>
    </w:p>
    <w:p w14:paraId="3D4C851A" w14:textId="63A5C491" w:rsidR="00C9573D" w:rsidRDefault="00C9573D" w:rsidP="004D3074">
      <w:pPr>
        <w:pStyle w:val="RCBody"/>
        <w:rPr>
          <w:i/>
          <w:iCs/>
        </w:rPr>
      </w:pPr>
      <w:r>
        <w:rPr>
          <w:i/>
          <w:iCs/>
        </w:rPr>
        <w:t>Sabemos que o último semestre foi muito desafiador e a maioria de nossas conversas se concentrou na pandemia de COVID-19. Gostaríamos de focar em algo um pouco diferente – queremos saber mais sobre sua experiência escolar, sua identidade judaica e sua relação com Israel.</w:t>
      </w:r>
    </w:p>
    <w:p w14:paraId="57231CE8" w14:textId="782B003E" w:rsidR="004D3074" w:rsidRPr="004D3074" w:rsidRDefault="00C9573D" w:rsidP="00C9573D">
      <w:pPr>
        <w:pStyle w:val="RCBody"/>
        <w:rPr>
          <w:i/>
          <w:iCs/>
        </w:rPr>
      </w:pPr>
      <w:r>
        <w:rPr>
          <w:i/>
          <w:iCs/>
        </w:rPr>
        <w:t xml:space="preserve">A pesquisa a seguir faz parte de um grande estudo sobre os alunos de escolas judaicas em todo o mundo, encomendado pelo Governo de Israel e realizado pela </w:t>
      </w:r>
      <w:proofErr w:type="spellStart"/>
      <w:r>
        <w:rPr>
          <w:i/>
          <w:iCs/>
        </w:rPr>
        <w:t>Rosov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Consulting</w:t>
      </w:r>
      <w:proofErr w:type="spellEnd"/>
      <w:r>
        <w:rPr>
          <w:i/>
          <w:iCs/>
        </w:rPr>
        <w:t xml:space="preserve">. Deve demorar 15 minutos para concluir esta pesquisa e suas respostas serão mantidas em sigilo. Se você tiver alguma dificuldade para concluir esta pesquisa, entre em contato com a </w:t>
      </w:r>
      <w:proofErr w:type="spellStart"/>
      <w:r>
        <w:rPr>
          <w:i/>
          <w:iCs/>
        </w:rPr>
        <w:t>Nettie</w:t>
      </w:r>
      <w:proofErr w:type="spellEnd"/>
      <w:r>
        <w:rPr>
          <w:i/>
          <w:iCs/>
        </w:rPr>
        <w:t xml:space="preserve"> pelo </w:t>
      </w:r>
      <w:proofErr w:type="gramStart"/>
      <w:r>
        <w:rPr>
          <w:i/>
          <w:iCs/>
        </w:rPr>
        <w:t>e-mail</w:t>
      </w:r>
      <w:proofErr w:type="gramEnd"/>
      <w:r>
        <w:rPr>
          <w:i/>
          <w:iCs/>
        </w:rPr>
        <w:t xml:space="preserve"> </w:t>
      </w:r>
      <w:hyperlink r:id="rId8" w:history="1">
        <w:r>
          <w:rPr>
            <w:rStyle w:val="Hyperlink"/>
            <w:i/>
            <w:iCs/>
          </w:rPr>
          <w:t>naharon@rosovconsulting.com</w:t>
        </w:r>
      </w:hyperlink>
      <w:r>
        <w:rPr>
          <w:i/>
          <w:iCs/>
        </w:rPr>
        <w:t xml:space="preserve">. </w:t>
      </w:r>
    </w:p>
    <w:p w14:paraId="31652F79" w14:textId="4BAFD425" w:rsidR="004D3074" w:rsidRPr="004D3074" w:rsidRDefault="004D3074" w:rsidP="004D3074">
      <w:pPr>
        <w:pStyle w:val="RCBody"/>
        <w:rPr>
          <w:i/>
          <w:iCs/>
        </w:rPr>
      </w:pPr>
      <w:r>
        <w:rPr>
          <w:i/>
          <w:iCs/>
        </w:rPr>
        <w:t>Agradecemos antecipadamente!</w:t>
      </w:r>
    </w:p>
    <w:p w14:paraId="49C0B9E5" w14:textId="4D4813B4" w:rsidR="004D3074" w:rsidRDefault="004D3074" w:rsidP="004D3074">
      <w:pPr>
        <w:pStyle w:val="RCBody"/>
        <w:jc w:val="center"/>
      </w:pPr>
      <w:r>
        <w:t>* * *</w:t>
      </w:r>
    </w:p>
    <w:p w14:paraId="6128C2C5" w14:textId="233E0A99" w:rsidR="00C9573D" w:rsidRPr="004D3074" w:rsidRDefault="000F55C8" w:rsidP="00C9573D">
      <w:pPr>
        <w:pStyle w:val="RCBody"/>
      </w:pPr>
      <w:r>
        <w:rPr>
          <w:b/>
          <w:bCs/>
        </w:rPr>
        <w:t>Para começar</w:t>
      </w:r>
      <w:r w:rsidR="00C9573D">
        <w:rPr>
          <w:b/>
          <w:bCs/>
        </w:rPr>
        <w:t>, temos algumas perguntas sobre sua experiência escolar.</w:t>
      </w:r>
    </w:p>
    <w:p w14:paraId="4161D95D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t>Em que ano você está?</w:t>
      </w:r>
    </w:p>
    <w:p w14:paraId="67343801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>5º ano do ensino fundamental</w:t>
      </w:r>
    </w:p>
    <w:p w14:paraId="59555DBF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 xml:space="preserve">7º ano do ensino fundamental </w:t>
      </w:r>
    </w:p>
    <w:p w14:paraId="3AFA4AFE" w14:textId="77777777" w:rsidR="002925C5" w:rsidRDefault="002925C5" w:rsidP="002925C5">
      <w:pPr>
        <w:pStyle w:val="RCBody"/>
        <w:numPr>
          <w:ilvl w:val="1"/>
          <w:numId w:val="23"/>
        </w:numPr>
        <w:spacing w:after="0"/>
      </w:pPr>
      <w:r>
        <w:t>2º ano do ensino médio</w:t>
      </w:r>
    </w:p>
    <w:p w14:paraId="2F1BCD9D" w14:textId="654012D7" w:rsidR="002925C5" w:rsidRDefault="002925C5" w:rsidP="002925C5">
      <w:pPr>
        <w:pStyle w:val="RCBody"/>
        <w:spacing w:after="0"/>
      </w:pPr>
    </w:p>
    <w:p w14:paraId="5501E52B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t>Quantos de seus amigos mais próximos frequentam sua escola?</w:t>
      </w:r>
    </w:p>
    <w:p w14:paraId="44C194D0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Nenhum</w:t>
      </w:r>
    </w:p>
    <w:p w14:paraId="5176C282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Alguns</w:t>
      </w:r>
    </w:p>
    <w:p w14:paraId="5410D1FD" w14:textId="77777777" w:rsidR="00E03AD3" w:rsidRDefault="00E03AD3" w:rsidP="00E03AD3">
      <w:pPr>
        <w:pStyle w:val="RCBody"/>
        <w:numPr>
          <w:ilvl w:val="0"/>
          <w:numId w:val="32"/>
        </w:numPr>
        <w:spacing w:after="0"/>
      </w:pPr>
      <w:r>
        <w:t>A maioria ou todos</w:t>
      </w:r>
    </w:p>
    <w:p w14:paraId="661FB2CC" w14:textId="322B282A" w:rsidR="00E03AD3" w:rsidRDefault="00E03AD3" w:rsidP="002925C5">
      <w:pPr>
        <w:pStyle w:val="RCBody"/>
        <w:spacing w:after="0"/>
      </w:pPr>
    </w:p>
    <w:p w14:paraId="5C5E5E42" w14:textId="77777777" w:rsidR="00E03AD3" w:rsidRDefault="00E03AD3" w:rsidP="00E03AD3">
      <w:pPr>
        <w:pStyle w:val="RCBody"/>
        <w:numPr>
          <w:ilvl w:val="0"/>
          <w:numId w:val="23"/>
        </w:numPr>
        <w:spacing w:after="0"/>
      </w:pPr>
      <w:r>
        <w:t>Quantos de seus amigos mais próximos são judeus?</w:t>
      </w:r>
    </w:p>
    <w:p w14:paraId="2B52FAE5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Nenhum</w:t>
      </w:r>
    </w:p>
    <w:p w14:paraId="296FF2C4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Alguns</w:t>
      </w:r>
    </w:p>
    <w:p w14:paraId="46C11F4C" w14:textId="77777777" w:rsidR="00E03AD3" w:rsidRDefault="00E03AD3" w:rsidP="00E03AD3">
      <w:pPr>
        <w:pStyle w:val="RCBody"/>
        <w:numPr>
          <w:ilvl w:val="0"/>
          <w:numId w:val="30"/>
        </w:numPr>
        <w:spacing w:after="0"/>
      </w:pPr>
      <w:r>
        <w:t>A maioria ou todos</w:t>
      </w:r>
    </w:p>
    <w:p w14:paraId="3CB08EAD" w14:textId="79DA7522" w:rsidR="00E03AD3" w:rsidRDefault="00E03AD3" w:rsidP="002925C5">
      <w:pPr>
        <w:pStyle w:val="RCBody"/>
        <w:spacing w:after="0"/>
      </w:pPr>
    </w:p>
    <w:p w14:paraId="58ABC39F" w14:textId="68CEB6B0" w:rsidR="002925C5" w:rsidRDefault="00C9573D" w:rsidP="002925C5">
      <w:pPr>
        <w:pStyle w:val="RCBody"/>
        <w:numPr>
          <w:ilvl w:val="0"/>
          <w:numId w:val="23"/>
        </w:numPr>
        <w:spacing w:after="0"/>
      </w:pPr>
      <w:r>
        <w:t>No geral, como você avalia suas aulas em cada um dos assuntos a seguir?</w:t>
      </w:r>
    </w:p>
    <w:tbl>
      <w:tblPr>
        <w:tblStyle w:val="TableGrid"/>
        <w:tblW w:w="7666" w:type="dxa"/>
        <w:tblInd w:w="720" w:type="dxa"/>
        <w:tblLook w:val="04A0" w:firstRow="1" w:lastRow="0" w:firstColumn="1" w:lastColumn="0" w:noHBand="0" w:noVBand="1"/>
      </w:tblPr>
      <w:tblGrid>
        <w:gridCol w:w="1806"/>
        <w:gridCol w:w="1414"/>
        <w:gridCol w:w="1419"/>
        <w:gridCol w:w="1244"/>
        <w:gridCol w:w="852"/>
        <w:gridCol w:w="931"/>
      </w:tblGrid>
      <w:tr w:rsidR="00A92E37" w14:paraId="727608E3" w14:textId="77777777" w:rsidTr="00B96D18">
        <w:tc>
          <w:tcPr>
            <w:tcW w:w="2155" w:type="dxa"/>
          </w:tcPr>
          <w:p w14:paraId="37A7CA8B" w14:textId="77777777" w:rsidR="00A92E37" w:rsidRDefault="00A92E37" w:rsidP="0001286D">
            <w:pPr>
              <w:pStyle w:val="RCBody"/>
              <w:spacing w:after="0"/>
            </w:pPr>
          </w:p>
        </w:tc>
        <w:tc>
          <w:tcPr>
            <w:tcW w:w="1141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B11FE81" w14:textId="30E6A880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Muito interessantes</w:t>
            </w:r>
          </w:p>
        </w:tc>
        <w:tc>
          <w:tcPr>
            <w:tcW w:w="115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5D63B2" w14:textId="64A3CD3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Interessantes</w:t>
            </w:r>
          </w:p>
        </w:tc>
        <w:tc>
          <w:tcPr>
            <w:tcW w:w="13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5C66C6B" w14:textId="4BD7140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Normais</w:t>
            </w:r>
          </w:p>
        </w:tc>
        <w:tc>
          <w:tcPr>
            <w:tcW w:w="8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3A2D06" w14:textId="191E1CB1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Chatas</w:t>
            </w:r>
          </w:p>
        </w:tc>
        <w:tc>
          <w:tcPr>
            <w:tcW w:w="989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ADE0517" w14:textId="1438BE6A" w:rsidR="00A92E37" w:rsidRPr="00FD39B1" w:rsidRDefault="00A92E37" w:rsidP="0001286D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Muito chatas</w:t>
            </w:r>
          </w:p>
        </w:tc>
      </w:tr>
      <w:tr w:rsidR="00A92E37" w14:paraId="250F957A" w14:textId="77777777" w:rsidTr="00B96D18">
        <w:tc>
          <w:tcPr>
            <w:tcW w:w="2155" w:type="dxa"/>
          </w:tcPr>
          <w:p w14:paraId="353FDBE2" w14:textId="5D435A8C" w:rsidR="00A92E37" w:rsidRDefault="00BD3067" w:rsidP="0001286D">
            <w:pPr>
              <w:pStyle w:val="RCBody"/>
              <w:spacing w:after="0"/>
            </w:pPr>
            <w:r>
              <w:t>Estudos judaicos</w:t>
            </w:r>
          </w:p>
        </w:tc>
        <w:tc>
          <w:tcPr>
            <w:tcW w:w="1141" w:type="dxa"/>
            <w:vAlign w:val="center"/>
          </w:tcPr>
          <w:p w14:paraId="6DE34AD6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43BAD67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71C3AF8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B32F097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C44C391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39C0C07A" w14:textId="77777777" w:rsidTr="00B96D18">
        <w:tc>
          <w:tcPr>
            <w:tcW w:w="2155" w:type="dxa"/>
          </w:tcPr>
          <w:p w14:paraId="61E63047" w14:textId="1A2A0729" w:rsidR="00A92E37" w:rsidRDefault="00EF6D74" w:rsidP="0001286D">
            <w:pPr>
              <w:pStyle w:val="RCBody"/>
              <w:spacing w:after="0"/>
            </w:pPr>
            <w:r>
              <w:t>Idioma hebraico</w:t>
            </w:r>
          </w:p>
        </w:tc>
        <w:tc>
          <w:tcPr>
            <w:tcW w:w="1141" w:type="dxa"/>
            <w:vAlign w:val="center"/>
          </w:tcPr>
          <w:p w14:paraId="56D6EE2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0E7B509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2BD0A04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7DA2A12E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630E6189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A92E37" w14:paraId="595CA572" w14:textId="77777777" w:rsidTr="00B96D18">
        <w:tc>
          <w:tcPr>
            <w:tcW w:w="2155" w:type="dxa"/>
          </w:tcPr>
          <w:p w14:paraId="32A4DDE4" w14:textId="7BF59A2D" w:rsidR="00A92E37" w:rsidRDefault="00BD3067" w:rsidP="0001286D">
            <w:pPr>
              <w:pStyle w:val="RCBody"/>
              <w:spacing w:after="0"/>
            </w:pPr>
            <w:r>
              <w:t>Estudos gerais</w:t>
            </w:r>
          </w:p>
        </w:tc>
        <w:tc>
          <w:tcPr>
            <w:tcW w:w="1141" w:type="dxa"/>
            <w:vAlign w:val="center"/>
          </w:tcPr>
          <w:p w14:paraId="79E137EF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53" w:type="dxa"/>
            <w:vAlign w:val="center"/>
          </w:tcPr>
          <w:p w14:paraId="502BD04C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362" w:type="dxa"/>
            <w:vAlign w:val="center"/>
          </w:tcPr>
          <w:p w14:paraId="3BE2D2D8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66" w:type="dxa"/>
            <w:vAlign w:val="center"/>
          </w:tcPr>
          <w:p w14:paraId="07BF7D24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989" w:type="dxa"/>
            <w:vAlign w:val="center"/>
          </w:tcPr>
          <w:p w14:paraId="58308B4B" w14:textId="77777777" w:rsidR="00A92E37" w:rsidRDefault="00A92E37" w:rsidP="0001286D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A13C13E" w14:textId="77777777" w:rsidR="00A92E37" w:rsidRDefault="00A92E37" w:rsidP="007828FF">
      <w:pPr>
        <w:pStyle w:val="RCBody"/>
        <w:spacing w:after="0"/>
        <w:ind w:left="720"/>
      </w:pPr>
    </w:p>
    <w:p w14:paraId="38648E7E" w14:textId="18320CBD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lastRenderedPageBreak/>
        <w:t>[Exibir somente para o 2º ano do ensino médio]</w:t>
      </w:r>
      <w:r>
        <w:t xml:space="preserve"> Desde que começou a pandemia de COVID-19, quanto você acha que sua educação foi atrasada?</w:t>
      </w:r>
    </w:p>
    <w:p w14:paraId="416B4D7A" w14:textId="20E64ECA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Nada</w:t>
      </w:r>
    </w:p>
    <w:p w14:paraId="3E69656A" w14:textId="526961A7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Um pouco</w:t>
      </w:r>
    </w:p>
    <w:p w14:paraId="2FD43782" w14:textId="6D3CF5FD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Nem muito, nem pouco</w:t>
      </w:r>
    </w:p>
    <w:p w14:paraId="56B5DA2E" w14:textId="33D029A1" w:rsidR="006D436E" w:rsidRDefault="006D436E" w:rsidP="006D436E">
      <w:pPr>
        <w:pStyle w:val="RCBody"/>
        <w:numPr>
          <w:ilvl w:val="1"/>
          <w:numId w:val="23"/>
        </w:numPr>
        <w:spacing w:after="0"/>
      </w:pPr>
      <w:r>
        <w:t>Muitíssimo</w:t>
      </w:r>
    </w:p>
    <w:p w14:paraId="4813ADF1" w14:textId="3604DDCE" w:rsidR="00C9573D" w:rsidRDefault="00C9573D" w:rsidP="00C9573D">
      <w:pPr>
        <w:pStyle w:val="RCBody"/>
        <w:spacing w:after="0"/>
      </w:pPr>
    </w:p>
    <w:p w14:paraId="73BDE6D9" w14:textId="2AE2805C" w:rsid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</w:rPr>
        <w:t xml:space="preserve">[Não exibir para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>Sabemos que algumas escolas judaicas têm alunos judeus e não judeus. Gostaríamos de entender melhor como é o corpo estudantil da sua escola.</w:t>
      </w:r>
    </w:p>
    <w:p w14:paraId="4E630CB5" w14:textId="48EB59F0" w:rsidR="00F20D29" w:rsidRDefault="00F20D29" w:rsidP="00C9573D">
      <w:pPr>
        <w:pStyle w:val="RCBody"/>
        <w:spacing w:after="0"/>
        <w:rPr>
          <w:b/>
          <w:bCs/>
        </w:rPr>
      </w:pPr>
    </w:p>
    <w:p w14:paraId="2527F6E1" w14:textId="77777777" w:rsidR="00F20D29" w:rsidRDefault="00F20D29" w:rsidP="00F20D29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 xml:space="preserve">[Não exibir para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Você é judeu?</w:t>
      </w:r>
    </w:p>
    <w:p w14:paraId="0936D355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t>Sim</w:t>
      </w:r>
    </w:p>
    <w:p w14:paraId="17562332" w14:textId="77777777" w:rsidR="00F20D29" w:rsidRDefault="00F20D29" w:rsidP="00F20D29">
      <w:pPr>
        <w:pStyle w:val="RCBody"/>
        <w:numPr>
          <w:ilvl w:val="1"/>
          <w:numId w:val="26"/>
        </w:numPr>
        <w:spacing w:after="0"/>
      </w:pPr>
      <w:r>
        <w:t>Não</w:t>
      </w:r>
    </w:p>
    <w:p w14:paraId="783FB544" w14:textId="7B056D0B" w:rsidR="00C9573D" w:rsidRDefault="00C9573D" w:rsidP="00C9573D">
      <w:pPr>
        <w:pStyle w:val="RCBody"/>
        <w:spacing w:after="0"/>
        <w:rPr>
          <w:b/>
          <w:bCs/>
        </w:rPr>
      </w:pPr>
    </w:p>
    <w:p w14:paraId="5FD7AC51" w14:textId="4375FEEB" w:rsidR="00F20D29" w:rsidRDefault="00F20D29" w:rsidP="00F20D29">
      <w:pPr>
        <w:pStyle w:val="RCBody"/>
        <w:spacing w:after="0"/>
      </w:pPr>
      <w:r>
        <w:rPr>
          <w:shd w:val="clear" w:color="auto" w:fill="F9E0DC" w:themeFill="accent3" w:themeFillTint="33"/>
        </w:rPr>
        <w:t>[Para Q6=Não, pular para Q14]</w:t>
      </w:r>
    </w:p>
    <w:p w14:paraId="5B337335" w14:textId="77777777" w:rsidR="00F20D29" w:rsidRPr="00C9573D" w:rsidRDefault="00F20D29" w:rsidP="00C9573D">
      <w:pPr>
        <w:pStyle w:val="RCBody"/>
        <w:spacing w:after="0"/>
        <w:rPr>
          <w:b/>
          <w:bCs/>
        </w:rPr>
      </w:pPr>
    </w:p>
    <w:p w14:paraId="5ED88041" w14:textId="427D1E00" w:rsidR="00C9573D" w:rsidRPr="00C9573D" w:rsidRDefault="00C9573D" w:rsidP="00C9573D">
      <w:pPr>
        <w:pStyle w:val="RCBody"/>
        <w:spacing w:after="0"/>
        <w:rPr>
          <w:b/>
          <w:bCs/>
        </w:rPr>
      </w:pPr>
      <w:r>
        <w:rPr>
          <w:highlight w:val="lightGray"/>
        </w:rPr>
        <w:t xml:space="preserve">[Exibir somente para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</w:t>
      </w:r>
      <w:r>
        <w:rPr>
          <w:b/>
          <w:bCs/>
        </w:rPr>
        <w:t>Agora temos algumas perguntas sobre sua vida judaica.</w:t>
      </w:r>
    </w:p>
    <w:p w14:paraId="4038DA97" w14:textId="2738DEDD" w:rsidR="002925C5" w:rsidRDefault="002925C5" w:rsidP="002925C5">
      <w:pPr>
        <w:pStyle w:val="RCBody"/>
        <w:spacing w:after="0"/>
        <w:ind w:left="1440"/>
      </w:pPr>
    </w:p>
    <w:p w14:paraId="19DD207D" w14:textId="77FB1CE2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t>Indique quais das afirmações a seguir representam você. Selecione todas as opções relevantes:</w:t>
      </w:r>
    </w:p>
    <w:p w14:paraId="53341BB3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 xml:space="preserve">Fiz, ou planejo fazer, um </w:t>
      </w:r>
      <w:proofErr w:type="spellStart"/>
      <w:r>
        <w:t>Bar/Bat</w:t>
      </w:r>
      <w:proofErr w:type="spellEnd"/>
      <w:r>
        <w:t xml:space="preserve"> </w:t>
      </w:r>
      <w:proofErr w:type="spellStart"/>
      <w:r>
        <w:t>Mitzvá</w:t>
      </w:r>
      <w:proofErr w:type="spellEnd"/>
    </w:p>
    <w:p w14:paraId="11177606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 xml:space="preserve">Eu participo de um </w:t>
      </w:r>
      <w:proofErr w:type="spellStart"/>
      <w:r w:rsidRPr="000F55C8">
        <w:t>Seder</w:t>
      </w:r>
      <w:proofErr w:type="spellEnd"/>
      <w:r>
        <w:t xml:space="preserve"> de Pessach todos os anos</w:t>
      </w:r>
    </w:p>
    <w:p w14:paraId="4C178F68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Vivo em uma casa onde o Shabat é um dia diferente do resto da semana</w:t>
      </w:r>
    </w:p>
    <w:p w14:paraId="3EE570B5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Visitei Israel</w:t>
      </w:r>
    </w:p>
    <w:p w14:paraId="0321A720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Gostaria de visitar Israel no futuro</w:t>
      </w:r>
    </w:p>
    <w:p w14:paraId="3D152229" w14:textId="7777777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rPr>
          <w:highlight w:val="lightGray"/>
        </w:rPr>
        <w:t xml:space="preserve">[Para </w:t>
      </w:r>
      <w:proofErr w:type="spellStart"/>
      <w:r>
        <w:rPr>
          <w:highlight w:val="lightGray"/>
        </w:rPr>
        <w:t>LatinAm</w:t>
      </w:r>
      <w:proofErr w:type="spellEnd"/>
      <w:r>
        <w:rPr>
          <w:highlight w:val="lightGray"/>
        </w:rPr>
        <w:t>]</w:t>
      </w:r>
      <w:r>
        <w:t xml:space="preserve"> Tenho um dos pais que vai à sinagoga pelo menos uma vez por ano</w:t>
      </w:r>
    </w:p>
    <w:p w14:paraId="6ECC46D3" w14:textId="778FEFC7" w:rsidR="002925C5" w:rsidRDefault="002925C5" w:rsidP="002925C5">
      <w:pPr>
        <w:pStyle w:val="RCBody"/>
        <w:numPr>
          <w:ilvl w:val="1"/>
          <w:numId w:val="26"/>
        </w:numPr>
        <w:spacing w:after="0"/>
      </w:pPr>
      <w:r>
        <w:t>Tenho um dos pais que vai à sinagoga pelo menos uma vez por mês</w:t>
      </w:r>
    </w:p>
    <w:p w14:paraId="67EE91DD" w14:textId="48DDABC8" w:rsidR="001E5103" w:rsidRDefault="001E5103" w:rsidP="001E5103">
      <w:pPr>
        <w:pStyle w:val="RCBody"/>
        <w:spacing w:after="0"/>
        <w:ind w:left="1440"/>
      </w:pPr>
    </w:p>
    <w:p w14:paraId="1B742B56" w14:textId="084AA330" w:rsidR="006C0081" w:rsidRDefault="006C0081" w:rsidP="006C0081">
      <w:pPr>
        <w:pStyle w:val="RCBody"/>
        <w:numPr>
          <w:ilvl w:val="0"/>
          <w:numId w:val="23"/>
        </w:numPr>
        <w:spacing w:after="0"/>
      </w:pPr>
      <w:r>
        <w:t xml:space="preserve">Quantos anos </w:t>
      </w:r>
      <w:proofErr w:type="gramStart"/>
      <w:r>
        <w:t>você</w:t>
      </w:r>
      <w:proofErr w:type="gramEnd"/>
      <w:r>
        <w:t xml:space="preserve"> participou de cada um dos marcos a seguir?</w:t>
      </w:r>
    </w:p>
    <w:p w14:paraId="766FBB30" w14:textId="42629B04" w:rsidR="006C0081" w:rsidRPr="006C0081" w:rsidRDefault="006C0081" w:rsidP="006C0081">
      <w:pPr>
        <w:pStyle w:val="RCBody"/>
        <w:spacing w:after="0"/>
        <w:ind w:left="720"/>
        <w:rPr>
          <w:i/>
          <w:iCs/>
        </w:rPr>
      </w:pPr>
      <w:r>
        <w:rPr>
          <w:i/>
          <w:iCs/>
        </w:rPr>
        <w:t>(Para atividades sazonais, como acampamento de verão, conte cada temporada como um ano)</w:t>
      </w:r>
    </w:p>
    <w:tbl>
      <w:tblPr>
        <w:tblStyle w:val="TableGrid"/>
        <w:tblW w:w="9049" w:type="dxa"/>
        <w:tblInd w:w="720" w:type="dxa"/>
        <w:tblLook w:val="04A0" w:firstRow="1" w:lastRow="0" w:firstColumn="1" w:lastColumn="0" w:noHBand="0" w:noVBand="1"/>
      </w:tblPr>
      <w:tblGrid>
        <w:gridCol w:w="4675"/>
        <w:gridCol w:w="900"/>
        <w:gridCol w:w="1170"/>
        <w:gridCol w:w="1008"/>
        <w:gridCol w:w="1296"/>
      </w:tblGrid>
      <w:tr w:rsidR="006C0081" w14:paraId="4DD82031" w14:textId="77777777" w:rsidTr="006C0081">
        <w:tc>
          <w:tcPr>
            <w:tcW w:w="4675" w:type="dxa"/>
          </w:tcPr>
          <w:p w14:paraId="56586136" w14:textId="77777777" w:rsidR="006C0081" w:rsidRDefault="006C0081" w:rsidP="005226B9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7964709" w14:textId="77777777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Nunca</w:t>
            </w:r>
          </w:p>
        </w:tc>
        <w:tc>
          <w:tcPr>
            <w:tcW w:w="11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B2FE5C1" w14:textId="710FD43A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1 ano ou menos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78E13DF" w14:textId="029CE04B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2-3 anos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09D4E78" w14:textId="5E9D7645" w:rsidR="006C0081" w:rsidRPr="00DA0819" w:rsidRDefault="006C0081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anos ou mais</w:t>
            </w:r>
          </w:p>
        </w:tc>
      </w:tr>
      <w:tr w:rsidR="006C0081" w14:paraId="567AA76A" w14:textId="77777777" w:rsidTr="006C0081">
        <w:tc>
          <w:tcPr>
            <w:tcW w:w="4675" w:type="dxa"/>
          </w:tcPr>
          <w:p w14:paraId="7757E664" w14:textId="1828B114" w:rsidR="006C0081" w:rsidRDefault="006C0081" w:rsidP="005226B9">
            <w:pPr>
              <w:pStyle w:val="RCBody"/>
              <w:spacing w:after="0"/>
            </w:pPr>
            <w:r>
              <w:t>Um acampamento judaico</w:t>
            </w:r>
          </w:p>
        </w:tc>
        <w:tc>
          <w:tcPr>
            <w:tcW w:w="900" w:type="dxa"/>
            <w:vAlign w:val="center"/>
          </w:tcPr>
          <w:p w14:paraId="022E8E6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4F1ACE6D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526E1BD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652EFBB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60F74CF" w14:textId="77777777" w:rsidTr="006C0081">
        <w:tc>
          <w:tcPr>
            <w:tcW w:w="4675" w:type="dxa"/>
          </w:tcPr>
          <w:p w14:paraId="3A757FD9" w14:textId="2F9FC7D1" w:rsidR="006C0081" w:rsidRDefault="006C0081" w:rsidP="005226B9">
            <w:pPr>
              <w:pStyle w:val="RCBody"/>
              <w:spacing w:after="0"/>
            </w:pPr>
            <w:r>
              <w:t>Um movimento juvenil judaico</w:t>
            </w:r>
          </w:p>
        </w:tc>
        <w:tc>
          <w:tcPr>
            <w:tcW w:w="900" w:type="dxa"/>
            <w:vAlign w:val="center"/>
          </w:tcPr>
          <w:p w14:paraId="48B688B7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1DA7A901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440B3AA5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DD59704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C0081" w14:paraId="0BF5C6DD" w14:textId="77777777" w:rsidTr="006C0081">
        <w:tc>
          <w:tcPr>
            <w:tcW w:w="4675" w:type="dxa"/>
          </w:tcPr>
          <w:p w14:paraId="1A00E286" w14:textId="57D27C57" w:rsidR="006C0081" w:rsidRDefault="006C0081" w:rsidP="005226B9">
            <w:pPr>
              <w:pStyle w:val="RCBody"/>
              <w:spacing w:after="0"/>
            </w:pPr>
            <w:r>
              <w:t xml:space="preserve">Um centro </w:t>
            </w:r>
            <w:proofErr w:type="spellStart"/>
            <w:r>
              <w:t>comunitário/clube</w:t>
            </w:r>
            <w:proofErr w:type="spellEnd"/>
            <w:r>
              <w:t xml:space="preserve"> desportivo judaico</w:t>
            </w:r>
          </w:p>
        </w:tc>
        <w:tc>
          <w:tcPr>
            <w:tcW w:w="900" w:type="dxa"/>
            <w:vAlign w:val="center"/>
          </w:tcPr>
          <w:p w14:paraId="2EFEE06F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70" w:type="dxa"/>
            <w:vAlign w:val="center"/>
          </w:tcPr>
          <w:p w14:paraId="02F4CD2E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008" w:type="dxa"/>
            <w:vAlign w:val="center"/>
          </w:tcPr>
          <w:p w14:paraId="047022CC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F3B1B8" w14:textId="77777777" w:rsidR="006C0081" w:rsidRDefault="006C008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5BE1BED8" w14:textId="77777777" w:rsidR="006C0081" w:rsidRDefault="006C0081" w:rsidP="006C0081">
      <w:pPr>
        <w:pStyle w:val="RCBody"/>
        <w:spacing w:after="0"/>
        <w:ind w:left="720"/>
      </w:pPr>
    </w:p>
    <w:p w14:paraId="1C87EB6E" w14:textId="3DD09E6A" w:rsidR="002925C5" w:rsidRDefault="004D3074" w:rsidP="002925C5">
      <w:pPr>
        <w:pStyle w:val="RCBody"/>
        <w:numPr>
          <w:ilvl w:val="0"/>
          <w:numId w:val="23"/>
        </w:numPr>
        <w:spacing w:after="0"/>
      </w:pPr>
      <w:r>
        <w:t>Com que frequência você…</w:t>
      </w:r>
    </w:p>
    <w:tbl>
      <w:tblPr>
        <w:tblStyle w:val="TableGrid"/>
        <w:tblW w:w="9283" w:type="dxa"/>
        <w:tblInd w:w="720" w:type="dxa"/>
        <w:tblLook w:val="04A0" w:firstRow="1" w:lastRow="0" w:firstColumn="1" w:lastColumn="0" w:noHBand="0" w:noVBand="1"/>
      </w:tblPr>
      <w:tblGrid>
        <w:gridCol w:w="4506"/>
        <w:gridCol w:w="894"/>
        <w:gridCol w:w="1207"/>
        <w:gridCol w:w="1403"/>
        <w:gridCol w:w="1273"/>
      </w:tblGrid>
      <w:tr w:rsidR="00C9573D" w14:paraId="4F34C47D" w14:textId="77777777" w:rsidTr="00C9573D">
        <w:tc>
          <w:tcPr>
            <w:tcW w:w="4675" w:type="dxa"/>
          </w:tcPr>
          <w:p w14:paraId="255F97CE" w14:textId="77777777" w:rsidR="00C9573D" w:rsidRDefault="00C9573D" w:rsidP="002925C5">
            <w:pPr>
              <w:pStyle w:val="RCBody"/>
              <w:spacing w:after="0"/>
            </w:pPr>
          </w:p>
        </w:tc>
        <w:tc>
          <w:tcPr>
            <w:tcW w:w="90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F8031" w14:textId="4044FB39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Nunca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7F5C726" w14:textId="704C99BF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Raramente</w:t>
            </w:r>
          </w:p>
        </w:tc>
        <w:tc>
          <w:tcPr>
            <w:tcW w:w="14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AE5AD21" w14:textId="1EEE46F3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Às vezes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D7BBDFF" w14:textId="6249BB0B" w:rsidR="00C9573D" w:rsidRPr="00DA0819" w:rsidRDefault="00C9573D" w:rsidP="002925C5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Muitas vezes</w:t>
            </w:r>
          </w:p>
        </w:tc>
      </w:tr>
      <w:tr w:rsidR="00C9573D" w14:paraId="0710264A" w14:textId="77777777" w:rsidTr="00C9573D">
        <w:tc>
          <w:tcPr>
            <w:tcW w:w="4675" w:type="dxa"/>
          </w:tcPr>
          <w:p w14:paraId="79744E81" w14:textId="5DC3F9D9" w:rsidR="00C9573D" w:rsidRDefault="00C9573D" w:rsidP="002925C5">
            <w:pPr>
              <w:pStyle w:val="RCBody"/>
              <w:spacing w:after="0"/>
            </w:pPr>
            <w:r>
              <w:t>Fala sobre temas judaicos com seus amigos</w:t>
            </w:r>
          </w:p>
        </w:tc>
        <w:tc>
          <w:tcPr>
            <w:tcW w:w="900" w:type="dxa"/>
            <w:vAlign w:val="center"/>
          </w:tcPr>
          <w:p w14:paraId="7DF49F1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87919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67EA1BA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593EDA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B694D8" w14:textId="77777777" w:rsidTr="00C9573D">
        <w:tc>
          <w:tcPr>
            <w:tcW w:w="4675" w:type="dxa"/>
          </w:tcPr>
          <w:p w14:paraId="11998E79" w14:textId="5A11CB7E" w:rsidR="00C9573D" w:rsidRPr="007828FF" w:rsidRDefault="00C9573D" w:rsidP="002925C5">
            <w:pPr>
              <w:pStyle w:val="RCBody"/>
              <w:spacing w:after="0"/>
            </w:pPr>
            <w:r>
              <w:t>Se voluntaria para a comunidade judaica</w:t>
            </w:r>
          </w:p>
        </w:tc>
        <w:tc>
          <w:tcPr>
            <w:tcW w:w="900" w:type="dxa"/>
            <w:vAlign w:val="center"/>
          </w:tcPr>
          <w:p w14:paraId="4AFB642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93E7F8B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AFBAA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A3F128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30F435EC" w14:textId="77777777" w:rsidTr="00C9573D">
        <w:tc>
          <w:tcPr>
            <w:tcW w:w="4675" w:type="dxa"/>
          </w:tcPr>
          <w:p w14:paraId="2F8627A2" w14:textId="3D2640AB" w:rsidR="00C9573D" w:rsidRPr="007828FF" w:rsidRDefault="00C9573D" w:rsidP="002925C5">
            <w:pPr>
              <w:pStyle w:val="RCBody"/>
              <w:spacing w:after="0"/>
            </w:pPr>
            <w:r>
              <w:t>Acompanha notícias sobre Israel</w:t>
            </w:r>
          </w:p>
        </w:tc>
        <w:tc>
          <w:tcPr>
            <w:tcW w:w="900" w:type="dxa"/>
            <w:vAlign w:val="center"/>
          </w:tcPr>
          <w:p w14:paraId="48AB3AD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BFCD41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D609672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E4072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260A154" w14:textId="77777777" w:rsidTr="00C9573D">
        <w:tc>
          <w:tcPr>
            <w:tcW w:w="4675" w:type="dxa"/>
          </w:tcPr>
          <w:p w14:paraId="21C3530F" w14:textId="2D461B74" w:rsidR="00C9573D" w:rsidRPr="007828FF" w:rsidRDefault="00C9573D" w:rsidP="0004300C">
            <w:pPr>
              <w:pStyle w:val="RCBody"/>
              <w:spacing w:after="0"/>
            </w:pPr>
            <w:r>
              <w:lastRenderedPageBreak/>
              <w:t>Marca o Shabat como um dia diferente do resto da semana</w:t>
            </w:r>
          </w:p>
        </w:tc>
        <w:tc>
          <w:tcPr>
            <w:tcW w:w="900" w:type="dxa"/>
            <w:vAlign w:val="center"/>
          </w:tcPr>
          <w:p w14:paraId="5D561C65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C468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5F798759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EE9975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51DFF644" w14:textId="77777777" w:rsidTr="00C9573D">
        <w:tc>
          <w:tcPr>
            <w:tcW w:w="4675" w:type="dxa"/>
          </w:tcPr>
          <w:p w14:paraId="0E9A2D49" w14:textId="16D806F2" w:rsidR="00C9573D" w:rsidRPr="007828FF" w:rsidRDefault="00C9573D" w:rsidP="002925C5">
            <w:pPr>
              <w:pStyle w:val="RCBody"/>
              <w:spacing w:after="0"/>
            </w:pPr>
            <w:r>
              <w:t>Fala sobre temas judaicos com sua família</w:t>
            </w:r>
          </w:p>
        </w:tc>
        <w:tc>
          <w:tcPr>
            <w:tcW w:w="900" w:type="dxa"/>
            <w:vAlign w:val="center"/>
          </w:tcPr>
          <w:p w14:paraId="4BC810ED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53E31E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4E0D7B0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FE43C0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2DCF57B3" w14:textId="77777777" w:rsidTr="00C9573D">
        <w:tc>
          <w:tcPr>
            <w:tcW w:w="4675" w:type="dxa"/>
          </w:tcPr>
          <w:p w14:paraId="3E4C700D" w14:textId="48A6B681" w:rsidR="00C9573D" w:rsidRPr="007828FF" w:rsidRDefault="00C9573D" w:rsidP="002925C5">
            <w:pPr>
              <w:pStyle w:val="RCBody"/>
              <w:spacing w:after="0"/>
            </w:pPr>
            <w:r>
              <w:t>Se voluntaria para a comunidade local onde você mora</w:t>
            </w:r>
          </w:p>
        </w:tc>
        <w:tc>
          <w:tcPr>
            <w:tcW w:w="900" w:type="dxa"/>
            <w:vAlign w:val="center"/>
          </w:tcPr>
          <w:p w14:paraId="15737EAA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ACEEE5E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3F9B3EE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E527E98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C9573D" w14:paraId="6FB6A958" w14:textId="77777777" w:rsidTr="00C9573D">
        <w:tc>
          <w:tcPr>
            <w:tcW w:w="4675" w:type="dxa"/>
          </w:tcPr>
          <w:p w14:paraId="066436A3" w14:textId="1D14DB28" w:rsidR="00C9573D" w:rsidRPr="007828FF" w:rsidRDefault="00C9573D" w:rsidP="002925C5">
            <w:pPr>
              <w:pStyle w:val="RCBody"/>
              <w:spacing w:after="0"/>
            </w:pPr>
            <w:r>
              <w:t>Reza em uma sinagoga</w:t>
            </w:r>
          </w:p>
        </w:tc>
        <w:tc>
          <w:tcPr>
            <w:tcW w:w="900" w:type="dxa"/>
            <w:vAlign w:val="center"/>
          </w:tcPr>
          <w:p w14:paraId="4D90BF11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4FEBD53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40" w:type="dxa"/>
            <w:vAlign w:val="center"/>
          </w:tcPr>
          <w:p w14:paraId="7BB2044C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17FD6920" w14:textId="77777777" w:rsidR="00C9573D" w:rsidRDefault="00C9573D" w:rsidP="002925C5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6778E71A" w14:textId="326326EE" w:rsidR="002925C5" w:rsidRDefault="002925C5" w:rsidP="002925C5">
      <w:pPr>
        <w:pStyle w:val="RCBody"/>
        <w:spacing w:after="0"/>
        <w:ind w:left="720"/>
      </w:pPr>
    </w:p>
    <w:p w14:paraId="20D93EAC" w14:textId="350F4D61" w:rsidR="00FE1097" w:rsidRDefault="00FE1097" w:rsidP="00FE1097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[Exibir somente para EFI]</w:t>
      </w:r>
      <w:r>
        <w:t xml:space="preserve"> Até que ponto seus professores ou colegas incentivam você a participar </w:t>
      </w:r>
      <w:proofErr w:type="gramStart"/>
      <w:r>
        <w:t>de</w:t>
      </w:r>
      <w:proofErr w:type="gramEnd"/>
      <w:r>
        <w:t>: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FE1097" w14:paraId="59573F36" w14:textId="77777777" w:rsidTr="002C75F1">
        <w:tc>
          <w:tcPr>
            <w:tcW w:w="4765" w:type="dxa"/>
          </w:tcPr>
          <w:p w14:paraId="02A2DA43" w14:textId="77777777" w:rsidR="00FE1097" w:rsidRDefault="00FE1097" w:rsidP="002C75F1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C9BDF42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Nada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2D0B32E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Um pouco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B76D223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Nem muito, nem pouco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8686E2A" w14:textId="77777777" w:rsidR="00FE1097" w:rsidRPr="00DA0819" w:rsidRDefault="00FE1097" w:rsidP="002C75F1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Muitíssimo</w:t>
            </w:r>
          </w:p>
        </w:tc>
      </w:tr>
      <w:tr w:rsidR="00FE1097" w14:paraId="6F3F0779" w14:textId="77777777" w:rsidTr="002C75F1">
        <w:tc>
          <w:tcPr>
            <w:tcW w:w="4765" w:type="dxa"/>
          </w:tcPr>
          <w:p w14:paraId="0320E17F" w14:textId="0D8284DC" w:rsidR="00FE1097" w:rsidRDefault="00FE1097" w:rsidP="00FE1097">
            <w:pPr>
              <w:pStyle w:val="RCBody"/>
              <w:spacing w:after="0"/>
            </w:pPr>
            <w:r>
              <w:t>Acampamento judaico</w:t>
            </w:r>
          </w:p>
        </w:tc>
        <w:tc>
          <w:tcPr>
            <w:tcW w:w="1170" w:type="dxa"/>
            <w:vAlign w:val="center"/>
          </w:tcPr>
          <w:p w14:paraId="1F7787AD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79CB6B7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21A642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981AFB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10530625" w14:textId="77777777" w:rsidTr="002C75F1">
        <w:tc>
          <w:tcPr>
            <w:tcW w:w="4765" w:type="dxa"/>
          </w:tcPr>
          <w:p w14:paraId="600EA0CB" w14:textId="632FA6D0" w:rsidR="00FE1097" w:rsidRDefault="00FE1097" w:rsidP="00FE1097">
            <w:pPr>
              <w:pStyle w:val="RCBody"/>
              <w:spacing w:after="0"/>
            </w:pPr>
            <w:r>
              <w:t>Movimento juvenil judaico</w:t>
            </w:r>
          </w:p>
        </w:tc>
        <w:tc>
          <w:tcPr>
            <w:tcW w:w="1170" w:type="dxa"/>
            <w:vAlign w:val="center"/>
          </w:tcPr>
          <w:p w14:paraId="2C3B850E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6C46D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EE6C7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688FCB2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579DCD5B" w14:textId="77777777" w:rsidTr="002C75F1">
        <w:tc>
          <w:tcPr>
            <w:tcW w:w="4765" w:type="dxa"/>
          </w:tcPr>
          <w:p w14:paraId="5C1F65DF" w14:textId="361F70ED" w:rsidR="00FE1097" w:rsidRDefault="00FE1097" w:rsidP="00FE1097">
            <w:pPr>
              <w:pStyle w:val="RCBody"/>
              <w:spacing w:after="0"/>
            </w:pPr>
            <w:r>
              <w:t xml:space="preserve">Centro </w:t>
            </w:r>
            <w:proofErr w:type="spellStart"/>
            <w:r>
              <w:t>comunitário/clube</w:t>
            </w:r>
            <w:proofErr w:type="spellEnd"/>
            <w:r>
              <w:t xml:space="preserve"> desportivo judaico</w:t>
            </w:r>
          </w:p>
        </w:tc>
        <w:tc>
          <w:tcPr>
            <w:tcW w:w="1170" w:type="dxa"/>
            <w:vAlign w:val="center"/>
          </w:tcPr>
          <w:p w14:paraId="3B941133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A64AEA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38D8121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9FB2DF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FE1097" w14:paraId="7256F67D" w14:textId="77777777" w:rsidTr="002C75F1">
        <w:tc>
          <w:tcPr>
            <w:tcW w:w="4765" w:type="dxa"/>
          </w:tcPr>
          <w:p w14:paraId="5BDC0CAD" w14:textId="04C834B6" w:rsidR="00FE1097" w:rsidRDefault="00194BD6" w:rsidP="00FE1097">
            <w:pPr>
              <w:pStyle w:val="RCBody"/>
              <w:spacing w:after="0"/>
            </w:pPr>
            <w:r>
              <w:t>Sinagoga</w:t>
            </w:r>
          </w:p>
        </w:tc>
        <w:tc>
          <w:tcPr>
            <w:tcW w:w="1170" w:type="dxa"/>
            <w:vAlign w:val="center"/>
          </w:tcPr>
          <w:p w14:paraId="23DF22EA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4B2B39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58C5F6BB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D9759A5" w14:textId="77777777" w:rsidR="00FE1097" w:rsidRDefault="00FE1097" w:rsidP="00FE1097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E9BA4FB" w14:textId="77777777" w:rsidR="00FE1097" w:rsidRDefault="00FE1097" w:rsidP="002925C5">
      <w:pPr>
        <w:pStyle w:val="RCBody"/>
        <w:spacing w:after="0"/>
        <w:ind w:left="720"/>
      </w:pPr>
    </w:p>
    <w:p w14:paraId="0CF1ADAA" w14:textId="7D74F978" w:rsidR="002925C5" w:rsidRDefault="002925C5" w:rsidP="00A650E9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[Exibir somente para o 2º ano do ensino médio]</w:t>
      </w:r>
      <w:r>
        <w:t xml:space="preserve"> Você está pensando em participar de alguma das seguintes atividades depois do ensino médio?</w:t>
      </w:r>
    </w:p>
    <w:tbl>
      <w:tblPr>
        <w:tblStyle w:val="TableGrid1"/>
        <w:tblW w:w="7203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855"/>
        <w:gridCol w:w="1270"/>
      </w:tblGrid>
      <w:tr w:rsidR="00A650E9" w:rsidRPr="00C03E09" w14:paraId="4E1E70A2" w14:textId="77777777" w:rsidTr="00A650E9">
        <w:tc>
          <w:tcPr>
            <w:tcW w:w="4135" w:type="dxa"/>
          </w:tcPr>
          <w:p w14:paraId="62B54066" w14:textId="77777777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E74873B" w14:textId="5D30B610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Sim</w:t>
            </w:r>
          </w:p>
        </w:tc>
        <w:tc>
          <w:tcPr>
            <w:tcW w:w="85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774DE24" w14:textId="1521C1BF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Não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6FB349E" w14:textId="3D0013C8" w:rsidR="00A650E9" w:rsidRPr="00C03E09" w:rsidRDefault="00A650E9" w:rsidP="0010753F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Não tenho certeza</w:t>
            </w:r>
          </w:p>
        </w:tc>
      </w:tr>
      <w:tr w:rsidR="00A650E9" w:rsidRPr="00C03E09" w14:paraId="1E0B5DE6" w14:textId="77777777" w:rsidTr="00A650E9">
        <w:tc>
          <w:tcPr>
            <w:tcW w:w="4135" w:type="dxa"/>
          </w:tcPr>
          <w:p w14:paraId="00D3CB86" w14:textId="2FBD599E" w:rsidR="00A650E9" w:rsidRPr="00C03E09" w:rsidRDefault="00A650E9" w:rsidP="0010753F">
            <w:pPr>
              <w:rPr>
                <w:rFonts w:eastAsiaTheme="minorEastAsia" w:cstheme="minorBidi"/>
                <w:szCs w:val="22"/>
              </w:rPr>
            </w:pPr>
            <w:r>
              <w:t>Um programa de um ano de intercâmbio em Israel</w:t>
            </w:r>
          </w:p>
        </w:tc>
        <w:tc>
          <w:tcPr>
            <w:tcW w:w="943" w:type="dxa"/>
            <w:vAlign w:val="center"/>
          </w:tcPr>
          <w:p w14:paraId="583390E5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D4A8A64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C896598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A650E9" w:rsidRPr="00C03E09" w14:paraId="115D437D" w14:textId="77777777" w:rsidTr="00A650E9">
        <w:tc>
          <w:tcPr>
            <w:tcW w:w="4135" w:type="dxa"/>
          </w:tcPr>
          <w:p w14:paraId="351E06B0" w14:textId="59EDF212" w:rsidR="00A650E9" w:rsidRPr="00C03E09" w:rsidRDefault="009B598B" w:rsidP="0010753F">
            <w:pPr>
              <w:rPr>
                <w:rFonts w:eastAsiaTheme="minorEastAsia" w:cstheme="minorBidi"/>
                <w:szCs w:val="22"/>
              </w:rPr>
            </w:pPr>
            <w:r>
              <w:t>Uma universidade em Israel</w:t>
            </w:r>
          </w:p>
        </w:tc>
        <w:tc>
          <w:tcPr>
            <w:tcW w:w="943" w:type="dxa"/>
            <w:vAlign w:val="center"/>
          </w:tcPr>
          <w:p w14:paraId="5BF36860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3F80DEF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5A33D41D" w14:textId="77777777" w:rsidR="00A650E9" w:rsidRPr="00C03E09" w:rsidRDefault="00A650E9" w:rsidP="0010753F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B936D81" w14:textId="257A708E" w:rsidR="00A650E9" w:rsidRDefault="00A650E9" w:rsidP="00A650E9">
      <w:pPr>
        <w:pStyle w:val="RCBody"/>
        <w:spacing w:after="0"/>
        <w:ind w:left="720"/>
      </w:pPr>
    </w:p>
    <w:p w14:paraId="67AE3096" w14:textId="0E50315D" w:rsidR="00C03E09" w:rsidRPr="00C03E09" w:rsidRDefault="00291C97" w:rsidP="00C03E09">
      <w:pPr>
        <w:numPr>
          <w:ilvl w:val="0"/>
          <w:numId w:val="23"/>
        </w:numPr>
        <w:rPr>
          <w:rFonts w:eastAsiaTheme="minorEastAsia" w:cstheme="minorBidi"/>
          <w:szCs w:val="22"/>
        </w:rPr>
      </w:pPr>
      <w:r>
        <w:t>Quanto você sabe sobre:</w:t>
      </w:r>
    </w:p>
    <w:tbl>
      <w:tblPr>
        <w:tblStyle w:val="TableGrid1"/>
        <w:tblW w:w="9547" w:type="dxa"/>
        <w:tblInd w:w="720" w:type="dxa"/>
        <w:tblLook w:val="04A0" w:firstRow="1" w:lastRow="0" w:firstColumn="1" w:lastColumn="0" w:noHBand="0" w:noVBand="1"/>
      </w:tblPr>
      <w:tblGrid>
        <w:gridCol w:w="4135"/>
        <w:gridCol w:w="943"/>
        <w:gridCol w:w="1217"/>
        <w:gridCol w:w="1982"/>
        <w:gridCol w:w="1270"/>
      </w:tblGrid>
      <w:tr w:rsidR="00C9573D" w:rsidRPr="00C03E09" w14:paraId="50E3A0E3" w14:textId="77777777" w:rsidTr="00C9573D">
        <w:tc>
          <w:tcPr>
            <w:tcW w:w="4135" w:type="dxa"/>
          </w:tcPr>
          <w:p w14:paraId="208AD20C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94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A8CAE3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Nada</w:t>
            </w:r>
          </w:p>
        </w:tc>
        <w:tc>
          <w:tcPr>
            <w:tcW w:w="12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E7C269A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Um pouco</w:t>
            </w:r>
          </w:p>
        </w:tc>
        <w:tc>
          <w:tcPr>
            <w:tcW w:w="198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BE1CE5F" w14:textId="77777777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Bastante</w:t>
            </w:r>
          </w:p>
        </w:tc>
        <w:tc>
          <w:tcPr>
            <w:tcW w:w="127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DE1F793" w14:textId="127FB91B" w:rsidR="00C9573D" w:rsidRPr="00C03E09" w:rsidRDefault="00C9573D" w:rsidP="00C03E0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Muito</w:t>
            </w:r>
          </w:p>
        </w:tc>
      </w:tr>
      <w:tr w:rsidR="00C9573D" w:rsidRPr="00C03E09" w14:paraId="749F01B9" w14:textId="77777777" w:rsidTr="00C9573D">
        <w:tc>
          <w:tcPr>
            <w:tcW w:w="4135" w:type="dxa"/>
          </w:tcPr>
          <w:p w14:paraId="47A0002D" w14:textId="43C7BAD7" w:rsidR="00C9573D" w:rsidRPr="00C03E09" w:rsidRDefault="00B96D18" w:rsidP="00C03E09">
            <w:pPr>
              <w:rPr>
                <w:rFonts w:eastAsiaTheme="minorEastAsia" w:cstheme="minorBidi"/>
                <w:szCs w:val="22"/>
              </w:rPr>
            </w:pPr>
            <w:r>
              <w:t>Rituais e costumes judaicos</w:t>
            </w:r>
          </w:p>
        </w:tc>
        <w:tc>
          <w:tcPr>
            <w:tcW w:w="943" w:type="dxa"/>
            <w:vAlign w:val="center"/>
          </w:tcPr>
          <w:p w14:paraId="6033A4C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845256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FB7F8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43C33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C4C1AE8" w14:textId="77777777" w:rsidTr="00C9573D">
        <w:tc>
          <w:tcPr>
            <w:tcW w:w="4135" w:type="dxa"/>
          </w:tcPr>
          <w:p w14:paraId="1311FEE3" w14:textId="77777777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Vida cotidiana em Israel</w:t>
            </w:r>
          </w:p>
        </w:tc>
        <w:tc>
          <w:tcPr>
            <w:tcW w:w="943" w:type="dxa"/>
            <w:vAlign w:val="center"/>
          </w:tcPr>
          <w:p w14:paraId="346BF48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2C8FA88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E40BDE0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6B2096F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76C506B" w14:textId="77777777" w:rsidTr="00C9573D">
        <w:tc>
          <w:tcPr>
            <w:tcW w:w="4135" w:type="dxa"/>
          </w:tcPr>
          <w:p w14:paraId="6EB11151" w14:textId="50827565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Cultura judaica (música, comida, arte etc.)</w:t>
            </w:r>
          </w:p>
        </w:tc>
        <w:tc>
          <w:tcPr>
            <w:tcW w:w="943" w:type="dxa"/>
            <w:vAlign w:val="center"/>
          </w:tcPr>
          <w:p w14:paraId="19F244D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E48B69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46928731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033345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D88E915" w14:textId="77777777" w:rsidTr="00C9573D">
        <w:tc>
          <w:tcPr>
            <w:tcW w:w="4135" w:type="dxa"/>
          </w:tcPr>
          <w:p w14:paraId="6155C5AD" w14:textId="2BD9F18B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A importância de Israel na história judaica</w:t>
            </w:r>
          </w:p>
        </w:tc>
        <w:tc>
          <w:tcPr>
            <w:tcW w:w="943" w:type="dxa"/>
            <w:vAlign w:val="center"/>
          </w:tcPr>
          <w:p w14:paraId="328D6F8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76FBE3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3852DF4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4DCF1C9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5024DCC" w14:textId="77777777" w:rsidTr="00C9573D">
        <w:tc>
          <w:tcPr>
            <w:tcW w:w="4135" w:type="dxa"/>
          </w:tcPr>
          <w:p w14:paraId="65B2467A" w14:textId="49D823B1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A história da vida judaica onde você mora</w:t>
            </w:r>
          </w:p>
        </w:tc>
        <w:tc>
          <w:tcPr>
            <w:tcW w:w="943" w:type="dxa"/>
            <w:vAlign w:val="center"/>
          </w:tcPr>
          <w:p w14:paraId="0346B31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4A50CA4D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186DC31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36CB016C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6609496" w14:textId="77777777" w:rsidTr="00C9573D">
        <w:tc>
          <w:tcPr>
            <w:tcW w:w="4135" w:type="dxa"/>
          </w:tcPr>
          <w:p w14:paraId="0B3C544B" w14:textId="27B11F8B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Cultura israelense (música, comida, arte etc.)</w:t>
            </w:r>
          </w:p>
        </w:tc>
        <w:tc>
          <w:tcPr>
            <w:tcW w:w="943" w:type="dxa"/>
            <w:vAlign w:val="center"/>
          </w:tcPr>
          <w:p w14:paraId="247A761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09106C8E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6213929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70332D5F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4D741E1" w14:textId="77777777" w:rsidTr="00C9573D">
        <w:tc>
          <w:tcPr>
            <w:tcW w:w="4135" w:type="dxa"/>
          </w:tcPr>
          <w:p w14:paraId="286299C1" w14:textId="11BD2F1D" w:rsidR="00C9573D" w:rsidRPr="00C03E09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>Dias importantes no ano judaico</w:t>
            </w:r>
          </w:p>
        </w:tc>
        <w:tc>
          <w:tcPr>
            <w:tcW w:w="943" w:type="dxa"/>
            <w:vAlign w:val="center"/>
          </w:tcPr>
          <w:p w14:paraId="69B153C2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52E720BA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07DF64F4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01E6F87B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20497857" w14:textId="77777777" w:rsidTr="00C9573D">
        <w:tc>
          <w:tcPr>
            <w:tcW w:w="4135" w:type="dxa"/>
          </w:tcPr>
          <w:p w14:paraId="614FC480" w14:textId="4C33DAE7" w:rsidR="00C9573D" w:rsidRDefault="00C9573D" w:rsidP="00C03E09">
            <w:pPr>
              <w:rPr>
                <w:rFonts w:eastAsiaTheme="minorEastAsia" w:cstheme="minorBidi"/>
                <w:szCs w:val="22"/>
              </w:rPr>
            </w:pPr>
            <w:r>
              <w:t xml:space="preserve">A importância de Israel no </w:t>
            </w:r>
            <w:proofErr w:type="spellStart"/>
            <w:r>
              <w:t>Tanach</w:t>
            </w:r>
            <w:proofErr w:type="spellEnd"/>
          </w:p>
        </w:tc>
        <w:tc>
          <w:tcPr>
            <w:tcW w:w="943" w:type="dxa"/>
            <w:vAlign w:val="center"/>
          </w:tcPr>
          <w:p w14:paraId="4C323FB6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17" w:type="dxa"/>
            <w:vAlign w:val="center"/>
          </w:tcPr>
          <w:p w14:paraId="3EC3017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982" w:type="dxa"/>
            <w:vAlign w:val="center"/>
          </w:tcPr>
          <w:p w14:paraId="5A1BC543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70" w:type="dxa"/>
            <w:vAlign w:val="center"/>
          </w:tcPr>
          <w:p w14:paraId="14446E55" w14:textId="77777777" w:rsidR="00C9573D" w:rsidRPr="00C03E09" w:rsidRDefault="00C9573D" w:rsidP="00C03E09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2EC439AA" w14:textId="5DB541DA" w:rsidR="00C03E09" w:rsidRDefault="00C03E09" w:rsidP="00C03E09">
      <w:pPr>
        <w:pStyle w:val="RCBody"/>
        <w:spacing w:after="0"/>
      </w:pPr>
    </w:p>
    <w:p w14:paraId="65EDE214" w14:textId="3D9EE402" w:rsidR="006D436E" w:rsidRDefault="007828FF" w:rsidP="006D436E">
      <w:pPr>
        <w:pStyle w:val="RCBody"/>
        <w:numPr>
          <w:ilvl w:val="0"/>
          <w:numId w:val="23"/>
        </w:numPr>
        <w:spacing w:after="0"/>
      </w:pPr>
      <w:r>
        <w:t>Quanto você concorda com as afirmações a seguir:</w:t>
      </w:r>
    </w:p>
    <w:tbl>
      <w:tblPr>
        <w:tblStyle w:val="TableGrid"/>
        <w:tblW w:w="9733" w:type="dxa"/>
        <w:tblInd w:w="720" w:type="dxa"/>
        <w:tblLook w:val="04A0" w:firstRow="1" w:lastRow="0" w:firstColumn="1" w:lastColumn="0" w:noHBand="0" w:noVBand="1"/>
      </w:tblPr>
      <w:tblGrid>
        <w:gridCol w:w="3846"/>
        <w:gridCol w:w="1220"/>
        <w:gridCol w:w="1006"/>
        <w:gridCol w:w="1358"/>
        <w:gridCol w:w="1083"/>
        <w:gridCol w:w="1220"/>
      </w:tblGrid>
      <w:tr w:rsidR="006D436E" w14:paraId="2BA81163" w14:textId="77777777" w:rsidTr="005226B9">
        <w:tc>
          <w:tcPr>
            <w:tcW w:w="4495" w:type="dxa"/>
          </w:tcPr>
          <w:p w14:paraId="7206F6D9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953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38DE0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Discordo totalmente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70AA0A9B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Discordo</w:t>
            </w:r>
          </w:p>
        </w:tc>
        <w:tc>
          <w:tcPr>
            <w:tcW w:w="143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665BD44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Nem concordo, nem discordo</w:t>
            </w:r>
          </w:p>
        </w:tc>
        <w:tc>
          <w:tcPr>
            <w:tcW w:w="8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1AB557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Concordo</w:t>
            </w:r>
          </w:p>
        </w:tc>
        <w:tc>
          <w:tcPr>
            <w:tcW w:w="1008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ABAA10" w14:textId="77777777" w:rsidR="006D436E" w:rsidRPr="00FD39B1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Concordo totalmente</w:t>
            </w:r>
          </w:p>
        </w:tc>
      </w:tr>
      <w:tr w:rsidR="006D436E" w14:paraId="6C96B2F4" w14:textId="77777777" w:rsidTr="005226B9">
        <w:tc>
          <w:tcPr>
            <w:tcW w:w="4495" w:type="dxa"/>
          </w:tcPr>
          <w:p w14:paraId="69AFDA2E" w14:textId="77777777" w:rsidR="006D436E" w:rsidRDefault="006D436E" w:rsidP="005226B9">
            <w:pPr>
              <w:pStyle w:val="RCBody"/>
              <w:spacing w:after="0"/>
            </w:pPr>
            <w:r>
              <w:t>Sinto uma forte conexão com minha herança judaica</w:t>
            </w:r>
          </w:p>
        </w:tc>
        <w:tc>
          <w:tcPr>
            <w:tcW w:w="953" w:type="dxa"/>
            <w:vAlign w:val="center"/>
          </w:tcPr>
          <w:p w14:paraId="1A52010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6FE867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D78848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138102F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75B8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CCEDBBE" w14:textId="77777777" w:rsidTr="005226B9">
        <w:tc>
          <w:tcPr>
            <w:tcW w:w="4495" w:type="dxa"/>
          </w:tcPr>
          <w:p w14:paraId="6C5C37FE" w14:textId="77777777" w:rsidR="006D436E" w:rsidRDefault="006D436E" w:rsidP="005226B9">
            <w:pPr>
              <w:pStyle w:val="RCBody"/>
              <w:spacing w:after="0"/>
            </w:pPr>
            <w:r>
              <w:t>Tenho interesse em aprender mais sobre judaísmo e minha herança judaica</w:t>
            </w:r>
          </w:p>
        </w:tc>
        <w:tc>
          <w:tcPr>
            <w:tcW w:w="953" w:type="dxa"/>
            <w:vAlign w:val="center"/>
          </w:tcPr>
          <w:p w14:paraId="28DD072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26760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2F083E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000031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B84481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E5AA73C" w14:textId="77777777" w:rsidTr="005226B9">
        <w:tc>
          <w:tcPr>
            <w:tcW w:w="4495" w:type="dxa"/>
          </w:tcPr>
          <w:p w14:paraId="56D1011B" w14:textId="77777777" w:rsidR="006D436E" w:rsidRDefault="006D436E" w:rsidP="005226B9">
            <w:pPr>
              <w:pStyle w:val="RCBody"/>
              <w:spacing w:after="0"/>
            </w:pPr>
            <w:r>
              <w:t xml:space="preserve">As aulas de Estudos Judaicos estão entre as minhas favoritas </w:t>
            </w:r>
          </w:p>
        </w:tc>
        <w:tc>
          <w:tcPr>
            <w:tcW w:w="953" w:type="dxa"/>
            <w:vAlign w:val="center"/>
          </w:tcPr>
          <w:p w14:paraId="2B24570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C2B88C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1D2BF17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39DB6FF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26456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01BDEEC" w14:textId="77777777" w:rsidTr="005226B9">
        <w:tc>
          <w:tcPr>
            <w:tcW w:w="4495" w:type="dxa"/>
          </w:tcPr>
          <w:p w14:paraId="06CE9479" w14:textId="4B512D67" w:rsidR="006D436E" w:rsidRDefault="006D436E" w:rsidP="005226B9">
            <w:pPr>
              <w:pStyle w:val="RCBody"/>
              <w:spacing w:after="0" w:line="240" w:lineRule="auto"/>
            </w:pPr>
            <w:r>
              <w:rPr>
                <w:highlight w:val="yellow"/>
              </w:rPr>
              <w:t xml:space="preserve">Tenho responsabilidade de cuidar dos judeus necessitados </w:t>
            </w:r>
            <w:proofErr w:type="gramStart"/>
            <w:r>
              <w:rPr>
                <w:highlight w:val="yellow"/>
              </w:rPr>
              <w:t>no</w:t>
            </w:r>
            <w:proofErr w:type="gramEnd"/>
            <w:r>
              <w:t xml:space="preserve"> </w:t>
            </w:r>
            <w:r>
              <w:rPr>
                <w:highlight w:val="lightGray"/>
              </w:rPr>
              <w:t>[Country]</w:t>
            </w:r>
          </w:p>
        </w:tc>
        <w:tc>
          <w:tcPr>
            <w:tcW w:w="953" w:type="dxa"/>
            <w:vAlign w:val="center"/>
          </w:tcPr>
          <w:p w14:paraId="3E229A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07EE7D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F90B10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E4C49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4F56CDA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EB58CE0" w14:textId="77777777" w:rsidTr="005226B9">
        <w:tc>
          <w:tcPr>
            <w:tcW w:w="4495" w:type="dxa"/>
          </w:tcPr>
          <w:p w14:paraId="5843F579" w14:textId="77777777" w:rsidR="006D436E" w:rsidRDefault="006D436E" w:rsidP="005226B9">
            <w:pPr>
              <w:pStyle w:val="RCBody"/>
              <w:spacing w:after="0" w:line="240" w:lineRule="auto"/>
            </w:pPr>
            <w:r>
              <w:t>Participar de uma escola judaica faz com que eu me sinta parte de algo maior</w:t>
            </w:r>
          </w:p>
        </w:tc>
        <w:tc>
          <w:tcPr>
            <w:tcW w:w="953" w:type="dxa"/>
            <w:vAlign w:val="center"/>
          </w:tcPr>
          <w:p w14:paraId="422D18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1DFF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34DC582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042EB76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F3F694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221609F" w14:textId="77777777" w:rsidTr="005226B9">
        <w:tc>
          <w:tcPr>
            <w:tcW w:w="4495" w:type="dxa"/>
          </w:tcPr>
          <w:p w14:paraId="65EA31EF" w14:textId="77777777" w:rsidR="006D436E" w:rsidRDefault="006D436E" w:rsidP="005226B9">
            <w:pPr>
              <w:pStyle w:val="RCBody"/>
              <w:spacing w:after="0" w:line="240" w:lineRule="auto"/>
            </w:pPr>
            <w:r>
              <w:t>Sinto uma forte conexão com Israel</w:t>
            </w:r>
          </w:p>
        </w:tc>
        <w:tc>
          <w:tcPr>
            <w:tcW w:w="953" w:type="dxa"/>
            <w:vAlign w:val="center"/>
          </w:tcPr>
          <w:p w14:paraId="648A7F6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4599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90F9E1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6730A6C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507C0D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BA6FCEC" w14:textId="77777777" w:rsidTr="005226B9">
        <w:tc>
          <w:tcPr>
            <w:tcW w:w="4495" w:type="dxa"/>
          </w:tcPr>
          <w:p w14:paraId="158491A6" w14:textId="77777777" w:rsidR="006D436E" w:rsidRDefault="006D436E" w:rsidP="005226B9">
            <w:pPr>
              <w:pStyle w:val="RCBody"/>
              <w:spacing w:after="0" w:line="240" w:lineRule="auto"/>
            </w:pPr>
            <w:r>
              <w:t>Vejo o serviço comunitário e o voluntariado como parte da minha vida judaica</w:t>
            </w:r>
          </w:p>
        </w:tc>
        <w:tc>
          <w:tcPr>
            <w:tcW w:w="953" w:type="dxa"/>
            <w:vAlign w:val="center"/>
          </w:tcPr>
          <w:p w14:paraId="19D457A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232C2E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06B3A8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5CB24D5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3F4E588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571FED1B" w14:textId="77777777" w:rsidTr="005226B9">
        <w:tc>
          <w:tcPr>
            <w:tcW w:w="4495" w:type="dxa"/>
          </w:tcPr>
          <w:p w14:paraId="1041C753" w14:textId="77777777" w:rsidR="006D436E" w:rsidRDefault="006D436E" w:rsidP="005226B9">
            <w:pPr>
              <w:pStyle w:val="RCBody"/>
              <w:spacing w:after="0" w:line="240" w:lineRule="auto"/>
            </w:pPr>
            <w:r>
              <w:t xml:space="preserve">Conceitos judaicos de contribuição para o mundo (como </w:t>
            </w:r>
            <w:proofErr w:type="spellStart"/>
            <w:r>
              <w:t>Tikun</w:t>
            </w:r>
            <w:proofErr w:type="spellEnd"/>
            <w:r>
              <w:t xml:space="preserve"> </w:t>
            </w:r>
            <w:proofErr w:type="spellStart"/>
            <w:r>
              <w:t>Olam</w:t>
            </w:r>
            <w:proofErr w:type="spellEnd"/>
            <w:r>
              <w:t>) me inspiram a fazer um mundo melhor</w:t>
            </w:r>
          </w:p>
        </w:tc>
        <w:tc>
          <w:tcPr>
            <w:tcW w:w="953" w:type="dxa"/>
            <w:vAlign w:val="center"/>
          </w:tcPr>
          <w:p w14:paraId="468869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A4850D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43518F9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AFF2F5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1AC6C92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6AFB84A" w14:textId="77777777" w:rsidTr="005226B9">
        <w:tc>
          <w:tcPr>
            <w:tcW w:w="4495" w:type="dxa"/>
          </w:tcPr>
          <w:p w14:paraId="3BD4902B" w14:textId="35A755A9" w:rsidR="000B0FA1" w:rsidRDefault="000B0FA1" w:rsidP="005226B9">
            <w:pPr>
              <w:pStyle w:val="RCBody"/>
              <w:spacing w:after="0" w:line="240" w:lineRule="auto"/>
            </w:pPr>
            <w:r>
              <w:t>Tenho responsabilidade de cuidar dos judeus necessitados ao redor do mundo</w:t>
            </w:r>
          </w:p>
        </w:tc>
        <w:tc>
          <w:tcPr>
            <w:tcW w:w="953" w:type="dxa"/>
            <w:vAlign w:val="center"/>
          </w:tcPr>
          <w:p w14:paraId="64AB8F7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4ABE43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715F8C0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798B547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713418FE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13265528" w14:textId="77777777" w:rsidTr="005226B9">
        <w:tc>
          <w:tcPr>
            <w:tcW w:w="4495" w:type="dxa"/>
          </w:tcPr>
          <w:p w14:paraId="0A7A6116" w14:textId="3B0FA197" w:rsidR="000B0FA1" w:rsidRDefault="000B0FA1" w:rsidP="005226B9">
            <w:pPr>
              <w:pStyle w:val="RCBody"/>
              <w:spacing w:after="0" w:line="240" w:lineRule="auto"/>
            </w:pPr>
            <w:r>
              <w:rPr>
                <w:highlight w:val="yellow"/>
              </w:rPr>
              <w:t xml:space="preserve">Sinto uma forte conexão com os judeus </w:t>
            </w:r>
            <w:proofErr w:type="gramStart"/>
            <w:r>
              <w:rPr>
                <w:highlight w:val="yellow"/>
              </w:rPr>
              <w:t>no</w:t>
            </w:r>
            <w:proofErr w:type="gramEnd"/>
            <w:r>
              <w:t xml:space="preserve"> </w:t>
            </w:r>
            <w:r>
              <w:rPr>
                <w:highlight w:val="lightGray"/>
              </w:rPr>
              <w:t>[Country]</w:t>
            </w:r>
          </w:p>
        </w:tc>
        <w:tc>
          <w:tcPr>
            <w:tcW w:w="953" w:type="dxa"/>
            <w:vAlign w:val="center"/>
          </w:tcPr>
          <w:p w14:paraId="13EB520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5B77405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433" w:type="dxa"/>
            <w:vAlign w:val="center"/>
          </w:tcPr>
          <w:p w14:paraId="29EABF9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872" w:type="dxa"/>
            <w:vAlign w:val="center"/>
          </w:tcPr>
          <w:p w14:paraId="2DC5645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ind w:left="584"/>
              <w:jc w:val="center"/>
            </w:pPr>
          </w:p>
        </w:tc>
        <w:tc>
          <w:tcPr>
            <w:tcW w:w="1008" w:type="dxa"/>
            <w:vAlign w:val="center"/>
          </w:tcPr>
          <w:p w14:paraId="08A73EF1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2618C3EC" w14:textId="1F20EC55" w:rsidR="006D436E" w:rsidRDefault="006D436E" w:rsidP="00C03E09">
      <w:pPr>
        <w:pStyle w:val="RCBody"/>
        <w:spacing w:after="0"/>
      </w:pPr>
    </w:p>
    <w:p w14:paraId="09CF452C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t>Quanto você acha que sua escola contribuiu para…</w:t>
      </w:r>
    </w:p>
    <w:tbl>
      <w:tblPr>
        <w:tblStyle w:val="TableGrid"/>
        <w:tblW w:w="9355" w:type="dxa"/>
        <w:tblInd w:w="720" w:type="dxa"/>
        <w:tblLook w:val="04A0" w:firstRow="1" w:lastRow="0" w:firstColumn="1" w:lastColumn="0" w:noHBand="0" w:noVBand="1"/>
      </w:tblPr>
      <w:tblGrid>
        <w:gridCol w:w="4765"/>
        <w:gridCol w:w="1170"/>
        <w:gridCol w:w="972"/>
        <w:gridCol w:w="1188"/>
        <w:gridCol w:w="1260"/>
      </w:tblGrid>
      <w:tr w:rsidR="006D436E" w14:paraId="51ECC885" w14:textId="77777777" w:rsidTr="006D436E">
        <w:tc>
          <w:tcPr>
            <w:tcW w:w="4765" w:type="dxa"/>
          </w:tcPr>
          <w:p w14:paraId="6F9D70D7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17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5FEC9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Nada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A7FC5EF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Um pouco</w:t>
            </w:r>
          </w:p>
        </w:tc>
        <w:tc>
          <w:tcPr>
            <w:tcW w:w="11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D930CD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Nem muito, nem pouco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364ED35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Muitíssimo</w:t>
            </w:r>
          </w:p>
        </w:tc>
      </w:tr>
      <w:tr w:rsidR="006D436E" w14:paraId="2A39B7AD" w14:textId="77777777" w:rsidTr="006D436E">
        <w:tc>
          <w:tcPr>
            <w:tcW w:w="4765" w:type="dxa"/>
          </w:tcPr>
          <w:p w14:paraId="03D56DFD" w14:textId="77777777" w:rsidR="006D436E" w:rsidRDefault="006D436E" w:rsidP="005226B9">
            <w:pPr>
              <w:pStyle w:val="RCBody"/>
              <w:spacing w:after="0"/>
            </w:pPr>
            <w:r>
              <w:t>Seu conhecimento da herança, dos rituais e das tradições judaicas</w:t>
            </w:r>
          </w:p>
        </w:tc>
        <w:tc>
          <w:tcPr>
            <w:tcW w:w="1170" w:type="dxa"/>
            <w:vAlign w:val="center"/>
          </w:tcPr>
          <w:p w14:paraId="2DE923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4152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A4A968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57EC95B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D4E3AA0" w14:textId="77777777" w:rsidTr="006D436E">
        <w:tc>
          <w:tcPr>
            <w:tcW w:w="4765" w:type="dxa"/>
          </w:tcPr>
          <w:p w14:paraId="034821EC" w14:textId="77777777" w:rsidR="006D436E" w:rsidRDefault="006D436E" w:rsidP="005226B9">
            <w:pPr>
              <w:pStyle w:val="RCBody"/>
              <w:spacing w:after="0"/>
            </w:pPr>
            <w:r>
              <w:t>Suas habilidades linguísticas em hebraico</w:t>
            </w:r>
          </w:p>
        </w:tc>
        <w:tc>
          <w:tcPr>
            <w:tcW w:w="1170" w:type="dxa"/>
            <w:vAlign w:val="center"/>
          </w:tcPr>
          <w:p w14:paraId="014A057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FBFAE6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4793451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992BC4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DE155BB" w14:textId="77777777" w:rsidTr="006D436E">
        <w:tc>
          <w:tcPr>
            <w:tcW w:w="4765" w:type="dxa"/>
          </w:tcPr>
          <w:p w14:paraId="2D2BDA80" w14:textId="77777777" w:rsidR="006D436E" w:rsidRDefault="006D436E" w:rsidP="005226B9">
            <w:pPr>
              <w:pStyle w:val="RCBody"/>
              <w:spacing w:after="0"/>
            </w:pPr>
            <w:r>
              <w:t>Sua conexão com a terra, o povo e o Estado de Israel</w:t>
            </w:r>
          </w:p>
        </w:tc>
        <w:tc>
          <w:tcPr>
            <w:tcW w:w="1170" w:type="dxa"/>
            <w:vAlign w:val="center"/>
          </w:tcPr>
          <w:p w14:paraId="066A3A3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472D8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9AAC26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BA541F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8AE545F" w14:textId="77777777" w:rsidTr="006D436E">
        <w:tc>
          <w:tcPr>
            <w:tcW w:w="4765" w:type="dxa"/>
          </w:tcPr>
          <w:p w14:paraId="48A2EA6F" w14:textId="77777777" w:rsidR="006D436E" w:rsidRDefault="006D436E" w:rsidP="005226B9">
            <w:pPr>
              <w:pStyle w:val="RCBody"/>
              <w:spacing w:after="0"/>
            </w:pPr>
            <w:r>
              <w:t>Seu envolvimento com a comunidade judaica local</w:t>
            </w:r>
          </w:p>
        </w:tc>
        <w:tc>
          <w:tcPr>
            <w:tcW w:w="1170" w:type="dxa"/>
            <w:vAlign w:val="center"/>
          </w:tcPr>
          <w:p w14:paraId="2D0875C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89AF16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2B2C4A1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2E7FBA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F493546" w14:textId="77777777" w:rsidTr="006D436E">
        <w:tc>
          <w:tcPr>
            <w:tcW w:w="4765" w:type="dxa"/>
          </w:tcPr>
          <w:p w14:paraId="22E7690D" w14:textId="453AC738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[Não exibir se Q6=Não]</w:t>
            </w:r>
            <w:r>
              <w:t xml:space="preserve"> Sua sensação de orgulho de sua identidade judaica</w:t>
            </w:r>
          </w:p>
        </w:tc>
        <w:tc>
          <w:tcPr>
            <w:tcW w:w="1170" w:type="dxa"/>
            <w:vAlign w:val="center"/>
          </w:tcPr>
          <w:p w14:paraId="22B5D57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4CB03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B5169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F73F9F6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017DE474" w14:textId="77777777" w:rsidTr="006D436E">
        <w:tc>
          <w:tcPr>
            <w:tcW w:w="4765" w:type="dxa"/>
          </w:tcPr>
          <w:p w14:paraId="468D8F47" w14:textId="77777777" w:rsidR="006D436E" w:rsidRDefault="006D436E" w:rsidP="005226B9">
            <w:pPr>
              <w:pStyle w:val="RCBody"/>
              <w:spacing w:after="0"/>
            </w:pPr>
            <w:r>
              <w:t>Seu sentimento de responsabilidade de cuidar dos judeus necessitados</w:t>
            </w:r>
          </w:p>
        </w:tc>
        <w:tc>
          <w:tcPr>
            <w:tcW w:w="1170" w:type="dxa"/>
            <w:vAlign w:val="center"/>
          </w:tcPr>
          <w:p w14:paraId="3FBE704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7E5692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0700849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E3B3C1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6FDDDA8B" w14:textId="77777777" w:rsidTr="006D436E">
        <w:tc>
          <w:tcPr>
            <w:tcW w:w="4765" w:type="dxa"/>
          </w:tcPr>
          <w:p w14:paraId="55B1E74B" w14:textId="77777777" w:rsidR="006D436E" w:rsidRDefault="006D436E" w:rsidP="005226B9">
            <w:pPr>
              <w:pStyle w:val="RCBody"/>
              <w:spacing w:after="0"/>
            </w:pPr>
            <w:r>
              <w:lastRenderedPageBreak/>
              <w:t>Sua curiosidade e interesse em aprender sobre a vida e a herança judaicas</w:t>
            </w:r>
          </w:p>
        </w:tc>
        <w:tc>
          <w:tcPr>
            <w:tcW w:w="1170" w:type="dxa"/>
            <w:vAlign w:val="center"/>
          </w:tcPr>
          <w:p w14:paraId="2503081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059D8C9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11DE519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763F279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3D1C058" w14:textId="77777777" w:rsidTr="006D436E">
        <w:tc>
          <w:tcPr>
            <w:tcW w:w="4765" w:type="dxa"/>
          </w:tcPr>
          <w:p w14:paraId="2D15F611" w14:textId="52EDF7CA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[Não exibir se Q6=Não]</w:t>
            </w:r>
            <w:r>
              <w:t xml:space="preserve"> Seus planos de incorporar práticas judaicas em sua casa</w:t>
            </w:r>
          </w:p>
        </w:tc>
        <w:tc>
          <w:tcPr>
            <w:tcW w:w="1170" w:type="dxa"/>
            <w:vAlign w:val="center"/>
          </w:tcPr>
          <w:p w14:paraId="3E8DAF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C92028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188" w:type="dxa"/>
            <w:vAlign w:val="center"/>
          </w:tcPr>
          <w:p w14:paraId="687911F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6486EDD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40CCC251" w14:textId="77777777" w:rsidR="006D436E" w:rsidRDefault="006D436E" w:rsidP="006D436E">
      <w:pPr>
        <w:pStyle w:val="RCBody"/>
        <w:spacing w:after="0"/>
        <w:ind w:left="720"/>
      </w:pPr>
    </w:p>
    <w:p w14:paraId="0A4768CF" w14:textId="77777777" w:rsidR="006D436E" w:rsidRDefault="006D436E" w:rsidP="006D436E">
      <w:pPr>
        <w:pStyle w:val="RCBody"/>
        <w:numPr>
          <w:ilvl w:val="0"/>
          <w:numId w:val="23"/>
        </w:numPr>
        <w:spacing w:after="0"/>
      </w:pPr>
      <w:r>
        <w:t>Quanto você acha que sua escola contribuiu para…</w:t>
      </w:r>
    </w:p>
    <w:tbl>
      <w:tblPr>
        <w:tblStyle w:val="TableGrid"/>
        <w:tblW w:w="9445" w:type="dxa"/>
        <w:tblInd w:w="720" w:type="dxa"/>
        <w:tblLook w:val="04A0" w:firstRow="1" w:lastRow="0" w:firstColumn="1" w:lastColumn="0" w:noHBand="0" w:noVBand="1"/>
      </w:tblPr>
      <w:tblGrid>
        <w:gridCol w:w="4855"/>
        <w:gridCol w:w="1080"/>
        <w:gridCol w:w="972"/>
        <w:gridCol w:w="1278"/>
        <w:gridCol w:w="1260"/>
      </w:tblGrid>
      <w:tr w:rsidR="006D436E" w14:paraId="2EC993D4" w14:textId="77777777" w:rsidTr="006D436E">
        <w:tc>
          <w:tcPr>
            <w:tcW w:w="4855" w:type="dxa"/>
          </w:tcPr>
          <w:p w14:paraId="708C7655" w14:textId="77777777" w:rsidR="006D436E" w:rsidRDefault="006D436E" w:rsidP="005226B9">
            <w:pPr>
              <w:pStyle w:val="RCBody"/>
              <w:spacing w:after="0"/>
            </w:pPr>
          </w:p>
        </w:tc>
        <w:tc>
          <w:tcPr>
            <w:tcW w:w="1080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7A4905E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Nada</w:t>
            </w:r>
          </w:p>
        </w:tc>
        <w:tc>
          <w:tcPr>
            <w:tcW w:w="97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F4338CB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Um pouco</w:t>
            </w:r>
          </w:p>
        </w:tc>
        <w:tc>
          <w:tcPr>
            <w:tcW w:w="127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0E6AB00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Nem muito, nem pouco</w:t>
            </w:r>
          </w:p>
        </w:tc>
        <w:tc>
          <w:tcPr>
            <w:tcW w:w="1260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9641014" w14:textId="77777777" w:rsidR="006D436E" w:rsidRPr="00DA0819" w:rsidRDefault="006D436E" w:rsidP="005226B9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Muitíssimo</w:t>
            </w:r>
          </w:p>
        </w:tc>
      </w:tr>
      <w:tr w:rsidR="006D436E" w14:paraId="06C68B77" w14:textId="77777777" w:rsidTr="006D436E">
        <w:tc>
          <w:tcPr>
            <w:tcW w:w="4855" w:type="dxa"/>
          </w:tcPr>
          <w:p w14:paraId="0638E736" w14:textId="77777777" w:rsidR="006D436E" w:rsidRDefault="006D436E" w:rsidP="005226B9">
            <w:pPr>
              <w:pStyle w:val="RCBody"/>
              <w:spacing w:after="0"/>
            </w:pPr>
            <w:r>
              <w:t>Seu conhecimento de textos judaicos (como a Torá, a Lei Oral)</w:t>
            </w:r>
          </w:p>
        </w:tc>
        <w:tc>
          <w:tcPr>
            <w:tcW w:w="1080" w:type="dxa"/>
            <w:vAlign w:val="center"/>
          </w:tcPr>
          <w:p w14:paraId="500AC920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8D2A78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4724D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6AEC500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48EC980C" w14:textId="77777777" w:rsidTr="006D436E">
        <w:tc>
          <w:tcPr>
            <w:tcW w:w="4855" w:type="dxa"/>
          </w:tcPr>
          <w:p w14:paraId="09E0F7D3" w14:textId="73EDA100" w:rsidR="006D436E" w:rsidRDefault="001E5103" w:rsidP="005226B9">
            <w:pPr>
              <w:pStyle w:val="RCBody"/>
              <w:spacing w:after="0"/>
            </w:pPr>
            <w:r>
              <w:rPr>
                <w:highlight w:val="lightGray"/>
              </w:rPr>
              <w:t>[Não exibir se Q6=Não]</w:t>
            </w:r>
            <w:r>
              <w:t xml:space="preserve"> Sua marcação do Shabat como um dia diferente do resto da semana</w:t>
            </w:r>
          </w:p>
        </w:tc>
        <w:tc>
          <w:tcPr>
            <w:tcW w:w="1080" w:type="dxa"/>
            <w:vAlign w:val="center"/>
          </w:tcPr>
          <w:p w14:paraId="169017D8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30EF8A2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0945F2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1AF9B7C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7C38C8A" w14:textId="77777777" w:rsidTr="006D436E">
        <w:tc>
          <w:tcPr>
            <w:tcW w:w="4855" w:type="dxa"/>
          </w:tcPr>
          <w:p w14:paraId="3791E073" w14:textId="77777777" w:rsidR="006D436E" w:rsidRDefault="006D436E" w:rsidP="005226B9">
            <w:pPr>
              <w:pStyle w:val="RCBody"/>
              <w:spacing w:after="0"/>
            </w:pPr>
            <w:r>
              <w:t>Sua atenção para as notícias e atualidades em Israel</w:t>
            </w:r>
          </w:p>
        </w:tc>
        <w:tc>
          <w:tcPr>
            <w:tcW w:w="1080" w:type="dxa"/>
            <w:vAlign w:val="center"/>
          </w:tcPr>
          <w:p w14:paraId="725C6F5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F278AE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B09CD4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3A90F7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3DDEA585" w14:textId="77777777" w:rsidTr="006D436E">
        <w:tc>
          <w:tcPr>
            <w:tcW w:w="4855" w:type="dxa"/>
          </w:tcPr>
          <w:p w14:paraId="23F38671" w14:textId="77777777" w:rsidR="006D436E" w:rsidRDefault="006D436E" w:rsidP="005226B9">
            <w:pPr>
              <w:pStyle w:val="RCBody"/>
              <w:spacing w:after="0"/>
            </w:pPr>
            <w:r>
              <w:t>Seu conhecimento da história da comunidade judaica local</w:t>
            </w:r>
          </w:p>
        </w:tc>
        <w:tc>
          <w:tcPr>
            <w:tcW w:w="1080" w:type="dxa"/>
            <w:vAlign w:val="center"/>
          </w:tcPr>
          <w:p w14:paraId="50795DB7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B0D05F4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DAA3EA1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B96EDB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26ECDF54" w14:textId="77777777" w:rsidTr="006D436E">
        <w:tc>
          <w:tcPr>
            <w:tcW w:w="4855" w:type="dxa"/>
          </w:tcPr>
          <w:p w14:paraId="2180B09E" w14:textId="77777777" w:rsidR="006D436E" w:rsidRDefault="006D436E" w:rsidP="005226B9">
            <w:pPr>
              <w:pStyle w:val="RCBody"/>
              <w:spacing w:after="0"/>
            </w:pPr>
            <w:r>
              <w:t>Seu desenvolvimento de habilidades de liderança</w:t>
            </w:r>
          </w:p>
        </w:tc>
        <w:tc>
          <w:tcPr>
            <w:tcW w:w="1080" w:type="dxa"/>
            <w:vAlign w:val="center"/>
          </w:tcPr>
          <w:p w14:paraId="610453F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7E154DBE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1254624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D2CB372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6D436E" w14:paraId="7C21BD44" w14:textId="77777777" w:rsidTr="006D436E">
        <w:tc>
          <w:tcPr>
            <w:tcW w:w="4855" w:type="dxa"/>
          </w:tcPr>
          <w:p w14:paraId="684054DB" w14:textId="77777777" w:rsidR="006D436E" w:rsidRDefault="006D436E" w:rsidP="005226B9">
            <w:pPr>
              <w:pStyle w:val="RCBody"/>
              <w:spacing w:after="0"/>
            </w:pPr>
            <w:r>
              <w:t>Seu sentimento de pertencimento aos colegas</w:t>
            </w:r>
          </w:p>
        </w:tc>
        <w:tc>
          <w:tcPr>
            <w:tcW w:w="1080" w:type="dxa"/>
            <w:vAlign w:val="center"/>
          </w:tcPr>
          <w:p w14:paraId="0704505F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4B8BF4D3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533C11DA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1E033555" w14:textId="77777777" w:rsidR="006D436E" w:rsidRDefault="006D436E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252BC82E" w14:textId="77777777" w:rsidTr="006D436E">
        <w:tc>
          <w:tcPr>
            <w:tcW w:w="4855" w:type="dxa"/>
          </w:tcPr>
          <w:p w14:paraId="253A5EB8" w14:textId="5530DB6A" w:rsidR="007828FF" w:rsidRDefault="007828FF" w:rsidP="005226B9">
            <w:pPr>
              <w:pStyle w:val="RCBody"/>
              <w:spacing w:after="0"/>
            </w:pPr>
            <w:r>
              <w:t>Seu voluntariado para a comunidade judaica</w:t>
            </w:r>
          </w:p>
        </w:tc>
        <w:tc>
          <w:tcPr>
            <w:tcW w:w="1080" w:type="dxa"/>
            <w:vAlign w:val="center"/>
          </w:tcPr>
          <w:p w14:paraId="4B50717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681EAE89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C1AADB6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26870732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7828FF" w14:paraId="35BEAF56" w14:textId="77777777" w:rsidTr="006D436E">
        <w:tc>
          <w:tcPr>
            <w:tcW w:w="4855" w:type="dxa"/>
          </w:tcPr>
          <w:p w14:paraId="08A4F94A" w14:textId="6E1EE996" w:rsidR="007828FF" w:rsidRDefault="007828FF" w:rsidP="005226B9">
            <w:pPr>
              <w:pStyle w:val="RCBody"/>
              <w:spacing w:after="0"/>
            </w:pPr>
            <w:r>
              <w:rPr>
                <w:highlight w:val="lightGray"/>
              </w:rPr>
              <w:t>[Não exibir se Q6=Não]</w:t>
            </w:r>
            <w:r>
              <w:t xml:space="preserve"> Sua participação em uma sinagoga</w:t>
            </w:r>
          </w:p>
        </w:tc>
        <w:tc>
          <w:tcPr>
            <w:tcW w:w="1080" w:type="dxa"/>
            <w:vAlign w:val="center"/>
          </w:tcPr>
          <w:p w14:paraId="3BFC3F0F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570BFE9C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0233908D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0F3D1797" w14:textId="77777777" w:rsidR="007828FF" w:rsidRDefault="007828FF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368608AB" w14:textId="77777777" w:rsidTr="006D436E">
        <w:tc>
          <w:tcPr>
            <w:tcW w:w="4855" w:type="dxa"/>
          </w:tcPr>
          <w:p w14:paraId="1063B3D1" w14:textId="0C8C7BFE" w:rsidR="000B0FA1" w:rsidRPr="001E5103" w:rsidRDefault="000B0FA1" w:rsidP="005226B9">
            <w:pPr>
              <w:pStyle w:val="RCBody"/>
              <w:spacing w:after="0"/>
              <w:rPr>
                <w:highlight w:val="lightGray"/>
              </w:rPr>
            </w:pPr>
            <w:r>
              <w:rPr>
                <w:highlight w:val="yellow"/>
              </w:rPr>
              <w:t xml:space="preserve">Seu conhecimento da história dos judeus </w:t>
            </w:r>
            <w:proofErr w:type="gramStart"/>
            <w:r>
              <w:rPr>
                <w:highlight w:val="yellow"/>
              </w:rPr>
              <w:t>no</w:t>
            </w:r>
            <w:proofErr w:type="gramEnd"/>
            <w:r>
              <w:rPr>
                <w:highlight w:val="yellow"/>
              </w:rPr>
              <w:t xml:space="preserve"> [Country]</w:t>
            </w:r>
          </w:p>
        </w:tc>
        <w:tc>
          <w:tcPr>
            <w:tcW w:w="1080" w:type="dxa"/>
            <w:vAlign w:val="center"/>
          </w:tcPr>
          <w:p w14:paraId="5BF6110C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09F8D513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2A12F9F8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350C5E2F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0B0FA1" w14:paraId="78C35A92" w14:textId="77777777" w:rsidTr="006D436E">
        <w:tc>
          <w:tcPr>
            <w:tcW w:w="4855" w:type="dxa"/>
          </w:tcPr>
          <w:p w14:paraId="42B3734A" w14:textId="21B8A0AA" w:rsidR="000B0FA1" w:rsidRPr="000B0FA1" w:rsidRDefault="000B0FA1" w:rsidP="005226B9">
            <w:pPr>
              <w:pStyle w:val="RCBody"/>
              <w:spacing w:after="0"/>
              <w:rPr>
                <w:highlight w:val="yellow"/>
              </w:rPr>
            </w:pPr>
            <w:r>
              <w:rPr>
                <w:highlight w:val="yellow"/>
              </w:rPr>
              <w:t xml:space="preserve">Seu sentimento de orgulho de ser judeu </w:t>
            </w:r>
            <w:proofErr w:type="gramStart"/>
            <w:r>
              <w:rPr>
                <w:highlight w:val="yellow"/>
              </w:rPr>
              <w:t>no</w:t>
            </w:r>
            <w:proofErr w:type="gramEnd"/>
            <w:r>
              <w:rPr>
                <w:highlight w:val="yellow"/>
              </w:rPr>
              <w:t xml:space="preserve"> [Country]</w:t>
            </w:r>
          </w:p>
        </w:tc>
        <w:tc>
          <w:tcPr>
            <w:tcW w:w="1080" w:type="dxa"/>
            <w:vAlign w:val="center"/>
          </w:tcPr>
          <w:p w14:paraId="795AB2A0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972" w:type="dxa"/>
            <w:vAlign w:val="center"/>
          </w:tcPr>
          <w:p w14:paraId="27838EAD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78" w:type="dxa"/>
            <w:vAlign w:val="center"/>
          </w:tcPr>
          <w:p w14:paraId="7D0541B6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60" w:type="dxa"/>
            <w:vAlign w:val="center"/>
          </w:tcPr>
          <w:p w14:paraId="4DB6CC2B" w14:textId="77777777" w:rsidR="000B0FA1" w:rsidRDefault="000B0FA1" w:rsidP="005226B9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7798A049" w14:textId="2922CCF4" w:rsidR="006D436E" w:rsidRDefault="006D436E" w:rsidP="00C03E09">
      <w:pPr>
        <w:pStyle w:val="RCBody"/>
        <w:spacing w:after="0"/>
      </w:pPr>
    </w:p>
    <w:p w14:paraId="34F038A1" w14:textId="54D36FA4" w:rsidR="001E5103" w:rsidRPr="00194BD6" w:rsidRDefault="001E5103" w:rsidP="00194BD6">
      <w:pPr>
        <w:pStyle w:val="RCBody"/>
        <w:spacing w:after="0"/>
        <w:rPr>
          <w:shd w:val="clear" w:color="auto" w:fill="F9E0DC" w:themeFill="accent3" w:themeFillTint="33"/>
        </w:rPr>
      </w:pPr>
      <w:r>
        <w:rPr>
          <w:shd w:val="clear" w:color="auto" w:fill="F9E0DC" w:themeFill="accent3" w:themeFillTint="33"/>
        </w:rPr>
        <w:t>[Para Q6=Não, pular para Q21]</w:t>
      </w:r>
    </w:p>
    <w:p w14:paraId="6C1667FD" w14:textId="7CB22678" w:rsidR="001E5103" w:rsidRDefault="001E5103" w:rsidP="00C03E09">
      <w:pPr>
        <w:pStyle w:val="RCBody"/>
        <w:spacing w:after="0"/>
      </w:pPr>
    </w:p>
    <w:p w14:paraId="6C044939" w14:textId="1D35EC9D" w:rsidR="00C03E09" w:rsidRDefault="00C9573D" w:rsidP="00140ADC">
      <w:pPr>
        <w:pStyle w:val="RCBody"/>
        <w:numPr>
          <w:ilvl w:val="0"/>
          <w:numId w:val="23"/>
        </w:numPr>
        <w:spacing w:after="0"/>
      </w:pPr>
      <w:r>
        <w:t xml:space="preserve">Quão confiante você se sente em sua capacidade </w:t>
      </w:r>
      <w:proofErr w:type="gramStart"/>
      <w:r>
        <w:t>de</w:t>
      </w:r>
      <w:proofErr w:type="gramEnd"/>
      <w:r>
        <w:t>:</w:t>
      </w:r>
    </w:p>
    <w:tbl>
      <w:tblPr>
        <w:tblStyle w:val="TableGrid1"/>
        <w:tblW w:w="9642" w:type="dxa"/>
        <w:tblInd w:w="720" w:type="dxa"/>
        <w:tblLook w:val="04A0" w:firstRow="1" w:lastRow="0" w:firstColumn="1" w:lastColumn="0" w:noHBand="0" w:noVBand="1"/>
      </w:tblPr>
      <w:tblGrid>
        <w:gridCol w:w="4235"/>
        <w:gridCol w:w="1039"/>
        <w:gridCol w:w="835"/>
        <w:gridCol w:w="1089"/>
        <w:gridCol w:w="1209"/>
        <w:gridCol w:w="1235"/>
      </w:tblGrid>
      <w:tr w:rsidR="00C9573D" w:rsidRPr="00C03E09" w14:paraId="2A22EF28" w14:textId="131CB4A8" w:rsidTr="006C0081">
        <w:tc>
          <w:tcPr>
            <w:tcW w:w="4506" w:type="dxa"/>
          </w:tcPr>
          <w:p w14:paraId="2B788FB8" w14:textId="77777777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69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B2E3F8A" w14:textId="68A55BA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um pouco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84865BA" w14:textId="2CA0F43B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Um pouco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C736D2F" w14:textId="3EE556D5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muito, nem pouco</w:t>
            </w:r>
          </w:p>
        </w:tc>
        <w:tc>
          <w:tcPr>
            <w:tcW w:w="84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3306B09" w14:textId="6A31ED54" w:rsidR="00C9573D" w:rsidRPr="00C03E09" w:rsidRDefault="00C9573D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Muitíssimo</w:t>
            </w:r>
          </w:p>
        </w:tc>
        <w:tc>
          <w:tcPr>
            <w:tcW w:w="1262" w:type="dxa"/>
            <w:tcBorders>
              <w:left w:val="single" w:sz="4" w:space="0" w:color="FFFFFF" w:themeColor="background1"/>
            </w:tcBorders>
            <w:shd w:val="clear" w:color="auto" w:fill="E56A54" w:themeFill="accent3"/>
            <w:vAlign w:val="center"/>
          </w:tcPr>
          <w:p w14:paraId="4F4B4AF3" w14:textId="7DF19EFE" w:rsidR="00C9573D" w:rsidRPr="00FB3849" w:rsidRDefault="00C9573D" w:rsidP="00FB3849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Não aplicável</w:t>
            </w:r>
          </w:p>
        </w:tc>
      </w:tr>
      <w:tr w:rsidR="00C9573D" w:rsidRPr="00C03E09" w14:paraId="6C05E205" w14:textId="168735C7" w:rsidTr="006C0081">
        <w:tc>
          <w:tcPr>
            <w:tcW w:w="4506" w:type="dxa"/>
          </w:tcPr>
          <w:p w14:paraId="193D8E13" w14:textId="075A235A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Ter conversas básicas com pessoas em hebraico </w:t>
            </w:r>
          </w:p>
        </w:tc>
        <w:tc>
          <w:tcPr>
            <w:tcW w:w="1069" w:type="dxa"/>
            <w:vAlign w:val="center"/>
          </w:tcPr>
          <w:p w14:paraId="69803FBF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81A823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C024D2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577F0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5C26E38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6821AE0A" w14:textId="5AF41393" w:rsidTr="006C0081">
        <w:tc>
          <w:tcPr>
            <w:tcW w:w="4506" w:type="dxa"/>
          </w:tcPr>
          <w:p w14:paraId="761C6084" w14:textId="3B1F782C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Falar hebraico durante exercícios em sala de aula</w:t>
            </w:r>
          </w:p>
        </w:tc>
        <w:tc>
          <w:tcPr>
            <w:tcW w:w="1069" w:type="dxa"/>
            <w:vAlign w:val="center"/>
          </w:tcPr>
          <w:p w14:paraId="39AF9DB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1434A2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D819D7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08338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09FE490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705671A7" w14:textId="7110534F" w:rsidTr="006C0081">
        <w:tc>
          <w:tcPr>
            <w:tcW w:w="4506" w:type="dxa"/>
          </w:tcPr>
          <w:p w14:paraId="6F1E9EAE" w14:textId="680294EA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Entender </w:t>
            </w:r>
            <w:proofErr w:type="spellStart"/>
            <w:r>
              <w:t>filmes/programas</w:t>
            </w:r>
            <w:proofErr w:type="spellEnd"/>
            <w:r>
              <w:t xml:space="preserve"> de TV em hebraico</w:t>
            </w:r>
          </w:p>
        </w:tc>
        <w:tc>
          <w:tcPr>
            <w:tcW w:w="1069" w:type="dxa"/>
            <w:vAlign w:val="center"/>
          </w:tcPr>
          <w:p w14:paraId="04BA6C6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7EDC7FC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C1E09FE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7725147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1A58E63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3220D3B" w14:textId="5F850188" w:rsidTr="006C0081">
        <w:tc>
          <w:tcPr>
            <w:tcW w:w="4506" w:type="dxa"/>
          </w:tcPr>
          <w:p w14:paraId="3E1EEF54" w14:textId="64CAE35E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Recitar textos desconhecidos do </w:t>
            </w:r>
            <w:proofErr w:type="spellStart"/>
            <w:r>
              <w:rPr>
                <w:i/>
                <w:iCs/>
                <w:szCs w:val="22"/>
              </w:rPr>
              <w:t>sidur</w:t>
            </w:r>
            <w:proofErr w:type="spellEnd"/>
          </w:p>
        </w:tc>
        <w:tc>
          <w:tcPr>
            <w:tcW w:w="1069" w:type="dxa"/>
            <w:vAlign w:val="center"/>
          </w:tcPr>
          <w:p w14:paraId="43D03C2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6A0D82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90E8D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94090E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989CA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0629F3E1" w14:textId="7E9CE8CA" w:rsidTr="006C0081">
        <w:tc>
          <w:tcPr>
            <w:tcW w:w="4506" w:type="dxa"/>
          </w:tcPr>
          <w:p w14:paraId="38BCC078" w14:textId="72569436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lastRenderedPageBreak/>
              <w:t>Liderar uma oração</w:t>
            </w:r>
          </w:p>
        </w:tc>
        <w:tc>
          <w:tcPr>
            <w:tcW w:w="1069" w:type="dxa"/>
            <w:vAlign w:val="center"/>
          </w:tcPr>
          <w:p w14:paraId="3C308FBD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E071ED4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36645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5BB40F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49B95E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33395883" w14:textId="3FD296F6" w:rsidTr="006C0081">
        <w:tc>
          <w:tcPr>
            <w:tcW w:w="4506" w:type="dxa"/>
          </w:tcPr>
          <w:p w14:paraId="21622019" w14:textId="629A709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Recitar a Torá</w:t>
            </w:r>
          </w:p>
        </w:tc>
        <w:tc>
          <w:tcPr>
            <w:tcW w:w="1069" w:type="dxa"/>
            <w:vAlign w:val="center"/>
          </w:tcPr>
          <w:p w14:paraId="4C761C1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A1FD932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2DC3A43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35B41A25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0CF61F4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50AC5EF5" w14:textId="5919C9D1" w:rsidTr="006C0081">
        <w:tc>
          <w:tcPr>
            <w:tcW w:w="4506" w:type="dxa"/>
          </w:tcPr>
          <w:p w14:paraId="127DC45A" w14:textId="6D3E89FF" w:rsidR="00C9573D" w:rsidRPr="00C03E09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Aprender a Torá de forma independente</w:t>
            </w:r>
          </w:p>
        </w:tc>
        <w:tc>
          <w:tcPr>
            <w:tcW w:w="1069" w:type="dxa"/>
            <w:vAlign w:val="center"/>
          </w:tcPr>
          <w:p w14:paraId="7DE25A5A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6FB12E9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B557FD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1A1565D8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4D604286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C9573D" w:rsidRPr="00C03E09" w14:paraId="16D66EE7" w14:textId="00E4E23B" w:rsidTr="006C0081">
        <w:tc>
          <w:tcPr>
            <w:tcW w:w="4506" w:type="dxa"/>
          </w:tcPr>
          <w:p w14:paraId="66A42793" w14:textId="400839C2" w:rsidR="00C9573D" w:rsidRDefault="00C9573D" w:rsidP="00CB7D78">
            <w:pPr>
              <w:rPr>
                <w:rFonts w:eastAsiaTheme="minorEastAsia" w:cstheme="minorBidi"/>
                <w:szCs w:val="22"/>
              </w:rPr>
            </w:pPr>
            <w:r>
              <w:t>Entender notícias ou literatura israelenses</w:t>
            </w:r>
          </w:p>
        </w:tc>
        <w:tc>
          <w:tcPr>
            <w:tcW w:w="1069" w:type="dxa"/>
            <w:vAlign w:val="center"/>
          </w:tcPr>
          <w:p w14:paraId="428F195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06CC8191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E93526B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842" w:type="dxa"/>
            <w:vAlign w:val="center"/>
          </w:tcPr>
          <w:p w14:paraId="24CDBC4C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262" w:type="dxa"/>
          </w:tcPr>
          <w:p w14:paraId="67C792D9" w14:textId="77777777" w:rsidR="00C9573D" w:rsidRPr="00C03E09" w:rsidRDefault="00C9573D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017F4AFD" w14:textId="77777777" w:rsidR="009B598B" w:rsidRDefault="009B598B" w:rsidP="009B598B">
      <w:pPr>
        <w:pStyle w:val="RCBody"/>
        <w:spacing w:after="0"/>
        <w:ind w:left="720"/>
      </w:pPr>
    </w:p>
    <w:p w14:paraId="5D5B5BD6" w14:textId="0C8A0B34" w:rsidR="001B1AA9" w:rsidRDefault="001B1AA9" w:rsidP="001B1AA9">
      <w:pPr>
        <w:pStyle w:val="RCBody"/>
        <w:numPr>
          <w:ilvl w:val="0"/>
          <w:numId w:val="23"/>
        </w:numPr>
        <w:spacing w:after="0"/>
      </w:pPr>
      <w:r>
        <w:t>Até que ponto você descreveria Israel como…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27"/>
        <w:gridCol w:w="1077"/>
        <w:gridCol w:w="1077"/>
        <w:gridCol w:w="1112"/>
        <w:gridCol w:w="1209"/>
      </w:tblGrid>
      <w:tr w:rsidR="006C0081" w:rsidRPr="00C03E09" w14:paraId="35FFD9F8" w14:textId="77777777" w:rsidTr="006C0081">
        <w:tc>
          <w:tcPr>
            <w:tcW w:w="4405" w:type="dxa"/>
          </w:tcPr>
          <w:p w14:paraId="7518616D" w14:textId="77777777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35E9AAB" w14:textId="62619B5A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um pouco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F606691" w14:textId="2141F63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Um pouco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04B975A" w14:textId="14AC60D7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muito, nem pouco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5DB2F8CE" w14:textId="7D570DF4" w:rsidR="006C0081" w:rsidRPr="00C03E09" w:rsidRDefault="006C0081" w:rsidP="00CB7D78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Muitíssimo</w:t>
            </w:r>
          </w:p>
        </w:tc>
      </w:tr>
      <w:tr w:rsidR="006C0081" w:rsidRPr="00C03E09" w14:paraId="6FABDD8F" w14:textId="77777777" w:rsidTr="006C0081">
        <w:tc>
          <w:tcPr>
            <w:tcW w:w="4405" w:type="dxa"/>
          </w:tcPr>
          <w:p w14:paraId="79B6023F" w14:textId="2D6F92CE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centro espiritual para os judeus</w:t>
            </w:r>
          </w:p>
        </w:tc>
        <w:tc>
          <w:tcPr>
            <w:tcW w:w="1086" w:type="dxa"/>
            <w:vAlign w:val="center"/>
          </w:tcPr>
          <w:p w14:paraId="568123A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33424FD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1FD69C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E4B73F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7E29DF" w14:textId="77777777" w:rsidTr="006C0081">
        <w:tc>
          <w:tcPr>
            <w:tcW w:w="4405" w:type="dxa"/>
          </w:tcPr>
          <w:p w14:paraId="2F5F9E34" w14:textId="51B071E6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lugar perigoso</w:t>
            </w:r>
          </w:p>
        </w:tc>
        <w:tc>
          <w:tcPr>
            <w:tcW w:w="1086" w:type="dxa"/>
            <w:vAlign w:val="center"/>
          </w:tcPr>
          <w:p w14:paraId="0244F00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9BA27A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658FC79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AAA474D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1A5F2AC9" w14:textId="77777777" w:rsidTr="006C0081">
        <w:tc>
          <w:tcPr>
            <w:tcW w:w="4405" w:type="dxa"/>
          </w:tcPr>
          <w:p w14:paraId="6018FBC5" w14:textId="50B05DB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 xml:space="preserve">Um lugar </w:t>
            </w:r>
            <w:proofErr w:type="gramStart"/>
            <w:r>
              <w:t>seguro</w:t>
            </w:r>
            <w:proofErr w:type="gramEnd"/>
            <w:r>
              <w:t xml:space="preserve"> contra o antissemitismo</w:t>
            </w:r>
          </w:p>
        </w:tc>
        <w:tc>
          <w:tcPr>
            <w:tcW w:w="1086" w:type="dxa"/>
            <w:vAlign w:val="center"/>
          </w:tcPr>
          <w:p w14:paraId="397F916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DFA03B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B6E7C5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2686BF2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BE3F6F2" w14:textId="77777777" w:rsidTr="006C0081">
        <w:tc>
          <w:tcPr>
            <w:tcW w:w="4405" w:type="dxa"/>
          </w:tcPr>
          <w:p w14:paraId="4FF913AC" w14:textId="5F46882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lugar para explorar a identidade judaica</w:t>
            </w:r>
          </w:p>
        </w:tc>
        <w:tc>
          <w:tcPr>
            <w:tcW w:w="1086" w:type="dxa"/>
            <w:vAlign w:val="center"/>
          </w:tcPr>
          <w:p w14:paraId="21747F3C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D41DAC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27367D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2EE529B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3D9F8FB" w14:textId="77777777" w:rsidTr="006C0081">
        <w:tc>
          <w:tcPr>
            <w:tcW w:w="4405" w:type="dxa"/>
          </w:tcPr>
          <w:p w14:paraId="23859EAC" w14:textId="4D86839E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lugar onde as minorias são tratadas injustamente</w:t>
            </w:r>
          </w:p>
        </w:tc>
        <w:tc>
          <w:tcPr>
            <w:tcW w:w="1086" w:type="dxa"/>
            <w:vAlign w:val="center"/>
          </w:tcPr>
          <w:p w14:paraId="5824F098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C2ED55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BAD6C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35C5E474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C1E2CF" w14:textId="77777777" w:rsidTr="006C0081">
        <w:tc>
          <w:tcPr>
            <w:tcW w:w="4405" w:type="dxa"/>
          </w:tcPr>
          <w:p w14:paraId="5C31698F" w14:textId="4991E005" w:rsidR="006C0081" w:rsidRPr="00C03E09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Uma terra prometida por Deus</w:t>
            </w:r>
          </w:p>
        </w:tc>
        <w:tc>
          <w:tcPr>
            <w:tcW w:w="1086" w:type="dxa"/>
            <w:vAlign w:val="center"/>
          </w:tcPr>
          <w:p w14:paraId="6EAB6B83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487541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C71169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EE5823A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25064EE2" w14:textId="77777777" w:rsidTr="006C0081">
        <w:tc>
          <w:tcPr>
            <w:tcW w:w="4405" w:type="dxa"/>
          </w:tcPr>
          <w:p w14:paraId="17EAEA0E" w14:textId="1168449B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destino de férias divertido</w:t>
            </w:r>
          </w:p>
        </w:tc>
        <w:tc>
          <w:tcPr>
            <w:tcW w:w="1086" w:type="dxa"/>
            <w:vAlign w:val="center"/>
          </w:tcPr>
          <w:p w14:paraId="2A21E51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15F750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61A8D0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52CDC2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0A55A34" w14:textId="77777777" w:rsidTr="006C0081">
        <w:tc>
          <w:tcPr>
            <w:tcW w:w="4405" w:type="dxa"/>
          </w:tcPr>
          <w:p w14:paraId="3D6190BF" w14:textId="720A194F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A terra natal do povo judeu</w:t>
            </w:r>
          </w:p>
        </w:tc>
        <w:tc>
          <w:tcPr>
            <w:tcW w:w="1086" w:type="dxa"/>
            <w:vAlign w:val="center"/>
          </w:tcPr>
          <w:p w14:paraId="62FAD4D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BC413B2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C347A77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DAB533F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01006C0B" w14:textId="77777777" w:rsidTr="006C0081">
        <w:tc>
          <w:tcPr>
            <w:tcW w:w="4405" w:type="dxa"/>
          </w:tcPr>
          <w:p w14:paraId="66308249" w14:textId="27412AF9" w:rsidR="006C0081" w:rsidRDefault="006C0081" w:rsidP="00CB7D78">
            <w:pPr>
              <w:rPr>
                <w:rFonts w:eastAsiaTheme="minorEastAsia" w:cstheme="minorBidi"/>
                <w:szCs w:val="22"/>
              </w:rPr>
            </w:pPr>
            <w:r>
              <w:t>Um lugar onde as pessoas não são tão amigáveis</w:t>
            </w:r>
          </w:p>
        </w:tc>
        <w:tc>
          <w:tcPr>
            <w:tcW w:w="1086" w:type="dxa"/>
            <w:vAlign w:val="center"/>
          </w:tcPr>
          <w:p w14:paraId="6E031D75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88E03C6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4B33768E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BCC2050" w14:textId="77777777" w:rsidR="006C0081" w:rsidRPr="00C03E09" w:rsidRDefault="006C0081" w:rsidP="00CB7D78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7712C46" w14:textId="7072576F" w:rsidR="009B598B" w:rsidRDefault="009B598B" w:rsidP="00300391">
      <w:pPr>
        <w:pStyle w:val="RCBody"/>
        <w:spacing w:after="0"/>
      </w:pPr>
    </w:p>
    <w:p w14:paraId="28007DD7" w14:textId="48D7A31D" w:rsidR="0017256A" w:rsidRDefault="0017256A" w:rsidP="0017256A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 xml:space="preserve">[Exibir somente para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Até que ponto você descreveria </w:t>
      </w:r>
      <w:r>
        <w:rPr>
          <w:b/>
          <w:bCs/>
        </w:rPr>
        <w:t>a França</w:t>
      </w:r>
      <w:r>
        <w:t xml:space="preserve"> como…</w:t>
      </w:r>
    </w:p>
    <w:tbl>
      <w:tblPr>
        <w:tblStyle w:val="TableGrid1"/>
        <w:tblW w:w="8802" w:type="dxa"/>
        <w:tblInd w:w="720" w:type="dxa"/>
        <w:tblLook w:val="04A0" w:firstRow="1" w:lastRow="0" w:firstColumn="1" w:lastColumn="0" w:noHBand="0" w:noVBand="1"/>
      </w:tblPr>
      <w:tblGrid>
        <w:gridCol w:w="4329"/>
        <w:gridCol w:w="1075"/>
        <w:gridCol w:w="1077"/>
        <w:gridCol w:w="1112"/>
        <w:gridCol w:w="1209"/>
      </w:tblGrid>
      <w:tr w:rsidR="0017256A" w:rsidRPr="00C03E09" w14:paraId="7DC7D196" w14:textId="77777777" w:rsidTr="001072A2">
        <w:tc>
          <w:tcPr>
            <w:tcW w:w="4405" w:type="dxa"/>
          </w:tcPr>
          <w:p w14:paraId="35E85C13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2E211CD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Nada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475D53EE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Um pouco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99EC9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muito, nem pouco</w:t>
            </w:r>
          </w:p>
        </w:tc>
        <w:tc>
          <w:tcPr>
            <w:tcW w:w="110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8FD703F" w14:textId="77777777" w:rsidR="0017256A" w:rsidRPr="00C03E09" w:rsidRDefault="0017256A" w:rsidP="001072A2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Muitíssimo</w:t>
            </w:r>
          </w:p>
        </w:tc>
      </w:tr>
      <w:tr w:rsidR="0017256A" w:rsidRPr="00C03E09" w14:paraId="6F672113" w14:textId="77777777" w:rsidTr="001072A2">
        <w:tc>
          <w:tcPr>
            <w:tcW w:w="4405" w:type="dxa"/>
          </w:tcPr>
          <w:p w14:paraId="75C06A3D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centro espiritual para os judeus</w:t>
            </w:r>
          </w:p>
        </w:tc>
        <w:tc>
          <w:tcPr>
            <w:tcW w:w="1086" w:type="dxa"/>
            <w:vAlign w:val="center"/>
          </w:tcPr>
          <w:p w14:paraId="71B8A503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39F51D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21442C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7E53C98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2FB22C34" w14:textId="77777777" w:rsidTr="001072A2">
        <w:tc>
          <w:tcPr>
            <w:tcW w:w="4405" w:type="dxa"/>
          </w:tcPr>
          <w:p w14:paraId="626CB86E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lugar perigoso</w:t>
            </w:r>
          </w:p>
        </w:tc>
        <w:tc>
          <w:tcPr>
            <w:tcW w:w="1086" w:type="dxa"/>
            <w:vAlign w:val="center"/>
          </w:tcPr>
          <w:p w14:paraId="7FEC4EC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796AA3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5A0DDB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60B8E19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51AE7137" w14:textId="77777777" w:rsidTr="001072A2">
        <w:tc>
          <w:tcPr>
            <w:tcW w:w="4405" w:type="dxa"/>
          </w:tcPr>
          <w:p w14:paraId="61568707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 xml:space="preserve">Um lugar </w:t>
            </w:r>
            <w:proofErr w:type="gramStart"/>
            <w:r>
              <w:t>seguro</w:t>
            </w:r>
            <w:proofErr w:type="gramEnd"/>
            <w:r>
              <w:t xml:space="preserve"> contra o antissemitismo</w:t>
            </w:r>
          </w:p>
        </w:tc>
        <w:tc>
          <w:tcPr>
            <w:tcW w:w="1086" w:type="dxa"/>
            <w:vAlign w:val="center"/>
          </w:tcPr>
          <w:p w14:paraId="4F8703F7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09AFEE3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D5201B4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E1834C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6C0A8B8D" w14:textId="77777777" w:rsidTr="001072A2">
        <w:tc>
          <w:tcPr>
            <w:tcW w:w="4405" w:type="dxa"/>
          </w:tcPr>
          <w:p w14:paraId="2C3A358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lugar para explorar a identidade judaica</w:t>
            </w:r>
          </w:p>
        </w:tc>
        <w:tc>
          <w:tcPr>
            <w:tcW w:w="1086" w:type="dxa"/>
            <w:vAlign w:val="center"/>
          </w:tcPr>
          <w:p w14:paraId="5024611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1EAEBD6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30A3E0E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19F8776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0A281BB" w14:textId="77777777" w:rsidTr="001072A2">
        <w:tc>
          <w:tcPr>
            <w:tcW w:w="4405" w:type="dxa"/>
          </w:tcPr>
          <w:p w14:paraId="6B98A332" w14:textId="77777777" w:rsidR="0017256A" w:rsidRPr="00C03E09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lugar onde as minorias são tratadas injustamente</w:t>
            </w:r>
          </w:p>
        </w:tc>
        <w:tc>
          <w:tcPr>
            <w:tcW w:w="1086" w:type="dxa"/>
            <w:vAlign w:val="center"/>
          </w:tcPr>
          <w:p w14:paraId="59B9A2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19B497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5EFD1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4020AD3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4559D31C" w14:textId="77777777" w:rsidTr="001072A2">
        <w:tc>
          <w:tcPr>
            <w:tcW w:w="4405" w:type="dxa"/>
          </w:tcPr>
          <w:p w14:paraId="7A671A58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destino de férias divertido</w:t>
            </w:r>
          </w:p>
        </w:tc>
        <w:tc>
          <w:tcPr>
            <w:tcW w:w="1086" w:type="dxa"/>
            <w:vAlign w:val="center"/>
          </w:tcPr>
          <w:p w14:paraId="606AA3BE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7618A0F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29E30D20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067B5ADF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17256A" w:rsidRPr="00C03E09" w14:paraId="14462CAF" w14:textId="77777777" w:rsidTr="001072A2">
        <w:tc>
          <w:tcPr>
            <w:tcW w:w="4405" w:type="dxa"/>
          </w:tcPr>
          <w:p w14:paraId="4BBBF744" w14:textId="77777777" w:rsidR="0017256A" w:rsidRDefault="0017256A" w:rsidP="001072A2">
            <w:pPr>
              <w:rPr>
                <w:rFonts w:eastAsiaTheme="minorEastAsia" w:cstheme="minorBidi"/>
                <w:szCs w:val="22"/>
              </w:rPr>
            </w:pPr>
            <w:r>
              <w:t>Um lugar onde as pessoas não são tão amigáveis</w:t>
            </w:r>
          </w:p>
        </w:tc>
        <w:tc>
          <w:tcPr>
            <w:tcW w:w="1086" w:type="dxa"/>
            <w:vAlign w:val="center"/>
          </w:tcPr>
          <w:p w14:paraId="0509C266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62737C99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037FE69B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04" w:type="dxa"/>
            <w:vAlign w:val="center"/>
          </w:tcPr>
          <w:p w14:paraId="5CBE86CC" w14:textId="77777777" w:rsidR="0017256A" w:rsidRPr="00C03E09" w:rsidRDefault="0017256A" w:rsidP="001072A2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D911E0E" w14:textId="00359080" w:rsidR="0017256A" w:rsidRDefault="0017256A" w:rsidP="0017256A">
      <w:pPr>
        <w:pStyle w:val="RCBody"/>
        <w:spacing w:after="0"/>
      </w:pPr>
    </w:p>
    <w:p w14:paraId="101528B1" w14:textId="77777777" w:rsidR="002925C5" w:rsidRDefault="002925C5" w:rsidP="002925C5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[Exibir somente para o 2º ano do ensino médio]</w:t>
      </w:r>
      <w:r>
        <w:t xml:space="preserve"> Qual é a importância de cada um dos itens abaixo para a sua vida pessoal?</w:t>
      </w:r>
    </w:p>
    <w:tbl>
      <w:tblPr>
        <w:tblStyle w:val="TableGrid1"/>
        <w:tblW w:w="8275" w:type="dxa"/>
        <w:tblInd w:w="720" w:type="dxa"/>
        <w:tblLook w:val="04A0" w:firstRow="1" w:lastRow="0" w:firstColumn="1" w:lastColumn="0" w:noHBand="0" w:noVBand="1"/>
      </w:tblPr>
      <w:tblGrid>
        <w:gridCol w:w="3320"/>
        <w:gridCol w:w="1229"/>
        <w:gridCol w:w="1073"/>
        <w:gridCol w:w="1108"/>
        <w:gridCol w:w="1545"/>
      </w:tblGrid>
      <w:tr w:rsidR="006C0081" w:rsidRPr="00C03E09" w14:paraId="05A8A9A0" w14:textId="77777777" w:rsidTr="006C0081">
        <w:tc>
          <w:tcPr>
            <w:tcW w:w="3422" w:type="dxa"/>
          </w:tcPr>
          <w:p w14:paraId="16C6C42D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260BCD3" w14:textId="79BC1078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Não é importante</w:t>
            </w:r>
          </w:p>
        </w:tc>
        <w:tc>
          <w:tcPr>
            <w:tcW w:w="108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438D99F" w14:textId="6A747601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Um pouco</w:t>
            </w:r>
          </w:p>
        </w:tc>
        <w:tc>
          <w:tcPr>
            <w:tcW w:w="11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40182FB" w14:textId="6E28E8C6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Nem muito, nem pouco</w:t>
            </w:r>
          </w:p>
        </w:tc>
        <w:tc>
          <w:tcPr>
            <w:tcW w:w="15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32B5DB3E" w14:textId="6FAC037E" w:rsidR="006C0081" w:rsidRPr="00C03E09" w:rsidRDefault="006C0081" w:rsidP="002925C5">
            <w:pPr>
              <w:jc w:val="center"/>
              <w:rPr>
                <w:rFonts w:eastAsiaTheme="minorEastAsia" w:cstheme="minorBidi"/>
                <w:color w:val="FFFFFF" w:themeColor="background1"/>
                <w:szCs w:val="22"/>
              </w:rPr>
            </w:pPr>
            <w:r>
              <w:rPr>
                <w:color w:val="FFFFFF" w:themeColor="background1"/>
                <w:szCs w:val="22"/>
              </w:rPr>
              <w:t>Muitíssimo</w:t>
            </w:r>
          </w:p>
        </w:tc>
      </w:tr>
      <w:tr w:rsidR="006C0081" w:rsidRPr="00C03E09" w14:paraId="0496CF7B" w14:textId="77777777" w:rsidTr="006C0081">
        <w:tc>
          <w:tcPr>
            <w:tcW w:w="3422" w:type="dxa"/>
          </w:tcPr>
          <w:p w14:paraId="426538AB" w14:textId="3E38790E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Ser judeu</w:t>
            </w:r>
          </w:p>
        </w:tc>
        <w:tc>
          <w:tcPr>
            <w:tcW w:w="1086" w:type="dxa"/>
            <w:vAlign w:val="center"/>
          </w:tcPr>
          <w:p w14:paraId="403BCA2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0C7A97D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6BE0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B0D3429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5C43676F" w14:textId="77777777" w:rsidTr="006C0081">
        <w:tc>
          <w:tcPr>
            <w:tcW w:w="3422" w:type="dxa"/>
          </w:tcPr>
          <w:p w14:paraId="32801945" w14:textId="77777777" w:rsidR="006C0081" w:rsidRPr="00C03E09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 xml:space="preserve">Namorar alguém judeu </w:t>
            </w:r>
          </w:p>
        </w:tc>
        <w:tc>
          <w:tcPr>
            <w:tcW w:w="1086" w:type="dxa"/>
            <w:vAlign w:val="center"/>
          </w:tcPr>
          <w:p w14:paraId="7756441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437FAA0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3ABCAC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725C5C07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7919DCB4" w14:textId="77777777" w:rsidTr="006C0081">
        <w:tc>
          <w:tcPr>
            <w:tcW w:w="3422" w:type="dxa"/>
          </w:tcPr>
          <w:p w14:paraId="20E406EF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Casar com alguém judeu</w:t>
            </w:r>
          </w:p>
        </w:tc>
        <w:tc>
          <w:tcPr>
            <w:tcW w:w="1086" w:type="dxa"/>
            <w:vAlign w:val="center"/>
          </w:tcPr>
          <w:p w14:paraId="66EAD118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5964707E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7D3C6564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0069F4B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  <w:tr w:rsidR="006C0081" w:rsidRPr="00C03E09" w14:paraId="668799CB" w14:textId="77777777" w:rsidTr="006C0081">
        <w:tc>
          <w:tcPr>
            <w:tcW w:w="3422" w:type="dxa"/>
          </w:tcPr>
          <w:p w14:paraId="7034EB23" w14:textId="77777777" w:rsidR="006C0081" w:rsidRDefault="006C0081" w:rsidP="002925C5">
            <w:pPr>
              <w:rPr>
                <w:rFonts w:eastAsiaTheme="minorEastAsia" w:cstheme="minorBidi"/>
                <w:szCs w:val="22"/>
              </w:rPr>
            </w:pPr>
            <w:r>
              <w:t>Criar meus filhos como judeus</w:t>
            </w:r>
          </w:p>
        </w:tc>
        <w:tc>
          <w:tcPr>
            <w:tcW w:w="1086" w:type="dxa"/>
            <w:vAlign w:val="center"/>
          </w:tcPr>
          <w:p w14:paraId="392D8065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086" w:type="dxa"/>
            <w:vAlign w:val="center"/>
          </w:tcPr>
          <w:p w14:paraId="21A38513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121" w:type="dxa"/>
            <w:vAlign w:val="center"/>
          </w:tcPr>
          <w:p w14:paraId="1934F056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3BCA15F" w14:textId="77777777" w:rsidR="006C0081" w:rsidRPr="00C03E09" w:rsidRDefault="006C0081" w:rsidP="002925C5">
            <w:pPr>
              <w:numPr>
                <w:ilvl w:val="0"/>
                <w:numId w:val="24"/>
              </w:numPr>
              <w:jc w:val="center"/>
              <w:rPr>
                <w:rFonts w:eastAsiaTheme="minorEastAsia" w:cstheme="minorBidi"/>
                <w:szCs w:val="22"/>
              </w:rPr>
            </w:pPr>
          </w:p>
        </w:tc>
      </w:tr>
    </w:tbl>
    <w:p w14:paraId="6C839C6E" w14:textId="77777777" w:rsidR="002925C5" w:rsidRDefault="002925C5" w:rsidP="00300391">
      <w:pPr>
        <w:pStyle w:val="RCBody"/>
        <w:spacing w:after="0"/>
      </w:pPr>
    </w:p>
    <w:p w14:paraId="5A9F99A3" w14:textId="3B295E6C" w:rsidR="00ED272E" w:rsidRDefault="00B51AB0" w:rsidP="00300391">
      <w:pPr>
        <w:pStyle w:val="RCBody"/>
        <w:numPr>
          <w:ilvl w:val="0"/>
          <w:numId w:val="23"/>
        </w:numPr>
        <w:spacing w:after="0"/>
      </w:pPr>
      <w:r>
        <w:rPr>
          <w:highlight w:val="lightGray"/>
        </w:rPr>
        <w:t>[Exibir somente para o 2º ano do ensino médio]</w:t>
      </w:r>
      <w:r>
        <w:t xml:space="preserve"> Como você imagina sua vida nos próximos 10 anos? Qual é a probabilidade de você fazer as atividades abaixo?</w:t>
      </w:r>
    </w:p>
    <w:tbl>
      <w:tblPr>
        <w:tblStyle w:val="TableGrid"/>
        <w:tblW w:w="8923" w:type="dxa"/>
        <w:tblInd w:w="720" w:type="dxa"/>
        <w:tblLook w:val="04A0" w:firstRow="1" w:lastRow="0" w:firstColumn="1" w:lastColumn="0" w:noHBand="0" w:noVBand="1"/>
      </w:tblPr>
      <w:tblGrid>
        <w:gridCol w:w="4546"/>
        <w:gridCol w:w="1459"/>
        <w:gridCol w:w="1459"/>
        <w:gridCol w:w="1459"/>
      </w:tblGrid>
      <w:tr w:rsidR="00300391" w14:paraId="620F04EA" w14:textId="77777777" w:rsidTr="00300391">
        <w:tc>
          <w:tcPr>
            <w:tcW w:w="5035" w:type="dxa"/>
          </w:tcPr>
          <w:p w14:paraId="685B449B" w14:textId="77777777" w:rsidR="00300391" w:rsidRDefault="00300391" w:rsidP="00CB7D78">
            <w:pPr>
              <w:pStyle w:val="RCBody"/>
              <w:spacing w:after="0"/>
            </w:pPr>
          </w:p>
        </w:tc>
        <w:tc>
          <w:tcPr>
            <w:tcW w:w="1296" w:type="dxa"/>
            <w:tcBorders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1063D470" w14:textId="6222AE06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Baixa probabilidade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60D99644" w14:textId="1962387D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Média probabilidade</w:t>
            </w:r>
          </w:p>
        </w:tc>
        <w:tc>
          <w:tcPr>
            <w:tcW w:w="1296" w:type="dxa"/>
            <w:tcBorders>
              <w:left w:val="single" w:sz="4" w:space="0" w:color="FFFFFF" w:themeColor="background1"/>
            </w:tcBorders>
            <w:shd w:val="clear" w:color="auto" w:fill="007A72" w:themeFill="accent2" w:themeFillShade="BF"/>
            <w:vAlign w:val="center"/>
          </w:tcPr>
          <w:p w14:paraId="0E1BF83D" w14:textId="4FB04A89" w:rsidR="00300391" w:rsidRPr="00FD39B1" w:rsidRDefault="00300391" w:rsidP="00CB7D78">
            <w:pPr>
              <w:pStyle w:val="RCBody"/>
              <w:spacing w:after="0"/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Alta probabilidade</w:t>
            </w:r>
          </w:p>
        </w:tc>
      </w:tr>
      <w:tr w:rsidR="00300391" w14:paraId="39A1D04F" w14:textId="77777777" w:rsidTr="00300391">
        <w:tc>
          <w:tcPr>
            <w:tcW w:w="5035" w:type="dxa"/>
          </w:tcPr>
          <w:p w14:paraId="753C6D28" w14:textId="4C81B6F6" w:rsidR="00300391" w:rsidRDefault="00300391" w:rsidP="00CB7D78">
            <w:pPr>
              <w:pStyle w:val="RCBody"/>
              <w:spacing w:after="0"/>
            </w:pPr>
            <w:r>
              <w:t>Voluntariar-se dentro da comunidade judaica</w:t>
            </w:r>
          </w:p>
        </w:tc>
        <w:tc>
          <w:tcPr>
            <w:tcW w:w="1296" w:type="dxa"/>
            <w:vAlign w:val="center"/>
          </w:tcPr>
          <w:p w14:paraId="2A3483C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3BB13B72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3FD5B3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55161746" w14:textId="77777777" w:rsidTr="00300391">
        <w:tc>
          <w:tcPr>
            <w:tcW w:w="5035" w:type="dxa"/>
          </w:tcPr>
          <w:p w14:paraId="0FC1336E" w14:textId="07DC679C" w:rsidR="00300391" w:rsidRDefault="00300391" w:rsidP="00CB7D78">
            <w:pPr>
              <w:pStyle w:val="RCBody"/>
              <w:spacing w:after="0"/>
            </w:pPr>
            <w:r>
              <w:t>Visitar Israel</w:t>
            </w:r>
          </w:p>
        </w:tc>
        <w:tc>
          <w:tcPr>
            <w:tcW w:w="1296" w:type="dxa"/>
            <w:vAlign w:val="center"/>
          </w:tcPr>
          <w:p w14:paraId="01DEB67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809B85C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C00C86F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0A61EC28" w14:textId="77777777" w:rsidTr="00300391">
        <w:tc>
          <w:tcPr>
            <w:tcW w:w="5035" w:type="dxa"/>
          </w:tcPr>
          <w:p w14:paraId="4B87C72C" w14:textId="1DFF402B" w:rsidR="00300391" w:rsidRDefault="00B567B3" w:rsidP="00CB7D78">
            <w:pPr>
              <w:pStyle w:val="RCBody"/>
              <w:spacing w:after="0"/>
            </w:pPr>
            <w:r>
              <w:t xml:space="preserve">Participar de atividades </w:t>
            </w:r>
            <w:proofErr w:type="spellStart"/>
            <w:r>
              <w:t>e/ou</w:t>
            </w:r>
            <w:proofErr w:type="spellEnd"/>
            <w:r>
              <w:t xml:space="preserve"> serviços em uma sinagoga</w:t>
            </w:r>
          </w:p>
        </w:tc>
        <w:tc>
          <w:tcPr>
            <w:tcW w:w="1296" w:type="dxa"/>
            <w:vAlign w:val="center"/>
          </w:tcPr>
          <w:p w14:paraId="32F0CEA8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B34DD8B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083F95C9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300391" w14:paraId="36E38F40" w14:textId="77777777" w:rsidTr="00300391">
        <w:tc>
          <w:tcPr>
            <w:tcW w:w="5035" w:type="dxa"/>
          </w:tcPr>
          <w:p w14:paraId="69AD6D7B" w14:textId="393F4357" w:rsidR="00300391" w:rsidRDefault="00300391" w:rsidP="00CB7D78">
            <w:pPr>
              <w:pStyle w:val="RCBody"/>
              <w:spacing w:after="0"/>
            </w:pPr>
            <w:r>
              <w:t>Doar dinheiro para uma organização judaica local</w:t>
            </w:r>
          </w:p>
        </w:tc>
        <w:tc>
          <w:tcPr>
            <w:tcW w:w="1296" w:type="dxa"/>
            <w:vAlign w:val="center"/>
          </w:tcPr>
          <w:p w14:paraId="3D4DF54E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72C88135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5C475061" w14:textId="77777777" w:rsidR="00300391" w:rsidRDefault="00300391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  <w:tr w:rsidR="00291C97" w14:paraId="44E40D86" w14:textId="77777777" w:rsidTr="00300391">
        <w:tc>
          <w:tcPr>
            <w:tcW w:w="5035" w:type="dxa"/>
          </w:tcPr>
          <w:p w14:paraId="29B3B248" w14:textId="79A23692" w:rsidR="00291C97" w:rsidRDefault="00291C97" w:rsidP="00CB7D78">
            <w:pPr>
              <w:pStyle w:val="RCBody"/>
              <w:spacing w:after="0"/>
            </w:pPr>
            <w:r>
              <w:t>Morar em Israel</w:t>
            </w:r>
          </w:p>
        </w:tc>
        <w:tc>
          <w:tcPr>
            <w:tcW w:w="1296" w:type="dxa"/>
            <w:vAlign w:val="center"/>
          </w:tcPr>
          <w:p w14:paraId="6DCB3DC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290F1D3F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  <w:tc>
          <w:tcPr>
            <w:tcW w:w="1296" w:type="dxa"/>
            <w:vAlign w:val="center"/>
          </w:tcPr>
          <w:p w14:paraId="43E1B4DB" w14:textId="77777777" w:rsidR="00291C97" w:rsidRDefault="00291C97" w:rsidP="00CB7D78">
            <w:pPr>
              <w:pStyle w:val="RCBody"/>
              <w:numPr>
                <w:ilvl w:val="0"/>
                <w:numId w:val="24"/>
              </w:numPr>
              <w:spacing w:after="0"/>
              <w:jc w:val="center"/>
            </w:pPr>
          </w:p>
        </w:tc>
      </w:tr>
    </w:tbl>
    <w:p w14:paraId="14EF7B11" w14:textId="77777777" w:rsidR="002925C5" w:rsidRDefault="002925C5" w:rsidP="002925C5">
      <w:pPr>
        <w:pStyle w:val="RCBody"/>
        <w:spacing w:after="0"/>
        <w:ind w:left="720"/>
      </w:pPr>
    </w:p>
    <w:p w14:paraId="6A13000D" w14:textId="25BFD456" w:rsidR="00CB7D78" w:rsidRDefault="008F1F67" w:rsidP="00CB7D78">
      <w:pPr>
        <w:pStyle w:val="RCBody"/>
        <w:numPr>
          <w:ilvl w:val="0"/>
          <w:numId w:val="23"/>
        </w:numPr>
        <w:spacing w:after="0"/>
      </w:pPr>
      <w:r>
        <w:t>Indique seu sexo:</w:t>
      </w:r>
    </w:p>
    <w:p w14:paraId="75F5D4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t>Masculino</w:t>
      </w:r>
    </w:p>
    <w:p w14:paraId="72D4F50D" w14:textId="77777777" w:rsidR="00CB7D78" w:rsidRDefault="00CB7D78" w:rsidP="00CB7D78">
      <w:pPr>
        <w:pStyle w:val="RCBody"/>
        <w:numPr>
          <w:ilvl w:val="0"/>
          <w:numId w:val="29"/>
        </w:numPr>
        <w:spacing w:after="0"/>
      </w:pPr>
      <w:r>
        <w:t>Feminino</w:t>
      </w:r>
    </w:p>
    <w:p w14:paraId="504FCE81" w14:textId="7F55690C" w:rsidR="00CB7D78" w:rsidRDefault="0017256A" w:rsidP="00CB7D78">
      <w:pPr>
        <w:pStyle w:val="RCBody"/>
        <w:numPr>
          <w:ilvl w:val="0"/>
          <w:numId w:val="29"/>
        </w:numPr>
        <w:spacing w:after="0"/>
      </w:pPr>
      <w:r>
        <w:rPr>
          <w:highlight w:val="lightGray"/>
        </w:rPr>
        <w:t xml:space="preserve">[Não exibir para </w:t>
      </w:r>
      <w:proofErr w:type="spellStart"/>
      <w:r>
        <w:rPr>
          <w:highlight w:val="lightGray"/>
        </w:rPr>
        <w:t>Lamorim</w:t>
      </w:r>
      <w:proofErr w:type="spellEnd"/>
      <w:r>
        <w:rPr>
          <w:highlight w:val="lightGray"/>
        </w:rPr>
        <w:t>]</w:t>
      </w:r>
      <w:r>
        <w:t xml:space="preserve"> Outro: ______________________</w:t>
      </w:r>
    </w:p>
    <w:p w14:paraId="20B214E4" w14:textId="77777777" w:rsidR="00CB7D78" w:rsidRDefault="00CB7D78" w:rsidP="00CB7D78">
      <w:pPr>
        <w:pStyle w:val="RCBody"/>
        <w:spacing w:after="0"/>
        <w:ind w:left="720"/>
      </w:pPr>
    </w:p>
    <w:p w14:paraId="1F5E91A7" w14:textId="77777777" w:rsidR="00727BFA" w:rsidRDefault="00CB7D78" w:rsidP="00CB7D78">
      <w:pPr>
        <w:pStyle w:val="RCBody"/>
        <w:numPr>
          <w:ilvl w:val="0"/>
          <w:numId w:val="23"/>
        </w:numPr>
        <w:spacing w:after="0"/>
      </w:pPr>
      <w:bookmarkStart w:id="0" w:name="_Hlk50286318"/>
      <w:r>
        <w:t>Insira sua data de nascimento:</w:t>
      </w:r>
    </w:p>
    <w:p w14:paraId="38D62BC3" w14:textId="77777777" w:rsidR="00727BFA" w:rsidRDefault="00727BFA" w:rsidP="00727BFA">
      <w:pPr>
        <w:pStyle w:val="RCBody"/>
        <w:spacing w:after="0"/>
        <w:ind w:left="720"/>
      </w:pPr>
      <w:r>
        <w:t>Dia: [</w:t>
      </w:r>
      <w:proofErr w:type="spellStart"/>
      <w:r>
        <w:t>Dropdown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 to 31]</w:t>
      </w:r>
    </w:p>
    <w:p w14:paraId="1D91875D" w14:textId="77777777" w:rsidR="00727BFA" w:rsidRDefault="00727BFA" w:rsidP="00727BFA">
      <w:pPr>
        <w:pStyle w:val="RCBody"/>
        <w:spacing w:after="0"/>
        <w:ind w:left="720"/>
      </w:pPr>
      <w:r>
        <w:t>Mês: [</w:t>
      </w:r>
      <w:proofErr w:type="spellStart"/>
      <w:r>
        <w:t>Dropdown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January</w:t>
      </w:r>
      <w:proofErr w:type="spellEnd"/>
      <w:r>
        <w:t xml:space="preserve">, </w:t>
      </w:r>
      <w:proofErr w:type="spellStart"/>
      <w:r>
        <w:t>February</w:t>
      </w:r>
      <w:proofErr w:type="spellEnd"/>
      <w:r>
        <w:t xml:space="preserve">, </w:t>
      </w:r>
      <w:proofErr w:type="spellStart"/>
      <w:r>
        <w:t>March</w:t>
      </w:r>
      <w:proofErr w:type="spellEnd"/>
      <w:r>
        <w:t xml:space="preserve">, </w:t>
      </w:r>
      <w:proofErr w:type="spellStart"/>
      <w:r>
        <w:t>April</w:t>
      </w:r>
      <w:proofErr w:type="spellEnd"/>
      <w:r>
        <w:t xml:space="preserve">, </w:t>
      </w:r>
      <w:proofErr w:type="spellStart"/>
      <w:r>
        <w:t>May</w:t>
      </w:r>
      <w:proofErr w:type="spellEnd"/>
      <w:r>
        <w:t xml:space="preserve">, </w:t>
      </w:r>
      <w:proofErr w:type="spellStart"/>
      <w:r>
        <w:t>June</w:t>
      </w:r>
      <w:proofErr w:type="spellEnd"/>
      <w:r>
        <w:t xml:space="preserve">, </w:t>
      </w:r>
      <w:proofErr w:type="spellStart"/>
      <w:r>
        <w:t>July</w:t>
      </w:r>
      <w:proofErr w:type="spellEnd"/>
      <w:r>
        <w:t xml:space="preserve">, August, </w:t>
      </w:r>
      <w:proofErr w:type="spellStart"/>
      <w:r>
        <w:t>September</w:t>
      </w:r>
      <w:proofErr w:type="spellEnd"/>
      <w:r>
        <w:t xml:space="preserve">, </w:t>
      </w:r>
      <w:proofErr w:type="spellStart"/>
      <w:r>
        <w:t>October</w:t>
      </w:r>
      <w:proofErr w:type="spellEnd"/>
      <w:r>
        <w:t xml:space="preserve">, </w:t>
      </w:r>
      <w:proofErr w:type="spellStart"/>
      <w:r>
        <w:t>November</w:t>
      </w:r>
      <w:proofErr w:type="spellEnd"/>
      <w:r>
        <w:t xml:space="preserve">, </w:t>
      </w:r>
      <w:proofErr w:type="spellStart"/>
      <w:r>
        <w:t>December</w:t>
      </w:r>
      <w:proofErr w:type="spellEnd"/>
      <w:r>
        <w:t>]</w:t>
      </w:r>
    </w:p>
    <w:p w14:paraId="2C25BDF6" w14:textId="77777777" w:rsidR="00727BFA" w:rsidRDefault="00727BFA" w:rsidP="00727BFA">
      <w:pPr>
        <w:pStyle w:val="RCBody"/>
        <w:spacing w:after="0"/>
        <w:ind w:left="720"/>
      </w:pPr>
      <w:r>
        <w:t>Ano: [</w:t>
      </w:r>
      <w:proofErr w:type="spellStart"/>
      <w:r>
        <w:t>Dropdown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2000 to 2011]</w:t>
      </w:r>
    </w:p>
    <w:bookmarkEnd w:id="0"/>
    <w:p w14:paraId="4DC6C8B1" w14:textId="77777777" w:rsidR="00727BFA" w:rsidRDefault="00727BFA" w:rsidP="00727BFA">
      <w:pPr>
        <w:pStyle w:val="RCBody"/>
        <w:spacing w:after="0"/>
      </w:pPr>
    </w:p>
    <w:p w14:paraId="6434CC7C" w14:textId="5437F1B6" w:rsidR="00CB7D78" w:rsidRDefault="00CB7D78" w:rsidP="00727BFA">
      <w:pPr>
        <w:pStyle w:val="RCBody"/>
        <w:numPr>
          <w:ilvl w:val="0"/>
          <w:numId w:val="23"/>
        </w:numPr>
        <w:spacing w:after="0"/>
      </w:pPr>
      <w:r>
        <w:t>Insira as duas primeiras letras do seu</w:t>
      </w:r>
      <w:r>
        <w:rPr>
          <w:b/>
          <w:bCs/>
        </w:rPr>
        <w:t xml:space="preserve"> nome</w:t>
      </w:r>
      <w:r>
        <w:t>: __________</w:t>
      </w:r>
    </w:p>
    <w:p w14:paraId="4EE6B6D6" w14:textId="5377C7DD" w:rsidR="00CB7D78" w:rsidRDefault="00CB7D78" w:rsidP="00CB7D78">
      <w:pPr>
        <w:pStyle w:val="RCBody"/>
        <w:numPr>
          <w:ilvl w:val="0"/>
          <w:numId w:val="23"/>
        </w:numPr>
      </w:pPr>
      <w:r>
        <w:t>Insira as duas primeiras letras do seu</w:t>
      </w:r>
      <w:r>
        <w:rPr>
          <w:b/>
          <w:bCs/>
        </w:rPr>
        <w:t xml:space="preserve"> sobrenome</w:t>
      </w:r>
      <w:r>
        <w:t>: __________</w:t>
      </w:r>
    </w:p>
    <w:p w14:paraId="3D9393E9" w14:textId="77777777" w:rsidR="00727BFA" w:rsidRDefault="00727BFA" w:rsidP="00727BFA">
      <w:pPr>
        <w:pStyle w:val="RCBody"/>
        <w:ind w:left="360"/>
        <w:jc w:val="center"/>
      </w:pPr>
      <w:r>
        <w:t>* * *</w:t>
      </w:r>
    </w:p>
    <w:p w14:paraId="353B435A" w14:textId="619E1EAB" w:rsidR="00727BFA" w:rsidRDefault="00727BFA" w:rsidP="00727BFA">
      <w:pPr>
        <w:pStyle w:val="RCBody"/>
        <w:jc w:val="center"/>
      </w:pPr>
      <w:r>
        <w:t>Obrigado por dedicar seu tempo para responder esta pesquisa. Suas respostas foram registradas.</w:t>
      </w:r>
    </w:p>
    <w:p w14:paraId="4533FBE5" w14:textId="77777777" w:rsidR="006C3179" w:rsidRPr="00291C97" w:rsidRDefault="006C3179" w:rsidP="006C3179">
      <w:pPr>
        <w:pStyle w:val="RCBody"/>
        <w:spacing w:after="0"/>
        <w:ind w:left="720"/>
      </w:pPr>
    </w:p>
    <w:sectPr w:rsidR="006C3179" w:rsidRPr="00291C97" w:rsidSect="000B322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1F300" w14:textId="77777777" w:rsidR="008E6D32" w:rsidRDefault="008E6D32" w:rsidP="00CE2B18">
      <w:r>
        <w:separator/>
      </w:r>
    </w:p>
    <w:p w14:paraId="4EB41958" w14:textId="77777777" w:rsidR="008E6D32" w:rsidRDefault="008E6D32"/>
  </w:endnote>
  <w:endnote w:type="continuationSeparator" w:id="0">
    <w:p w14:paraId="3D68B39E" w14:textId="77777777" w:rsidR="008E6D32" w:rsidRDefault="008E6D32" w:rsidP="00CE2B18">
      <w:r>
        <w:continuationSeparator/>
      </w:r>
    </w:p>
    <w:p w14:paraId="74BF8398" w14:textId="77777777" w:rsidR="008E6D32" w:rsidRDefault="008E6D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K Grotesk Pro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K Grotesk Pro Book AltJ">
    <w:altName w:val="Calibri"/>
    <w:charset w:val="00"/>
    <w:family w:val="auto"/>
    <w:pitch w:val="variable"/>
    <w:sig w:usb0="00000007" w:usb1="00000000" w:usb2="00000000" w:usb3="00000000" w:csb0="00000093" w:csb1="00000000"/>
  </w:font>
  <w:font w:name="Crimson">
    <w:altName w:val="Calibri"/>
    <w:charset w:val="00"/>
    <w:family w:val="auto"/>
    <w:pitch w:val="variable"/>
    <w:sig w:usb0="E00002EF" w:usb1="0000006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A96DD" w14:textId="77777777" w:rsidR="002925C5" w:rsidRPr="00587566" w:rsidRDefault="002925C5" w:rsidP="00587566">
    <w:pPr>
      <w:pStyle w:val="Footer"/>
      <w:spacing w:before="120"/>
      <w:jc w:val="center"/>
      <w:rPr>
        <w:rFonts w:ascii="HK Grotesk Pro AltJ" w:hAnsi="HK Grotesk Pro AltJ" w:cs="Times New Roman"/>
        <w:color w:val="808080" w:themeColor="background1" w:themeShade="80"/>
        <w:sz w:val="18"/>
        <w:szCs w:val="18"/>
      </w:rPr>
    </w:pPr>
    <w:r>
      <w:rPr>
        <w:rFonts w:ascii="HK Grotesk Pro Book AltJ" w:hAnsi="HK Grotesk Pro Book AltJ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88960" behindDoc="0" locked="0" layoutInCell="1" allowOverlap="1" wp14:anchorId="7CF4FDDA" wp14:editId="5DBB9A3E">
          <wp:simplePos x="0" y="0"/>
          <wp:positionH relativeFrom="column">
            <wp:posOffset>0</wp:posOffset>
          </wp:positionH>
          <wp:positionV relativeFrom="paragraph">
            <wp:posOffset>-135146</wp:posOffset>
          </wp:positionV>
          <wp:extent cx="5943600" cy="3130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CHeaderFooter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313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HK Grotesk Pro Book AltJ" w:hAnsi="HK Grotesk Pro Book AltJ"/>
        <w:color w:val="808080" w:themeColor="background1" w:themeShade="80"/>
        <w:sz w:val="18"/>
        <w:szCs w:val="18"/>
      </w:rPr>
      <w:t xml:space="preserve">      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begin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instrText xml:space="preserve"> PAGE </w:instrTex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separate"/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t>2</w:t>
    </w:r>
    <w:r w:rsidRPr="00065EEC">
      <w:rPr>
        <w:rFonts w:ascii="HK Grotesk Pro AltJ" w:hAnsi="HK Grotesk Pro AltJ" w:cs="Times New Roman"/>
        <w:color w:val="00A499" w:themeColor="accent2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F7D4C" w14:textId="77777777" w:rsidR="002925C5" w:rsidRPr="00533535" w:rsidRDefault="002925C5" w:rsidP="00F50C06">
    <w:pPr>
      <w:pStyle w:val="Footer"/>
      <w:rPr>
        <w:rFonts w:ascii="Verdana" w:hAnsi="Verdana" w:cs="Times New Roman"/>
        <w:color w:val="808080" w:themeColor="background1" w:themeShade="80"/>
        <w:sz w:val="18"/>
        <w:szCs w:val="18"/>
      </w:rPr>
    </w:pPr>
    <w:r>
      <w:rPr>
        <w:noProof/>
      </w:rPr>
      <w:drawing>
        <wp:anchor distT="0" distB="0" distL="114300" distR="114300" simplePos="0" relativeHeight="251693056" behindDoc="0" locked="0" layoutInCell="1" allowOverlap="1" wp14:anchorId="3FD445B8" wp14:editId="4D837E95">
          <wp:simplePos x="0" y="0"/>
          <wp:positionH relativeFrom="column">
            <wp:posOffset>0</wp:posOffset>
          </wp:positionH>
          <wp:positionV relativeFrom="paragraph">
            <wp:posOffset>-142875</wp:posOffset>
          </wp:positionV>
          <wp:extent cx="5943600" cy="26860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CInfoLineInkSc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AECCE" w14:textId="77777777" w:rsidR="008E6D32" w:rsidRDefault="008E6D32" w:rsidP="00CE2B18">
      <w:r>
        <w:separator/>
      </w:r>
    </w:p>
  </w:footnote>
  <w:footnote w:type="continuationSeparator" w:id="0">
    <w:p w14:paraId="4CD0D300" w14:textId="77777777" w:rsidR="008E6D32" w:rsidRDefault="008E6D32" w:rsidP="00CE2B18">
      <w:r>
        <w:continuationSeparator/>
      </w:r>
    </w:p>
    <w:p w14:paraId="023B84BD" w14:textId="77777777" w:rsidR="008E6D32" w:rsidRDefault="008E6D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2008" w14:textId="77777777" w:rsidR="002925C5" w:rsidRDefault="002925C5" w:rsidP="00CE2B18">
    <w:pPr>
      <w:pStyle w:val="Header"/>
      <w:ind w:left="-1440"/>
    </w:pPr>
  </w:p>
  <w:p w14:paraId="6E787F69" w14:textId="77777777" w:rsidR="002925C5" w:rsidRDefault="002925C5"/>
  <w:p w14:paraId="1FBCDB4E" w14:textId="77777777" w:rsidR="002925C5" w:rsidRDefault="002925C5"/>
  <w:p w14:paraId="2B35FD9A" w14:textId="77777777" w:rsidR="002925C5" w:rsidRDefault="002925C5"/>
  <w:p w14:paraId="514ED49C" w14:textId="77777777" w:rsidR="002925C5" w:rsidRDefault="002925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42219" w14:textId="77777777" w:rsidR="002925C5" w:rsidRDefault="002925C5" w:rsidP="00CE2B18">
    <w:pPr>
      <w:pStyle w:val="Header"/>
      <w:ind w:left="-1440"/>
    </w:pPr>
  </w:p>
  <w:p w14:paraId="5B1CD4CC" w14:textId="77777777" w:rsidR="002925C5" w:rsidRPr="000E3BEE" w:rsidRDefault="002925C5">
    <w:pPr>
      <w:rPr>
        <w:rFonts w:ascii="Gotham Light" w:hAnsi="Gotham Light"/>
      </w:rPr>
    </w:pPr>
  </w:p>
  <w:p w14:paraId="7C1C8D64" w14:textId="4EBAAC18" w:rsidR="002925C5" w:rsidRPr="009A7C80" w:rsidRDefault="002925C5" w:rsidP="009A7C80">
    <w:pPr>
      <w:pStyle w:val="ClientName"/>
    </w:pPr>
    <w:r>
      <w:drawing>
        <wp:anchor distT="0" distB="0" distL="114300" distR="114300" simplePos="0" relativeHeight="251691008" behindDoc="0" locked="0" layoutInCell="1" allowOverlap="1" wp14:anchorId="011914B8" wp14:editId="3A3C824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72578" cy="51816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 Color -  RGBiNKSkape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2578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Ministério de Assuntos da Diáspora do Governo de Israel</w:t>
    </w:r>
  </w:p>
  <w:p w14:paraId="6E693C1F" w14:textId="74827855" w:rsidR="002925C5" w:rsidRPr="009A7C80" w:rsidRDefault="002925C5" w:rsidP="009A7C80">
    <w:pPr>
      <w:pStyle w:val="ProjectName"/>
    </w:pPr>
    <w:r>
      <w:t xml:space="preserve">Avaliação da </w:t>
    </w:r>
    <w:proofErr w:type="spellStart"/>
    <w:r>
      <w:t>Unit.Ed</w:t>
    </w:r>
    <w:proofErr w:type="spellEnd"/>
  </w:p>
  <w:p w14:paraId="563468C5" w14:textId="42436FE4" w:rsidR="002925C5" w:rsidRPr="000632F1" w:rsidRDefault="008A13A1" w:rsidP="009A7C80">
    <w:pPr>
      <w:pStyle w:val="ProjectName"/>
    </w:pPr>
    <w:r>
      <w:t>13 de setembro de 2020</w:t>
    </w:r>
  </w:p>
  <w:p w14:paraId="33A442FB" w14:textId="77777777" w:rsidR="002925C5" w:rsidRDefault="002925C5">
    <w:r>
      <w:rPr>
        <w:rFonts w:ascii="HK Grotesk Pro AltJ" w:hAnsi="HK Grotesk Pro AltJ"/>
        <w:noProof/>
        <w:color w:val="5C068C" w:themeColor="accent1"/>
        <w:sz w:val="32"/>
        <w:szCs w:val="32"/>
      </w:rPr>
      <w:drawing>
        <wp:anchor distT="0" distB="0" distL="114300" distR="114300" simplePos="0" relativeHeight="251685888" behindDoc="0" locked="0" layoutInCell="1" allowOverlap="1" wp14:anchorId="3E5FAB4D" wp14:editId="773B7A6B">
          <wp:simplePos x="0" y="0"/>
          <wp:positionH relativeFrom="column">
            <wp:posOffset>-1</wp:posOffset>
          </wp:positionH>
          <wp:positionV relativeFrom="paragraph">
            <wp:posOffset>132160</wp:posOffset>
          </wp:positionV>
          <wp:extent cx="6033875" cy="13666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CPageLinHeaderOnlyInkSkape.em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71811" cy="139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90F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72CD3"/>
    <w:multiLevelType w:val="multilevel"/>
    <w:tmpl w:val="C50E3AA8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D969DE"/>
    <w:multiLevelType w:val="hybridMultilevel"/>
    <w:tmpl w:val="AF1425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5B468C"/>
    <w:multiLevelType w:val="hybridMultilevel"/>
    <w:tmpl w:val="FE68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9785A"/>
    <w:multiLevelType w:val="hybridMultilevel"/>
    <w:tmpl w:val="7638E6C2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76399"/>
    <w:multiLevelType w:val="multilevel"/>
    <w:tmpl w:val="704EC70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7C5F61"/>
    <w:multiLevelType w:val="hybridMultilevel"/>
    <w:tmpl w:val="D4963490"/>
    <w:lvl w:ilvl="0" w:tplc="94E6E8B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1A3A67B0"/>
    <w:multiLevelType w:val="hybridMultilevel"/>
    <w:tmpl w:val="381CF8F8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B6D71"/>
    <w:multiLevelType w:val="hybridMultilevel"/>
    <w:tmpl w:val="AF04D0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05B32"/>
    <w:multiLevelType w:val="multilevel"/>
    <w:tmpl w:val="A9C209EC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1EE03618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08333D"/>
    <w:multiLevelType w:val="hybridMultilevel"/>
    <w:tmpl w:val="F28C8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75E5F"/>
    <w:multiLevelType w:val="hybridMultilevel"/>
    <w:tmpl w:val="737E27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8681F"/>
    <w:multiLevelType w:val="hybridMultilevel"/>
    <w:tmpl w:val="CB807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A067A"/>
    <w:multiLevelType w:val="hybridMultilevel"/>
    <w:tmpl w:val="51604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50FA0"/>
    <w:multiLevelType w:val="hybridMultilevel"/>
    <w:tmpl w:val="A5BE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16FA4"/>
    <w:multiLevelType w:val="hybridMultilevel"/>
    <w:tmpl w:val="8AC41990"/>
    <w:lvl w:ilvl="0" w:tplc="04090019">
      <w:start w:val="1"/>
      <w:numFmt w:val="lowerLetter"/>
      <w:lvlText w:val="%1."/>
      <w:lvlJc w:val="left"/>
      <w:pPr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7544913"/>
    <w:multiLevelType w:val="multilevel"/>
    <w:tmpl w:val="34DA0222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A19F9"/>
    <w:multiLevelType w:val="multilevel"/>
    <w:tmpl w:val="1CE4AC5A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EC259A1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0" w15:restartNumberingAfterBreak="0">
    <w:nsid w:val="435A1CE4"/>
    <w:multiLevelType w:val="hybridMultilevel"/>
    <w:tmpl w:val="40A0CD8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50E7896"/>
    <w:multiLevelType w:val="hybridMultilevel"/>
    <w:tmpl w:val="538EECA0"/>
    <w:lvl w:ilvl="0" w:tplc="0409001B">
      <w:start w:val="1"/>
      <w:numFmt w:val="decimal"/>
      <w:lvlText w:val="%1."/>
      <w:lvlJc w:val="left"/>
      <w:pPr>
        <w:ind w:left="1267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FF4DF2"/>
    <w:multiLevelType w:val="multilevel"/>
    <w:tmpl w:val="E33E454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D05764F"/>
    <w:multiLevelType w:val="hybridMultilevel"/>
    <w:tmpl w:val="053C32D0"/>
    <w:lvl w:ilvl="0" w:tplc="C1E28BD0">
      <w:start w:val="1"/>
      <w:numFmt w:val="lowerLetter"/>
      <w:lvlText w:val="%1."/>
      <w:lvlJc w:val="left"/>
      <w:pPr>
        <w:ind w:left="-345"/>
      </w:pPr>
      <w:rPr>
        <w:rFonts w:ascii="Calibri" w:eastAsia="Calibri" w:hAnsi="Calibri" w:cs="Calibri"/>
        <w:b w:val="0"/>
        <w:i w:val="0"/>
        <w:strike w:val="0"/>
        <w:dstrike w:val="0"/>
        <w:color w:val="40404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-1410" w:hanging="360"/>
      </w:pPr>
    </w:lvl>
    <w:lvl w:ilvl="2" w:tplc="0409001B">
      <w:start w:val="1"/>
      <w:numFmt w:val="lowerRoman"/>
      <w:lvlText w:val="%3."/>
      <w:lvlJc w:val="right"/>
      <w:pPr>
        <w:ind w:left="-690" w:hanging="180"/>
      </w:pPr>
    </w:lvl>
    <w:lvl w:ilvl="3" w:tplc="0409000F">
      <w:start w:val="1"/>
      <w:numFmt w:val="decimal"/>
      <w:lvlText w:val="%4."/>
      <w:lvlJc w:val="left"/>
      <w:pPr>
        <w:ind w:left="30" w:hanging="360"/>
      </w:pPr>
    </w:lvl>
    <w:lvl w:ilvl="4" w:tplc="04090019">
      <w:start w:val="1"/>
      <w:numFmt w:val="lowerLetter"/>
      <w:lvlText w:val="%5."/>
      <w:lvlJc w:val="left"/>
      <w:pPr>
        <w:ind w:left="750" w:hanging="360"/>
      </w:pPr>
    </w:lvl>
    <w:lvl w:ilvl="5" w:tplc="0409001B" w:tentative="1">
      <w:start w:val="1"/>
      <w:numFmt w:val="lowerRoman"/>
      <w:lvlText w:val="%6."/>
      <w:lvlJc w:val="right"/>
      <w:pPr>
        <w:ind w:left="1470" w:hanging="180"/>
      </w:pPr>
    </w:lvl>
    <w:lvl w:ilvl="6" w:tplc="0409000F" w:tentative="1">
      <w:start w:val="1"/>
      <w:numFmt w:val="decimal"/>
      <w:lvlText w:val="%7."/>
      <w:lvlJc w:val="left"/>
      <w:pPr>
        <w:ind w:left="2190" w:hanging="360"/>
      </w:pPr>
    </w:lvl>
    <w:lvl w:ilvl="7" w:tplc="04090019" w:tentative="1">
      <w:start w:val="1"/>
      <w:numFmt w:val="lowerLetter"/>
      <w:lvlText w:val="%8."/>
      <w:lvlJc w:val="left"/>
      <w:pPr>
        <w:ind w:left="2910" w:hanging="360"/>
      </w:pPr>
    </w:lvl>
    <w:lvl w:ilvl="8" w:tplc="0409001B" w:tentative="1">
      <w:start w:val="1"/>
      <w:numFmt w:val="lowerRoman"/>
      <w:lvlText w:val="%9."/>
      <w:lvlJc w:val="right"/>
      <w:pPr>
        <w:ind w:left="3630" w:hanging="180"/>
      </w:pPr>
    </w:lvl>
  </w:abstractNum>
  <w:abstractNum w:abstractNumId="24" w15:restartNumberingAfterBreak="0">
    <w:nsid w:val="50A05B4E"/>
    <w:multiLevelType w:val="hybridMultilevel"/>
    <w:tmpl w:val="2D6CF0B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-20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-1350" w:hanging="180"/>
      </w:pPr>
    </w:lvl>
    <w:lvl w:ilvl="3" w:tplc="0409000F" w:tentative="1">
      <w:start w:val="1"/>
      <w:numFmt w:val="decimal"/>
      <w:lvlText w:val="%4."/>
      <w:lvlJc w:val="left"/>
      <w:pPr>
        <w:ind w:left="-630" w:hanging="360"/>
      </w:pPr>
    </w:lvl>
    <w:lvl w:ilvl="4" w:tplc="04090019" w:tentative="1">
      <w:start w:val="1"/>
      <w:numFmt w:val="lowerLetter"/>
      <w:lvlText w:val="%5."/>
      <w:lvlJc w:val="left"/>
      <w:pPr>
        <w:ind w:left="90" w:hanging="360"/>
      </w:pPr>
    </w:lvl>
    <w:lvl w:ilvl="5" w:tplc="0409001B" w:tentative="1">
      <w:start w:val="1"/>
      <w:numFmt w:val="lowerRoman"/>
      <w:lvlText w:val="%6."/>
      <w:lvlJc w:val="right"/>
      <w:pPr>
        <w:ind w:left="810" w:hanging="180"/>
      </w:pPr>
    </w:lvl>
    <w:lvl w:ilvl="6" w:tplc="0409000F" w:tentative="1">
      <w:start w:val="1"/>
      <w:numFmt w:val="decimal"/>
      <w:lvlText w:val="%7."/>
      <w:lvlJc w:val="left"/>
      <w:pPr>
        <w:ind w:left="1530" w:hanging="360"/>
      </w:pPr>
    </w:lvl>
    <w:lvl w:ilvl="7" w:tplc="04090019" w:tentative="1">
      <w:start w:val="1"/>
      <w:numFmt w:val="lowerLetter"/>
      <w:lvlText w:val="%8."/>
      <w:lvlJc w:val="left"/>
      <w:pPr>
        <w:ind w:left="2250" w:hanging="360"/>
      </w:pPr>
    </w:lvl>
    <w:lvl w:ilvl="8" w:tplc="0409001B" w:tentative="1">
      <w:start w:val="1"/>
      <w:numFmt w:val="lowerRoman"/>
      <w:lvlText w:val="%9."/>
      <w:lvlJc w:val="right"/>
      <w:pPr>
        <w:ind w:left="2970" w:hanging="180"/>
      </w:pPr>
    </w:lvl>
  </w:abstractNum>
  <w:abstractNum w:abstractNumId="25" w15:restartNumberingAfterBreak="0">
    <w:nsid w:val="553B067D"/>
    <w:multiLevelType w:val="hybridMultilevel"/>
    <w:tmpl w:val="09D4662A"/>
    <w:lvl w:ilvl="0" w:tplc="F8D0C576">
      <w:start w:val="1"/>
      <w:numFmt w:val="bullet"/>
      <w:lvlText w:val="o"/>
      <w:lvlJc w:val="left"/>
      <w:pPr>
        <w:ind w:left="720" w:hanging="360"/>
      </w:pPr>
      <w:rPr>
        <w:rFonts w:ascii="HK Grotesk Pro AltJ" w:hAnsi="HK Grotesk Pro AltJ" w:hint="default"/>
        <w:color w:val="00A499" w:themeColor="accent2"/>
        <w:u w:color="00A49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524F4"/>
    <w:multiLevelType w:val="hybridMultilevel"/>
    <w:tmpl w:val="B6708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57EDA"/>
    <w:multiLevelType w:val="hybridMultilevel"/>
    <w:tmpl w:val="046ACCCC"/>
    <w:lvl w:ilvl="0" w:tplc="9E92DA3E">
      <w:start w:val="9"/>
      <w:numFmt w:val="decimal"/>
      <w:lvlText w:val="%1."/>
      <w:lvlJc w:val="left"/>
      <w:pPr>
        <w:ind w:left="720" w:hanging="360"/>
      </w:pPr>
      <w:rPr>
        <w:rFonts w:ascii="HK Grotesk Pro Book AltJ" w:hAnsi="HK Grotesk Pro Book AltJ" w:hint="default"/>
        <w:b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827D5F"/>
    <w:multiLevelType w:val="hybridMultilevel"/>
    <w:tmpl w:val="BF105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984498"/>
    <w:multiLevelType w:val="hybridMultilevel"/>
    <w:tmpl w:val="7B32A202"/>
    <w:lvl w:ilvl="0" w:tplc="F8B039C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B7617"/>
    <w:multiLevelType w:val="hybridMultilevel"/>
    <w:tmpl w:val="53F2DDA8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  <w:b w:val="0"/>
      </w:rPr>
    </w:lvl>
    <w:lvl w:ilvl="1" w:tplc="2E086C4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C7E3E"/>
    <w:multiLevelType w:val="multilevel"/>
    <w:tmpl w:val="24DC630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 w15:restartNumberingAfterBreak="0">
    <w:nsid w:val="75144659"/>
    <w:multiLevelType w:val="hybridMultilevel"/>
    <w:tmpl w:val="667AD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6"/>
  </w:num>
  <w:num w:numId="4">
    <w:abstractNumId w:val="1"/>
  </w:num>
  <w:num w:numId="5">
    <w:abstractNumId w:val="8"/>
  </w:num>
  <w:num w:numId="6">
    <w:abstractNumId w:val="10"/>
  </w:num>
  <w:num w:numId="7">
    <w:abstractNumId w:val="21"/>
  </w:num>
  <w:num w:numId="8">
    <w:abstractNumId w:val="3"/>
  </w:num>
  <w:num w:numId="9">
    <w:abstractNumId w:val="23"/>
  </w:num>
  <w:num w:numId="10">
    <w:abstractNumId w:val="22"/>
  </w:num>
  <w:num w:numId="11">
    <w:abstractNumId w:val="20"/>
  </w:num>
  <w:num w:numId="12">
    <w:abstractNumId w:val="27"/>
  </w:num>
  <w:num w:numId="13">
    <w:abstractNumId w:val="17"/>
  </w:num>
  <w:num w:numId="14">
    <w:abstractNumId w:val="9"/>
  </w:num>
  <w:num w:numId="15">
    <w:abstractNumId w:val="5"/>
  </w:num>
  <w:num w:numId="16">
    <w:abstractNumId w:val="18"/>
  </w:num>
  <w:num w:numId="17">
    <w:abstractNumId w:val="30"/>
  </w:num>
  <w:num w:numId="18">
    <w:abstractNumId w:val="19"/>
  </w:num>
  <w:num w:numId="19">
    <w:abstractNumId w:val="31"/>
  </w:num>
  <w:num w:numId="20">
    <w:abstractNumId w:val="29"/>
  </w:num>
  <w:num w:numId="21">
    <w:abstractNumId w:val="4"/>
  </w:num>
  <w:num w:numId="22">
    <w:abstractNumId w:val="25"/>
  </w:num>
  <w:num w:numId="23">
    <w:abstractNumId w:val="13"/>
  </w:num>
  <w:num w:numId="24">
    <w:abstractNumId w:val="7"/>
  </w:num>
  <w:num w:numId="25">
    <w:abstractNumId w:val="32"/>
  </w:num>
  <w:num w:numId="26">
    <w:abstractNumId w:val="15"/>
  </w:num>
  <w:num w:numId="27">
    <w:abstractNumId w:val="26"/>
  </w:num>
  <w:num w:numId="28">
    <w:abstractNumId w:val="24"/>
  </w:num>
  <w:num w:numId="29">
    <w:abstractNumId w:val="28"/>
  </w:num>
  <w:num w:numId="30">
    <w:abstractNumId w:val="0"/>
  </w:num>
  <w:num w:numId="31">
    <w:abstractNumId w:val="14"/>
  </w:num>
  <w:num w:numId="32">
    <w:abstractNumId w:val="2"/>
  </w:num>
  <w:num w:numId="33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108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E09"/>
    <w:rsid w:val="00005A30"/>
    <w:rsid w:val="00007C77"/>
    <w:rsid w:val="00030D15"/>
    <w:rsid w:val="000311CF"/>
    <w:rsid w:val="00032A4B"/>
    <w:rsid w:val="00034756"/>
    <w:rsid w:val="0004300C"/>
    <w:rsid w:val="00046659"/>
    <w:rsid w:val="00052739"/>
    <w:rsid w:val="00052937"/>
    <w:rsid w:val="00053150"/>
    <w:rsid w:val="00053328"/>
    <w:rsid w:val="000566EB"/>
    <w:rsid w:val="00057EAE"/>
    <w:rsid w:val="000632F1"/>
    <w:rsid w:val="00065EEC"/>
    <w:rsid w:val="00071A5D"/>
    <w:rsid w:val="00074DD7"/>
    <w:rsid w:val="00091D53"/>
    <w:rsid w:val="00096CAA"/>
    <w:rsid w:val="000976B2"/>
    <w:rsid w:val="000A277D"/>
    <w:rsid w:val="000A58B9"/>
    <w:rsid w:val="000A66BC"/>
    <w:rsid w:val="000B0FA1"/>
    <w:rsid w:val="000B3222"/>
    <w:rsid w:val="000C17D5"/>
    <w:rsid w:val="000C3290"/>
    <w:rsid w:val="000C78A7"/>
    <w:rsid w:val="000D0609"/>
    <w:rsid w:val="000D613C"/>
    <w:rsid w:val="000E3BEE"/>
    <w:rsid w:val="000F55B4"/>
    <w:rsid w:val="000F55C8"/>
    <w:rsid w:val="00102A90"/>
    <w:rsid w:val="00114722"/>
    <w:rsid w:val="001261B8"/>
    <w:rsid w:val="00131C70"/>
    <w:rsid w:val="001321F6"/>
    <w:rsid w:val="001341E9"/>
    <w:rsid w:val="00140ADC"/>
    <w:rsid w:val="0014616D"/>
    <w:rsid w:val="00156D7A"/>
    <w:rsid w:val="0016770C"/>
    <w:rsid w:val="0017256A"/>
    <w:rsid w:val="001757CC"/>
    <w:rsid w:val="0018329F"/>
    <w:rsid w:val="0018476B"/>
    <w:rsid w:val="001913F7"/>
    <w:rsid w:val="00194BD6"/>
    <w:rsid w:val="00196AF5"/>
    <w:rsid w:val="001B1AA9"/>
    <w:rsid w:val="001C1B3A"/>
    <w:rsid w:val="001C5833"/>
    <w:rsid w:val="001E25BE"/>
    <w:rsid w:val="001E5103"/>
    <w:rsid w:val="001F4123"/>
    <w:rsid w:val="001F524C"/>
    <w:rsid w:val="001F7A46"/>
    <w:rsid w:val="00210ABC"/>
    <w:rsid w:val="00211CEB"/>
    <w:rsid w:val="00220A4D"/>
    <w:rsid w:val="00223ACA"/>
    <w:rsid w:val="0022786A"/>
    <w:rsid w:val="00233BDC"/>
    <w:rsid w:val="00236E7D"/>
    <w:rsid w:val="002401F0"/>
    <w:rsid w:val="00243838"/>
    <w:rsid w:val="002462F5"/>
    <w:rsid w:val="00252D13"/>
    <w:rsid w:val="00256915"/>
    <w:rsid w:val="002716E4"/>
    <w:rsid w:val="00272603"/>
    <w:rsid w:val="00277591"/>
    <w:rsid w:val="00291C97"/>
    <w:rsid w:val="002925C5"/>
    <w:rsid w:val="00295C6D"/>
    <w:rsid w:val="002A206C"/>
    <w:rsid w:val="002B0089"/>
    <w:rsid w:val="002B0CC0"/>
    <w:rsid w:val="002C48F4"/>
    <w:rsid w:val="002C7746"/>
    <w:rsid w:val="002E4781"/>
    <w:rsid w:val="002F1852"/>
    <w:rsid w:val="00300391"/>
    <w:rsid w:val="003171F2"/>
    <w:rsid w:val="00321219"/>
    <w:rsid w:val="00323949"/>
    <w:rsid w:val="00330130"/>
    <w:rsid w:val="00332E18"/>
    <w:rsid w:val="0034753F"/>
    <w:rsid w:val="003523F6"/>
    <w:rsid w:val="00365A27"/>
    <w:rsid w:val="00367653"/>
    <w:rsid w:val="00374D6A"/>
    <w:rsid w:val="00382800"/>
    <w:rsid w:val="00383D0F"/>
    <w:rsid w:val="0039320A"/>
    <w:rsid w:val="003A760E"/>
    <w:rsid w:val="003B2231"/>
    <w:rsid w:val="003B36C2"/>
    <w:rsid w:val="003C486A"/>
    <w:rsid w:val="003D353D"/>
    <w:rsid w:val="003F5E8C"/>
    <w:rsid w:val="003F629A"/>
    <w:rsid w:val="003F76B6"/>
    <w:rsid w:val="003F79B3"/>
    <w:rsid w:val="00401A85"/>
    <w:rsid w:val="00411D04"/>
    <w:rsid w:val="00414057"/>
    <w:rsid w:val="00415361"/>
    <w:rsid w:val="0041684A"/>
    <w:rsid w:val="00423FFE"/>
    <w:rsid w:val="00433AA7"/>
    <w:rsid w:val="00440099"/>
    <w:rsid w:val="004551B1"/>
    <w:rsid w:val="00467A62"/>
    <w:rsid w:val="00471462"/>
    <w:rsid w:val="00473723"/>
    <w:rsid w:val="00477198"/>
    <w:rsid w:val="00482EDE"/>
    <w:rsid w:val="004834C2"/>
    <w:rsid w:val="004920F6"/>
    <w:rsid w:val="004A5BAD"/>
    <w:rsid w:val="004B7B55"/>
    <w:rsid w:val="004C38FA"/>
    <w:rsid w:val="004D060C"/>
    <w:rsid w:val="004D3074"/>
    <w:rsid w:val="004E3307"/>
    <w:rsid w:val="004E531D"/>
    <w:rsid w:val="004E6D21"/>
    <w:rsid w:val="004F11B7"/>
    <w:rsid w:val="00507547"/>
    <w:rsid w:val="0051579D"/>
    <w:rsid w:val="005314B7"/>
    <w:rsid w:val="0053189F"/>
    <w:rsid w:val="00533535"/>
    <w:rsid w:val="00534DBA"/>
    <w:rsid w:val="00537DC9"/>
    <w:rsid w:val="005426F6"/>
    <w:rsid w:val="00543C07"/>
    <w:rsid w:val="005540A7"/>
    <w:rsid w:val="005551B8"/>
    <w:rsid w:val="00555AFA"/>
    <w:rsid w:val="00584A62"/>
    <w:rsid w:val="00585732"/>
    <w:rsid w:val="00587566"/>
    <w:rsid w:val="00596675"/>
    <w:rsid w:val="005A41F0"/>
    <w:rsid w:val="005B092E"/>
    <w:rsid w:val="005C0754"/>
    <w:rsid w:val="005C10E4"/>
    <w:rsid w:val="005C7257"/>
    <w:rsid w:val="005C7395"/>
    <w:rsid w:val="005E4243"/>
    <w:rsid w:val="005E4EF7"/>
    <w:rsid w:val="005E6337"/>
    <w:rsid w:val="005F37C1"/>
    <w:rsid w:val="006023E5"/>
    <w:rsid w:val="00613D6E"/>
    <w:rsid w:val="006253E3"/>
    <w:rsid w:val="00627C29"/>
    <w:rsid w:val="00630D30"/>
    <w:rsid w:val="00636D7C"/>
    <w:rsid w:val="006468E1"/>
    <w:rsid w:val="006477FF"/>
    <w:rsid w:val="00651CD0"/>
    <w:rsid w:val="006538CE"/>
    <w:rsid w:val="0066286B"/>
    <w:rsid w:val="00671E5B"/>
    <w:rsid w:val="00681139"/>
    <w:rsid w:val="006A2B3B"/>
    <w:rsid w:val="006A3E8B"/>
    <w:rsid w:val="006C0081"/>
    <w:rsid w:val="006C3179"/>
    <w:rsid w:val="006C78EA"/>
    <w:rsid w:val="006C7D66"/>
    <w:rsid w:val="006D436E"/>
    <w:rsid w:val="006E65D3"/>
    <w:rsid w:val="006F2FB3"/>
    <w:rsid w:val="0070048E"/>
    <w:rsid w:val="0070115C"/>
    <w:rsid w:val="007026E5"/>
    <w:rsid w:val="007026FB"/>
    <w:rsid w:val="00707A7A"/>
    <w:rsid w:val="007133FF"/>
    <w:rsid w:val="0072304F"/>
    <w:rsid w:val="00727BFA"/>
    <w:rsid w:val="0073222E"/>
    <w:rsid w:val="0073639F"/>
    <w:rsid w:val="0074155B"/>
    <w:rsid w:val="00741EAD"/>
    <w:rsid w:val="007448E3"/>
    <w:rsid w:val="007471ED"/>
    <w:rsid w:val="00753438"/>
    <w:rsid w:val="00753FFB"/>
    <w:rsid w:val="007573FD"/>
    <w:rsid w:val="00757A08"/>
    <w:rsid w:val="00762AD3"/>
    <w:rsid w:val="007641FE"/>
    <w:rsid w:val="007647AE"/>
    <w:rsid w:val="007663F5"/>
    <w:rsid w:val="00782780"/>
    <w:rsid w:val="007828FF"/>
    <w:rsid w:val="00794919"/>
    <w:rsid w:val="007A441C"/>
    <w:rsid w:val="007A6B2D"/>
    <w:rsid w:val="007C0632"/>
    <w:rsid w:val="007C282F"/>
    <w:rsid w:val="007D220D"/>
    <w:rsid w:val="007D2FCC"/>
    <w:rsid w:val="007D3C05"/>
    <w:rsid w:val="007E5857"/>
    <w:rsid w:val="007F2F2C"/>
    <w:rsid w:val="007F491B"/>
    <w:rsid w:val="0081242D"/>
    <w:rsid w:val="00812FF9"/>
    <w:rsid w:val="008234F2"/>
    <w:rsid w:val="00824BF8"/>
    <w:rsid w:val="00827ED3"/>
    <w:rsid w:val="00830CB5"/>
    <w:rsid w:val="00831140"/>
    <w:rsid w:val="00835424"/>
    <w:rsid w:val="008354B0"/>
    <w:rsid w:val="00836367"/>
    <w:rsid w:val="008429F6"/>
    <w:rsid w:val="0084669B"/>
    <w:rsid w:val="00853E82"/>
    <w:rsid w:val="008568CC"/>
    <w:rsid w:val="00856C8D"/>
    <w:rsid w:val="00857C78"/>
    <w:rsid w:val="00865D7F"/>
    <w:rsid w:val="008704BE"/>
    <w:rsid w:val="00873791"/>
    <w:rsid w:val="00873C63"/>
    <w:rsid w:val="0088384E"/>
    <w:rsid w:val="008866F3"/>
    <w:rsid w:val="00886A85"/>
    <w:rsid w:val="00897151"/>
    <w:rsid w:val="008A13A1"/>
    <w:rsid w:val="008A175F"/>
    <w:rsid w:val="008A2CD6"/>
    <w:rsid w:val="008D4D4F"/>
    <w:rsid w:val="008D5715"/>
    <w:rsid w:val="008E6D32"/>
    <w:rsid w:val="008F1F67"/>
    <w:rsid w:val="008F23C3"/>
    <w:rsid w:val="009102BE"/>
    <w:rsid w:val="00927E47"/>
    <w:rsid w:val="00932216"/>
    <w:rsid w:val="009328B8"/>
    <w:rsid w:val="00936980"/>
    <w:rsid w:val="00936B19"/>
    <w:rsid w:val="009448EB"/>
    <w:rsid w:val="009454F7"/>
    <w:rsid w:val="00946C2B"/>
    <w:rsid w:val="00947FD4"/>
    <w:rsid w:val="00964AB1"/>
    <w:rsid w:val="0096655E"/>
    <w:rsid w:val="00967384"/>
    <w:rsid w:val="009708FA"/>
    <w:rsid w:val="00971B23"/>
    <w:rsid w:val="009827E5"/>
    <w:rsid w:val="00985927"/>
    <w:rsid w:val="00986BE2"/>
    <w:rsid w:val="009A06F8"/>
    <w:rsid w:val="009A7C80"/>
    <w:rsid w:val="009B2379"/>
    <w:rsid w:val="009B598B"/>
    <w:rsid w:val="009B7B31"/>
    <w:rsid w:val="009D0913"/>
    <w:rsid w:val="009D7693"/>
    <w:rsid w:val="009D7966"/>
    <w:rsid w:val="009E06A1"/>
    <w:rsid w:val="009E4B6F"/>
    <w:rsid w:val="009E5B23"/>
    <w:rsid w:val="00A005DC"/>
    <w:rsid w:val="00A0105D"/>
    <w:rsid w:val="00A04DFB"/>
    <w:rsid w:val="00A060EC"/>
    <w:rsid w:val="00A06CFC"/>
    <w:rsid w:val="00A16695"/>
    <w:rsid w:val="00A23234"/>
    <w:rsid w:val="00A30012"/>
    <w:rsid w:val="00A37D6F"/>
    <w:rsid w:val="00A41659"/>
    <w:rsid w:val="00A438D9"/>
    <w:rsid w:val="00A51359"/>
    <w:rsid w:val="00A54974"/>
    <w:rsid w:val="00A63B15"/>
    <w:rsid w:val="00A650E9"/>
    <w:rsid w:val="00A73820"/>
    <w:rsid w:val="00A73D0C"/>
    <w:rsid w:val="00A7400F"/>
    <w:rsid w:val="00A81681"/>
    <w:rsid w:val="00A92B97"/>
    <w:rsid w:val="00A92E37"/>
    <w:rsid w:val="00AA5CDA"/>
    <w:rsid w:val="00AB23BC"/>
    <w:rsid w:val="00AB576D"/>
    <w:rsid w:val="00AB6CD1"/>
    <w:rsid w:val="00AC5254"/>
    <w:rsid w:val="00AE6036"/>
    <w:rsid w:val="00B026C3"/>
    <w:rsid w:val="00B029DC"/>
    <w:rsid w:val="00B033AC"/>
    <w:rsid w:val="00B043D5"/>
    <w:rsid w:val="00B0723E"/>
    <w:rsid w:val="00B13335"/>
    <w:rsid w:val="00B143B2"/>
    <w:rsid w:val="00B24105"/>
    <w:rsid w:val="00B266B3"/>
    <w:rsid w:val="00B272A9"/>
    <w:rsid w:val="00B314E1"/>
    <w:rsid w:val="00B334E5"/>
    <w:rsid w:val="00B33545"/>
    <w:rsid w:val="00B33A9C"/>
    <w:rsid w:val="00B33F89"/>
    <w:rsid w:val="00B404BA"/>
    <w:rsid w:val="00B42AB6"/>
    <w:rsid w:val="00B51AB0"/>
    <w:rsid w:val="00B567B3"/>
    <w:rsid w:val="00B729FA"/>
    <w:rsid w:val="00B779F7"/>
    <w:rsid w:val="00B82A1F"/>
    <w:rsid w:val="00B871BF"/>
    <w:rsid w:val="00B957DB"/>
    <w:rsid w:val="00B96D18"/>
    <w:rsid w:val="00BA44DF"/>
    <w:rsid w:val="00BA5079"/>
    <w:rsid w:val="00BB1670"/>
    <w:rsid w:val="00BC27C7"/>
    <w:rsid w:val="00BD3067"/>
    <w:rsid w:val="00BE0B26"/>
    <w:rsid w:val="00BE1608"/>
    <w:rsid w:val="00BE4A6A"/>
    <w:rsid w:val="00BE7434"/>
    <w:rsid w:val="00BF06F1"/>
    <w:rsid w:val="00C03E09"/>
    <w:rsid w:val="00C11798"/>
    <w:rsid w:val="00C11F61"/>
    <w:rsid w:val="00C13F65"/>
    <w:rsid w:val="00C344C9"/>
    <w:rsid w:val="00C43C46"/>
    <w:rsid w:val="00C630B8"/>
    <w:rsid w:val="00C67037"/>
    <w:rsid w:val="00C7143C"/>
    <w:rsid w:val="00C7568F"/>
    <w:rsid w:val="00C771E7"/>
    <w:rsid w:val="00C853D0"/>
    <w:rsid w:val="00C9573D"/>
    <w:rsid w:val="00CA4B58"/>
    <w:rsid w:val="00CB1A73"/>
    <w:rsid w:val="00CB4AA3"/>
    <w:rsid w:val="00CB6313"/>
    <w:rsid w:val="00CB7D78"/>
    <w:rsid w:val="00CC30EF"/>
    <w:rsid w:val="00CC31CD"/>
    <w:rsid w:val="00CE0E27"/>
    <w:rsid w:val="00CE2B18"/>
    <w:rsid w:val="00CE2C49"/>
    <w:rsid w:val="00D05849"/>
    <w:rsid w:val="00D10D4F"/>
    <w:rsid w:val="00D11B7F"/>
    <w:rsid w:val="00D14581"/>
    <w:rsid w:val="00D16863"/>
    <w:rsid w:val="00D24DBA"/>
    <w:rsid w:val="00D63E39"/>
    <w:rsid w:val="00D6598D"/>
    <w:rsid w:val="00D737C5"/>
    <w:rsid w:val="00D77FFB"/>
    <w:rsid w:val="00D908DE"/>
    <w:rsid w:val="00D91A22"/>
    <w:rsid w:val="00D93DC9"/>
    <w:rsid w:val="00D964AA"/>
    <w:rsid w:val="00DB340D"/>
    <w:rsid w:val="00DB5855"/>
    <w:rsid w:val="00DB7841"/>
    <w:rsid w:val="00DC049D"/>
    <w:rsid w:val="00DC134C"/>
    <w:rsid w:val="00DC52F0"/>
    <w:rsid w:val="00DC5C91"/>
    <w:rsid w:val="00DC7269"/>
    <w:rsid w:val="00DD0F83"/>
    <w:rsid w:val="00DE65F3"/>
    <w:rsid w:val="00DF00DA"/>
    <w:rsid w:val="00DF54D5"/>
    <w:rsid w:val="00E01300"/>
    <w:rsid w:val="00E03AD3"/>
    <w:rsid w:val="00E1195B"/>
    <w:rsid w:val="00E20BDB"/>
    <w:rsid w:val="00E2201D"/>
    <w:rsid w:val="00E315E5"/>
    <w:rsid w:val="00E3370B"/>
    <w:rsid w:val="00E36F2A"/>
    <w:rsid w:val="00E40BDF"/>
    <w:rsid w:val="00E446D1"/>
    <w:rsid w:val="00E5516E"/>
    <w:rsid w:val="00E63589"/>
    <w:rsid w:val="00E6456A"/>
    <w:rsid w:val="00E662B2"/>
    <w:rsid w:val="00E85B99"/>
    <w:rsid w:val="00E954B7"/>
    <w:rsid w:val="00E96189"/>
    <w:rsid w:val="00EA0C17"/>
    <w:rsid w:val="00EA1EB9"/>
    <w:rsid w:val="00EA3DA7"/>
    <w:rsid w:val="00EB2968"/>
    <w:rsid w:val="00ED272E"/>
    <w:rsid w:val="00EE2635"/>
    <w:rsid w:val="00EE60DF"/>
    <w:rsid w:val="00EF6D74"/>
    <w:rsid w:val="00F12C84"/>
    <w:rsid w:val="00F175D3"/>
    <w:rsid w:val="00F20D29"/>
    <w:rsid w:val="00F23659"/>
    <w:rsid w:val="00F23991"/>
    <w:rsid w:val="00F26867"/>
    <w:rsid w:val="00F316BD"/>
    <w:rsid w:val="00F4245B"/>
    <w:rsid w:val="00F42542"/>
    <w:rsid w:val="00F47A42"/>
    <w:rsid w:val="00F50C06"/>
    <w:rsid w:val="00F659FF"/>
    <w:rsid w:val="00F73E0E"/>
    <w:rsid w:val="00F76720"/>
    <w:rsid w:val="00F8185A"/>
    <w:rsid w:val="00F830DD"/>
    <w:rsid w:val="00F876B4"/>
    <w:rsid w:val="00F92872"/>
    <w:rsid w:val="00F9590A"/>
    <w:rsid w:val="00FA0B59"/>
    <w:rsid w:val="00FA7041"/>
    <w:rsid w:val="00FB3849"/>
    <w:rsid w:val="00FB3CAB"/>
    <w:rsid w:val="00FD11AD"/>
    <w:rsid w:val="00FD1495"/>
    <w:rsid w:val="00FD5330"/>
    <w:rsid w:val="00FD7716"/>
    <w:rsid w:val="00FD7B03"/>
    <w:rsid w:val="00FD7B50"/>
    <w:rsid w:val="00FE1097"/>
    <w:rsid w:val="00FE6808"/>
    <w:rsid w:val="00FF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BA64F7"/>
  <w15:docId w15:val="{B3827183-2A56-42AD-A466-90737F685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RCBody"/>
    <w:rsid w:val="00835424"/>
    <w:pPr>
      <w:spacing w:line="276" w:lineRule="auto"/>
    </w:pPr>
    <w:rPr>
      <w:rFonts w:ascii="Crimson" w:eastAsia="Times New Roman" w:hAnsi="Crimson" w:cs="Times New Roman"/>
      <w:color w:val="3D3935" w:themeColor="text1"/>
      <w:sz w:val="22"/>
    </w:rPr>
  </w:style>
  <w:style w:type="paragraph" w:styleId="Heading1">
    <w:name w:val="heading 1"/>
    <w:next w:val="RCBody"/>
    <w:link w:val="Heading1Char"/>
    <w:uiPriority w:val="9"/>
    <w:qFormat/>
    <w:rsid w:val="0055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0A7"/>
    <w:pPr>
      <w:keepNext/>
      <w:keepLines/>
      <w:spacing w:before="40"/>
      <w:outlineLvl w:val="1"/>
    </w:pPr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0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633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5C068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0A7"/>
    <w:rPr>
      <w:rFonts w:asciiTheme="majorHAnsi" w:eastAsiaTheme="majorEastAsia" w:hAnsiTheme="majorHAnsi" w:cstheme="majorBidi"/>
      <w:color w:val="00A499" w:themeColor="accent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CE2B18"/>
  </w:style>
  <w:style w:type="paragraph" w:styleId="Footer">
    <w:name w:val="footer"/>
    <w:basedOn w:val="Normal"/>
    <w:link w:val="FooterChar"/>
    <w:uiPriority w:val="99"/>
    <w:unhideWhenUsed/>
    <w:rsid w:val="00CE2B1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E2B18"/>
  </w:style>
  <w:style w:type="paragraph" w:styleId="BalloonText">
    <w:name w:val="Balloon Text"/>
    <w:basedOn w:val="Normal"/>
    <w:link w:val="BalloonTextChar"/>
    <w:uiPriority w:val="99"/>
    <w:semiHidden/>
    <w:unhideWhenUsed/>
    <w:rsid w:val="00CE2B1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B18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33535"/>
    <w:rPr>
      <w:color w:val="0085A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35"/>
    <w:rPr>
      <w:color w:val="5C068C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A06F8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BE1608"/>
    <w:pPr>
      <w:ind w:left="720"/>
      <w:contextualSpacing/>
    </w:pPr>
    <w:rPr>
      <w:rFonts w:ascii="Garamond" w:eastAsiaTheme="minorHAnsi" w:hAnsi="Garamond" w:cstheme="minorBidi"/>
      <w:szCs w:val="22"/>
    </w:rPr>
  </w:style>
  <w:style w:type="character" w:styleId="PlaceholderText">
    <w:name w:val="Placeholder Text"/>
    <w:basedOn w:val="DefaultParagraphFont"/>
    <w:uiPriority w:val="99"/>
    <w:semiHidden/>
    <w:rsid w:val="000B3222"/>
    <w:rPr>
      <w:color w:val="808080"/>
    </w:rPr>
  </w:style>
  <w:style w:type="paragraph" w:customStyle="1" w:styleId="DocumentTitle">
    <w:name w:val="Document Title"/>
    <w:basedOn w:val="Normal"/>
    <w:next w:val="RCBody"/>
    <w:link w:val="DocumentTitleChar"/>
    <w:qFormat/>
    <w:rsid w:val="009A7C80"/>
    <w:pPr>
      <w:spacing w:after="240"/>
      <w:jc w:val="center"/>
    </w:pPr>
    <w:rPr>
      <w:rFonts w:ascii="HK Grotesk Pro AltJ" w:hAnsi="HK Grotesk Pro AltJ"/>
      <w:noProof/>
      <w:color w:val="5C068C" w:themeColor="accent1"/>
      <w:sz w:val="36"/>
      <w:szCs w:val="36"/>
    </w:rPr>
  </w:style>
  <w:style w:type="paragraph" w:customStyle="1" w:styleId="ProjectName">
    <w:name w:val="Project Name"/>
    <w:basedOn w:val="Normal"/>
    <w:link w:val="ProjectNameChar"/>
    <w:qFormat/>
    <w:rsid w:val="00D91A22"/>
    <w:pPr>
      <w:spacing w:line="288" w:lineRule="auto"/>
      <w:ind w:right="-90"/>
      <w:jc w:val="right"/>
    </w:pPr>
    <w:rPr>
      <w:rFonts w:ascii="HK Grotesk Pro AltJ" w:hAnsi="HK Grotesk Pro AltJ"/>
      <w:sz w:val="18"/>
      <w:szCs w:val="18"/>
    </w:rPr>
  </w:style>
  <w:style w:type="character" w:customStyle="1" w:styleId="DocumentTitleChar">
    <w:name w:val="Document Title Char"/>
    <w:basedOn w:val="DefaultParagraphFont"/>
    <w:link w:val="DocumentTitle"/>
    <w:rsid w:val="00757A08"/>
    <w:rPr>
      <w:rFonts w:ascii="HK Grotesk Pro AltJ" w:eastAsia="Times New Roman" w:hAnsi="HK Grotesk Pro AltJ" w:cs="Times New Roman"/>
      <w:b w:val="0"/>
      <w:noProof/>
      <w:color w:val="5C068C" w:themeColor="accent1"/>
      <w:sz w:val="36"/>
      <w:szCs w:val="36"/>
    </w:rPr>
  </w:style>
  <w:style w:type="paragraph" w:customStyle="1" w:styleId="ClientName">
    <w:name w:val="Client Name"/>
    <w:next w:val="ProjectName"/>
    <w:link w:val="ClientNameChar"/>
    <w:qFormat/>
    <w:rsid w:val="009A7C80"/>
    <w:pPr>
      <w:spacing w:after="120"/>
      <w:ind w:right="-90"/>
      <w:jc w:val="right"/>
    </w:pPr>
    <w:rPr>
      <w:rFonts w:ascii="HK Grotesk Pro AltJ" w:eastAsia="Times New Roman" w:hAnsi="HK Grotesk Pro AltJ" w:cs="Times New Roman"/>
      <w:b/>
      <w:noProof/>
      <w:color w:val="3D3935" w:themeColor="text1"/>
      <w:sz w:val="22"/>
    </w:rPr>
  </w:style>
  <w:style w:type="character" w:customStyle="1" w:styleId="ProjectNameChar">
    <w:name w:val="Project Name Char"/>
    <w:basedOn w:val="DefaultParagraphFont"/>
    <w:link w:val="ProjectName"/>
    <w:rsid w:val="00757A08"/>
    <w:rPr>
      <w:rFonts w:ascii="HK Grotesk Pro AltJ" w:eastAsia="Times New Roman" w:hAnsi="HK Grotesk Pro AltJ" w:cs="Times New Roman"/>
      <w:b w:val="0"/>
      <w:color w:val="3D3935" w:themeColor="text1"/>
      <w:sz w:val="18"/>
      <w:szCs w:val="18"/>
    </w:rPr>
  </w:style>
  <w:style w:type="character" w:customStyle="1" w:styleId="ClientNameChar">
    <w:name w:val="Client Name Char"/>
    <w:basedOn w:val="DefaultParagraphFont"/>
    <w:link w:val="ClientName"/>
    <w:rsid w:val="00757A08"/>
    <w:rPr>
      <w:rFonts w:ascii="HK Grotesk Pro AltJ" w:eastAsia="Times New Roman" w:hAnsi="HK Grotesk Pro AltJ" w:cs="Times New Roman"/>
      <w:b/>
      <w:noProof/>
      <w:color w:val="3D3935" w:themeColor="text1"/>
      <w:sz w:val="22"/>
      <w:szCs w:val="28"/>
    </w:rPr>
  </w:style>
  <w:style w:type="table" w:styleId="TableGrid">
    <w:name w:val="Table Grid"/>
    <w:basedOn w:val="TableNormal"/>
    <w:uiPriority w:val="39"/>
    <w:rsid w:val="00167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CBody">
    <w:name w:val="RC Body"/>
    <w:basedOn w:val="Normal"/>
    <w:link w:val="RCBodyChar"/>
    <w:qFormat/>
    <w:rsid w:val="009A7C80"/>
    <w:pPr>
      <w:spacing w:after="240"/>
    </w:pPr>
    <w:rPr>
      <w:rFonts w:eastAsiaTheme="minorEastAsia" w:cstheme="minorBidi"/>
      <w:szCs w:val="22"/>
    </w:rPr>
  </w:style>
  <w:style w:type="character" w:customStyle="1" w:styleId="RCBodyChar">
    <w:name w:val="RC Body Char"/>
    <w:basedOn w:val="DefaultParagraphFont"/>
    <w:link w:val="RCBody"/>
    <w:rsid w:val="009A7C80"/>
    <w:rPr>
      <w:rFonts w:ascii="Crimson" w:hAnsi="Crimson"/>
      <w:color w:val="3D3935" w:themeColor="text1"/>
      <w:sz w:val="22"/>
      <w:szCs w:val="22"/>
    </w:rPr>
  </w:style>
  <w:style w:type="table" w:styleId="GridTable1Light-Accent1">
    <w:name w:val="Grid Table 1 Light Accent 1"/>
    <w:basedOn w:val="TableNormal"/>
    <w:uiPriority w:val="46"/>
    <w:rsid w:val="00236E7D"/>
    <w:rPr>
      <w:sz w:val="22"/>
      <w:szCs w:val="22"/>
    </w:rPr>
    <w:tblPr>
      <w:tblStyleRowBandSize w:val="1"/>
      <w:tblStyleColBandSize w:val="1"/>
      <w:tblBorders>
        <w:top w:val="single" w:sz="4" w:space="0" w:color="C873F9" w:themeColor="accent1" w:themeTint="66"/>
        <w:left w:val="single" w:sz="4" w:space="0" w:color="C873F9" w:themeColor="accent1" w:themeTint="66"/>
        <w:bottom w:val="single" w:sz="4" w:space="0" w:color="C873F9" w:themeColor="accent1" w:themeTint="66"/>
        <w:right w:val="single" w:sz="4" w:space="0" w:color="C873F9" w:themeColor="accent1" w:themeTint="66"/>
        <w:insideH w:val="single" w:sz="4" w:space="0" w:color="C873F9" w:themeColor="accent1" w:themeTint="66"/>
        <w:insideV w:val="single" w:sz="4" w:space="0" w:color="C873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AD2D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2D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DC5C9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540A7"/>
    <w:rPr>
      <w:rFonts w:asciiTheme="majorHAnsi" w:eastAsiaTheme="majorEastAsia" w:hAnsiTheme="majorHAnsi" w:cstheme="majorBidi"/>
      <w:color w:val="3D3935" w:themeColor="text1"/>
    </w:rPr>
  </w:style>
  <w:style w:type="character" w:customStyle="1" w:styleId="Heading2Char">
    <w:name w:val="Heading 2 Char"/>
    <w:basedOn w:val="DefaultParagraphFont"/>
    <w:link w:val="Heading2"/>
    <w:uiPriority w:val="9"/>
    <w:rsid w:val="005540A7"/>
    <w:rPr>
      <w:rFonts w:ascii="HK Grotesk Pro AltJ" w:eastAsiaTheme="majorEastAsia" w:hAnsi="HK Grotesk Pro AltJ" w:cstheme="majorBidi"/>
      <w:color w:val="5C068C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E6337"/>
    <w:rPr>
      <w:rFonts w:asciiTheme="majorHAnsi" w:eastAsiaTheme="majorEastAsia" w:hAnsiTheme="majorHAnsi" w:cstheme="majorBidi"/>
      <w:i/>
      <w:iCs/>
      <w:color w:val="5C068C" w:themeColor="accent1"/>
      <w:sz w:val="22"/>
    </w:rPr>
  </w:style>
  <w:style w:type="paragraph" w:customStyle="1" w:styleId="RCQuote">
    <w:name w:val="RC Quote"/>
    <w:basedOn w:val="Normal"/>
    <w:next w:val="RCBody"/>
    <w:link w:val="RCQuoteChar"/>
    <w:qFormat/>
    <w:rsid w:val="009D0913"/>
    <w:pPr>
      <w:ind w:left="1080"/>
    </w:pPr>
    <w:rPr>
      <w:i/>
      <w:color w:val="0085AD" w:themeColor="accent4"/>
    </w:rPr>
  </w:style>
  <w:style w:type="character" w:customStyle="1" w:styleId="RCQuoteChar">
    <w:name w:val="RC Quote Char"/>
    <w:basedOn w:val="DefaultParagraphFont"/>
    <w:link w:val="RCQuote"/>
    <w:rsid w:val="009D0913"/>
    <w:rPr>
      <w:rFonts w:ascii="Crimson" w:eastAsia="Times New Roman" w:hAnsi="Crimson" w:cs="Times New Roman"/>
      <w:i/>
      <w:color w:val="0085AD" w:themeColor="accent4"/>
      <w:sz w:val="22"/>
    </w:rPr>
  </w:style>
  <w:style w:type="paragraph" w:customStyle="1" w:styleId="RCCaption">
    <w:name w:val="RC Caption"/>
    <w:next w:val="Normal"/>
    <w:link w:val="RCCaptionChar"/>
    <w:qFormat/>
    <w:rsid w:val="00B404BA"/>
    <w:pPr>
      <w:spacing w:after="120"/>
    </w:pPr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character" w:customStyle="1" w:styleId="RCCaptionChar">
    <w:name w:val="RC Caption Char"/>
    <w:basedOn w:val="DefaultParagraphFont"/>
    <w:link w:val="RCCaption"/>
    <w:rsid w:val="00B404BA"/>
    <w:rPr>
      <w:rFonts w:ascii="HK Grotesk Pro AltJ" w:eastAsiaTheme="majorEastAsia" w:hAnsi="HK Grotesk Pro AltJ" w:cstheme="majorBidi"/>
      <w:b/>
      <w:color w:val="3D3935" w:themeColor="text1"/>
      <w:sz w:val="20"/>
      <w:lang w:bidi="he-I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C05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3C05"/>
    <w:rPr>
      <w:rFonts w:ascii="Crimson" w:eastAsia="Times New Roman" w:hAnsi="Crimson" w:cs="Times New Roman"/>
      <w:color w:val="3D3935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3C05"/>
    <w:rPr>
      <w:vertAlign w:val="superscript"/>
    </w:rPr>
  </w:style>
  <w:style w:type="paragraph" w:customStyle="1" w:styleId="RC-Footnote">
    <w:name w:val="RC-Footnote"/>
    <w:basedOn w:val="FootnoteText"/>
    <w:link w:val="RC-FootnoteChar"/>
    <w:rsid w:val="007D3C05"/>
    <w:rPr>
      <w:sz w:val="18"/>
      <w:szCs w:val="18"/>
    </w:rPr>
  </w:style>
  <w:style w:type="character" w:customStyle="1" w:styleId="RC-FootnoteChar">
    <w:name w:val="RC-Footnote Char"/>
    <w:basedOn w:val="FootnoteTextChar"/>
    <w:link w:val="RC-Footnote"/>
    <w:rsid w:val="007D3C05"/>
    <w:rPr>
      <w:rFonts w:ascii="Crimson" w:eastAsia="Times New Roman" w:hAnsi="Crimson" w:cs="Times New Roman"/>
      <w:color w:val="3D3935" w:themeColor="text1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03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3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3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3E09"/>
    <w:rPr>
      <w:rFonts w:ascii="Crimson" w:eastAsia="Times New Roman" w:hAnsi="Crimson" w:cs="Times New Roman"/>
      <w:color w:val="3D3935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3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3E09"/>
    <w:rPr>
      <w:rFonts w:ascii="Crimson" w:eastAsia="Times New Roman" w:hAnsi="Crimson" w:cs="Times New Roman"/>
      <w:b/>
      <w:bCs/>
      <w:color w:val="3D3935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9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15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19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1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haron@rosovconsultin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%20Pomson\Dropbox%20(Rosov%20Consulting)\RC%20Team\Communications\Templates\Basic%20Document%20Template.dotx" TargetMode="External"/></Relationships>
</file>

<file path=word/theme/theme1.xml><?xml version="1.0" encoding="utf-8"?>
<a:theme xmlns:a="http://schemas.openxmlformats.org/drawingml/2006/main" name="New RC Theme">
  <a:themeElements>
    <a:clrScheme name="New RC Colors">
      <a:dk1>
        <a:srgbClr val="3D3935"/>
      </a:dk1>
      <a:lt1>
        <a:sysClr val="window" lastClr="FFFFFF"/>
      </a:lt1>
      <a:dk2>
        <a:srgbClr val="3D3935"/>
      </a:dk2>
      <a:lt2>
        <a:srgbClr val="EEECE1"/>
      </a:lt2>
      <a:accent1>
        <a:srgbClr val="5C068C"/>
      </a:accent1>
      <a:accent2>
        <a:srgbClr val="00A499"/>
      </a:accent2>
      <a:accent3>
        <a:srgbClr val="E56A54"/>
      </a:accent3>
      <a:accent4>
        <a:srgbClr val="0085AD"/>
      </a:accent4>
      <a:accent5>
        <a:srgbClr val="FFFFFF"/>
      </a:accent5>
      <a:accent6>
        <a:srgbClr val="FFFFFF"/>
      </a:accent6>
      <a:hlink>
        <a:srgbClr val="0085AD"/>
      </a:hlink>
      <a:folHlink>
        <a:srgbClr val="5C068C"/>
      </a:folHlink>
    </a:clrScheme>
    <a:fontScheme name="New RC Fonts">
      <a:majorFont>
        <a:latin typeface="HK Grotesk Pro AltJ"/>
        <a:ea typeface=""/>
        <a:cs typeface=""/>
      </a:majorFont>
      <a:minorFont>
        <a:latin typeface="Crimson"/>
        <a:ea typeface=""/>
        <a:cs typeface=""/>
      </a:minorFont>
    </a:fontScheme>
    <a:fmtScheme name="Flat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>
            <a:shade val="50000"/>
          </a:schemeClr>
        </a:solidFill>
      </a:fillStyleLst>
      <a:lnStyleLst>
        <a:ln w="0" cap="flat" cmpd="sng" algn="ctr">
          <a:noFill/>
        </a:ln>
        <a:ln w="6350" cap="flat" cmpd="sng" algn="ctr">
          <a:solidFill>
            <a:schemeClr val="phClr"/>
          </a:solidFill>
          <a:prstDash val="solid"/>
        </a:ln>
        <a:ln w="0" cap="flat" cmpd="sng" algn="ctr">
          <a:noFill/>
        </a:ln>
      </a:lnStyleLst>
      <a:effectStyleLst>
        <a:effectStyle>
          <a:effectLst>
            <a:blur/>
          </a:effectLst>
        </a:effectStyle>
        <a:effectStyle>
          <a:effectLst>
            <a:fillOverlay blend="screen">
              <a:solidFill>
                <a:schemeClr val="phClr"/>
              </a:solidFill>
            </a:fillOverlay>
          </a:effectLst>
        </a:effectStyle>
        <a:effectStyle>
          <a:effectLst>
            <a:blur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RC Purple 75%">
      <a:srgbClr val="8544A9"/>
    </a:custClr>
    <a:custClr name="RC Purple 50%">
      <a:srgbClr val="AD83C6"/>
    </a:custClr>
    <a:custClr name="RC Purple 25%">
      <a:srgbClr val="D6C1E2"/>
    </a:custClr>
    <a:custClr name="RC Purple 15%">
      <a:srgbClr val="E7DAEE"/>
    </a:custClr>
    <a:custClr name="RC Purple 7%">
      <a:srgbClr val="F4EEF7"/>
    </a:custClr>
    <a:custClr name="RC Green 75%">
      <a:srgbClr val="40BBB3"/>
    </a:custClr>
    <a:custClr name="RC Green 50%">
      <a:srgbClr val="80D2CC"/>
    </a:custClr>
    <a:custClr name="RC Green 25%">
      <a:srgbClr val="BFE8E6"/>
    </a:custClr>
    <a:custClr name="RC Green 15%">
      <a:srgbClr val="D9F1F0"/>
    </a:custClr>
    <a:custClr name="RC Green 7%">
      <a:srgbClr val="EDF9F8"/>
    </a:custClr>
    <a:custClr name="RC Red 75%">
      <a:srgbClr val="EC8F7F"/>
    </a:custClr>
    <a:custClr name="RC Red 50%">
      <a:srgbClr val="F2B5AA"/>
    </a:custClr>
    <a:custClr name="RC Red 25%">
      <a:srgbClr val="F9DAD4"/>
    </a:custClr>
    <a:custClr name="RC Red 15%">
      <a:srgbClr val="FBE9E5"/>
    </a:custClr>
    <a:custClr name="RC Red 7%">
      <a:srgbClr val="FDF5F3"/>
    </a:custClr>
    <a:custClr name="RC Teal 75%">
      <a:srgbClr val="40A4C2"/>
    </a:custClr>
    <a:custClr name="RC Teal 50%">
      <a:srgbClr val="80C2D6"/>
    </a:custClr>
    <a:custClr name="RC Teal 25%">
      <a:srgbClr val="BFE1EB"/>
    </a:custClr>
    <a:custClr name="RC Teal 15%">
      <a:srgbClr val="D9EDF3"/>
    </a:custClr>
    <a:custClr name="RC Teal 7%">
      <a:srgbClr val="EDF6F9"/>
    </a:custClr>
    <a:custClr name="RC Grey 75%">
      <a:srgbClr val="6E6B68"/>
    </a:custClr>
    <a:custClr name="RC Grey 50%">
      <a:srgbClr val="9E9C9A"/>
    </a:custClr>
    <a:custClr name="RC Grey 25%">
      <a:srgbClr val="CFCECD"/>
    </a:custClr>
    <a:custClr name="RC Grey 15%">
      <a:srgbClr val="E2E1E1"/>
    </a:custClr>
    <a:custClr name="RC Grey 7%">
      <a:srgbClr val="F1F1F1"/>
    </a:custClr>
  </a:custClrLst>
  <a:extLst>
    <a:ext uri="{05A4C25C-085E-4340-85A3-A5531E510DB2}">
      <thm15:themeFamily xmlns:thm15="http://schemas.microsoft.com/office/thememl/2012/main" name="New RC Theme" id="{D8623B37-6D56-4C58-9104-F81F5508957F}" vid="{3A549554-2EE2-40AF-897E-890B29FBC14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C84FEF-24DC-4B23-808C-13E57A658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Document Template.dotx</Template>
  <TotalTime>285</TotalTime>
  <Pages>7</Pages>
  <Words>1367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Ventura Graphic Design</Company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Nettie Aharon</dc:creator>
  <cp:lastModifiedBy>Gabriel Guzovsky</cp:lastModifiedBy>
  <cp:revision>8</cp:revision>
  <cp:lastPrinted>2018-11-06T23:22:00Z</cp:lastPrinted>
  <dcterms:created xsi:type="dcterms:W3CDTF">2020-09-07T08:49:00Z</dcterms:created>
  <dcterms:modified xsi:type="dcterms:W3CDTF">2020-09-20T12:21:00Z</dcterms:modified>
</cp:coreProperties>
</file>