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F1220" w14:textId="77777777" w:rsidR="00065EEC" w:rsidRPr="00427841" w:rsidRDefault="00065EEC" w:rsidP="00835424">
      <w:pPr>
        <w:pStyle w:val="RCBody"/>
        <w:spacing w:after="0"/>
        <w:rPr>
          <w:noProof/>
          <w:lang w:bidi="he-IL"/>
        </w:rPr>
      </w:pPr>
    </w:p>
    <w:p w14:paraId="5BE71F0E" w14:textId="6DFA5C6E" w:rsidR="004E531D" w:rsidRPr="005E7D6E" w:rsidRDefault="005E7D6E" w:rsidP="00917882">
      <w:pPr>
        <w:pStyle w:val="DocumentTitle"/>
        <w:rPr>
          <w:lang w:val="es-ES_tradnl"/>
        </w:rPr>
      </w:pPr>
      <w:r w:rsidRPr="005E7D6E">
        <w:rPr>
          <w:lang w:val="es-ES_tradnl"/>
        </w:rPr>
        <w:t xml:space="preserve">Encuesta para los </w:t>
      </w:r>
      <w:r w:rsidR="00917882">
        <w:rPr>
          <w:lang w:val="es-ES_tradnl"/>
        </w:rPr>
        <w:t>al</w:t>
      </w:r>
      <w:r w:rsidRPr="005E7D6E">
        <w:rPr>
          <w:lang w:val="es-ES_tradnl"/>
        </w:rPr>
        <w:t>u</w:t>
      </w:r>
      <w:r w:rsidR="00917882">
        <w:rPr>
          <w:lang w:val="es-ES_tradnl"/>
        </w:rPr>
        <w:t>m</w:t>
      </w:r>
      <w:r w:rsidRPr="005E7D6E">
        <w:rPr>
          <w:lang w:val="es-ES_tradnl"/>
        </w:rPr>
        <w:t>n</w:t>
      </w:r>
      <w:r w:rsidR="00917882">
        <w:rPr>
          <w:lang w:val="es-ES_tradnl"/>
        </w:rPr>
        <w:t>o</w:t>
      </w:r>
      <w:r w:rsidRPr="005E7D6E">
        <w:rPr>
          <w:lang w:val="es-ES_tradnl"/>
        </w:rPr>
        <w:t>s de Unit.Ed</w:t>
      </w:r>
    </w:p>
    <w:p w14:paraId="678DDADC" w14:textId="1C8F6F99" w:rsidR="005E7D6E" w:rsidRPr="005E7D6E" w:rsidRDefault="005E7D6E" w:rsidP="00FE470E">
      <w:pPr>
        <w:pStyle w:val="RCBody"/>
        <w:jc w:val="both"/>
        <w:rPr>
          <w:i/>
          <w:iCs/>
          <w:noProof/>
        </w:rPr>
      </w:pPr>
      <w:r w:rsidRPr="005E7D6E">
        <w:rPr>
          <w:i/>
          <w:iCs/>
          <w:noProof/>
        </w:rPr>
        <w:t xml:space="preserve">Sabemos que el último medio año ha sido muy desafiante y </w:t>
      </w:r>
      <w:r w:rsidR="00FE470E">
        <w:rPr>
          <w:i/>
          <w:iCs/>
          <w:noProof/>
        </w:rPr>
        <w:t xml:space="preserve">que </w:t>
      </w:r>
      <w:r w:rsidRPr="005E7D6E">
        <w:rPr>
          <w:i/>
          <w:iCs/>
          <w:noProof/>
        </w:rPr>
        <w:t>la mayoría de nuestras conversaciones se centra</w:t>
      </w:r>
      <w:r>
        <w:rPr>
          <w:i/>
          <w:iCs/>
          <w:noProof/>
        </w:rPr>
        <w:t>ban</w:t>
      </w:r>
      <w:r w:rsidRPr="005E7D6E">
        <w:rPr>
          <w:i/>
          <w:iCs/>
          <w:noProof/>
        </w:rPr>
        <w:t xml:space="preserve"> en la pandemia de COVID-19. Ahora nos gustaría </w:t>
      </w:r>
      <w:r>
        <w:rPr>
          <w:i/>
          <w:iCs/>
          <w:noProof/>
        </w:rPr>
        <w:t>enfo</w:t>
      </w:r>
      <w:r w:rsidRPr="005E7D6E">
        <w:rPr>
          <w:i/>
          <w:iCs/>
          <w:noProof/>
        </w:rPr>
        <w:t xml:space="preserve">car </w:t>
      </w:r>
      <w:r w:rsidR="00FE470E">
        <w:rPr>
          <w:i/>
          <w:iCs/>
          <w:noProof/>
        </w:rPr>
        <w:t>l</w:t>
      </w:r>
      <w:r w:rsidRPr="005E7D6E">
        <w:rPr>
          <w:i/>
          <w:iCs/>
          <w:noProof/>
        </w:rPr>
        <w:t xml:space="preserve">a atención en algo un poco diferente: escuchar </w:t>
      </w:r>
      <w:r>
        <w:rPr>
          <w:i/>
          <w:iCs/>
          <w:noProof/>
        </w:rPr>
        <w:t xml:space="preserve">tu opinión </w:t>
      </w:r>
      <w:r w:rsidRPr="005E7D6E">
        <w:rPr>
          <w:i/>
          <w:iCs/>
          <w:noProof/>
        </w:rPr>
        <w:t xml:space="preserve">acerca de </w:t>
      </w:r>
      <w:r>
        <w:rPr>
          <w:i/>
          <w:iCs/>
          <w:noProof/>
        </w:rPr>
        <w:t>t</w:t>
      </w:r>
      <w:r w:rsidRPr="005E7D6E">
        <w:rPr>
          <w:i/>
          <w:iCs/>
          <w:noProof/>
        </w:rPr>
        <w:t xml:space="preserve">u experiencia escolar, </w:t>
      </w:r>
      <w:r>
        <w:rPr>
          <w:i/>
          <w:iCs/>
          <w:noProof/>
        </w:rPr>
        <w:t>t</w:t>
      </w:r>
      <w:r w:rsidRPr="005E7D6E">
        <w:rPr>
          <w:i/>
          <w:iCs/>
          <w:noProof/>
        </w:rPr>
        <w:t xml:space="preserve">u identidad judía y </w:t>
      </w:r>
      <w:r>
        <w:rPr>
          <w:i/>
          <w:iCs/>
          <w:noProof/>
        </w:rPr>
        <w:t>t</w:t>
      </w:r>
      <w:r w:rsidRPr="005E7D6E">
        <w:rPr>
          <w:i/>
          <w:iCs/>
          <w:noProof/>
        </w:rPr>
        <w:t>u relación con Israel.</w:t>
      </w:r>
    </w:p>
    <w:p w14:paraId="31563BDE" w14:textId="3E6EA646" w:rsidR="005E7D6E" w:rsidRPr="00FE470E" w:rsidRDefault="005E7D6E" w:rsidP="00FE470E">
      <w:pPr>
        <w:pStyle w:val="RCBody"/>
        <w:jc w:val="both"/>
        <w:rPr>
          <w:i/>
          <w:iCs/>
          <w:noProof/>
          <w:lang w:val="es-ES_tradnl"/>
        </w:rPr>
      </w:pPr>
      <w:r w:rsidRPr="005E7D6E">
        <w:rPr>
          <w:i/>
          <w:iCs/>
          <w:noProof/>
          <w:lang w:val="es-ES_tradnl"/>
        </w:rPr>
        <w:t xml:space="preserve">La siguiente encuesta </w:t>
      </w:r>
      <w:r w:rsidR="00917882">
        <w:rPr>
          <w:i/>
          <w:iCs/>
          <w:noProof/>
          <w:lang w:val="es-ES_tradnl"/>
        </w:rPr>
        <w:t>forma</w:t>
      </w:r>
      <w:r w:rsidRPr="005E7D6E">
        <w:rPr>
          <w:i/>
          <w:iCs/>
          <w:noProof/>
          <w:lang w:val="es-ES_tradnl"/>
        </w:rPr>
        <w:t xml:space="preserve"> parte de un gran estudio </w:t>
      </w:r>
      <w:r w:rsidR="00917882">
        <w:rPr>
          <w:i/>
          <w:iCs/>
          <w:noProof/>
          <w:lang w:val="es-ES_tradnl"/>
        </w:rPr>
        <w:t>sobre</w:t>
      </w:r>
      <w:r w:rsidRPr="005E7D6E">
        <w:rPr>
          <w:i/>
          <w:iCs/>
          <w:noProof/>
          <w:lang w:val="es-ES_tradnl"/>
        </w:rPr>
        <w:t xml:space="preserve"> </w:t>
      </w:r>
      <w:r w:rsidR="00917882">
        <w:rPr>
          <w:i/>
          <w:iCs/>
          <w:noProof/>
          <w:lang w:val="es-ES_tradnl"/>
        </w:rPr>
        <w:t>alumnos</w:t>
      </w:r>
      <w:r w:rsidR="00FE470E">
        <w:rPr>
          <w:i/>
          <w:iCs/>
          <w:noProof/>
          <w:lang w:val="es-ES_tradnl"/>
        </w:rPr>
        <w:t>/as</w:t>
      </w:r>
      <w:r w:rsidRPr="005E7D6E">
        <w:rPr>
          <w:i/>
          <w:iCs/>
          <w:noProof/>
          <w:lang w:val="es-ES_tradnl"/>
        </w:rPr>
        <w:t xml:space="preserve"> judíos</w:t>
      </w:r>
      <w:r w:rsidR="00FE470E">
        <w:rPr>
          <w:i/>
          <w:iCs/>
          <w:noProof/>
          <w:lang w:val="es-ES_tradnl"/>
        </w:rPr>
        <w:t>/as</w:t>
      </w:r>
      <w:r w:rsidRPr="005E7D6E">
        <w:rPr>
          <w:i/>
          <w:iCs/>
          <w:noProof/>
          <w:lang w:val="es-ES_tradnl"/>
        </w:rPr>
        <w:t xml:space="preserve"> de escuelas </w:t>
      </w:r>
      <w:r w:rsidR="00917882">
        <w:rPr>
          <w:i/>
          <w:iCs/>
          <w:noProof/>
          <w:lang w:val="es-ES_tradnl"/>
        </w:rPr>
        <w:t>cotidian</w:t>
      </w:r>
      <w:r w:rsidRPr="005E7D6E">
        <w:rPr>
          <w:i/>
          <w:iCs/>
          <w:noProof/>
          <w:lang w:val="es-ES_tradnl"/>
        </w:rPr>
        <w:t>as en el mundo</w:t>
      </w:r>
      <w:r w:rsidR="00917882">
        <w:rPr>
          <w:i/>
          <w:iCs/>
          <w:noProof/>
          <w:lang w:val="es-ES_tradnl"/>
        </w:rPr>
        <w:t xml:space="preserve"> entero</w:t>
      </w:r>
      <w:r w:rsidRPr="005E7D6E">
        <w:rPr>
          <w:i/>
          <w:iCs/>
          <w:noProof/>
          <w:lang w:val="es-ES_tradnl"/>
        </w:rPr>
        <w:t>, encargad</w:t>
      </w:r>
      <w:r w:rsidR="00FE470E">
        <w:rPr>
          <w:i/>
          <w:iCs/>
          <w:noProof/>
          <w:lang w:val="es-ES_tradnl"/>
        </w:rPr>
        <w:t>a</w:t>
      </w:r>
      <w:r w:rsidRPr="005E7D6E">
        <w:rPr>
          <w:i/>
          <w:iCs/>
          <w:noProof/>
          <w:lang w:val="es-ES_tradnl"/>
        </w:rPr>
        <w:t xml:space="preserve"> por el </w:t>
      </w:r>
      <w:r w:rsidR="00917882" w:rsidRPr="005E7D6E">
        <w:rPr>
          <w:i/>
          <w:iCs/>
          <w:noProof/>
          <w:lang w:val="es-ES_tradnl"/>
        </w:rPr>
        <w:t xml:space="preserve">gobierno </w:t>
      </w:r>
      <w:r w:rsidRPr="005E7D6E">
        <w:rPr>
          <w:i/>
          <w:iCs/>
          <w:noProof/>
          <w:lang w:val="es-ES_tradnl"/>
        </w:rPr>
        <w:t>de Israel y lleva</w:t>
      </w:r>
      <w:r w:rsidR="00FE470E">
        <w:rPr>
          <w:i/>
          <w:iCs/>
          <w:noProof/>
          <w:lang w:val="es-ES_tradnl"/>
        </w:rPr>
        <w:t>da</w:t>
      </w:r>
      <w:r w:rsidRPr="005E7D6E">
        <w:rPr>
          <w:i/>
          <w:iCs/>
          <w:noProof/>
          <w:lang w:val="es-ES_tradnl"/>
        </w:rPr>
        <w:t xml:space="preserve"> a cabo </w:t>
      </w:r>
      <w:r w:rsidR="00BD63AE">
        <w:rPr>
          <w:i/>
          <w:iCs/>
          <w:noProof/>
          <w:lang w:val="es-ES_tradnl"/>
        </w:rPr>
        <w:t xml:space="preserve">por </w:t>
      </w:r>
      <w:r w:rsidRPr="005E7D6E">
        <w:rPr>
          <w:i/>
          <w:iCs/>
          <w:noProof/>
          <w:lang w:val="es-ES_tradnl"/>
        </w:rPr>
        <w:t xml:space="preserve">Rosov Consulting. </w:t>
      </w:r>
      <w:r w:rsidR="00917882">
        <w:rPr>
          <w:i/>
          <w:iCs/>
          <w:noProof/>
          <w:lang w:val="es-ES_tradnl"/>
        </w:rPr>
        <w:t>T</w:t>
      </w:r>
      <w:r w:rsidRPr="005E7D6E">
        <w:rPr>
          <w:i/>
          <w:iCs/>
          <w:noProof/>
          <w:lang w:val="es-ES_tradnl"/>
        </w:rPr>
        <w:t xml:space="preserve">e llevará unos 15 minutos </w:t>
      </w:r>
      <w:r w:rsidR="00FE470E">
        <w:rPr>
          <w:i/>
          <w:iCs/>
          <w:noProof/>
          <w:lang w:val="es-ES_tradnl"/>
        </w:rPr>
        <w:t>responder</w:t>
      </w:r>
      <w:r w:rsidRPr="005E7D6E">
        <w:rPr>
          <w:i/>
          <w:iCs/>
          <w:noProof/>
          <w:lang w:val="es-ES_tradnl"/>
        </w:rPr>
        <w:t xml:space="preserve"> esta encuesta y </w:t>
      </w:r>
      <w:r w:rsidR="00917882">
        <w:rPr>
          <w:i/>
          <w:iCs/>
          <w:noProof/>
          <w:lang w:val="es-ES_tradnl"/>
        </w:rPr>
        <w:t>t</w:t>
      </w:r>
      <w:r w:rsidRPr="005E7D6E">
        <w:rPr>
          <w:i/>
          <w:iCs/>
          <w:noProof/>
          <w:lang w:val="es-ES_tradnl"/>
        </w:rPr>
        <w:t>us respuestas serán confidenciales. Si tiene</w:t>
      </w:r>
      <w:r w:rsidR="00917882">
        <w:rPr>
          <w:i/>
          <w:iCs/>
          <w:noProof/>
          <w:lang w:val="es-ES_tradnl"/>
        </w:rPr>
        <w:t>s</w:t>
      </w:r>
      <w:r w:rsidRPr="005E7D6E">
        <w:rPr>
          <w:i/>
          <w:iCs/>
          <w:noProof/>
          <w:lang w:val="es-ES_tradnl"/>
        </w:rPr>
        <w:t xml:space="preserve"> alguna dificultad para completar</w:t>
      </w:r>
      <w:r w:rsidR="00FE470E">
        <w:rPr>
          <w:i/>
          <w:iCs/>
          <w:noProof/>
          <w:lang w:val="es-ES_tradnl"/>
        </w:rPr>
        <w:t>l</w:t>
      </w:r>
      <w:r w:rsidRPr="005E7D6E">
        <w:rPr>
          <w:i/>
          <w:iCs/>
          <w:noProof/>
          <w:lang w:val="es-ES_tradnl"/>
        </w:rPr>
        <w:t>a, comuní</w:t>
      </w:r>
      <w:r w:rsidR="00917882">
        <w:rPr>
          <w:i/>
          <w:iCs/>
          <w:noProof/>
          <w:lang w:val="es-ES_tradnl"/>
        </w:rPr>
        <w:t>cat</w:t>
      </w:r>
      <w:r w:rsidRPr="005E7D6E">
        <w:rPr>
          <w:i/>
          <w:iCs/>
          <w:noProof/>
          <w:lang w:val="es-ES_tradnl"/>
        </w:rPr>
        <w:t xml:space="preserve">e con Nettie </w:t>
      </w:r>
      <w:r w:rsidR="00917882">
        <w:rPr>
          <w:i/>
          <w:iCs/>
          <w:noProof/>
          <w:lang w:val="es-ES_tradnl"/>
        </w:rPr>
        <w:t xml:space="preserve">en: </w:t>
      </w:r>
      <w:hyperlink r:id="rId8" w:history="1">
        <w:r w:rsidR="00917882" w:rsidRPr="005E7D6E">
          <w:rPr>
            <w:rStyle w:val="Hyperlink"/>
            <w:i/>
            <w:iCs/>
            <w:noProof/>
            <w:lang w:val="es-ES_tradnl"/>
          </w:rPr>
          <w:t>naharon@rosovconsulting.com</w:t>
        </w:r>
      </w:hyperlink>
      <w:r w:rsidR="00917882" w:rsidRPr="005E7D6E">
        <w:rPr>
          <w:i/>
          <w:iCs/>
          <w:noProof/>
          <w:lang w:val="es-ES_tradnl"/>
        </w:rPr>
        <w:t>.</w:t>
      </w:r>
    </w:p>
    <w:p w14:paraId="181EA624" w14:textId="13E93852" w:rsidR="005E7D6E" w:rsidRPr="005E7D6E" w:rsidRDefault="005E7D6E" w:rsidP="00917882">
      <w:pPr>
        <w:pStyle w:val="RCBody"/>
        <w:rPr>
          <w:i/>
          <w:iCs/>
          <w:noProof/>
          <w:lang w:val="es-ES_tradnl"/>
        </w:rPr>
      </w:pPr>
      <w:r w:rsidRPr="005E7D6E">
        <w:rPr>
          <w:i/>
          <w:iCs/>
          <w:noProof/>
          <w:lang w:val="es-ES_tradnl"/>
        </w:rPr>
        <w:t>¡</w:t>
      </w:r>
      <w:r w:rsidR="00917882">
        <w:rPr>
          <w:i/>
          <w:iCs/>
          <w:noProof/>
          <w:lang w:val="es-ES_tradnl"/>
        </w:rPr>
        <w:t>Muchas g</w:t>
      </w:r>
      <w:r w:rsidRPr="005E7D6E">
        <w:rPr>
          <w:i/>
          <w:iCs/>
          <w:noProof/>
          <w:lang w:val="es-ES_tradnl"/>
        </w:rPr>
        <w:t>racias de antemano!</w:t>
      </w:r>
    </w:p>
    <w:p w14:paraId="49C0B9E5" w14:textId="4D4813B4" w:rsidR="004D3074" w:rsidRPr="005E7D6E" w:rsidRDefault="004D3074" w:rsidP="004D3074">
      <w:pPr>
        <w:pStyle w:val="RCBody"/>
        <w:jc w:val="center"/>
        <w:rPr>
          <w:noProof/>
          <w:lang w:val="es-ES_tradnl"/>
        </w:rPr>
      </w:pPr>
      <w:r w:rsidRPr="005E7D6E">
        <w:rPr>
          <w:noProof/>
          <w:lang w:val="es-ES_tradnl"/>
        </w:rPr>
        <w:t>* * *</w:t>
      </w:r>
    </w:p>
    <w:p w14:paraId="6128C2C5" w14:textId="747DFFD3" w:rsidR="00C9573D" w:rsidRPr="005E7D6E" w:rsidRDefault="00917882" w:rsidP="00917882">
      <w:pPr>
        <w:pStyle w:val="RCBody"/>
        <w:rPr>
          <w:noProof/>
          <w:lang w:val="es-ES_tradnl"/>
        </w:rPr>
      </w:pPr>
      <w:r>
        <w:rPr>
          <w:b/>
          <w:bCs/>
          <w:noProof/>
          <w:lang w:val="es-ES_tradnl"/>
        </w:rPr>
        <w:t>En p</w:t>
      </w:r>
      <w:r w:rsidRPr="00917882">
        <w:rPr>
          <w:b/>
          <w:bCs/>
          <w:noProof/>
          <w:lang w:val="es-ES_tradnl"/>
        </w:rPr>
        <w:t>rimer</w:t>
      </w:r>
      <w:r>
        <w:rPr>
          <w:b/>
          <w:bCs/>
          <w:noProof/>
          <w:lang w:val="es-ES_tradnl"/>
        </w:rPr>
        <w:t xml:space="preserve"> lugar</w:t>
      </w:r>
      <w:r w:rsidRPr="00917882">
        <w:rPr>
          <w:b/>
          <w:bCs/>
          <w:noProof/>
          <w:lang w:val="es-ES_tradnl"/>
        </w:rPr>
        <w:t xml:space="preserve"> tenemos algunas preguntas sobre </w:t>
      </w:r>
      <w:r>
        <w:rPr>
          <w:b/>
          <w:bCs/>
          <w:noProof/>
          <w:lang w:val="es-ES_tradnl"/>
        </w:rPr>
        <w:t>t</w:t>
      </w:r>
      <w:r w:rsidRPr="00917882">
        <w:rPr>
          <w:b/>
          <w:bCs/>
          <w:noProof/>
          <w:lang w:val="es-ES_tradnl"/>
        </w:rPr>
        <w:t>u experiencia escolar.</w:t>
      </w:r>
    </w:p>
    <w:p w14:paraId="4161D95D" w14:textId="3979A0F4" w:rsidR="002925C5" w:rsidRPr="005E7D6E" w:rsidRDefault="00917882" w:rsidP="00917882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 xml:space="preserve">¿En qué </w:t>
      </w:r>
      <w:r w:rsidR="002925C5" w:rsidRPr="005E7D6E">
        <w:rPr>
          <w:noProof/>
          <w:lang w:val="es-ES_tradnl"/>
        </w:rPr>
        <w:t>grad</w:t>
      </w:r>
      <w:r>
        <w:rPr>
          <w:noProof/>
          <w:lang w:val="es-ES_tradnl"/>
        </w:rPr>
        <w:t xml:space="preserve">o </w:t>
      </w:r>
      <w:r w:rsidR="002925C5" w:rsidRPr="005E7D6E">
        <w:rPr>
          <w:noProof/>
          <w:lang w:val="es-ES_tradnl"/>
        </w:rPr>
        <w:t>e</w:t>
      </w:r>
      <w:r>
        <w:rPr>
          <w:noProof/>
          <w:lang w:val="es-ES_tradnl"/>
        </w:rPr>
        <w:t>stás</w:t>
      </w:r>
      <w:r w:rsidR="002925C5" w:rsidRPr="005E7D6E">
        <w:rPr>
          <w:noProof/>
          <w:lang w:val="es-ES_tradnl"/>
        </w:rPr>
        <w:t>?</w:t>
      </w:r>
    </w:p>
    <w:p w14:paraId="67343801" w14:textId="04A99064" w:rsidR="002925C5" w:rsidRPr="005E7D6E" w:rsidRDefault="002925C5" w:rsidP="00917882">
      <w:pPr>
        <w:pStyle w:val="RCBody"/>
        <w:numPr>
          <w:ilvl w:val="1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5</w:t>
      </w:r>
      <w:r w:rsidR="00917882">
        <w:rPr>
          <w:noProof/>
          <w:lang w:val="es-ES_tradnl"/>
        </w:rPr>
        <w:t xml:space="preserve">⁰ </w:t>
      </w:r>
      <w:r w:rsidR="00917882" w:rsidRPr="005E7D6E">
        <w:rPr>
          <w:noProof/>
          <w:lang w:val="es-ES_tradnl"/>
        </w:rPr>
        <w:t>grad</w:t>
      </w:r>
      <w:r w:rsidR="00917882">
        <w:rPr>
          <w:noProof/>
          <w:lang w:val="es-ES_tradnl"/>
        </w:rPr>
        <w:t>o</w:t>
      </w:r>
    </w:p>
    <w:p w14:paraId="59555DBF" w14:textId="379FF522" w:rsidR="002925C5" w:rsidRPr="005E7D6E" w:rsidRDefault="002925C5" w:rsidP="00917882">
      <w:pPr>
        <w:pStyle w:val="RCBody"/>
        <w:numPr>
          <w:ilvl w:val="1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7</w:t>
      </w:r>
      <w:r w:rsidR="00917882">
        <w:rPr>
          <w:noProof/>
          <w:lang w:val="es-ES_tradnl"/>
        </w:rPr>
        <w:t xml:space="preserve">⁰ </w:t>
      </w:r>
      <w:r w:rsidR="00917882" w:rsidRPr="005E7D6E">
        <w:rPr>
          <w:noProof/>
          <w:lang w:val="es-ES_tradnl"/>
        </w:rPr>
        <w:t>grad</w:t>
      </w:r>
      <w:r w:rsidR="00917882">
        <w:rPr>
          <w:noProof/>
          <w:lang w:val="es-ES_tradnl"/>
        </w:rPr>
        <w:t>o</w:t>
      </w:r>
      <w:r w:rsidRPr="005E7D6E">
        <w:rPr>
          <w:noProof/>
          <w:lang w:val="es-ES_tradnl"/>
        </w:rPr>
        <w:t xml:space="preserve"> </w:t>
      </w:r>
    </w:p>
    <w:p w14:paraId="3AFA4AFE" w14:textId="1EF31FF6" w:rsidR="002925C5" w:rsidRPr="005E7D6E" w:rsidRDefault="002925C5" w:rsidP="00917882">
      <w:pPr>
        <w:pStyle w:val="RCBody"/>
        <w:numPr>
          <w:ilvl w:val="1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11</w:t>
      </w:r>
      <w:r w:rsidR="00917882">
        <w:rPr>
          <w:noProof/>
          <w:lang w:val="es-ES_tradnl"/>
        </w:rPr>
        <w:t xml:space="preserve">⁰ </w:t>
      </w:r>
      <w:r w:rsidR="00917882" w:rsidRPr="005E7D6E">
        <w:rPr>
          <w:noProof/>
          <w:lang w:val="es-ES_tradnl"/>
        </w:rPr>
        <w:t>grad</w:t>
      </w:r>
      <w:r w:rsidR="00917882">
        <w:rPr>
          <w:noProof/>
          <w:lang w:val="es-ES_tradnl"/>
        </w:rPr>
        <w:t>o</w:t>
      </w:r>
    </w:p>
    <w:p w14:paraId="2F1BCD9D" w14:textId="654012D7" w:rsidR="002925C5" w:rsidRPr="005E7D6E" w:rsidRDefault="002925C5" w:rsidP="002925C5">
      <w:pPr>
        <w:pStyle w:val="RCBody"/>
        <w:spacing w:after="0"/>
        <w:rPr>
          <w:noProof/>
          <w:lang w:val="es-ES_tradnl"/>
        </w:rPr>
      </w:pPr>
    </w:p>
    <w:p w14:paraId="5501E52B" w14:textId="5AB6A839" w:rsidR="00E03AD3" w:rsidRPr="005E7D6E" w:rsidRDefault="00917882" w:rsidP="00917882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>¿Cuántos de tus amigos más cercanos concurren a tu e</w:t>
      </w:r>
      <w:r w:rsidR="00E03AD3" w:rsidRPr="005E7D6E">
        <w:rPr>
          <w:noProof/>
          <w:lang w:val="es-ES_tradnl"/>
        </w:rPr>
        <w:t>sc</w:t>
      </w:r>
      <w:r>
        <w:rPr>
          <w:noProof/>
          <w:lang w:val="es-ES_tradnl"/>
        </w:rPr>
        <w:t>ue</w:t>
      </w:r>
      <w:r w:rsidR="00E03AD3" w:rsidRPr="005E7D6E">
        <w:rPr>
          <w:noProof/>
          <w:lang w:val="es-ES_tradnl"/>
        </w:rPr>
        <w:t>l</w:t>
      </w:r>
      <w:r>
        <w:rPr>
          <w:noProof/>
          <w:lang w:val="es-ES_tradnl"/>
        </w:rPr>
        <w:t>a</w:t>
      </w:r>
      <w:r w:rsidR="00E03AD3" w:rsidRPr="005E7D6E">
        <w:rPr>
          <w:noProof/>
          <w:lang w:val="es-ES_tradnl"/>
        </w:rPr>
        <w:t>?</w:t>
      </w:r>
    </w:p>
    <w:p w14:paraId="44C194D0" w14:textId="10B99F3F" w:rsidR="00E03AD3" w:rsidRPr="005E7D6E" w:rsidRDefault="00E03AD3" w:rsidP="00917882">
      <w:pPr>
        <w:pStyle w:val="RCBody"/>
        <w:numPr>
          <w:ilvl w:val="0"/>
          <w:numId w:val="32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N</w:t>
      </w:r>
      <w:r w:rsidR="00917882">
        <w:rPr>
          <w:noProof/>
          <w:lang w:val="es-ES_tradnl"/>
        </w:rPr>
        <w:t>i</w:t>
      </w:r>
      <w:r w:rsidRPr="005E7D6E">
        <w:rPr>
          <w:noProof/>
          <w:lang w:val="es-ES_tradnl"/>
        </w:rPr>
        <w:t>n</w:t>
      </w:r>
      <w:r w:rsidR="00917882">
        <w:rPr>
          <w:noProof/>
          <w:lang w:val="es-ES_tradnl"/>
        </w:rPr>
        <w:t>guno d</w:t>
      </w:r>
      <w:r w:rsidRPr="005E7D6E">
        <w:rPr>
          <w:noProof/>
          <w:lang w:val="es-ES_tradnl"/>
        </w:rPr>
        <w:t>e</w:t>
      </w:r>
      <w:r w:rsidR="00917882">
        <w:rPr>
          <w:noProof/>
          <w:lang w:val="es-ES_tradnl"/>
        </w:rPr>
        <w:t xml:space="preserve"> ellos</w:t>
      </w:r>
    </w:p>
    <w:p w14:paraId="5176C282" w14:textId="17CAD948" w:rsidR="00E03AD3" w:rsidRPr="005E7D6E" w:rsidRDefault="00917882" w:rsidP="00E03AD3">
      <w:pPr>
        <w:pStyle w:val="RCBody"/>
        <w:numPr>
          <w:ilvl w:val="0"/>
          <w:numId w:val="32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>Algunos d</w:t>
      </w:r>
      <w:r w:rsidRPr="005E7D6E">
        <w:rPr>
          <w:noProof/>
          <w:lang w:val="es-ES_tradnl"/>
        </w:rPr>
        <w:t>e</w:t>
      </w:r>
      <w:r>
        <w:rPr>
          <w:noProof/>
          <w:lang w:val="es-ES_tradnl"/>
        </w:rPr>
        <w:t xml:space="preserve"> ellos</w:t>
      </w:r>
    </w:p>
    <w:p w14:paraId="5410D1FD" w14:textId="3BA74B1E" w:rsidR="00E03AD3" w:rsidRPr="005E7D6E" w:rsidRDefault="00917882" w:rsidP="00917882">
      <w:pPr>
        <w:pStyle w:val="RCBody"/>
        <w:numPr>
          <w:ilvl w:val="0"/>
          <w:numId w:val="32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 xml:space="preserve">La mayoría </w:t>
      </w:r>
      <w:r w:rsidR="00E03AD3" w:rsidRPr="005E7D6E">
        <w:rPr>
          <w:noProof/>
          <w:lang w:val="es-ES_tradnl"/>
        </w:rPr>
        <w:t>o</w:t>
      </w:r>
      <w:r>
        <w:rPr>
          <w:noProof/>
          <w:lang w:val="es-ES_tradnl"/>
        </w:rPr>
        <w:t xml:space="preserve"> </w:t>
      </w:r>
      <w:r w:rsidR="00E03AD3" w:rsidRPr="005E7D6E">
        <w:rPr>
          <w:noProof/>
          <w:lang w:val="es-ES_tradnl"/>
        </w:rPr>
        <w:t>to</w:t>
      </w:r>
      <w:r>
        <w:rPr>
          <w:noProof/>
          <w:lang w:val="es-ES_tradnl"/>
        </w:rPr>
        <w:t>dos ellos</w:t>
      </w:r>
    </w:p>
    <w:p w14:paraId="661FB2CC" w14:textId="322B282A" w:rsidR="00E03AD3" w:rsidRPr="005E7D6E" w:rsidRDefault="00E03AD3" w:rsidP="002925C5">
      <w:pPr>
        <w:pStyle w:val="RCBody"/>
        <w:spacing w:after="0"/>
        <w:rPr>
          <w:noProof/>
          <w:lang w:val="es-ES_tradnl"/>
        </w:rPr>
      </w:pPr>
    </w:p>
    <w:p w14:paraId="5C5E5E42" w14:textId="467031FE" w:rsidR="00E03AD3" w:rsidRPr="005E7D6E" w:rsidRDefault="00917882" w:rsidP="00917882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>¿Cuántos de tus amigos más cercanos son judíos</w:t>
      </w:r>
      <w:r w:rsidR="00E03AD3" w:rsidRPr="005E7D6E">
        <w:rPr>
          <w:noProof/>
          <w:lang w:val="es-ES_tradnl"/>
        </w:rPr>
        <w:t>?</w:t>
      </w:r>
    </w:p>
    <w:p w14:paraId="3CB08EAD" w14:textId="37BF9211" w:rsidR="00E03AD3" w:rsidRDefault="004A0047" w:rsidP="004A0047">
      <w:pPr>
        <w:pStyle w:val="RCBody"/>
        <w:numPr>
          <w:ilvl w:val="1"/>
          <w:numId w:val="23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>Ninguno de ellos</w:t>
      </w:r>
    </w:p>
    <w:p w14:paraId="625D7E35" w14:textId="77EDE3B4" w:rsidR="004A0047" w:rsidRDefault="004A0047" w:rsidP="004A0047">
      <w:pPr>
        <w:pStyle w:val="RCBody"/>
        <w:numPr>
          <w:ilvl w:val="1"/>
          <w:numId w:val="23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>Algunos de ellos</w:t>
      </w:r>
    </w:p>
    <w:p w14:paraId="5BD7914B" w14:textId="04F175AD" w:rsidR="004A0047" w:rsidRPr="005E7D6E" w:rsidRDefault="004A0047" w:rsidP="004A0047">
      <w:pPr>
        <w:pStyle w:val="RCBody"/>
        <w:numPr>
          <w:ilvl w:val="1"/>
          <w:numId w:val="23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>La mayoría o todos ellos</w:t>
      </w:r>
    </w:p>
    <w:p w14:paraId="636BF221" w14:textId="77777777" w:rsidR="004A0047" w:rsidRPr="00B34DE1" w:rsidRDefault="004A0047" w:rsidP="004A0047">
      <w:pPr>
        <w:pStyle w:val="RCBody"/>
        <w:spacing w:after="0"/>
        <w:ind w:left="360"/>
        <w:rPr>
          <w:noProof/>
          <w:lang w:bidi="he-IL"/>
        </w:rPr>
      </w:pPr>
    </w:p>
    <w:p w14:paraId="58ABC39F" w14:textId="75E87D2E" w:rsidR="002925C5" w:rsidRPr="005E7D6E" w:rsidRDefault="00917882" w:rsidP="00917882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917882">
        <w:rPr>
          <w:noProof/>
          <w:lang w:val="es-ES_tradnl"/>
        </w:rPr>
        <w:t>En general, ¿cómo calificarías</w:t>
      </w:r>
      <w:r>
        <w:rPr>
          <w:noProof/>
          <w:lang w:val="es-ES_tradnl"/>
        </w:rPr>
        <w:t xml:space="preserve"> t</w:t>
      </w:r>
      <w:r w:rsidRPr="00917882">
        <w:rPr>
          <w:noProof/>
          <w:lang w:val="es-ES_tradnl"/>
        </w:rPr>
        <w:t>us clases en cada una de las siguientes materias?</w:t>
      </w:r>
    </w:p>
    <w:tbl>
      <w:tblPr>
        <w:tblStyle w:val="ab"/>
        <w:tblW w:w="7948" w:type="dxa"/>
        <w:tblInd w:w="720" w:type="dxa"/>
        <w:tblLook w:val="04A0" w:firstRow="1" w:lastRow="0" w:firstColumn="1" w:lastColumn="0" w:noHBand="0" w:noVBand="1"/>
      </w:tblPr>
      <w:tblGrid>
        <w:gridCol w:w="1984"/>
        <w:gridCol w:w="1328"/>
        <w:gridCol w:w="1333"/>
        <w:gridCol w:w="1153"/>
        <w:gridCol w:w="1086"/>
        <w:gridCol w:w="1064"/>
      </w:tblGrid>
      <w:tr w:rsidR="00917882" w:rsidRPr="005E7D6E" w14:paraId="727608E3" w14:textId="77777777" w:rsidTr="00917882">
        <w:tc>
          <w:tcPr>
            <w:tcW w:w="1984" w:type="dxa"/>
          </w:tcPr>
          <w:p w14:paraId="37A7CA8B" w14:textId="77777777" w:rsidR="00A92E37" w:rsidRPr="005E7D6E" w:rsidRDefault="00A92E37" w:rsidP="006457DB">
            <w:pPr>
              <w:pStyle w:val="RCBody"/>
              <w:spacing w:after="0"/>
              <w:rPr>
                <w:noProof/>
                <w:lang w:val="es-ES_tradnl"/>
              </w:rPr>
            </w:pPr>
          </w:p>
        </w:tc>
        <w:tc>
          <w:tcPr>
            <w:tcW w:w="1328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B11FE81" w14:textId="12B64D5C" w:rsidR="00A92E37" w:rsidRPr="005E7D6E" w:rsidRDefault="00917882" w:rsidP="00917882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Muy</w:t>
            </w:r>
            <w:r w:rsidR="00A92E37" w:rsidRPr="005E7D6E">
              <w:rPr>
                <w:noProof/>
                <w:color w:val="FFFFFF" w:themeColor="background1"/>
                <w:lang w:val="es-ES_tradnl"/>
              </w:rPr>
              <w:t xml:space="preserve"> interes</w:t>
            </w:r>
            <w:r>
              <w:rPr>
                <w:noProof/>
                <w:color w:val="FFFFFF" w:themeColor="background1"/>
                <w:lang w:val="es-ES_tradnl"/>
              </w:rPr>
              <w:t>an</w:t>
            </w:r>
            <w:r w:rsidR="00A92E37" w:rsidRPr="005E7D6E">
              <w:rPr>
                <w:noProof/>
                <w:color w:val="FFFFFF" w:themeColor="background1"/>
                <w:lang w:val="es-ES_tradnl"/>
              </w:rPr>
              <w:t>t</w:t>
            </w:r>
            <w:r>
              <w:rPr>
                <w:noProof/>
                <w:color w:val="FFFFFF" w:themeColor="background1"/>
                <w:lang w:val="es-ES_tradnl"/>
              </w:rPr>
              <w:t>es</w:t>
            </w:r>
          </w:p>
        </w:tc>
        <w:tc>
          <w:tcPr>
            <w:tcW w:w="133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C5D63B2" w14:textId="52269FC7" w:rsidR="00A92E37" w:rsidRPr="005E7D6E" w:rsidRDefault="00A92E37" w:rsidP="00917882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Interes</w:t>
            </w:r>
            <w:r w:rsidR="00917882">
              <w:rPr>
                <w:noProof/>
                <w:color w:val="FFFFFF" w:themeColor="background1"/>
                <w:lang w:val="es-ES_tradnl"/>
              </w:rPr>
              <w:t>an</w:t>
            </w:r>
            <w:r w:rsidRPr="005E7D6E">
              <w:rPr>
                <w:noProof/>
                <w:color w:val="FFFFFF" w:themeColor="background1"/>
                <w:lang w:val="es-ES_tradnl"/>
              </w:rPr>
              <w:t>t</w:t>
            </w:r>
            <w:r w:rsidR="00917882">
              <w:rPr>
                <w:noProof/>
                <w:color w:val="FFFFFF" w:themeColor="background1"/>
                <w:lang w:val="es-ES_tradnl"/>
              </w:rPr>
              <w:t>es</w:t>
            </w:r>
          </w:p>
        </w:tc>
        <w:tc>
          <w:tcPr>
            <w:tcW w:w="115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5C66C6B" w14:textId="0B943CC9" w:rsidR="00A92E37" w:rsidRPr="005E7D6E" w:rsidRDefault="00917882" w:rsidP="00917882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Buenas</w:t>
            </w:r>
          </w:p>
        </w:tc>
        <w:tc>
          <w:tcPr>
            <w:tcW w:w="108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83A2D06" w14:textId="637D7A6A" w:rsidR="00A92E37" w:rsidRPr="005E7D6E" w:rsidRDefault="00917882" w:rsidP="00917882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Aburridas</w:t>
            </w:r>
          </w:p>
        </w:tc>
        <w:tc>
          <w:tcPr>
            <w:tcW w:w="1064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ADE0517" w14:textId="3751678C" w:rsidR="00A92E37" w:rsidRPr="005E7D6E" w:rsidRDefault="00917882" w:rsidP="00917882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Muy aburridas</w:t>
            </w:r>
          </w:p>
        </w:tc>
      </w:tr>
      <w:tr w:rsidR="00917882" w:rsidRPr="005E7D6E" w14:paraId="250F957A" w14:textId="77777777" w:rsidTr="00917882">
        <w:tc>
          <w:tcPr>
            <w:tcW w:w="1984" w:type="dxa"/>
          </w:tcPr>
          <w:p w14:paraId="353FDBE2" w14:textId="11140A8C" w:rsidR="00A92E37" w:rsidRPr="005E7D6E" w:rsidRDefault="00917882" w:rsidP="00917882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E</w:t>
            </w:r>
            <w:r w:rsidRPr="005E7D6E">
              <w:rPr>
                <w:noProof/>
                <w:lang w:val="es-ES_tradnl"/>
              </w:rPr>
              <w:t>studi</w:t>
            </w:r>
            <w:r>
              <w:rPr>
                <w:noProof/>
                <w:lang w:val="es-ES_tradnl"/>
              </w:rPr>
              <w:t>o</w:t>
            </w:r>
            <w:r w:rsidRPr="005E7D6E">
              <w:rPr>
                <w:noProof/>
                <w:lang w:val="es-ES_tradnl"/>
              </w:rPr>
              <w:t>s</w:t>
            </w:r>
            <w:r>
              <w:rPr>
                <w:noProof/>
                <w:lang w:val="es-ES_tradnl"/>
              </w:rPr>
              <w:t xml:space="preserve"> </w:t>
            </w:r>
            <w:r w:rsidRPr="005E7D6E">
              <w:rPr>
                <w:noProof/>
                <w:lang w:val="es-ES_tradnl"/>
              </w:rPr>
              <w:t>judaic</w:t>
            </w:r>
            <w:r>
              <w:rPr>
                <w:noProof/>
                <w:lang w:val="es-ES_tradnl"/>
              </w:rPr>
              <w:t>os</w:t>
            </w:r>
          </w:p>
        </w:tc>
        <w:tc>
          <w:tcPr>
            <w:tcW w:w="1328" w:type="dxa"/>
            <w:vAlign w:val="center"/>
          </w:tcPr>
          <w:p w14:paraId="6DE34AD6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333" w:type="dxa"/>
            <w:vAlign w:val="center"/>
          </w:tcPr>
          <w:p w14:paraId="43BAD67F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53" w:type="dxa"/>
            <w:vAlign w:val="center"/>
          </w:tcPr>
          <w:p w14:paraId="71C3AF8F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086" w:type="dxa"/>
            <w:vAlign w:val="center"/>
          </w:tcPr>
          <w:p w14:paraId="7B32F097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1064" w:type="dxa"/>
            <w:vAlign w:val="center"/>
          </w:tcPr>
          <w:p w14:paraId="6C44C391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917882" w:rsidRPr="005E7D6E" w14:paraId="39C0C07A" w14:textId="77777777" w:rsidTr="00917882">
        <w:tc>
          <w:tcPr>
            <w:tcW w:w="1984" w:type="dxa"/>
          </w:tcPr>
          <w:p w14:paraId="61E63047" w14:textId="3CC8A573" w:rsidR="00A92E37" w:rsidRPr="005E7D6E" w:rsidRDefault="00917882" w:rsidP="00917882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Lengua h</w:t>
            </w:r>
            <w:r w:rsidR="00EF6D74" w:rsidRPr="005E7D6E">
              <w:rPr>
                <w:noProof/>
                <w:lang w:val="es-ES_tradnl"/>
              </w:rPr>
              <w:t>ebre</w:t>
            </w:r>
            <w:r>
              <w:rPr>
                <w:noProof/>
                <w:lang w:val="es-ES_tradnl"/>
              </w:rPr>
              <w:t>a</w:t>
            </w:r>
          </w:p>
        </w:tc>
        <w:tc>
          <w:tcPr>
            <w:tcW w:w="1328" w:type="dxa"/>
            <w:vAlign w:val="center"/>
          </w:tcPr>
          <w:p w14:paraId="56D6EE28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333" w:type="dxa"/>
            <w:vAlign w:val="center"/>
          </w:tcPr>
          <w:p w14:paraId="0E7B509F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53" w:type="dxa"/>
            <w:vAlign w:val="center"/>
          </w:tcPr>
          <w:p w14:paraId="2BD0A04E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086" w:type="dxa"/>
            <w:vAlign w:val="center"/>
          </w:tcPr>
          <w:p w14:paraId="7DA2A12E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1064" w:type="dxa"/>
            <w:vAlign w:val="center"/>
          </w:tcPr>
          <w:p w14:paraId="630E6189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917882" w:rsidRPr="005E7D6E" w14:paraId="595CA572" w14:textId="77777777" w:rsidTr="00917882">
        <w:tc>
          <w:tcPr>
            <w:tcW w:w="1984" w:type="dxa"/>
          </w:tcPr>
          <w:p w14:paraId="32A4DDE4" w14:textId="69DD50A9" w:rsidR="00A92E37" w:rsidRPr="005E7D6E" w:rsidRDefault="00917882" w:rsidP="00917882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E</w:t>
            </w:r>
            <w:r w:rsidRPr="005E7D6E">
              <w:rPr>
                <w:noProof/>
                <w:lang w:val="es-ES_tradnl"/>
              </w:rPr>
              <w:t>studi</w:t>
            </w:r>
            <w:r>
              <w:rPr>
                <w:noProof/>
                <w:lang w:val="es-ES_tradnl"/>
              </w:rPr>
              <w:t xml:space="preserve">os </w:t>
            </w:r>
            <w:r w:rsidRPr="005E7D6E">
              <w:rPr>
                <w:noProof/>
                <w:lang w:val="es-ES_tradnl"/>
              </w:rPr>
              <w:t>general</w:t>
            </w:r>
            <w:r w:rsidR="00EF6D74" w:rsidRPr="005E7D6E">
              <w:rPr>
                <w:noProof/>
                <w:lang w:val="es-ES_tradnl"/>
              </w:rPr>
              <w:t>es</w:t>
            </w:r>
          </w:p>
        </w:tc>
        <w:tc>
          <w:tcPr>
            <w:tcW w:w="1328" w:type="dxa"/>
            <w:vAlign w:val="center"/>
          </w:tcPr>
          <w:p w14:paraId="79E137EF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333" w:type="dxa"/>
            <w:vAlign w:val="center"/>
          </w:tcPr>
          <w:p w14:paraId="502BD04C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53" w:type="dxa"/>
            <w:vAlign w:val="center"/>
          </w:tcPr>
          <w:p w14:paraId="3BE2D2D8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086" w:type="dxa"/>
            <w:vAlign w:val="center"/>
          </w:tcPr>
          <w:p w14:paraId="07BF7D24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1064" w:type="dxa"/>
            <w:vAlign w:val="center"/>
          </w:tcPr>
          <w:p w14:paraId="58308B4B" w14:textId="77777777" w:rsidR="00A92E37" w:rsidRPr="005E7D6E" w:rsidRDefault="00A92E37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</w:tbl>
    <w:p w14:paraId="4A13C13E" w14:textId="77777777" w:rsidR="00A92E37" w:rsidRPr="005E7D6E" w:rsidRDefault="00A92E37" w:rsidP="007828FF">
      <w:pPr>
        <w:pStyle w:val="RCBody"/>
        <w:spacing w:after="0"/>
        <w:ind w:left="720"/>
        <w:rPr>
          <w:noProof/>
          <w:lang w:val="es-ES_tradnl"/>
        </w:rPr>
      </w:pPr>
    </w:p>
    <w:p w14:paraId="38648E7E" w14:textId="73EC6F36" w:rsidR="006D436E" w:rsidRPr="005E7D6E" w:rsidRDefault="006D436E" w:rsidP="003B101B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highlight w:val="lightGray"/>
          <w:lang w:val="es-ES_tradnl"/>
        </w:rPr>
        <w:lastRenderedPageBreak/>
        <w:t>[</w:t>
      </w:r>
      <w:r w:rsidR="00B34DE1">
        <w:rPr>
          <w:noProof/>
          <w:highlight w:val="lightGray"/>
          <w:lang w:val="es-ES_tradnl"/>
        </w:rPr>
        <w:t xml:space="preserve">Mostrar sólo a </w:t>
      </w:r>
      <w:r w:rsidRPr="005E7D6E">
        <w:rPr>
          <w:noProof/>
          <w:highlight w:val="lightGray"/>
          <w:lang w:val="es-ES_tradnl"/>
        </w:rPr>
        <w:t>11</w:t>
      </w:r>
      <w:r w:rsidR="00B34DE1">
        <w:rPr>
          <w:noProof/>
          <w:highlight w:val="lightGray"/>
          <w:lang w:val="es-ES_tradnl"/>
        </w:rPr>
        <w:t xml:space="preserve">⁰ </w:t>
      </w:r>
      <w:r w:rsidR="00B34DE1" w:rsidRPr="005E7D6E">
        <w:rPr>
          <w:noProof/>
          <w:highlight w:val="lightGray"/>
          <w:lang w:val="es-ES_tradnl"/>
        </w:rPr>
        <w:t>grad</w:t>
      </w:r>
      <w:r w:rsidR="00B34DE1">
        <w:rPr>
          <w:noProof/>
          <w:highlight w:val="lightGray"/>
          <w:lang w:val="es-ES_tradnl"/>
        </w:rPr>
        <w:t>o</w:t>
      </w:r>
      <w:r w:rsidRPr="005E7D6E">
        <w:rPr>
          <w:noProof/>
          <w:highlight w:val="lightGray"/>
          <w:lang w:val="es-ES_tradnl"/>
        </w:rPr>
        <w:t>]</w:t>
      </w:r>
      <w:r w:rsidRPr="005E7D6E">
        <w:rPr>
          <w:noProof/>
          <w:lang w:val="es-ES_tradnl"/>
        </w:rPr>
        <w:t xml:space="preserve"> </w:t>
      </w:r>
      <w:r w:rsidR="00B34DE1" w:rsidRPr="00B34DE1">
        <w:rPr>
          <w:noProof/>
          <w:lang w:val="es-ES_tradnl"/>
        </w:rPr>
        <w:t>Desde el inicio de la pandemia de COVID-19, ¿en qué medida siente</w:t>
      </w:r>
      <w:r w:rsidR="00B34DE1">
        <w:rPr>
          <w:noProof/>
          <w:lang w:val="es-ES_tradnl"/>
        </w:rPr>
        <w:t>s</w:t>
      </w:r>
      <w:r w:rsidR="00B34DE1" w:rsidRPr="00B34DE1">
        <w:rPr>
          <w:noProof/>
          <w:lang w:val="es-ES_tradnl"/>
        </w:rPr>
        <w:t xml:space="preserve"> que </w:t>
      </w:r>
      <w:r w:rsidR="00B34DE1">
        <w:rPr>
          <w:noProof/>
          <w:lang w:val="es-ES_tradnl"/>
        </w:rPr>
        <w:t>t</w:t>
      </w:r>
      <w:r w:rsidR="00B34DE1" w:rsidRPr="00B34DE1">
        <w:rPr>
          <w:noProof/>
          <w:lang w:val="es-ES_tradnl"/>
        </w:rPr>
        <w:t>u educación se ha retrasado?</w:t>
      </w:r>
    </w:p>
    <w:p w14:paraId="416B4D7A" w14:textId="15CFC8E6" w:rsidR="006D436E" w:rsidRPr="005E7D6E" w:rsidRDefault="006D436E" w:rsidP="00B34DE1">
      <w:pPr>
        <w:pStyle w:val="RCBody"/>
        <w:numPr>
          <w:ilvl w:val="1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N</w:t>
      </w:r>
      <w:r w:rsidR="00B34DE1">
        <w:rPr>
          <w:noProof/>
          <w:lang w:val="es-ES_tradnl"/>
        </w:rPr>
        <w:t>ada en absoluto</w:t>
      </w:r>
    </w:p>
    <w:p w14:paraId="3E69656A" w14:textId="15D4F862" w:rsidR="006D436E" w:rsidRPr="005E7D6E" w:rsidRDefault="00B34DE1" w:rsidP="00B34DE1">
      <w:pPr>
        <w:pStyle w:val="RCBody"/>
        <w:numPr>
          <w:ilvl w:val="1"/>
          <w:numId w:val="23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>Un poco</w:t>
      </w:r>
    </w:p>
    <w:p w14:paraId="2FD43782" w14:textId="7276027C" w:rsidR="006D436E" w:rsidRPr="005E7D6E" w:rsidRDefault="00B34DE1" w:rsidP="00B34DE1">
      <w:pPr>
        <w:pStyle w:val="RCBody"/>
        <w:numPr>
          <w:ilvl w:val="1"/>
          <w:numId w:val="23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>Bastante</w:t>
      </w:r>
    </w:p>
    <w:p w14:paraId="56B5DA2E" w14:textId="51E65236" w:rsidR="006D436E" w:rsidRPr="005E7D6E" w:rsidRDefault="00B34DE1" w:rsidP="006D436E">
      <w:pPr>
        <w:pStyle w:val="RCBody"/>
        <w:numPr>
          <w:ilvl w:val="1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Much</w:t>
      </w:r>
      <w:r>
        <w:rPr>
          <w:noProof/>
          <w:lang w:val="es-ES_tradnl"/>
        </w:rPr>
        <w:t>o</w:t>
      </w:r>
    </w:p>
    <w:p w14:paraId="4813ADF1" w14:textId="3604DDCE" w:rsidR="00C9573D" w:rsidRPr="005E7D6E" w:rsidRDefault="00C9573D" w:rsidP="00C9573D">
      <w:pPr>
        <w:pStyle w:val="RCBody"/>
        <w:spacing w:after="0"/>
        <w:rPr>
          <w:noProof/>
          <w:lang w:val="es-ES_tradnl"/>
        </w:rPr>
      </w:pPr>
    </w:p>
    <w:p w14:paraId="73BDE6D9" w14:textId="0DD985A0" w:rsidR="00C9573D" w:rsidRPr="005E7D6E" w:rsidRDefault="00C9573D" w:rsidP="00ED3ED5">
      <w:pPr>
        <w:pStyle w:val="RCBody"/>
        <w:spacing w:after="0"/>
        <w:rPr>
          <w:b/>
          <w:bCs/>
          <w:noProof/>
          <w:lang w:val="es-ES_tradnl"/>
        </w:rPr>
      </w:pPr>
      <w:r w:rsidRPr="005E7D6E">
        <w:rPr>
          <w:noProof/>
          <w:highlight w:val="lightGray"/>
          <w:lang w:val="es-ES_tradnl"/>
        </w:rPr>
        <w:t>[</w:t>
      </w:r>
      <w:r w:rsidR="006457DB" w:rsidRPr="005E7D6E">
        <w:rPr>
          <w:noProof/>
          <w:highlight w:val="lightGray"/>
          <w:lang w:val="es-ES_tradnl"/>
        </w:rPr>
        <w:t>No</w:t>
      </w:r>
      <w:r w:rsidR="006457DB">
        <w:rPr>
          <w:noProof/>
          <w:highlight w:val="lightGray"/>
          <w:lang w:val="es-ES_tradnl"/>
        </w:rPr>
        <w:t xml:space="preserve"> mos</w:t>
      </w:r>
      <w:r w:rsidR="006457DB" w:rsidRPr="005E7D6E">
        <w:rPr>
          <w:noProof/>
          <w:highlight w:val="lightGray"/>
          <w:lang w:val="es-ES_tradnl"/>
        </w:rPr>
        <w:t>t</w:t>
      </w:r>
      <w:r w:rsidR="006457DB">
        <w:rPr>
          <w:noProof/>
          <w:highlight w:val="lightGray"/>
          <w:lang w:val="es-ES_tradnl"/>
        </w:rPr>
        <w:t xml:space="preserve">rar a </w:t>
      </w:r>
      <w:r w:rsidR="00ED3ED5">
        <w:rPr>
          <w:i/>
          <w:iCs/>
          <w:noProof/>
          <w:highlight w:val="lightGray"/>
          <w:lang w:val="es-ES_tradnl"/>
        </w:rPr>
        <w:t>Lamorim</w:t>
      </w:r>
      <w:r w:rsidRPr="005E7D6E">
        <w:rPr>
          <w:noProof/>
          <w:highlight w:val="lightGray"/>
          <w:lang w:val="es-ES_tradnl"/>
        </w:rPr>
        <w:t>]</w:t>
      </w:r>
      <w:r w:rsidRPr="005E7D6E">
        <w:rPr>
          <w:noProof/>
          <w:lang w:val="es-ES_tradnl"/>
        </w:rPr>
        <w:t xml:space="preserve"> </w:t>
      </w:r>
      <w:r w:rsidR="006457DB" w:rsidRPr="006457DB">
        <w:rPr>
          <w:b/>
          <w:bCs/>
          <w:noProof/>
          <w:lang w:val="es-ES_tradnl"/>
        </w:rPr>
        <w:t xml:space="preserve">Sabemos que </w:t>
      </w:r>
      <w:r w:rsidR="006457DB">
        <w:rPr>
          <w:b/>
          <w:bCs/>
          <w:noProof/>
          <w:lang w:val="es-ES_tradnl"/>
        </w:rPr>
        <w:t xml:space="preserve">en </w:t>
      </w:r>
      <w:r w:rsidR="006457DB" w:rsidRPr="006457DB">
        <w:rPr>
          <w:b/>
          <w:bCs/>
          <w:noProof/>
          <w:lang w:val="es-ES_tradnl"/>
        </w:rPr>
        <w:t xml:space="preserve">algunas escuelas </w:t>
      </w:r>
      <w:r w:rsidR="006457DB">
        <w:rPr>
          <w:b/>
          <w:bCs/>
          <w:noProof/>
          <w:lang w:val="es-ES_tradnl"/>
        </w:rPr>
        <w:t xml:space="preserve">cotidianas </w:t>
      </w:r>
      <w:r w:rsidR="006457DB" w:rsidRPr="006457DB">
        <w:rPr>
          <w:b/>
          <w:bCs/>
          <w:noProof/>
          <w:lang w:val="es-ES_tradnl"/>
        </w:rPr>
        <w:t>judías estudian</w:t>
      </w:r>
      <w:r w:rsidR="006457DB">
        <w:rPr>
          <w:b/>
          <w:bCs/>
          <w:noProof/>
          <w:lang w:val="es-ES_tradnl"/>
        </w:rPr>
        <w:t xml:space="preserve"> alumno</w:t>
      </w:r>
      <w:r w:rsidR="006457DB" w:rsidRPr="006457DB">
        <w:rPr>
          <w:b/>
          <w:bCs/>
          <w:noProof/>
          <w:lang w:val="es-ES_tradnl"/>
        </w:rPr>
        <w:t xml:space="preserve">s judíos y no judíos. Nos gustaría </w:t>
      </w:r>
      <w:r w:rsidR="006457DB">
        <w:rPr>
          <w:b/>
          <w:bCs/>
          <w:noProof/>
          <w:lang w:val="es-ES_tradnl"/>
        </w:rPr>
        <w:t>enten</w:t>
      </w:r>
      <w:r w:rsidR="006457DB" w:rsidRPr="006457DB">
        <w:rPr>
          <w:b/>
          <w:bCs/>
          <w:noProof/>
          <w:lang w:val="es-ES_tradnl"/>
        </w:rPr>
        <w:t xml:space="preserve">der mejor cómo es el alumnado de </w:t>
      </w:r>
      <w:r w:rsidR="006457DB">
        <w:rPr>
          <w:b/>
          <w:bCs/>
          <w:noProof/>
          <w:lang w:val="es-ES_tradnl"/>
        </w:rPr>
        <w:t>t</w:t>
      </w:r>
      <w:r w:rsidR="006457DB" w:rsidRPr="006457DB">
        <w:rPr>
          <w:b/>
          <w:bCs/>
          <w:noProof/>
          <w:lang w:val="es-ES_tradnl"/>
        </w:rPr>
        <w:t>u escuela</w:t>
      </w:r>
      <w:r w:rsidRPr="005E7D6E">
        <w:rPr>
          <w:b/>
          <w:bCs/>
          <w:noProof/>
          <w:lang w:val="es-ES_tradnl"/>
        </w:rPr>
        <w:t>.</w:t>
      </w:r>
    </w:p>
    <w:p w14:paraId="4E630CB5" w14:textId="48EB59F0" w:rsidR="00F20D29" w:rsidRPr="005E7D6E" w:rsidRDefault="00F20D29" w:rsidP="00C9573D">
      <w:pPr>
        <w:pStyle w:val="RCBody"/>
        <w:spacing w:after="0"/>
        <w:rPr>
          <w:b/>
          <w:bCs/>
          <w:noProof/>
          <w:lang w:val="es-ES_tradnl"/>
        </w:rPr>
      </w:pPr>
    </w:p>
    <w:p w14:paraId="2527F6E1" w14:textId="3BEE0FB8" w:rsidR="00F20D29" w:rsidRPr="005E7D6E" w:rsidRDefault="00F20D29" w:rsidP="00ED3ED5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highlight w:val="lightGray"/>
          <w:lang w:val="es-ES_tradnl"/>
        </w:rPr>
        <w:t>[</w:t>
      </w:r>
      <w:r w:rsidR="006457DB" w:rsidRPr="005E7D6E">
        <w:rPr>
          <w:noProof/>
          <w:highlight w:val="lightGray"/>
          <w:lang w:val="es-ES_tradnl"/>
        </w:rPr>
        <w:t>No</w:t>
      </w:r>
      <w:r w:rsidR="006457DB">
        <w:rPr>
          <w:noProof/>
          <w:highlight w:val="lightGray"/>
          <w:lang w:val="es-ES_tradnl"/>
        </w:rPr>
        <w:t xml:space="preserve"> mos</w:t>
      </w:r>
      <w:r w:rsidR="006457DB" w:rsidRPr="005E7D6E">
        <w:rPr>
          <w:noProof/>
          <w:highlight w:val="lightGray"/>
          <w:lang w:val="es-ES_tradnl"/>
        </w:rPr>
        <w:t>t</w:t>
      </w:r>
      <w:r w:rsidR="006457DB">
        <w:rPr>
          <w:noProof/>
          <w:highlight w:val="lightGray"/>
          <w:lang w:val="es-ES_tradnl"/>
        </w:rPr>
        <w:t xml:space="preserve">rar a </w:t>
      </w:r>
      <w:r w:rsidR="00ED3ED5">
        <w:rPr>
          <w:i/>
          <w:iCs/>
          <w:noProof/>
          <w:highlight w:val="lightGray"/>
          <w:lang w:val="es-ES_tradnl"/>
        </w:rPr>
        <w:t>Lamorim</w:t>
      </w:r>
      <w:r w:rsidRPr="005E7D6E">
        <w:rPr>
          <w:noProof/>
          <w:highlight w:val="lightGray"/>
          <w:lang w:val="es-ES_tradnl"/>
        </w:rPr>
        <w:t>]</w:t>
      </w:r>
      <w:r w:rsidRPr="005E7D6E">
        <w:rPr>
          <w:noProof/>
          <w:lang w:val="es-ES_tradnl"/>
        </w:rPr>
        <w:t xml:space="preserve"> </w:t>
      </w:r>
      <w:r w:rsidR="006457DB">
        <w:rPr>
          <w:noProof/>
          <w:lang w:val="es-ES_tradnl"/>
        </w:rPr>
        <w:t>¿Eres judío/a</w:t>
      </w:r>
      <w:r w:rsidRPr="005E7D6E">
        <w:rPr>
          <w:noProof/>
          <w:lang w:val="es-ES_tradnl"/>
        </w:rPr>
        <w:t>?</w:t>
      </w:r>
    </w:p>
    <w:p w14:paraId="0936D355" w14:textId="126A2E68" w:rsidR="00F20D29" w:rsidRPr="005E7D6E" w:rsidRDefault="006457DB" w:rsidP="006457DB">
      <w:pPr>
        <w:pStyle w:val="RCBody"/>
        <w:numPr>
          <w:ilvl w:val="1"/>
          <w:numId w:val="26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>Sí</w:t>
      </w:r>
    </w:p>
    <w:p w14:paraId="17562332" w14:textId="77777777" w:rsidR="00F20D29" w:rsidRPr="005E7D6E" w:rsidRDefault="00F20D29" w:rsidP="00F20D29">
      <w:pPr>
        <w:pStyle w:val="RCBody"/>
        <w:numPr>
          <w:ilvl w:val="1"/>
          <w:numId w:val="26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No</w:t>
      </w:r>
    </w:p>
    <w:p w14:paraId="783FB544" w14:textId="7B056D0B" w:rsidR="00C9573D" w:rsidRPr="005E7D6E" w:rsidRDefault="00C9573D" w:rsidP="00C9573D">
      <w:pPr>
        <w:pStyle w:val="RCBody"/>
        <w:spacing w:after="0"/>
        <w:rPr>
          <w:b/>
          <w:bCs/>
          <w:noProof/>
          <w:lang w:val="es-ES_tradnl"/>
        </w:rPr>
      </w:pPr>
    </w:p>
    <w:p w14:paraId="5FD7AC51" w14:textId="7062D48B" w:rsidR="00F20D29" w:rsidRPr="005E7D6E" w:rsidRDefault="00F20D29" w:rsidP="006457DB">
      <w:pPr>
        <w:pStyle w:val="RCBody"/>
        <w:spacing w:after="0"/>
        <w:rPr>
          <w:noProof/>
          <w:lang w:val="es-ES_tradnl"/>
        </w:rPr>
      </w:pPr>
      <w:r w:rsidRPr="005E7D6E">
        <w:rPr>
          <w:noProof/>
          <w:shd w:val="clear" w:color="auto" w:fill="F9E0DC" w:themeFill="accent3" w:themeFillTint="33"/>
          <w:lang w:val="es-ES_tradnl"/>
        </w:rPr>
        <w:t>[</w:t>
      </w:r>
      <w:r w:rsidR="006457DB">
        <w:rPr>
          <w:noProof/>
          <w:shd w:val="clear" w:color="auto" w:fill="F9E0DC" w:themeFill="accent3" w:themeFillTint="33"/>
          <w:lang w:val="es-ES_tradnl"/>
        </w:rPr>
        <w:t>Si P</w:t>
      </w:r>
      <w:r w:rsidR="007828FF" w:rsidRPr="005E7D6E">
        <w:rPr>
          <w:noProof/>
          <w:shd w:val="clear" w:color="auto" w:fill="F9E0DC" w:themeFill="accent3" w:themeFillTint="33"/>
          <w:lang w:val="es-ES_tradnl"/>
        </w:rPr>
        <w:t>6</w:t>
      </w:r>
      <w:r w:rsidRPr="005E7D6E">
        <w:rPr>
          <w:noProof/>
          <w:shd w:val="clear" w:color="auto" w:fill="F9E0DC" w:themeFill="accent3" w:themeFillTint="33"/>
          <w:lang w:val="es-ES_tradnl"/>
        </w:rPr>
        <w:t xml:space="preserve">=No, </w:t>
      </w:r>
      <w:r w:rsidR="006457DB">
        <w:rPr>
          <w:noProof/>
          <w:shd w:val="clear" w:color="auto" w:fill="F9E0DC" w:themeFill="accent3" w:themeFillTint="33"/>
          <w:lang w:val="es-ES_tradnl"/>
        </w:rPr>
        <w:t>pasa a P</w:t>
      </w:r>
      <w:r w:rsidRPr="005E7D6E">
        <w:rPr>
          <w:noProof/>
          <w:shd w:val="clear" w:color="auto" w:fill="F9E0DC" w:themeFill="accent3" w:themeFillTint="33"/>
          <w:lang w:val="es-ES_tradnl"/>
        </w:rPr>
        <w:t>1</w:t>
      </w:r>
      <w:r w:rsidR="00194BD6" w:rsidRPr="005E7D6E">
        <w:rPr>
          <w:noProof/>
          <w:shd w:val="clear" w:color="auto" w:fill="F9E0DC" w:themeFill="accent3" w:themeFillTint="33"/>
          <w:lang w:val="es-ES_tradnl"/>
        </w:rPr>
        <w:t>4</w:t>
      </w:r>
      <w:r w:rsidRPr="005E7D6E">
        <w:rPr>
          <w:noProof/>
          <w:shd w:val="clear" w:color="auto" w:fill="F9E0DC" w:themeFill="accent3" w:themeFillTint="33"/>
          <w:lang w:val="es-ES_tradnl"/>
        </w:rPr>
        <w:t>]</w:t>
      </w:r>
    </w:p>
    <w:p w14:paraId="5B337335" w14:textId="77777777" w:rsidR="00F20D29" w:rsidRPr="005E7D6E" w:rsidRDefault="00F20D29" w:rsidP="00C9573D">
      <w:pPr>
        <w:pStyle w:val="RCBody"/>
        <w:spacing w:after="0"/>
        <w:rPr>
          <w:b/>
          <w:bCs/>
          <w:noProof/>
          <w:lang w:val="es-ES_tradnl"/>
        </w:rPr>
      </w:pPr>
    </w:p>
    <w:p w14:paraId="5ED88041" w14:textId="16FE4117" w:rsidR="00C9573D" w:rsidRPr="005E7D6E" w:rsidRDefault="00C9573D" w:rsidP="00ED3ED5">
      <w:pPr>
        <w:pStyle w:val="RCBody"/>
        <w:spacing w:after="0"/>
        <w:rPr>
          <w:b/>
          <w:bCs/>
          <w:noProof/>
          <w:lang w:val="es-ES_tradnl"/>
        </w:rPr>
      </w:pPr>
      <w:r w:rsidRPr="005E7D6E">
        <w:rPr>
          <w:noProof/>
          <w:highlight w:val="lightGray"/>
          <w:lang w:val="es-ES_tradnl"/>
        </w:rPr>
        <w:t>[</w:t>
      </w:r>
      <w:r w:rsidR="006457DB">
        <w:rPr>
          <w:noProof/>
          <w:highlight w:val="lightGray"/>
          <w:lang w:val="es-ES_tradnl"/>
        </w:rPr>
        <w:t xml:space="preserve">Mostrar sólo a </w:t>
      </w:r>
      <w:r w:rsidR="00ED3ED5">
        <w:rPr>
          <w:i/>
          <w:iCs/>
          <w:noProof/>
          <w:highlight w:val="lightGray"/>
          <w:lang w:val="es-ES_tradnl"/>
        </w:rPr>
        <w:t>Lamorim</w:t>
      </w:r>
      <w:r w:rsidRPr="005E7D6E">
        <w:rPr>
          <w:noProof/>
          <w:highlight w:val="lightGray"/>
          <w:lang w:val="es-ES_tradnl"/>
        </w:rPr>
        <w:t>]</w:t>
      </w:r>
      <w:r w:rsidRPr="005E7D6E">
        <w:rPr>
          <w:noProof/>
          <w:lang w:val="es-ES_tradnl"/>
        </w:rPr>
        <w:t xml:space="preserve"> </w:t>
      </w:r>
      <w:r w:rsidR="006457DB" w:rsidRPr="006457DB">
        <w:rPr>
          <w:b/>
          <w:bCs/>
          <w:noProof/>
          <w:lang w:val="es-ES_tradnl"/>
        </w:rPr>
        <w:t xml:space="preserve">Ahora tenemos algunas preguntas sobre </w:t>
      </w:r>
      <w:r w:rsidR="00FE470E">
        <w:rPr>
          <w:b/>
          <w:bCs/>
          <w:noProof/>
          <w:lang w:val="es-ES_tradnl"/>
        </w:rPr>
        <w:t>t</w:t>
      </w:r>
      <w:r w:rsidR="006457DB" w:rsidRPr="006457DB">
        <w:rPr>
          <w:b/>
          <w:bCs/>
          <w:noProof/>
          <w:lang w:val="es-ES_tradnl"/>
        </w:rPr>
        <w:t>u vida judía.</w:t>
      </w:r>
    </w:p>
    <w:p w14:paraId="4038DA97" w14:textId="2738DEDD" w:rsidR="002925C5" w:rsidRPr="005E7D6E" w:rsidRDefault="002925C5" w:rsidP="002925C5">
      <w:pPr>
        <w:pStyle w:val="RCBody"/>
        <w:spacing w:after="0"/>
        <w:ind w:left="1440"/>
        <w:rPr>
          <w:noProof/>
          <w:lang w:val="es-ES_tradnl"/>
        </w:rPr>
      </w:pPr>
    </w:p>
    <w:p w14:paraId="19DD207D" w14:textId="61B7678A" w:rsidR="002925C5" w:rsidRPr="005E7D6E" w:rsidRDefault="002925C5" w:rsidP="00FE470E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P</w:t>
      </w:r>
      <w:r w:rsidR="006457DB">
        <w:rPr>
          <w:noProof/>
          <w:lang w:val="es-ES_tradnl"/>
        </w:rPr>
        <w:t xml:space="preserve">or favor, </w:t>
      </w:r>
      <w:r w:rsidR="006457DB" w:rsidRPr="006457DB">
        <w:rPr>
          <w:noProof/>
          <w:lang w:val="es-ES_tradnl"/>
        </w:rPr>
        <w:t>indi</w:t>
      </w:r>
      <w:r w:rsidR="00FE470E">
        <w:rPr>
          <w:noProof/>
          <w:lang w:val="es-ES_tradnl"/>
        </w:rPr>
        <w:t>ca</w:t>
      </w:r>
      <w:r w:rsidR="006457DB" w:rsidRPr="006457DB">
        <w:rPr>
          <w:noProof/>
          <w:lang w:val="es-ES_tradnl"/>
        </w:rPr>
        <w:t xml:space="preserve"> cuáles de las siguientes afirmaciones son verdaderas </w:t>
      </w:r>
      <w:r w:rsidR="006457DB">
        <w:rPr>
          <w:noProof/>
          <w:lang w:val="es-ES_tradnl"/>
        </w:rPr>
        <w:t>con re</w:t>
      </w:r>
      <w:r w:rsidR="006457DB" w:rsidRPr="006457DB">
        <w:rPr>
          <w:noProof/>
          <w:lang w:val="es-ES_tradnl"/>
        </w:rPr>
        <w:t>s</w:t>
      </w:r>
      <w:r w:rsidR="006457DB">
        <w:rPr>
          <w:noProof/>
          <w:lang w:val="es-ES_tradnl"/>
        </w:rPr>
        <w:t>pect</w:t>
      </w:r>
      <w:r w:rsidR="006457DB" w:rsidRPr="006457DB">
        <w:rPr>
          <w:noProof/>
          <w:lang w:val="es-ES_tradnl"/>
        </w:rPr>
        <w:t>o</w:t>
      </w:r>
      <w:r w:rsidR="006457DB">
        <w:rPr>
          <w:noProof/>
          <w:lang w:val="es-ES_tradnl"/>
        </w:rPr>
        <w:t xml:space="preserve"> a</w:t>
      </w:r>
      <w:r w:rsidR="006457DB" w:rsidRPr="006457DB">
        <w:rPr>
          <w:noProof/>
          <w:lang w:val="es-ES_tradnl"/>
        </w:rPr>
        <w:t xml:space="preserve"> </w:t>
      </w:r>
      <w:r w:rsidR="00FE470E">
        <w:rPr>
          <w:noProof/>
          <w:lang w:val="es-ES_tradnl"/>
        </w:rPr>
        <w:t>ti</w:t>
      </w:r>
      <w:r w:rsidR="006457DB" w:rsidRPr="006457DB">
        <w:rPr>
          <w:noProof/>
          <w:lang w:val="es-ES_tradnl"/>
        </w:rPr>
        <w:t>. Por favor</w:t>
      </w:r>
      <w:r w:rsidR="006457DB">
        <w:rPr>
          <w:noProof/>
          <w:lang w:val="es-ES_tradnl"/>
        </w:rPr>
        <w:t>,</w:t>
      </w:r>
      <w:r w:rsidR="006457DB" w:rsidRPr="006457DB">
        <w:rPr>
          <w:noProof/>
          <w:lang w:val="es-ES_tradnl"/>
        </w:rPr>
        <w:t xml:space="preserve"> seleccion</w:t>
      </w:r>
      <w:r w:rsidR="00FE470E">
        <w:rPr>
          <w:noProof/>
          <w:lang w:val="es-ES_tradnl"/>
        </w:rPr>
        <w:t>a</w:t>
      </w:r>
      <w:r w:rsidR="006457DB" w:rsidRPr="006457DB">
        <w:rPr>
          <w:noProof/>
          <w:lang w:val="es-ES_tradnl"/>
        </w:rPr>
        <w:t xml:space="preserve"> todas las respuestas válidas</w:t>
      </w:r>
      <w:r w:rsidRPr="005E7D6E">
        <w:rPr>
          <w:noProof/>
          <w:lang w:val="es-ES_tradnl"/>
        </w:rPr>
        <w:t>:</w:t>
      </w:r>
    </w:p>
    <w:p w14:paraId="53341BB3" w14:textId="540BF897" w:rsidR="002925C5" w:rsidRPr="005E7D6E" w:rsidRDefault="006457DB" w:rsidP="006457DB">
      <w:pPr>
        <w:pStyle w:val="RCBody"/>
        <w:numPr>
          <w:ilvl w:val="1"/>
          <w:numId w:val="26"/>
        </w:numPr>
        <w:spacing w:after="0"/>
        <w:rPr>
          <w:noProof/>
          <w:lang w:val="es-ES_tradnl"/>
        </w:rPr>
      </w:pPr>
      <w:r>
        <w:rPr>
          <w:noProof/>
          <w:lang w:val="es-419"/>
        </w:rPr>
        <w:t xml:space="preserve">He celebrado, o planeo celebrar mi </w:t>
      </w:r>
      <w:r w:rsidRPr="00353F7A">
        <w:rPr>
          <w:i/>
          <w:iCs/>
          <w:noProof/>
          <w:lang w:val="es-419"/>
        </w:rPr>
        <w:t>Bar/Bat Mitzvá</w:t>
      </w:r>
      <w:r w:rsidR="00FE470E">
        <w:rPr>
          <w:noProof/>
          <w:lang w:val="es-ES_tradnl"/>
        </w:rPr>
        <w:t>.</w:t>
      </w:r>
    </w:p>
    <w:p w14:paraId="11177606" w14:textId="61AFD0AB" w:rsidR="002925C5" w:rsidRPr="005E7D6E" w:rsidRDefault="006457DB" w:rsidP="006457DB">
      <w:pPr>
        <w:pStyle w:val="RCBody"/>
        <w:numPr>
          <w:ilvl w:val="1"/>
          <w:numId w:val="26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 xml:space="preserve">Participo todos los años en un </w:t>
      </w:r>
      <w:r w:rsidR="002925C5" w:rsidRPr="005E7D6E">
        <w:rPr>
          <w:i/>
          <w:iCs/>
          <w:noProof/>
          <w:lang w:val="es-ES_tradnl"/>
        </w:rPr>
        <w:t>Seder</w:t>
      </w:r>
      <w:r w:rsidR="002925C5" w:rsidRPr="005E7D6E">
        <w:rPr>
          <w:noProof/>
          <w:lang w:val="es-ES_tradnl"/>
        </w:rPr>
        <w:t xml:space="preserve"> </w:t>
      </w:r>
      <w:r>
        <w:rPr>
          <w:noProof/>
          <w:lang w:val="es-ES_tradnl"/>
        </w:rPr>
        <w:t>de</w:t>
      </w:r>
      <w:r w:rsidR="002925C5" w:rsidRPr="005E7D6E">
        <w:rPr>
          <w:noProof/>
          <w:lang w:val="es-ES_tradnl"/>
        </w:rPr>
        <w:t xml:space="preserve"> </w:t>
      </w:r>
      <w:r w:rsidR="002925C5" w:rsidRPr="00353F7A">
        <w:rPr>
          <w:i/>
          <w:iCs/>
          <w:noProof/>
          <w:lang w:val="es-ES_tradnl"/>
        </w:rPr>
        <w:t>P</w:t>
      </w:r>
      <w:r w:rsidRPr="00353F7A">
        <w:rPr>
          <w:i/>
          <w:iCs/>
          <w:noProof/>
          <w:lang w:val="es-ES_tradnl"/>
        </w:rPr>
        <w:t>es</w:t>
      </w:r>
      <w:r w:rsidR="002925C5" w:rsidRPr="00353F7A">
        <w:rPr>
          <w:i/>
          <w:iCs/>
          <w:noProof/>
          <w:lang w:val="es-ES_tradnl"/>
        </w:rPr>
        <w:t>a</w:t>
      </w:r>
      <w:r w:rsidRPr="00353F7A">
        <w:rPr>
          <w:i/>
          <w:iCs/>
          <w:noProof/>
          <w:lang w:val="es-ES_tradnl"/>
        </w:rPr>
        <w:t>j</w:t>
      </w:r>
      <w:r>
        <w:rPr>
          <w:noProof/>
          <w:lang w:val="es-ES_tradnl"/>
        </w:rPr>
        <w:t>.</w:t>
      </w:r>
    </w:p>
    <w:p w14:paraId="4C178F68" w14:textId="068E8801" w:rsidR="002925C5" w:rsidRPr="005E7D6E" w:rsidRDefault="006457DB" w:rsidP="006457DB">
      <w:pPr>
        <w:pStyle w:val="RCBody"/>
        <w:numPr>
          <w:ilvl w:val="1"/>
          <w:numId w:val="26"/>
        </w:numPr>
        <w:spacing w:after="0"/>
        <w:rPr>
          <w:noProof/>
          <w:lang w:val="es-ES_tradnl"/>
        </w:rPr>
      </w:pPr>
      <w:r w:rsidRPr="00A123F4">
        <w:rPr>
          <w:noProof/>
          <w:lang w:val="es-419"/>
        </w:rPr>
        <w:t>Viv</w:t>
      </w:r>
      <w:r>
        <w:rPr>
          <w:noProof/>
          <w:lang w:val="es-419"/>
        </w:rPr>
        <w:t>o</w:t>
      </w:r>
      <w:r w:rsidRPr="00A123F4">
        <w:rPr>
          <w:noProof/>
          <w:lang w:val="es-419"/>
        </w:rPr>
        <w:t xml:space="preserve"> en una casa en la que se señala el </w:t>
      </w:r>
      <w:r w:rsidRPr="00353F7A">
        <w:rPr>
          <w:i/>
          <w:iCs/>
          <w:noProof/>
          <w:lang w:val="es-419"/>
        </w:rPr>
        <w:t>Shabat</w:t>
      </w:r>
      <w:r w:rsidRPr="00A123F4">
        <w:rPr>
          <w:noProof/>
          <w:lang w:val="es-419"/>
        </w:rPr>
        <w:t xml:space="preserve"> de manera diferente al resto</w:t>
      </w:r>
      <w:r>
        <w:rPr>
          <w:noProof/>
          <w:lang w:val="es-419"/>
        </w:rPr>
        <w:t xml:space="preserve"> d</w:t>
      </w:r>
      <w:r w:rsidRPr="00A123F4">
        <w:rPr>
          <w:noProof/>
          <w:lang w:val="es-419"/>
        </w:rPr>
        <w:t xml:space="preserve">e </w:t>
      </w:r>
      <w:r>
        <w:rPr>
          <w:noProof/>
          <w:lang w:val="es-419"/>
        </w:rPr>
        <w:t>la s</w:t>
      </w:r>
      <w:r w:rsidRPr="00A123F4">
        <w:rPr>
          <w:noProof/>
          <w:lang w:val="es-419"/>
        </w:rPr>
        <w:t>e</w:t>
      </w:r>
      <w:r>
        <w:rPr>
          <w:noProof/>
          <w:lang w:val="es-419"/>
        </w:rPr>
        <w:t>mana</w:t>
      </w:r>
      <w:r>
        <w:rPr>
          <w:noProof/>
          <w:lang w:val="es-ES_tradnl"/>
        </w:rPr>
        <w:t>.</w:t>
      </w:r>
    </w:p>
    <w:p w14:paraId="3EE570B5" w14:textId="4BBB0FF8" w:rsidR="002925C5" w:rsidRPr="005E7D6E" w:rsidRDefault="006457DB" w:rsidP="006457DB">
      <w:pPr>
        <w:pStyle w:val="RCBody"/>
        <w:numPr>
          <w:ilvl w:val="1"/>
          <w:numId w:val="26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 xml:space="preserve">He </w:t>
      </w:r>
      <w:r w:rsidR="002925C5" w:rsidRPr="005E7D6E">
        <w:rPr>
          <w:noProof/>
          <w:lang w:val="es-ES_tradnl"/>
        </w:rPr>
        <w:t>visit</w:t>
      </w:r>
      <w:r>
        <w:rPr>
          <w:noProof/>
          <w:lang w:val="es-ES_tradnl"/>
        </w:rPr>
        <w:t>a</w:t>
      </w:r>
      <w:r w:rsidR="002925C5" w:rsidRPr="005E7D6E">
        <w:rPr>
          <w:noProof/>
          <w:lang w:val="es-ES_tradnl"/>
        </w:rPr>
        <w:t>d</w:t>
      </w:r>
      <w:r>
        <w:rPr>
          <w:noProof/>
          <w:lang w:val="es-ES_tradnl"/>
        </w:rPr>
        <w:t>o</w:t>
      </w:r>
      <w:r w:rsidR="002925C5" w:rsidRPr="005E7D6E">
        <w:rPr>
          <w:noProof/>
          <w:lang w:val="es-ES_tradnl"/>
        </w:rPr>
        <w:t xml:space="preserve"> Israel</w:t>
      </w:r>
      <w:r>
        <w:rPr>
          <w:noProof/>
          <w:lang w:val="es-ES_tradnl"/>
        </w:rPr>
        <w:t>.</w:t>
      </w:r>
    </w:p>
    <w:p w14:paraId="0321A720" w14:textId="21A607F8" w:rsidR="002925C5" w:rsidRPr="005E7D6E" w:rsidRDefault="006457DB" w:rsidP="006457DB">
      <w:pPr>
        <w:pStyle w:val="RCBody"/>
        <w:numPr>
          <w:ilvl w:val="1"/>
          <w:numId w:val="26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 xml:space="preserve">Me gustaría </w:t>
      </w:r>
      <w:r w:rsidR="002925C5" w:rsidRPr="005E7D6E">
        <w:rPr>
          <w:noProof/>
          <w:lang w:val="es-ES_tradnl"/>
        </w:rPr>
        <w:t>visit</w:t>
      </w:r>
      <w:r>
        <w:rPr>
          <w:noProof/>
          <w:lang w:val="es-ES_tradnl"/>
        </w:rPr>
        <w:t>ar</w:t>
      </w:r>
      <w:r w:rsidR="002925C5" w:rsidRPr="005E7D6E">
        <w:rPr>
          <w:noProof/>
          <w:lang w:val="es-ES_tradnl"/>
        </w:rPr>
        <w:t xml:space="preserve"> Israel </w:t>
      </w:r>
      <w:r>
        <w:rPr>
          <w:noProof/>
          <w:lang w:val="es-ES_tradnl"/>
        </w:rPr>
        <w:t>e</w:t>
      </w:r>
      <w:r w:rsidR="002925C5" w:rsidRPr="005E7D6E">
        <w:rPr>
          <w:noProof/>
          <w:lang w:val="es-ES_tradnl"/>
        </w:rPr>
        <w:t>n e</w:t>
      </w:r>
      <w:r>
        <w:rPr>
          <w:noProof/>
          <w:lang w:val="es-ES_tradnl"/>
        </w:rPr>
        <w:t>l</w:t>
      </w:r>
      <w:r w:rsidR="002925C5" w:rsidRPr="005E7D6E">
        <w:rPr>
          <w:noProof/>
          <w:lang w:val="es-ES_tradnl"/>
        </w:rPr>
        <w:t xml:space="preserve"> futur</w:t>
      </w:r>
      <w:r>
        <w:rPr>
          <w:noProof/>
          <w:lang w:val="es-ES_tradnl"/>
        </w:rPr>
        <w:t>o.</w:t>
      </w:r>
    </w:p>
    <w:p w14:paraId="3D152229" w14:textId="43392665" w:rsidR="002925C5" w:rsidRPr="005E7D6E" w:rsidRDefault="002925C5" w:rsidP="006457DB">
      <w:pPr>
        <w:pStyle w:val="RCBody"/>
        <w:numPr>
          <w:ilvl w:val="1"/>
          <w:numId w:val="26"/>
        </w:numPr>
        <w:spacing w:after="0"/>
        <w:rPr>
          <w:noProof/>
          <w:lang w:val="es-ES_tradnl"/>
        </w:rPr>
      </w:pPr>
      <w:r w:rsidRPr="005E7D6E">
        <w:rPr>
          <w:noProof/>
          <w:highlight w:val="lightGray"/>
          <w:lang w:val="es-ES_tradnl"/>
        </w:rPr>
        <w:t>[</w:t>
      </w:r>
      <w:r w:rsidR="006457DB">
        <w:rPr>
          <w:noProof/>
          <w:highlight w:val="lightGray"/>
          <w:lang w:val="es-ES_tradnl"/>
        </w:rPr>
        <w:t>Para</w:t>
      </w:r>
      <w:r w:rsidRPr="005E7D6E">
        <w:rPr>
          <w:noProof/>
          <w:highlight w:val="lightGray"/>
          <w:lang w:val="es-ES_tradnl"/>
        </w:rPr>
        <w:t xml:space="preserve"> </w:t>
      </w:r>
      <w:r w:rsidR="006457DB">
        <w:rPr>
          <w:noProof/>
          <w:highlight w:val="lightGray"/>
          <w:lang w:val="es-ES_tradnl"/>
        </w:rPr>
        <w:t xml:space="preserve">América </w:t>
      </w:r>
      <w:r w:rsidRPr="005E7D6E">
        <w:rPr>
          <w:noProof/>
          <w:highlight w:val="lightGray"/>
          <w:lang w:val="es-ES_tradnl"/>
        </w:rPr>
        <w:t>Latin</w:t>
      </w:r>
      <w:r w:rsidR="006457DB">
        <w:rPr>
          <w:noProof/>
          <w:highlight w:val="lightGray"/>
          <w:lang w:val="es-ES_tradnl"/>
        </w:rPr>
        <w:t>a</w:t>
      </w:r>
      <w:r w:rsidR="006457DB" w:rsidRPr="006457DB">
        <w:rPr>
          <w:noProof/>
          <w:lang w:val="es-419"/>
        </w:rPr>
        <w:t xml:space="preserve"> </w:t>
      </w:r>
      <w:r w:rsidR="006457DB">
        <w:rPr>
          <w:noProof/>
          <w:lang w:val="es-419"/>
        </w:rPr>
        <w:t xml:space="preserve">Tengo un progenitor que va a la </w:t>
      </w:r>
      <w:r w:rsidR="006457DB" w:rsidRPr="0017599B">
        <w:rPr>
          <w:noProof/>
          <w:lang w:val="es-419"/>
        </w:rPr>
        <w:t>s</w:t>
      </w:r>
      <w:r w:rsidR="006457DB">
        <w:rPr>
          <w:noProof/>
          <w:lang w:val="es-419"/>
        </w:rPr>
        <w:t>i</w:t>
      </w:r>
      <w:r w:rsidR="006457DB" w:rsidRPr="0017599B">
        <w:rPr>
          <w:noProof/>
          <w:lang w:val="es-419"/>
        </w:rPr>
        <w:t>nagoga</w:t>
      </w:r>
      <w:r w:rsidR="006457DB">
        <w:rPr>
          <w:noProof/>
          <w:lang w:val="es-419"/>
        </w:rPr>
        <w:t xml:space="preserve"> a</w:t>
      </w:r>
      <w:r w:rsidR="006457DB" w:rsidRPr="0017599B">
        <w:rPr>
          <w:noProof/>
          <w:lang w:val="es-419"/>
        </w:rPr>
        <w:t>l</w:t>
      </w:r>
      <w:r w:rsidR="006457DB">
        <w:rPr>
          <w:noProof/>
          <w:lang w:val="es-419"/>
        </w:rPr>
        <w:t xml:space="preserve"> m</w:t>
      </w:r>
      <w:r w:rsidR="006457DB" w:rsidRPr="0017599B">
        <w:rPr>
          <w:noProof/>
          <w:lang w:val="es-419"/>
        </w:rPr>
        <w:t>e</w:t>
      </w:r>
      <w:r w:rsidR="006457DB">
        <w:rPr>
          <w:noProof/>
          <w:lang w:val="es-419"/>
        </w:rPr>
        <w:t>no</w:t>
      </w:r>
      <w:r w:rsidR="006457DB" w:rsidRPr="0017599B">
        <w:rPr>
          <w:noProof/>
          <w:lang w:val="es-419"/>
        </w:rPr>
        <w:t>s</w:t>
      </w:r>
      <w:r w:rsidR="006457DB">
        <w:rPr>
          <w:noProof/>
          <w:lang w:val="es-419"/>
        </w:rPr>
        <w:t xml:space="preserve"> una vez al </w:t>
      </w:r>
      <w:r w:rsidRPr="005E7D6E">
        <w:rPr>
          <w:noProof/>
          <w:lang w:val="es-ES_tradnl"/>
        </w:rPr>
        <w:t>a</w:t>
      </w:r>
      <w:r w:rsidR="006457DB">
        <w:rPr>
          <w:noProof/>
          <w:lang w:val="es-ES_tradnl"/>
        </w:rPr>
        <w:t>ño.</w:t>
      </w:r>
    </w:p>
    <w:p w14:paraId="6ECC46D3" w14:textId="2B3942C4" w:rsidR="002925C5" w:rsidRPr="005E7D6E" w:rsidRDefault="00841660" w:rsidP="00841660">
      <w:pPr>
        <w:pStyle w:val="RCBody"/>
        <w:numPr>
          <w:ilvl w:val="1"/>
          <w:numId w:val="26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>Tengo</w:t>
      </w:r>
      <w:r w:rsidRPr="00841660">
        <w:rPr>
          <w:noProof/>
          <w:lang w:val="es-419"/>
        </w:rPr>
        <w:t xml:space="preserve"> </w:t>
      </w:r>
      <w:r>
        <w:rPr>
          <w:noProof/>
          <w:lang w:val="es-419"/>
        </w:rPr>
        <w:t xml:space="preserve">un progenitor que va a la </w:t>
      </w:r>
      <w:r w:rsidRPr="0017599B">
        <w:rPr>
          <w:noProof/>
          <w:lang w:val="es-419"/>
        </w:rPr>
        <w:t>s</w:t>
      </w:r>
      <w:r>
        <w:rPr>
          <w:noProof/>
          <w:lang w:val="es-419"/>
        </w:rPr>
        <w:t>i</w:t>
      </w:r>
      <w:r w:rsidRPr="0017599B">
        <w:rPr>
          <w:noProof/>
          <w:lang w:val="es-419"/>
        </w:rPr>
        <w:t>nagoga</w:t>
      </w:r>
      <w:r>
        <w:rPr>
          <w:noProof/>
          <w:lang w:val="es-419"/>
        </w:rPr>
        <w:t xml:space="preserve"> a</w:t>
      </w:r>
      <w:r w:rsidRPr="0017599B">
        <w:rPr>
          <w:noProof/>
          <w:lang w:val="es-419"/>
        </w:rPr>
        <w:t>l</w:t>
      </w:r>
      <w:r>
        <w:rPr>
          <w:noProof/>
          <w:lang w:val="es-419"/>
        </w:rPr>
        <w:t xml:space="preserve"> m</w:t>
      </w:r>
      <w:r w:rsidRPr="0017599B">
        <w:rPr>
          <w:noProof/>
          <w:lang w:val="es-419"/>
        </w:rPr>
        <w:t>e</w:t>
      </w:r>
      <w:r>
        <w:rPr>
          <w:noProof/>
          <w:lang w:val="es-419"/>
        </w:rPr>
        <w:t>no</w:t>
      </w:r>
      <w:r w:rsidRPr="0017599B">
        <w:rPr>
          <w:noProof/>
          <w:lang w:val="es-419"/>
        </w:rPr>
        <w:t>s</w:t>
      </w:r>
      <w:r>
        <w:rPr>
          <w:noProof/>
          <w:lang w:val="es-419"/>
        </w:rPr>
        <w:t xml:space="preserve"> una vez al</w:t>
      </w:r>
      <w:r w:rsidR="002925C5" w:rsidRPr="005E7D6E">
        <w:rPr>
          <w:noProof/>
          <w:lang w:val="es-ES_tradnl"/>
        </w:rPr>
        <w:t xml:space="preserve"> </w:t>
      </w:r>
      <w:r>
        <w:rPr>
          <w:noProof/>
          <w:lang w:val="es-ES_tradnl"/>
        </w:rPr>
        <w:t>mes.</w:t>
      </w:r>
    </w:p>
    <w:p w14:paraId="67EE91DD" w14:textId="48DDABC8" w:rsidR="001E5103" w:rsidRPr="005E7D6E" w:rsidRDefault="001E5103" w:rsidP="001E5103">
      <w:pPr>
        <w:pStyle w:val="RCBody"/>
        <w:spacing w:after="0"/>
        <w:ind w:left="1440"/>
        <w:rPr>
          <w:noProof/>
          <w:lang w:val="es-ES_tradnl"/>
        </w:rPr>
      </w:pPr>
    </w:p>
    <w:p w14:paraId="1B742B56" w14:textId="139316B9" w:rsidR="006C0081" w:rsidRPr="005E7D6E" w:rsidRDefault="00841660" w:rsidP="00353F7A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>¿</w:t>
      </w:r>
      <w:r w:rsidRPr="00841660">
        <w:rPr>
          <w:noProof/>
          <w:lang w:val="es-ES_tradnl"/>
        </w:rPr>
        <w:t>Durante cuántos años ha</w:t>
      </w:r>
      <w:r>
        <w:rPr>
          <w:noProof/>
          <w:lang w:val="es-ES_tradnl"/>
        </w:rPr>
        <w:t>s</w:t>
      </w:r>
      <w:r w:rsidRPr="00841660">
        <w:rPr>
          <w:noProof/>
          <w:lang w:val="es-ES_tradnl"/>
        </w:rPr>
        <w:t xml:space="preserve"> asistido a cada un</w:t>
      </w:r>
      <w:r w:rsidR="00353F7A">
        <w:rPr>
          <w:noProof/>
          <w:lang w:val="es-ES_tradnl"/>
        </w:rPr>
        <w:t>a</w:t>
      </w:r>
      <w:r w:rsidRPr="00841660">
        <w:rPr>
          <w:noProof/>
          <w:lang w:val="es-ES_tradnl"/>
        </w:rPr>
        <w:t xml:space="preserve"> de l</w:t>
      </w:r>
      <w:r w:rsidR="00353F7A">
        <w:rPr>
          <w:noProof/>
          <w:lang w:val="es-ES_tradnl"/>
        </w:rPr>
        <w:t>a</w:t>
      </w:r>
      <w:r w:rsidRPr="00841660">
        <w:rPr>
          <w:noProof/>
          <w:lang w:val="es-ES_tradnl"/>
        </w:rPr>
        <w:t>s siguientes</w:t>
      </w:r>
      <w:r w:rsidR="00353F7A">
        <w:rPr>
          <w:noProof/>
          <w:lang w:val="es-ES_tradnl"/>
        </w:rPr>
        <w:t xml:space="preserve"> actividades</w:t>
      </w:r>
      <w:r w:rsidR="006C0081" w:rsidRPr="005E7D6E">
        <w:rPr>
          <w:noProof/>
          <w:lang w:val="es-ES_tradnl"/>
        </w:rPr>
        <w:t>?</w:t>
      </w:r>
    </w:p>
    <w:p w14:paraId="766FBB30" w14:textId="1068C665" w:rsidR="006C0081" w:rsidRPr="005E7D6E" w:rsidRDefault="006C0081" w:rsidP="00841660">
      <w:pPr>
        <w:pStyle w:val="RCBody"/>
        <w:spacing w:after="0"/>
        <w:ind w:left="720"/>
        <w:rPr>
          <w:i/>
          <w:iCs/>
          <w:noProof/>
          <w:lang w:val="es-ES_tradnl"/>
        </w:rPr>
      </w:pPr>
      <w:r w:rsidRPr="005E7D6E">
        <w:rPr>
          <w:i/>
          <w:iCs/>
          <w:noProof/>
          <w:lang w:val="es-ES_tradnl"/>
        </w:rPr>
        <w:t>(</w:t>
      </w:r>
      <w:r w:rsidR="00841660" w:rsidRPr="00841660">
        <w:rPr>
          <w:i/>
          <w:iCs/>
          <w:noProof/>
          <w:lang w:val="es-ES_tradnl"/>
        </w:rPr>
        <w:t>Para actividades de temporada, como campamentos de verano, cuent</w:t>
      </w:r>
      <w:r w:rsidR="00841660">
        <w:rPr>
          <w:i/>
          <w:iCs/>
          <w:noProof/>
          <w:lang w:val="es-ES_tradnl"/>
        </w:rPr>
        <w:t>a cada temporada como un año</w:t>
      </w:r>
      <w:r w:rsidRPr="005E7D6E">
        <w:rPr>
          <w:i/>
          <w:iCs/>
          <w:noProof/>
          <w:lang w:val="es-ES_tradnl"/>
        </w:rPr>
        <w:t>)</w:t>
      </w:r>
    </w:p>
    <w:tbl>
      <w:tblPr>
        <w:tblStyle w:val="ab"/>
        <w:tblW w:w="9049" w:type="dxa"/>
        <w:tblInd w:w="720" w:type="dxa"/>
        <w:tblLook w:val="04A0" w:firstRow="1" w:lastRow="0" w:firstColumn="1" w:lastColumn="0" w:noHBand="0" w:noVBand="1"/>
      </w:tblPr>
      <w:tblGrid>
        <w:gridCol w:w="4675"/>
        <w:gridCol w:w="900"/>
        <w:gridCol w:w="1170"/>
        <w:gridCol w:w="1008"/>
        <w:gridCol w:w="1296"/>
      </w:tblGrid>
      <w:tr w:rsidR="006C0081" w:rsidRPr="005E7D6E" w14:paraId="4DD82031" w14:textId="77777777" w:rsidTr="006C0081">
        <w:tc>
          <w:tcPr>
            <w:tcW w:w="4675" w:type="dxa"/>
          </w:tcPr>
          <w:p w14:paraId="56586136" w14:textId="77777777" w:rsidR="006C0081" w:rsidRPr="005E7D6E" w:rsidRDefault="006C0081" w:rsidP="006457DB">
            <w:pPr>
              <w:pStyle w:val="RCBody"/>
              <w:spacing w:after="0"/>
              <w:rPr>
                <w:noProof/>
                <w:lang w:val="es-ES_tradnl"/>
              </w:rPr>
            </w:pP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7964709" w14:textId="04A17A43" w:rsidR="006C0081" w:rsidRPr="005E7D6E" w:rsidRDefault="006C0081" w:rsidP="00841660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N</w:t>
            </w:r>
            <w:r w:rsidR="00841660">
              <w:rPr>
                <w:noProof/>
                <w:color w:val="FFFFFF" w:themeColor="background1"/>
                <w:lang w:val="es-ES_tradnl"/>
              </w:rPr>
              <w:t>unca</w:t>
            </w:r>
          </w:p>
        </w:tc>
        <w:tc>
          <w:tcPr>
            <w:tcW w:w="117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B2FE5C1" w14:textId="493229C7" w:rsidR="006C0081" w:rsidRPr="005E7D6E" w:rsidRDefault="006C0081" w:rsidP="00841660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 xml:space="preserve">1 </w:t>
            </w:r>
            <w:r w:rsidR="00841660">
              <w:rPr>
                <w:noProof/>
                <w:color w:val="FFFFFF" w:themeColor="background1"/>
                <w:lang w:val="es-ES_tradnl"/>
              </w:rPr>
              <w:t xml:space="preserve">año </w:t>
            </w:r>
            <w:r w:rsidRPr="005E7D6E">
              <w:rPr>
                <w:noProof/>
                <w:color w:val="FFFFFF" w:themeColor="background1"/>
                <w:lang w:val="es-ES_tradnl"/>
              </w:rPr>
              <w:t xml:space="preserve">o </w:t>
            </w:r>
            <w:r w:rsidR="00841660">
              <w:rPr>
                <w:noProof/>
                <w:color w:val="FFFFFF" w:themeColor="background1"/>
                <w:lang w:val="es-ES_tradnl"/>
              </w:rPr>
              <w:t>m</w:t>
            </w:r>
            <w:r w:rsidRPr="005E7D6E">
              <w:rPr>
                <w:noProof/>
                <w:color w:val="FFFFFF" w:themeColor="background1"/>
                <w:lang w:val="es-ES_tradnl"/>
              </w:rPr>
              <w:t>e</w:t>
            </w:r>
            <w:r w:rsidR="00841660">
              <w:rPr>
                <w:noProof/>
                <w:color w:val="FFFFFF" w:themeColor="background1"/>
                <w:lang w:val="es-ES_tradnl"/>
              </w:rPr>
              <w:t>no</w:t>
            </w:r>
            <w:r w:rsidRPr="005E7D6E">
              <w:rPr>
                <w:noProof/>
                <w:color w:val="FFFFFF" w:themeColor="background1"/>
                <w:lang w:val="es-ES_tradnl"/>
              </w:rPr>
              <w:t>s</w:t>
            </w:r>
          </w:p>
        </w:tc>
        <w:tc>
          <w:tcPr>
            <w:tcW w:w="100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78E13DF" w14:textId="2F44F1F7" w:rsidR="006C0081" w:rsidRPr="005E7D6E" w:rsidRDefault="006C0081" w:rsidP="00841660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 xml:space="preserve">2-3 </w:t>
            </w:r>
            <w:r w:rsidR="00841660">
              <w:rPr>
                <w:noProof/>
                <w:color w:val="FFFFFF" w:themeColor="background1"/>
                <w:lang w:val="es-ES_tradnl"/>
              </w:rPr>
              <w:t>años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209D4E78" w14:textId="4CA94D19" w:rsidR="006C0081" w:rsidRPr="005E7D6E" w:rsidRDefault="006C0081" w:rsidP="00841660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4 a</w:t>
            </w:r>
            <w:r w:rsidR="00841660">
              <w:rPr>
                <w:noProof/>
                <w:color w:val="FFFFFF" w:themeColor="background1"/>
                <w:lang w:val="es-ES_tradnl"/>
              </w:rPr>
              <w:t>ño</w:t>
            </w:r>
            <w:r w:rsidRPr="005E7D6E">
              <w:rPr>
                <w:noProof/>
                <w:color w:val="FFFFFF" w:themeColor="background1"/>
                <w:lang w:val="es-ES_tradnl"/>
              </w:rPr>
              <w:t>s o m</w:t>
            </w:r>
            <w:r w:rsidR="00841660">
              <w:rPr>
                <w:noProof/>
                <w:color w:val="FFFFFF" w:themeColor="background1"/>
                <w:lang w:val="es-ES_tradnl"/>
              </w:rPr>
              <w:t>ás</w:t>
            </w:r>
          </w:p>
        </w:tc>
      </w:tr>
      <w:tr w:rsidR="006C0081" w:rsidRPr="005E7D6E" w14:paraId="567AA76A" w14:textId="77777777" w:rsidTr="006C0081">
        <w:tc>
          <w:tcPr>
            <w:tcW w:w="4675" w:type="dxa"/>
          </w:tcPr>
          <w:p w14:paraId="7757E664" w14:textId="5317C543" w:rsidR="006C0081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Un campamento judío</w:t>
            </w:r>
          </w:p>
        </w:tc>
        <w:tc>
          <w:tcPr>
            <w:tcW w:w="900" w:type="dxa"/>
            <w:vAlign w:val="center"/>
          </w:tcPr>
          <w:p w14:paraId="022E8E6E" w14:textId="77777777" w:rsidR="006C0081" w:rsidRPr="005E7D6E" w:rsidRDefault="006C008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70" w:type="dxa"/>
            <w:vAlign w:val="center"/>
          </w:tcPr>
          <w:p w14:paraId="4F1ACE6D" w14:textId="77777777" w:rsidR="006C0081" w:rsidRPr="005E7D6E" w:rsidRDefault="006C008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008" w:type="dxa"/>
            <w:vAlign w:val="center"/>
          </w:tcPr>
          <w:p w14:paraId="526E1BD7" w14:textId="77777777" w:rsidR="006C0081" w:rsidRPr="005E7D6E" w:rsidRDefault="006C008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652EFBB1" w14:textId="77777777" w:rsidR="006C0081" w:rsidRPr="005E7D6E" w:rsidRDefault="006C008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C0081" w:rsidRPr="005E7D6E" w14:paraId="060F74CF" w14:textId="77777777" w:rsidTr="006C0081">
        <w:tc>
          <w:tcPr>
            <w:tcW w:w="4675" w:type="dxa"/>
          </w:tcPr>
          <w:p w14:paraId="3A757FD9" w14:textId="00FF0815" w:rsidR="006C0081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Un grupo juvenil judío</w:t>
            </w:r>
          </w:p>
        </w:tc>
        <w:tc>
          <w:tcPr>
            <w:tcW w:w="900" w:type="dxa"/>
            <w:vAlign w:val="center"/>
          </w:tcPr>
          <w:p w14:paraId="48B688B7" w14:textId="77777777" w:rsidR="006C0081" w:rsidRPr="005E7D6E" w:rsidRDefault="006C008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70" w:type="dxa"/>
            <w:vAlign w:val="center"/>
          </w:tcPr>
          <w:p w14:paraId="1DA7A901" w14:textId="77777777" w:rsidR="006C0081" w:rsidRPr="005E7D6E" w:rsidRDefault="006C008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008" w:type="dxa"/>
            <w:vAlign w:val="center"/>
          </w:tcPr>
          <w:p w14:paraId="440B3AA5" w14:textId="77777777" w:rsidR="006C0081" w:rsidRPr="005E7D6E" w:rsidRDefault="006C008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7DD59704" w14:textId="77777777" w:rsidR="006C0081" w:rsidRPr="005E7D6E" w:rsidRDefault="006C008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C0081" w:rsidRPr="005E7D6E" w14:paraId="0BF5C6DD" w14:textId="77777777" w:rsidTr="006C0081">
        <w:tc>
          <w:tcPr>
            <w:tcW w:w="4675" w:type="dxa"/>
          </w:tcPr>
          <w:p w14:paraId="1A00E286" w14:textId="3C278EF2" w:rsidR="006C0081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 xml:space="preserve">Un centro </w:t>
            </w:r>
            <w:r w:rsidR="006C0081" w:rsidRPr="005E7D6E">
              <w:rPr>
                <w:noProof/>
                <w:lang w:val="es-ES_tradnl"/>
              </w:rPr>
              <w:t>comunit</w:t>
            </w:r>
            <w:r>
              <w:rPr>
                <w:noProof/>
                <w:lang w:val="es-ES_tradnl"/>
              </w:rPr>
              <w:t>ario</w:t>
            </w:r>
            <w:r w:rsidR="006C0081" w:rsidRPr="005E7D6E">
              <w:rPr>
                <w:noProof/>
                <w:lang w:val="es-ES_tradnl"/>
              </w:rPr>
              <w:t>/</w:t>
            </w:r>
            <w:r>
              <w:rPr>
                <w:noProof/>
                <w:lang w:val="es-ES_tradnl"/>
              </w:rPr>
              <w:t>club de</w:t>
            </w:r>
            <w:r w:rsidR="006C0081" w:rsidRPr="005E7D6E">
              <w:rPr>
                <w:noProof/>
                <w:lang w:val="es-ES_tradnl"/>
              </w:rPr>
              <w:t>port</w:t>
            </w:r>
            <w:r>
              <w:rPr>
                <w:noProof/>
                <w:lang w:val="es-ES_tradnl"/>
              </w:rPr>
              <w:t>ivo judío</w:t>
            </w:r>
          </w:p>
        </w:tc>
        <w:tc>
          <w:tcPr>
            <w:tcW w:w="900" w:type="dxa"/>
            <w:vAlign w:val="center"/>
          </w:tcPr>
          <w:p w14:paraId="2EFEE06F" w14:textId="77777777" w:rsidR="006C0081" w:rsidRPr="005E7D6E" w:rsidRDefault="006C008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70" w:type="dxa"/>
            <w:vAlign w:val="center"/>
          </w:tcPr>
          <w:p w14:paraId="02F4CD2E" w14:textId="77777777" w:rsidR="006C0081" w:rsidRPr="005E7D6E" w:rsidRDefault="006C008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008" w:type="dxa"/>
            <w:vAlign w:val="center"/>
          </w:tcPr>
          <w:p w14:paraId="047022CC" w14:textId="77777777" w:rsidR="006C0081" w:rsidRPr="005E7D6E" w:rsidRDefault="006C008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5CF3B1B8" w14:textId="77777777" w:rsidR="006C0081" w:rsidRPr="005E7D6E" w:rsidRDefault="006C008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</w:tbl>
    <w:p w14:paraId="5BE1BED8" w14:textId="77777777" w:rsidR="006C0081" w:rsidRPr="005E7D6E" w:rsidRDefault="006C0081" w:rsidP="006C0081">
      <w:pPr>
        <w:pStyle w:val="RCBody"/>
        <w:spacing w:after="0"/>
        <w:ind w:left="720"/>
        <w:rPr>
          <w:noProof/>
          <w:lang w:val="es-ES_tradnl"/>
        </w:rPr>
      </w:pPr>
    </w:p>
    <w:p w14:paraId="1C87EB6E" w14:textId="209C242E" w:rsidR="002925C5" w:rsidRPr="005E7D6E" w:rsidRDefault="00841660" w:rsidP="00841660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841660">
        <w:rPr>
          <w:noProof/>
          <w:lang w:val="es-ES_tradnl"/>
        </w:rPr>
        <w:t>¿Con qué frecuencia</w:t>
      </w:r>
      <w:r w:rsidR="00FE470E">
        <w:rPr>
          <w:noProof/>
          <w:lang w:val="es-ES_tradnl"/>
        </w:rPr>
        <w:t>?</w:t>
      </w:r>
      <w:r w:rsidRPr="00841660">
        <w:rPr>
          <w:noProof/>
          <w:lang w:val="es-ES_tradnl"/>
        </w:rPr>
        <w:t>...</w:t>
      </w:r>
    </w:p>
    <w:tbl>
      <w:tblPr>
        <w:tblStyle w:val="ab"/>
        <w:tblW w:w="9240" w:type="dxa"/>
        <w:tblInd w:w="720" w:type="dxa"/>
        <w:tblLook w:val="04A0" w:firstRow="1" w:lastRow="0" w:firstColumn="1" w:lastColumn="0" w:noHBand="0" w:noVBand="1"/>
      </w:tblPr>
      <w:tblGrid>
        <w:gridCol w:w="4025"/>
        <w:gridCol w:w="850"/>
        <w:gridCol w:w="1247"/>
        <w:gridCol w:w="1417"/>
        <w:gridCol w:w="1701"/>
      </w:tblGrid>
      <w:tr w:rsidR="00841660" w:rsidRPr="005E7D6E" w14:paraId="4F34C47D" w14:textId="77777777" w:rsidTr="00FE470E">
        <w:tc>
          <w:tcPr>
            <w:tcW w:w="4025" w:type="dxa"/>
          </w:tcPr>
          <w:p w14:paraId="255F97CE" w14:textId="77777777" w:rsidR="00C9573D" w:rsidRPr="005E7D6E" w:rsidRDefault="00C9573D" w:rsidP="002925C5">
            <w:pPr>
              <w:pStyle w:val="RCBody"/>
              <w:spacing w:after="0"/>
              <w:rPr>
                <w:noProof/>
                <w:lang w:val="es-ES_tradnl"/>
              </w:rPr>
            </w:pPr>
          </w:p>
        </w:tc>
        <w:tc>
          <w:tcPr>
            <w:tcW w:w="85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F4F8031" w14:textId="69962731" w:rsidR="00C9573D" w:rsidRPr="005E7D6E" w:rsidRDefault="00C9573D" w:rsidP="00841660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N</w:t>
            </w:r>
            <w:r w:rsidR="00841660">
              <w:rPr>
                <w:noProof/>
                <w:color w:val="FFFFFF" w:themeColor="background1"/>
                <w:lang w:val="es-ES_tradnl"/>
              </w:rPr>
              <w:t>unca</w:t>
            </w:r>
          </w:p>
        </w:tc>
        <w:tc>
          <w:tcPr>
            <w:tcW w:w="124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7F5C726" w14:textId="52825EE6" w:rsidR="00C9573D" w:rsidRPr="005E7D6E" w:rsidRDefault="00C9573D" w:rsidP="002925C5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R</w:t>
            </w:r>
            <w:r w:rsidR="00841660">
              <w:rPr>
                <w:noProof/>
                <w:color w:val="FFFFFF" w:themeColor="background1"/>
                <w:lang w:val="es-ES_tradnl"/>
              </w:rPr>
              <w:t>aramente</w:t>
            </w:r>
          </w:p>
        </w:tc>
        <w:tc>
          <w:tcPr>
            <w:tcW w:w="141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AE5AD21" w14:textId="1F923B00" w:rsidR="00C9573D" w:rsidRPr="005E7D6E" w:rsidRDefault="00841660" w:rsidP="00841660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A veces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D7BBDFF" w14:textId="2A750321" w:rsidR="00C9573D" w:rsidRPr="005E7D6E" w:rsidRDefault="00841660" w:rsidP="00841660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Con frecuencia</w:t>
            </w:r>
          </w:p>
        </w:tc>
      </w:tr>
      <w:tr w:rsidR="00841660" w:rsidRPr="005E7D6E" w14:paraId="0710264A" w14:textId="77777777" w:rsidTr="00FE470E">
        <w:tc>
          <w:tcPr>
            <w:tcW w:w="4025" w:type="dxa"/>
          </w:tcPr>
          <w:p w14:paraId="79744E81" w14:textId="19002D2E" w:rsidR="00C9573D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Hablas sobre temas judíos con tus amigos</w:t>
            </w:r>
            <w:r w:rsidR="00FE470E">
              <w:rPr>
                <w:noProof/>
                <w:lang w:val="es-ES_tradnl"/>
              </w:rPr>
              <w:t>.</w:t>
            </w:r>
          </w:p>
        </w:tc>
        <w:tc>
          <w:tcPr>
            <w:tcW w:w="850" w:type="dxa"/>
            <w:vAlign w:val="center"/>
          </w:tcPr>
          <w:p w14:paraId="7DF49F13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47" w:type="dxa"/>
            <w:vAlign w:val="center"/>
          </w:tcPr>
          <w:p w14:paraId="2C87919E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67EA1BA9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3593EDA2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841660" w:rsidRPr="005E7D6E" w14:paraId="30B694D8" w14:textId="77777777" w:rsidTr="00FE470E">
        <w:tc>
          <w:tcPr>
            <w:tcW w:w="4025" w:type="dxa"/>
          </w:tcPr>
          <w:p w14:paraId="11998E79" w14:textId="0CDB6764" w:rsidR="00C9573D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lastRenderedPageBreak/>
              <w:t>Participas en actividades v</w:t>
            </w:r>
            <w:r w:rsidR="00C9573D" w:rsidRPr="005E7D6E">
              <w:rPr>
                <w:noProof/>
                <w:lang w:val="es-ES_tradnl"/>
              </w:rPr>
              <w:t>olunt</w:t>
            </w:r>
            <w:r>
              <w:rPr>
                <w:noProof/>
                <w:lang w:val="es-ES_tradnl"/>
              </w:rPr>
              <w:t xml:space="preserve">arias para la </w:t>
            </w:r>
            <w:r w:rsidR="00C9573D" w:rsidRPr="005E7D6E">
              <w:rPr>
                <w:noProof/>
                <w:lang w:val="es-ES_tradnl"/>
              </w:rPr>
              <w:t>comuni</w:t>
            </w:r>
            <w:r>
              <w:rPr>
                <w:noProof/>
                <w:lang w:val="es-ES_tradnl"/>
              </w:rPr>
              <w:t>dad judía</w:t>
            </w:r>
            <w:r w:rsidR="00353F7A">
              <w:rPr>
                <w:noProof/>
                <w:lang w:val="es-ES_tradnl"/>
              </w:rPr>
              <w:t>.</w:t>
            </w:r>
          </w:p>
        </w:tc>
        <w:tc>
          <w:tcPr>
            <w:tcW w:w="850" w:type="dxa"/>
            <w:vAlign w:val="center"/>
          </w:tcPr>
          <w:p w14:paraId="4AFB642A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47" w:type="dxa"/>
            <w:vAlign w:val="center"/>
          </w:tcPr>
          <w:p w14:paraId="293E7F8B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5DAFBAA1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0A3F1288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841660" w:rsidRPr="005E7D6E" w14:paraId="30F435EC" w14:textId="77777777" w:rsidTr="00FE470E">
        <w:tc>
          <w:tcPr>
            <w:tcW w:w="4025" w:type="dxa"/>
          </w:tcPr>
          <w:p w14:paraId="2F8627A2" w14:textId="36D201AC" w:rsidR="00C9573D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 w:rsidRPr="00841660">
              <w:rPr>
                <w:noProof/>
                <w:lang w:val="es-ES_tradnl"/>
              </w:rPr>
              <w:t>Sig</w:t>
            </w:r>
            <w:r>
              <w:rPr>
                <w:noProof/>
                <w:lang w:val="es-ES_tradnl"/>
              </w:rPr>
              <w:t>ues</w:t>
            </w:r>
            <w:r w:rsidRPr="00841660">
              <w:rPr>
                <w:noProof/>
                <w:lang w:val="es-ES_tradnl"/>
              </w:rPr>
              <w:t xml:space="preserve"> las noticias sobre Israel</w:t>
            </w:r>
            <w:r w:rsidR="00FE470E">
              <w:rPr>
                <w:noProof/>
                <w:lang w:val="es-ES_tradnl"/>
              </w:rPr>
              <w:t>.</w:t>
            </w:r>
          </w:p>
        </w:tc>
        <w:tc>
          <w:tcPr>
            <w:tcW w:w="850" w:type="dxa"/>
            <w:vAlign w:val="center"/>
          </w:tcPr>
          <w:p w14:paraId="48AB3AD5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47" w:type="dxa"/>
            <w:vAlign w:val="center"/>
          </w:tcPr>
          <w:p w14:paraId="6BFCD412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5D609672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72E4072D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841660" w:rsidRPr="005E7D6E" w14:paraId="2260A154" w14:textId="77777777" w:rsidTr="00FE470E">
        <w:tc>
          <w:tcPr>
            <w:tcW w:w="4025" w:type="dxa"/>
          </w:tcPr>
          <w:p w14:paraId="21C3530F" w14:textId="3196F3A9" w:rsidR="00C9573D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 w:rsidRPr="00A123F4">
              <w:rPr>
                <w:noProof/>
                <w:lang w:val="es-419"/>
              </w:rPr>
              <w:t>Señala</w:t>
            </w:r>
            <w:r>
              <w:rPr>
                <w:noProof/>
                <w:lang w:val="es-419"/>
              </w:rPr>
              <w:t>s</w:t>
            </w:r>
            <w:r w:rsidRPr="00A123F4">
              <w:rPr>
                <w:noProof/>
                <w:lang w:val="es-419"/>
              </w:rPr>
              <w:t xml:space="preserve"> el </w:t>
            </w:r>
            <w:r w:rsidRPr="00427841">
              <w:rPr>
                <w:i/>
                <w:iCs/>
                <w:noProof/>
                <w:lang w:val="es-419"/>
              </w:rPr>
              <w:t>Shabat</w:t>
            </w:r>
            <w:r w:rsidRPr="00A123F4">
              <w:rPr>
                <w:noProof/>
                <w:lang w:val="es-419"/>
              </w:rPr>
              <w:t xml:space="preserve"> de manera diferente al resto</w:t>
            </w:r>
            <w:r>
              <w:rPr>
                <w:noProof/>
                <w:lang w:val="es-419"/>
              </w:rPr>
              <w:t xml:space="preserve"> d</w:t>
            </w:r>
            <w:r w:rsidRPr="00A123F4">
              <w:rPr>
                <w:noProof/>
                <w:lang w:val="es-419"/>
              </w:rPr>
              <w:t xml:space="preserve">e </w:t>
            </w:r>
            <w:r>
              <w:rPr>
                <w:noProof/>
                <w:lang w:val="es-419"/>
              </w:rPr>
              <w:t>la s</w:t>
            </w:r>
            <w:r w:rsidRPr="00A123F4">
              <w:rPr>
                <w:noProof/>
                <w:lang w:val="es-419"/>
              </w:rPr>
              <w:t>e</w:t>
            </w:r>
            <w:r>
              <w:rPr>
                <w:noProof/>
                <w:lang w:val="es-419"/>
              </w:rPr>
              <w:t>mana</w:t>
            </w:r>
            <w:r w:rsidR="00FE470E">
              <w:rPr>
                <w:noProof/>
                <w:lang w:val="es-ES_tradnl"/>
              </w:rPr>
              <w:t>.</w:t>
            </w:r>
          </w:p>
        </w:tc>
        <w:tc>
          <w:tcPr>
            <w:tcW w:w="850" w:type="dxa"/>
            <w:vAlign w:val="center"/>
          </w:tcPr>
          <w:p w14:paraId="5D561C65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47" w:type="dxa"/>
            <w:vAlign w:val="center"/>
          </w:tcPr>
          <w:p w14:paraId="4B8C4680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5F798759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3EE9975D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841660" w:rsidRPr="005E7D6E" w14:paraId="51DFF644" w14:textId="77777777" w:rsidTr="00FE470E">
        <w:tc>
          <w:tcPr>
            <w:tcW w:w="4025" w:type="dxa"/>
          </w:tcPr>
          <w:p w14:paraId="0E9A2D49" w14:textId="070E5B83" w:rsidR="00C9573D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Hablas sobre temas judíos con tu</w:t>
            </w:r>
            <w:r w:rsidR="00C9573D" w:rsidRPr="005E7D6E">
              <w:rPr>
                <w:noProof/>
                <w:lang w:val="es-ES_tradnl"/>
              </w:rPr>
              <w:t xml:space="preserve"> famil</w:t>
            </w:r>
            <w:r>
              <w:rPr>
                <w:noProof/>
                <w:lang w:val="es-ES_tradnl"/>
              </w:rPr>
              <w:t>ia</w:t>
            </w:r>
            <w:r w:rsidR="00FE470E">
              <w:rPr>
                <w:noProof/>
                <w:lang w:val="es-ES_tradnl"/>
              </w:rPr>
              <w:t>.</w:t>
            </w:r>
          </w:p>
        </w:tc>
        <w:tc>
          <w:tcPr>
            <w:tcW w:w="850" w:type="dxa"/>
            <w:vAlign w:val="center"/>
          </w:tcPr>
          <w:p w14:paraId="4BC810ED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47" w:type="dxa"/>
            <w:vAlign w:val="center"/>
          </w:tcPr>
          <w:p w14:paraId="553E31E8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4E0D7B01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5FE43C08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841660" w:rsidRPr="005E7D6E" w14:paraId="2DCF57B3" w14:textId="77777777" w:rsidTr="00FE470E">
        <w:tc>
          <w:tcPr>
            <w:tcW w:w="4025" w:type="dxa"/>
          </w:tcPr>
          <w:p w14:paraId="3E4C700D" w14:textId="25196F23" w:rsidR="00C9573D" w:rsidRPr="005E7D6E" w:rsidRDefault="00841660" w:rsidP="00FE470E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Participas en actividades v</w:t>
            </w:r>
            <w:r w:rsidRPr="005E7D6E">
              <w:rPr>
                <w:noProof/>
                <w:lang w:val="es-ES_tradnl"/>
              </w:rPr>
              <w:t>olunt</w:t>
            </w:r>
            <w:r>
              <w:rPr>
                <w:noProof/>
                <w:lang w:val="es-ES_tradnl"/>
              </w:rPr>
              <w:t xml:space="preserve">arias </w:t>
            </w:r>
            <w:r w:rsidR="00FE470E">
              <w:rPr>
                <w:noProof/>
                <w:lang w:val="es-ES_tradnl"/>
              </w:rPr>
              <w:t>en</w:t>
            </w:r>
            <w:r>
              <w:rPr>
                <w:noProof/>
                <w:lang w:val="es-ES_tradnl"/>
              </w:rPr>
              <w:t xml:space="preserve"> la </w:t>
            </w:r>
            <w:r w:rsidRPr="005E7D6E">
              <w:rPr>
                <w:noProof/>
                <w:lang w:val="es-ES_tradnl"/>
              </w:rPr>
              <w:t>com</w:t>
            </w:r>
            <w:r>
              <w:rPr>
                <w:noProof/>
                <w:lang w:val="es-ES_tradnl"/>
              </w:rPr>
              <w:t>unidad en la que vives</w:t>
            </w:r>
            <w:r w:rsidR="00FE470E">
              <w:rPr>
                <w:noProof/>
                <w:lang w:val="es-ES_tradnl"/>
              </w:rPr>
              <w:t>.</w:t>
            </w:r>
          </w:p>
        </w:tc>
        <w:tc>
          <w:tcPr>
            <w:tcW w:w="850" w:type="dxa"/>
            <w:vAlign w:val="center"/>
          </w:tcPr>
          <w:p w14:paraId="15737EAA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47" w:type="dxa"/>
            <w:vAlign w:val="center"/>
          </w:tcPr>
          <w:p w14:paraId="0ACEEE5E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3F9B3EE0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2E527E98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841660" w:rsidRPr="005E7D6E" w14:paraId="6FB6A958" w14:textId="77777777" w:rsidTr="00FE470E">
        <w:tc>
          <w:tcPr>
            <w:tcW w:w="4025" w:type="dxa"/>
          </w:tcPr>
          <w:p w14:paraId="066436A3" w14:textId="5BC951C7" w:rsidR="00C9573D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 xml:space="preserve">Rezas en una </w:t>
            </w:r>
            <w:r w:rsidR="00C9573D" w:rsidRPr="005E7D6E">
              <w:rPr>
                <w:noProof/>
                <w:lang w:val="es-ES_tradnl"/>
              </w:rPr>
              <w:t>s</w:t>
            </w:r>
            <w:r>
              <w:rPr>
                <w:noProof/>
                <w:lang w:val="es-ES_tradnl"/>
              </w:rPr>
              <w:t>i</w:t>
            </w:r>
            <w:r w:rsidR="00C9573D" w:rsidRPr="005E7D6E">
              <w:rPr>
                <w:noProof/>
                <w:lang w:val="es-ES_tradnl"/>
              </w:rPr>
              <w:t>nagog</w:t>
            </w:r>
            <w:r>
              <w:rPr>
                <w:noProof/>
                <w:lang w:val="es-ES_tradnl"/>
              </w:rPr>
              <w:t>a</w:t>
            </w:r>
            <w:r w:rsidR="00FE470E">
              <w:rPr>
                <w:noProof/>
                <w:lang w:val="es-ES_tradnl"/>
              </w:rPr>
              <w:t>.</w:t>
            </w:r>
          </w:p>
        </w:tc>
        <w:tc>
          <w:tcPr>
            <w:tcW w:w="850" w:type="dxa"/>
            <w:vAlign w:val="center"/>
          </w:tcPr>
          <w:p w14:paraId="4D90BF11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47" w:type="dxa"/>
            <w:vAlign w:val="center"/>
          </w:tcPr>
          <w:p w14:paraId="44FEBD53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7BB2044C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17FD6920" w14:textId="77777777" w:rsidR="00C9573D" w:rsidRPr="005E7D6E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</w:tbl>
    <w:p w14:paraId="6778E71A" w14:textId="326326EE" w:rsidR="002925C5" w:rsidRPr="005E7D6E" w:rsidRDefault="002925C5" w:rsidP="002925C5">
      <w:pPr>
        <w:pStyle w:val="RCBody"/>
        <w:spacing w:after="0"/>
        <w:ind w:left="720"/>
        <w:rPr>
          <w:noProof/>
          <w:lang w:val="es-ES_tradnl"/>
        </w:rPr>
      </w:pPr>
    </w:p>
    <w:p w14:paraId="20D93EAC" w14:textId="313F56E2" w:rsidR="00FE1097" w:rsidRPr="005E7D6E" w:rsidRDefault="00FE1097" w:rsidP="00CE2217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highlight w:val="lightGray"/>
          <w:lang w:val="es-ES_tradnl"/>
        </w:rPr>
        <w:t>[</w:t>
      </w:r>
      <w:r w:rsidR="00841660">
        <w:rPr>
          <w:noProof/>
          <w:highlight w:val="lightGray"/>
          <w:lang w:val="es-ES_tradnl"/>
        </w:rPr>
        <w:t xml:space="preserve">Mostrar sólo a </w:t>
      </w:r>
      <w:r w:rsidRPr="005E7D6E">
        <w:rPr>
          <w:noProof/>
          <w:highlight w:val="lightGray"/>
          <w:lang w:val="es-ES_tradnl"/>
        </w:rPr>
        <w:t>EFI]</w:t>
      </w:r>
      <w:r w:rsidRPr="005E7D6E">
        <w:rPr>
          <w:noProof/>
          <w:lang w:val="es-ES_tradnl"/>
        </w:rPr>
        <w:t xml:space="preserve"> </w:t>
      </w:r>
      <w:r w:rsidR="00841660" w:rsidRPr="00841660">
        <w:rPr>
          <w:noProof/>
          <w:lang w:val="es-ES_tradnl"/>
        </w:rPr>
        <w:t xml:space="preserve">¿En qué medida tus </w:t>
      </w:r>
      <w:r w:rsidR="00841660">
        <w:rPr>
          <w:noProof/>
          <w:lang w:val="es-ES_tradnl"/>
        </w:rPr>
        <w:t xml:space="preserve">maestros </w:t>
      </w:r>
      <w:r w:rsidR="00841660" w:rsidRPr="00841660">
        <w:rPr>
          <w:noProof/>
          <w:lang w:val="es-ES_tradnl"/>
        </w:rPr>
        <w:t xml:space="preserve">o compañeros de clase </w:t>
      </w:r>
      <w:r w:rsidR="00841660">
        <w:rPr>
          <w:noProof/>
          <w:lang w:val="es-ES_tradnl"/>
        </w:rPr>
        <w:t xml:space="preserve">te </w:t>
      </w:r>
      <w:r w:rsidR="00841660" w:rsidRPr="00841660">
        <w:rPr>
          <w:noProof/>
          <w:lang w:val="es-ES_tradnl"/>
        </w:rPr>
        <w:t>a</w:t>
      </w:r>
      <w:r w:rsidR="00841660">
        <w:rPr>
          <w:noProof/>
          <w:lang w:val="es-ES_tradnl"/>
        </w:rPr>
        <w:t>lientan a</w:t>
      </w:r>
      <w:r w:rsidR="00841660" w:rsidRPr="00841660">
        <w:rPr>
          <w:noProof/>
          <w:lang w:val="es-ES_tradnl"/>
        </w:rPr>
        <w:t xml:space="preserve"> participar en l</w:t>
      </w:r>
      <w:r w:rsidR="00FE470E">
        <w:rPr>
          <w:noProof/>
          <w:lang w:val="es-ES_tradnl"/>
        </w:rPr>
        <w:t>a</w:t>
      </w:r>
      <w:r w:rsidR="00841660" w:rsidRPr="00841660">
        <w:rPr>
          <w:noProof/>
          <w:lang w:val="es-ES_tradnl"/>
        </w:rPr>
        <w:t>s siguientes</w:t>
      </w:r>
      <w:r w:rsidR="00FE470E">
        <w:rPr>
          <w:noProof/>
          <w:lang w:val="es-ES_tradnl"/>
        </w:rPr>
        <w:t xml:space="preserve"> actividades?</w:t>
      </w:r>
    </w:p>
    <w:tbl>
      <w:tblPr>
        <w:tblStyle w:val="ab"/>
        <w:tblW w:w="9355" w:type="dxa"/>
        <w:tblInd w:w="720" w:type="dxa"/>
        <w:tblLook w:val="04A0" w:firstRow="1" w:lastRow="0" w:firstColumn="1" w:lastColumn="0" w:noHBand="0" w:noVBand="1"/>
      </w:tblPr>
      <w:tblGrid>
        <w:gridCol w:w="4765"/>
        <w:gridCol w:w="1170"/>
        <w:gridCol w:w="972"/>
        <w:gridCol w:w="1188"/>
        <w:gridCol w:w="1260"/>
      </w:tblGrid>
      <w:tr w:rsidR="003B101B" w:rsidRPr="005E7D6E" w14:paraId="59573F36" w14:textId="77777777" w:rsidTr="006457DB">
        <w:tc>
          <w:tcPr>
            <w:tcW w:w="4765" w:type="dxa"/>
          </w:tcPr>
          <w:p w14:paraId="02A2DA43" w14:textId="77777777" w:rsidR="00FE1097" w:rsidRPr="005E7D6E" w:rsidRDefault="00FE1097" w:rsidP="006457DB">
            <w:pPr>
              <w:pStyle w:val="RCBody"/>
              <w:spacing w:after="0"/>
              <w:rPr>
                <w:noProof/>
                <w:lang w:val="es-ES_tradnl"/>
              </w:rPr>
            </w:pPr>
          </w:p>
        </w:tc>
        <w:tc>
          <w:tcPr>
            <w:tcW w:w="117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C9BDF42" w14:textId="54882946" w:rsidR="00FE1097" w:rsidRPr="005E7D6E" w:rsidRDefault="00FE1097" w:rsidP="003B101B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N</w:t>
            </w:r>
            <w:r w:rsidR="003B101B">
              <w:rPr>
                <w:noProof/>
                <w:color w:val="FFFFFF" w:themeColor="background1"/>
                <w:lang w:val="es-ES_tradnl"/>
              </w:rPr>
              <w:t>ada en absoluto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2D0B32E" w14:textId="0C2690E6" w:rsidR="00FE1097" w:rsidRPr="005E7D6E" w:rsidRDefault="003B101B" w:rsidP="003B101B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Un poco</w:t>
            </w:r>
          </w:p>
        </w:tc>
        <w:tc>
          <w:tcPr>
            <w:tcW w:w="11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B76D223" w14:textId="2E4BB7B6" w:rsidR="00FE1097" w:rsidRPr="005E7D6E" w:rsidRDefault="003B101B" w:rsidP="003B101B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Bastante</w:t>
            </w:r>
          </w:p>
        </w:tc>
        <w:tc>
          <w:tcPr>
            <w:tcW w:w="126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8686E2A" w14:textId="1C87B638" w:rsidR="00FE1097" w:rsidRPr="005E7D6E" w:rsidRDefault="003B101B" w:rsidP="006457DB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Much</w:t>
            </w:r>
            <w:r>
              <w:rPr>
                <w:noProof/>
                <w:color w:val="FFFFFF" w:themeColor="background1"/>
                <w:lang w:val="es-ES_tradnl"/>
              </w:rPr>
              <w:t>o</w:t>
            </w:r>
          </w:p>
        </w:tc>
      </w:tr>
      <w:tr w:rsidR="003B101B" w:rsidRPr="005E7D6E" w14:paraId="6F3F0779" w14:textId="77777777" w:rsidTr="006457DB">
        <w:tc>
          <w:tcPr>
            <w:tcW w:w="4765" w:type="dxa"/>
          </w:tcPr>
          <w:p w14:paraId="0320E17F" w14:textId="2A420646" w:rsidR="00841660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Un campamento judío</w:t>
            </w:r>
          </w:p>
        </w:tc>
        <w:tc>
          <w:tcPr>
            <w:tcW w:w="1170" w:type="dxa"/>
            <w:vAlign w:val="center"/>
          </w:tcPr>
          <w:p w14:paraId="1F7787AD" w14:textId="77777777" w:rsidR="00841660" w:rsidRPr="005E7D6E" w:rsidRDefault="00841660" w:rsidP="00841660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72" w:type="dxa"/>
            <w:vAlign w:val="center"/>
          </w:tcPr>
          <w:p w14:paraId="479CB6B7" w14:textId="77777777" w:rsidR="00841660" w:rsidRPr="005E7D6E" w:rsidRDefault="00841660" w:rsidP="00841660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88" w:type="dxa"/>
            <w:vAlign w:val="center"/>
          </w:tcPr>
          <w:p w14:paraId="621A642B" w14:textId="77777777" w:rsidR="00841660" w:rsidRPr="005E7D6E" w:rsidRDefault="00841660" w:rsidP="00841660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60" w:type="dxa"/>
            <w:vAlign w:val="center"/>
          </w:tcPr>
          <w:p w14:paraId="2981AFB9" w14:textId="77777777" w:rsidR="00841660" w:rsidRPr="005E7D6E" w:rsidRDefault="00841660" w:rsidP="00841660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3B101B" w:rsidRPr="005E7D6E" w14:paraId="10530625" w14:textId="77777777" w:rsidTr="006457DB">
        <w:tc>
          <w:tcPr>
            <w:tcW w:w="4765" w:type="dxa"/>
          </w:tcPr>
          <w:p w14:paraId="600EA0CB" w14:textId="4BCCA743" w:rsidR="00841660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Un grupo juvenil judío</w:t>
            </w:r>
          </w:p>
        </w:tc>
        <w:tc>
          <w:tcPr>
            <w:tcW w:w="1170" w:type="dxa"/>
            <w:vAlign w:val="center"/>
          </w:tcPr>
          <w:p w14:paraId="2C3B850E" w14:textId="77777777" w:rsidR="00841660" w:rsidRPr="005E7D6E" w:rsidRDefault="00841660" w:rsidP="00841660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72" w:type="dxa"/>
            <w:vAlign w:val="center"/>
          </w:tcPr>
          <w:p w14:paraId="026C46DA" w14:textId="77777777" w:rsidR="00841660" w:rsidRPr="005E7D6E" w:rsidRDefault="00841660" w:rsidP="00841660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88" w:type="dxa"/>
            <w:vAlign w:val="center"/>
          </w:tcPr>
          <w:p w14:paraId="0EE6C7BB" w14:textId="77777777" w:rsidR="00841660" w:rsidRPr="005E7D6E" w:rsidRDefault="00841660" w:rsidP="00841660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60" w:type="dxa"/>
            <w:vAlign w:val="center"/>
          </w:tcPr>
          <w:p w14:paraId="4688FCB2" w14:textId="77777777" w:rsidR="00841660" w:rsidRPr="005E7D6E" w:rsidRDefault="00841660" w:rsidP="00841660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3B101B" w:rsidRPr="005E7D6E" w14:paraId="579DCD5B" w14:textId="77777777" w:rsidTr="006457DB">
        <w:tc>
          <w:tcPr>
            <w:tcW w:w="4765" w:type="dxa"/>
          </w:tcPr>
          <w:p w14:paraId="5C1F65DF" w14:textId="0B117694" w:rsidR="00841660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 xml:space="preserve">Un centro </w:t>
            </w:r>
            <w:r w:rsidRPr="005E7D6E">
              <w:rPr>
                <w:noProof/>
                <w:lang w:val="es-ES_tradnl"/>
              </w:rPr>
              <w:t>comunit</w:t>
            </w:r>
            <w:r>
              <w:rPr>
                <w:noProof/>
                <w:lang w:val="es-ES_tradnl"/>
              </w:rPr>
              <w:t>ario</w:t>
            </w:r>
            <w:r w:rsidRPr="005E7D6E">
              <w:rPr>
                <w:noProof/>
                <w:lang w:val="es-ES_tradnl"/>
              </w:rPr>
              <w:t>/</w:t>
            </w:r>
            <w:r>
              <w:rPr>
                <w:noProof/>
                <w:lang w:val="es-ES_tradnl"/>
              </w:rPr>
              <w:t>club de</w:t>
            </w:r>
            <w:r w:rsidRPr="005E7D6E">
              <w:rPr>
                <w:noProof/>
                <w:lang w:val="es-ES_tradnl"/>
              </w:rPr>
              <w:t>port</w:t>
            </w:r>
            <w:r>
              <w:rPr>
                <w:noProof/>
                <w:lang w:val="es-ES_tradnl"/>
              </w:rPr>
              <w:t>ivo judío</w:t>
            </w:r>
          </w:p>
        </w:tc>
        <w:tc>
          <w:tcPr>
            <w:tcW w:w="1170" w:type="dxa"/>
            <w:vAlign w:val="center"/>
          </w:tcPr>
          <w:p w14:paraId="3B941133" w14:textId="77777777" w:rsidR="00841660" w:rsidRPr="005E7D6E" w:rsidRDefault="00841660" w:rsidP="00841660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72" w:type="dxa"/>
            <w:vAlign w:val="center"/>
          </w:tcPr>
          <w:p w14:paraId="3A64AEAA" w14:textId="77777777" w:rsidR="00841660" w:rsidRPr="005E7D6E" w:rsidRDefault="00841660" w:rsidP="00841660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88" w:type="dxa"/>
            <w:vAlign w:val="center"/>
          </w:tcPr>
          <w:p w14:paraId="438D8121" w14:textId="77777777" w:rsidR="00841660" w:rsidRPr="005E7D6E" w:rsidRDefault="00841660" w:rsidP="00841660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60" w:type="dxa"/>
            <w:vAlign w:val="center"/>
          </w:tcPr>
          <w:p w14:paraId="269FB2DF" w14:textId="77777777" w:rsidR="00841660" w:rsidRPr="005E7D6E" w:rsidRDefault="00841660" w:rsidP="00841660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3B101B" w:rsidRPr="005E7D6E" w14:paraId="7256F67D" w14:textId="77777777" w:rsidTr="006457DB">
        <w:tc>
          <w:tcPr>
            <w:tcW w:w="4765" w:type="dxa"/>
          </w:tcPr>
          <w:p w14:paraId="5BDC0CAD" w14:textId="17993807" w:rsidR="00FE1097" w:rsidRPr="005E7D6E" w:rsidRDefault="00841660" w:rsidP="00841660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Si</w:t>
            </w:r>
            <w:r w:rsidR="00194BD6" w:rsidRPr="005E7D6E">
              <w:rPr>
                <w:noProof/>
                <w:lang w:val="es-ES_tradnl"/>
              </w:rPr>
              <w:t>nagog</w:t>
            </w:r>
            <w:r>
              <w:rPr>
                <w:noProof/>
                <w:lang w:val="es-ES_tradnl"/>
              </w:rPr>
              <w:t>a</w:t>
            </w:r>
          </w:p>
        </w:tc>
        <w:tc>
          <w:tcPr>
            <w:tcW w:w="1170" w:type="dxa"/>
            <w:vAlign w:val="center"/>
          </w:tcPr>
          <w:p w14:paraId="23DF22EA" w14:textId="77777777" w:rsidR="00FE1097" w:rsidRPr="005E7D6E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72" w:type="dxa"/>
            <w:vAlign w:val="center"/>
          </w:tcPr>
          <w:p w14:paraId="424B2B39" w14:textId="77777777" w:rsidR="00FE1097" w:rsidRPr="005E7D6E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88" w:type="dxa"/>
            <w:vAlign w:val="center"/>
          </w:tcPr>
          <w:p w14:paraId="58C5F6BB" w14:textId="77777777" w:rsidR="00FE1097" w:rsidRPr="005E7D6E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60" w:type="dxa"/>
            <w:vAlign w:val="center"/>
          </w:tcPr>
          <w:p w14:paraId="3D9759A5" w14:textId="77777777" w:rsidR="00FE1097" w:rsidRPr="005E7D6E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</w:tbl>
    <w:p w14:paraId="1E9BA4FB" w14:textId="77777777" w:rsidR="00FE1097" w:rsidRPr="005E7D6E" w:rsidRDefault="00FE1097" w:rsidP="002925C5">
      <w:pPr>
        <w:pStyle w:val="RCBody"/>
        <w:spacing w:after="0"/>
        <w:ind w:left="720"/>
        <w:rPr>
          <w:noProof/>
          <w:lang w:val="es-ES_tradnl"/>
        </w:rPr>
      </w:pPr>
    </w:p>
    <w:p w14:paraId="0CF1ADAA" w14:textId="7C2071D8" w:rsidR="002925C5" w:rsidRPr="005E7D6E" w:rsidRDefault="002925C5" w:rsidP="00CE2217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highlight w:val="lightGray"/>
          <w:lang w:val="es-ES_tradnl"/>
        </w:rPr>
        <w:t>[</w:t>
      </w:r>
      <w:r w:rsidR="003B101B">
        <w:rPr>
          <w:noProof/>
          <w:highlight w:val="lightGray"/>
          <w:lang w:val="es-ES_tradnl"/>
        </w:rPr>
        <w:t xml:space="preserve">Mostrar sólo a </w:t>
      </w:r>
      <w:r w:rsidR="003B101B" w:rsidRPr="005E7D6E">
        <w:rPr>
          <w:noProof/>
          <w:highlight w:val="lightGray"/>
          <w:lang w:val="es-ES_tradnl"/>
        </w:rPr>
        <w:t>11</w:t>
      </w:r>
      <w:r w:rsidR="003B101B">
        <w:rPr>
          <w:noProof/>
          <w:highlight w:val="lightGray"/>
          <w:lang w:val="es-ES_tradnl"/>
        </w:rPr>
        <w:t xml:space="preserve">⁰ </w:t>
      </w:r>
      <w:r w:rsidR="003B101B" w:rsidRPr="005E7D6E">
        <w:rPr>
          <w:noProof/>
          <w:highlight w:val="lightGray"/>
          <w:lang w:val="es-ES_tradnl"/>
        </w:rPr>
        <w:t>grad</w:t>
      </w:r>
      <w:r w:rsidR="003B101B">
        <w:rPr>
          <w:noProof/>
          <w:highlight w:val="lightGray"/>
          <w:lang w:val="es-ES_tradnl"/>
        </w:rPr>
        <w:t>o</w:t>
      </w:r>
      <w:r w:rsidRPr="005E7D6E">
        <w:rPr>
          <w:noProof/>
          <w:highlight w:val="lightGray"/>
          <w:lang w:val="es-ES_tradnl"/>
        </w:rPr>
        <w:t>]</w:t>
      </w:r>
      <w:r w:rsidRPr="005E7D6E">
        <w:rPr>
          <w:noProof/>
          <w:lang w:val="es-ES_tradnl"/>
        </w:rPr>
        <w:t xml:space="preserve"> </w:t>
      </w:r>
      <w:r w:rsidR="003B101B">
        <w:rPr>
          <w:noProof/>
          <w:lang w:val="es-ES_tradnl"/>
        </w:rPr>
        <w:t>¿</w:t>
      </w:r>
      <w:r w:rsidR="003B101B" w:rsidRPr="003B101B">
        <w:rPr>
          <w:noProof/>
          <w:lang w:val="es-ES_tradnl"/>
        </w:rPr>
        <w:t>Considera</w:t>
      </w:r>
      <w:r w:rsidR="003B101B">
        <w:rPr>
          <w:noProof/>
          <w:lang w:val="es-ES_tradnl"/>
        </w:rPr>
        <w:t>s</w:t>
      </w:r>
      <w:r w:rsidR="003B101B" w:rsidRPr="003B101B">
        <w:rPr>
          <w:noProof/>
          <w:lang w:val="es-ES_tradnl"/>
        </w:rPr>
        <w:t xml:space="preserve"> asistir a alguno de los siguientes</w:t>
      </w:r>
      <w:r w:rsidR="003B101B">
        <w:rPr>
          <w:noProof/>
          <w:lang w:val="es-ES_tradnl"/>
        </w:rPr>
        <w:t>,</w:t>
      </w:r>
      <w:r w:rsidR="003B101B" w:rsidRPr="003B101B">
        <w:rPr>
          <w:noProof/>
          <w:lang w:val="es-ES_tradnl"/>
        </w:rPr>
        <w:t xml:space="preserve"> en algún momento después de la escuela secundaria</w:t>
      </w:r>
      <w:r w:rsidR="00A650E9" w:rsidRPr="005E7D6E">
        <w:rPr>
          <w:noProof/>
          <w:lang w:val="es-ES_tradnl"/>
        </w:rPr>
        <w:t>?</w:t>
      </w:r>
    </w:p>
    <w:tbl>
      <w:tblPr>
        <w:tblStyle w:val="TableGrid1"/>
        <w:tblW w:w="7603" w:type="dxa"/>
        <w:tblInd w:w="720" w:type="dxa"/>
        <w:tblLook w:val="04A0" w:firstRow="1" w:lastRow="0" w:firstColumn="1" w:lastColumn="0" w:noHBand="0" w:noVBand="1"/>
      </w:tblPr>
      <w:tblGrid>
        <w:gridCol w:w="4535"/>
        <w:gridCol w:w="943"/>
        <w:gridCol w:w="855"/>
        <w:gridCol w:w="1270"/>
      </w:tblGrid>
      <w:tr w:rsidR="00A650E9" w:rsidRPr="005E7D6E" w14:paraId="4E1E70A2" w14:textId="77777777" w:rsidTr="00427841">
        <w:tc>
          <w:tcPr>
            <w:tcW w:w="4535" w:type="dxa"/>
          </w:tcPr>
          <w:p w14:paraId="62B54066" w14:textId="77777777" w:rsidR="00A650E9" w:rsidRPr="005E7D6E" w:rsidRDefault="00A650E9" w:rsidP="006457DB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943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E74873B" w14:textId="015E419A" w:rsidR="00A650E9" w:rsidRPr="005E7D6E" w:rsidRDefault="003B101B" w:rsidP="006457DB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 w:rsidRPr="005E7D6E"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>S</w:t>
            </w:r>
            <w:r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>í</w:t>
            </w:r>
          </w:p>
        </w:tc>
        <w:tc>
          <w:tcPr>
            <w:tcW w:w="85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774DE24" w14:textId="1521C1BF" w:rsidR="00A650E9" w:rsidRPr="005E7D6E" w:rsidRDefault="00A650E9" w:rsidP="006457DB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 w:rsidRPr="005E7D6E"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>No</w:t>
            </w:r>
          </w:p>
        </w:tc>
        <w:tc>
          <w:tcPr>
            <w:tcW w:w="127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6FB349E" w14:textId="1038D16C" w:rsidR="00A650E9" w:rsidRPr="005E7D6E" w:rsidRDefault="00A650E9" w:rsidP="003B101B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 w:rsidRPr="005E7D6E"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>No</w:t>
            </w:r>
            <w:r w:rsidR="003B101B"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 xml:space="preserve"> es</w:t>
            </w:r>
            <w:r w:rsidRPr="005E7D6E"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>t</w:t>
            </w:r>
            <w:r w:rsidR="003B101B"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>oy</w:t>
            </w:r>
            <w:r w:rsidRPr="005E7D6E"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 xml:space="preserve"> s</w:t>
            </w:r>
            <w:r w:rsidR="003B101B"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>eg</w:t>
            </w:r>
            <w:r w:rsidRPr="005E7D6E"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>ur</w:t>
            </w:r>
            <w:r w:rsidR="003B101B"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>o</w:t>
            </w:r>
          </w:p>
        </w:tc>
      </w:tr>
      <w:tr w:rsidR="00A650E9" w:rsidRPr="005E7D6E" w14:paraId="1E0B5DE6" w14:textId="77777777" w:rsidTr="00427841">
        <w:tc>
          <w:tcPr>
            <w:tcW w:w="4535" w:type="dxa"/>
          </w:tcPr>
          <w:p w14:paraId="00D3CB86" w14:textId="37377C40" w:rsidR="00A650E9" w:rsidRPr="005E7D6E" w:rsidRDefault="003B101B" w:rsidP="003B101B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3B101B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Un programa judío de </w:t>
            </w:r>
            <w:r w:rsidR="00427841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un </w:t>
            </w:r>
            <w:r w:rsidRPr="003B101B">
              <w:rPr>
                <w:rFonts w:eastAsiaTheme="minorEastAsia" w:cstheme="minorBidi"/>
                <w:noProof/>
                <w:szCs w:val="22"/>
                <w:lang w:val="es-ES_tradnl"/>
              </w:rPr>
              <w:t>año sabático en Israel</w:t>
            </w:r>
          </w:p>
        </w:tc>
        <w:tc>
          <w:tcPr>
            <w:tcW w:w="943" w:type="dxa"/>
            <w:vAlign w:val="center"/>
          </w:tcPr>
          <w:p w14:paraId="583390E5" w14:textId="77777777" w:rsidR="00A650E9" w:rsidRPr="005E7D6E" w:rsidRDefault="00A650E9" w:rsidP="006457DB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5" w:type="dxa"/>
            <w:vAlign w:val="center"/>
          </w:tcPr>
          <w:p w14:paraId="4D4A8A64" w14:textId="77777777" w:rsidR="00A650E9" w:rsidRPr="005E7D6E" w:rsidRDefault="00A650E9" w:rsidP="006457DB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270" w:type="dxa"/>
            <w:vAlign w:val="center"/>
          </w:tcPr>
          <w:p w14:paraId="5C896598" w14:textId="77777777" w:rsidR="00A650E9" w:rsidRPr="005E7D6E" w:rsidRDefault="00A650E9" w:rsidP="006457DB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A650E9" w:rsidRPr="005E7D6E" w14:paraId="115D437D" w14:textId="77777777" w:rsidTr="00427841">
        <w:tc>
          <w:tcPr>
            <w:tcW w:w="4535" w:type="dxa"/>
          </w:tcPr>
          <w:p w14:paraId="351E06B0" w14:textId="167AB0EB" w:rsidR="00A650E9" w:rsidRPr="005E7D6E" w:rsidRDefault="003B101B" w:rsidP="003B101B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Una univ</w:t>
            </w:r>
            <w:r w:rsidR="009B598B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ersi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dad e</w:t>
            </w:r>
            <w:r w:rsidR="009B598B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n Israel</w:t>
            </w:r>
          </w:p>
        </w:tc>
        <w:tc>
          <w:tcPr>
            <w:tcW w:w="943" w:type="dxa"/>
            <w:vAlign w:val="center"/>
          </w:tcPr>
          <w:p w14:paraId="5BF36860" w14:textId="77777777" w:rsidR="00A650E9" w:rsidRPr="005E7D6E" w:rsidRDefault="00A650E9" w:rsidP="006457DB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5" w:type="dxa"/>
            <w:vAlign w:val="center"/>
          </w:tcPr>
          <w:p w14:paraId="23F80DEF" w14:textId="77777777" w:rsidR="00A650E9" w:rsidRPr="005E7D6E" w:rsidRDefault="00A650E9" w:rsidP="006457DB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270" w:type="dxa"/>
            <w:vAlign w:val="center"/>
          </w:tcPr>
          <w:p w14:paraId="5A33D41D" w14:textId="77777777" w:rsidR="00A650E9" w:rsidRPr="005E7D6E" w:rsidRDefault="00A650E9" w:rsidP="006457DB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</w:tbl>
    <w:p w14:paraId="0B936D81" w14:textId="257A708E" w:rsidR="00A650E9" w:rsidRPr="005E7D6E" w:rsidRDefault="00A650E9" w:rsidP="00A650E9">
      <w:pPr>
        <w:pStyle w:val="RCBody"/>
        <w:spacing w:after="0"/>
        <w:ind w:left="720"/>
        <w:rPr>
          <w:noProof/>
          <w:lang w:val="es-ES_tradnl"/>
        </w:rPr>
      </w:pPr>
    </w:p>
    <w:p w14:paraId="67AE3096" w14:textId="2F6129D2" w:rsidR="00C03E09" w:rsidRPr="005E7D6E" w:rsidRDefault="003B101B" w:rsidP="003B101B">
      <w:pPr>
        <w:numPr>
          <w:ilvl w:val="0"/>
          <w:numId w:val="23"/>
        </w:numPr>
        <w:rPr>
          <w:rFonts w:eastAsiaTheme="minorEastAsia" w:cstheme="minorBidi"/>
          <w:noProof/>
          <w:szCs w:val="22"/>
          <w:lang w:val="es-ES_tradnl"/>
        </w:rPr>
      </w:pPr>
      <w:r>
        <w:rPr>
          <w:rFonts w:eastAsiaTheme="minorEastAsia" w:cstheme="minorBidi"/>
          <w:noProof/>
          <w:szCs w:val="22"/>
          <w:lang w:val="es-ES_tradnl"/>
        </w:rPr>
        <w:t>¿Cuánto sabes acerca de lo siguiente?</w:t>
      </w:r>
    </w:p>
    <w:tbl>
      <w:tblPr>
        <w:tblStyle w:val="TableGrid1"/>
        <w:tblW w:w="9567" w:type="dxa"/>
        <w:tblInd w:w="720" w:type="dxa"/>
        <w:tblLook w:val="04A0" w:firstRow="1" w:lastRow="0" w:firstColumn="1" w:lastColumn="0" w:noHBand="0" w:noVBand="1"/>
      </w:tblPr>
      <w:tblGrid>
        <w:gridCol w:w="4105"/>
        <w:gridCol w:w="1417"/>
        <w:gridCol w:w="1211"/>
        <w:gridCol w:w="1417"/>
        <w:gridCol w:w="1417"/>
      </w:tblGrid>
      <w:tr w:rsidR="003B101B" w:rsidRPr="005E7D6E" w14:paraId="50E3A0E3" w14:textId="77777777" w:rsidTr="00486FA9">
        <w:tc>
          <w:tcPr>
            <w:tcW w:w="4105" w:type="dxa"/>
          </w:tcPr>
          <w:p w14:paraId="208AD20C" w14:textId="77777777" w:rsidR="003B101B" w:rsidRPr="005E7D6E" w:rsidRDefault="003B101B" w:rsidP="003B101B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8A8CAE3" w14:textId="5E281D1B" w:rsidR="003B101B" w:rsidRPr="005E7D6E" w:rsidRDefault="003B101B" w:rsidP="003B101B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N</w:t>
            </w:r>
            <w:r>
              <w:rPr>
                <w:noProof/>
                <w:color w:val="FFFFFF" w:themeColor="background1"/>
                <w:lang w:val="es-ES_tradnl"/>
              </w:rPr>
              <w:t>ada en absoluto</w:t>
            </w:r>
          </w:p>
        </w:tc>
        <w:tc>
          <w:tcPr>
            <w:tcW w:w="121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E7C269A" w14:textId="24F45104" w:rsidR="003B101B" w:rsidRPr="005E7D6E" w:rsidRDefault="003B101B" w:rsidP="003B101B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Un poco</w:t>
            </w:r>
          </w:p>
        </w:tc>
        <w:tc>
          <w:tcPr>
            <w:tcW w:w="141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BE1CE5F" w14:textId="3CD93B05" w:rsidR="003B101B" w:rsidRPr="005E7D6E" w:rsidRDefault="003B101B" w:rsidP="003B101B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Bastante</w:t>
            </w:r>
          </w:p>
        </w:tc>
        <w:tc>
          <w:tcPr>
            <w:tcW w:w="1417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2DE1F793" w14:textId="1DBA5FED" w:rsidR="003B101B" w:rsidRPr="005E7D6E" w:rsidRDefault="003B101B" w:rsidP="003B101B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Much</w:t>
            </w:r>
            <w:r>
              <w:rPr>
                <w:noProof/>
                <w:color w:val="FFFFFF" w:themeColor="background1"/>
                <w:lang w:val="es-ES_tradnl"/>
              </w:rPr>
              <w:t>o</w:t>
            </w:r>
          </w:p>
        </w:tc>
      </w:tr>
      <w:tr w:rsidR="00C9573D" w:rsidRPr="005E7D6E" w14:paraId="749F01B9" w14:textId="77777777" w:rsidTr="00486FA9">
        <w:tc>
          <w:tcPr>
            <w:tcW w:w="4105" w:type="dxa"/>
          </w:tcPr>
          <w:p w14:paraId="47A0002D" w14:textId="1B41DAC1" w:rsidR="00C9573D" w:rsidRPr="005E7D6E" w:rsidRDefault="003F3665" w:rsidP="003F3665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Rit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o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s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y costumbres judías</w:t>
            </w:r>
          </w:p>
        </w:tc>
        <w:tc>
          <w:tcPr>
            <w:tcW w:w="1417" w:type="dxa"/>
            <w:vAlign w:val="center"/>
          </w:tcPr>
          <w:p w14:paraId="6033A4C6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211" w:type="dxa"/>
            <w:vAlign w:val="center"/>
          </w:tcPr>
          <w:p w14:paraId="38452562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4FB7F831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643C33E0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C9573D" w:rsidRPr="005E7D6E" w14:paraId="5C4C1AE8" w14:textId="77777777" w:rsidTr="00486FA9">
        <w:tc>
          <w:tcPr>
            <w:tcW w:w="4105" w:type="dxa"/>
          </w:tcPr>
          <w:p w14:paraId="1311FEE3" w14:textId="64A8981D" w:rsidR="00C9573D" w:rsidRPr="005E7D6E" w:rsidRDefault="00FE470E" w:rsidP="00FE470E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La v</w:t>
            </w:r>
            <w:r w:rsidR="003F3665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ida cotidiana en 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Israel</w:t>
            </w:r>
          </w:p>
        </w:tc>
        <w:tc>
          <w:tcPr>
            <w:tcW w:w="1417" w:type="dxa"/>
            <w:vAlign w:val="center"/>
          </w:tcPr>
          <w:p w14:paraId="346BF480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211" w:type="dxa"/>
            <w:vAlign w:val="center"/>
          </w:tcPr>
          <w:p w14:paraId="2C8FA885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1E40BDE0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6B2096F5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C9573D" w:rsidRPr="005E7D6E" w14:paraId="076C506B" w14:textId="77777777" w:rsidTr="00486FA9">
        <w:tc>
          <w:tcPr>
            <w:tcW w:w="4105" w:type="dxa"/>
          </w:tcPr>
          <w:p w14:paraId="6EB11151" w14:textId="366D6457" w:rsidR="00C9573D" w:rsidRPr="005E7D6E" w:rsidRDefault="003F3665" w:rsidP="003F3665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Cultur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a judía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 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(m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ú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sic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a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,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c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o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mi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d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a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, art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e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, etc.)</w:t>
            </w:r>
          </w:p>
        </w:tc>
        <w:tc>
          <w:tcPr>
            <w:tcW w:w="1417" w:type="dxa"/>
            <w:vAlign w:val="center"/>
          </w:tcPr>
          <w:p w14:paraId="19F244DE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211" w:type="dxa"/>
            <w:vAlign w:val="center"/>
          </w:tcPr>
          <w:p w14:paraId="7E48B69C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46928731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4033345B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C9573D" w:rsidRPr="005E7D6E" w14:paraId="1D88E915" w14:textId="77777777" w:rsidTr="00486FA9">
        <w:tc>
          <w:tcPr>
            <w:tcW w:w="4105" w:type="dxa"/>
          </w:tcPr>
          <w:p w14:paraId="6155C5AD" w14:textId="0F66E16B" w:rsidR="00C9573D" w:rsidRPr="005E7D6E" w:rsidRDefault="003F3665" w:rsidP="003F3665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El lugar de 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Israel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e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n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la 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histor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ia judía</w:t>
            </w:r>
          </w:p>
        </w:tc>
        <w:tc>
          <w:tcPr>
            <w:tcW w:w="1417" w:type="dxa"/>
            <w:vAlign w:val="center"/>
          </w:tcPr>
          <w:p w14:paraId="328D6F84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211" w:type="dxa"/>
            <w:vAlign w:val="center"/>
          </w:tcPr>
          <w:p w14:paraId="76FBE37B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3852DF4B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4DCF1C99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C9573D" w:rsidRPr="005E7D6E" w14:paraId="25024DCC" w14:textId="77777777" w:rsidTr="00486FA9">
        <w:tc>
          <w:tcPr>
            <w:tcW w:w="4105" w:type="dxa"/>
          </w:tcPr>
          <w:p w14:paraId="65B2467A" w14:textId="1AC29EE7" w:rsidR="00C9573D" w:rsidRPr="005E7D6E" w:rsidRDefault="003F3665" w:rsidP="003F3665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La 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histor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ia de la vida judía donde vives</w:t>
            </w:r>
          </w:p>
        </w:tc>
        <w:tc>
          <w:tcPr>
            <w:tcW w:w="1417" w:type="dxa"/>
            <w:vAlign w:val="center"/>
          </w:tcPr>
          <w:p w14:paraId="0346B314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211" w:type="dxa"/>
            <w:vAlign w:val="center"/>
          </w:tcPr>
          <w:p w14:paraId="4A50CA4D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186DC31F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36CB016C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C9573D" w:rsidRPr="005E7D6E" w14:paraId="76609496" w14:textId="77777777" w:rsidTr="00486FA9">
        <w:tc>
          <w:tcPr>
            <w:tcW w:w="4105" w:type="dxa"/>
          </w:tcPr>
          <w:p w14:paraId="0B3C544B" w14:textId="47AAF79D" w:rsidR="00C9573D" w:rsidRPr="005E7D6E" w:rsidRDefault="003F3665" w:rsidP="003F3665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Cultur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a israelí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 (m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ú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sic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a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,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c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o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mi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d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a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, art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e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, etc.)</w:t>
            </w:r>
          </w:p>
        </w:tc>
        <w:tc>
          <w:tcPr>
            <w:tcW w:w="1417" w:type="dxa"/>
            <w:vAlign w:val="center"/>
          </w:tcPr>
          <w:p w14:paraId="247A7613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211" w:type="dxa"/>
            <w:vAlign w:val="center"/>
          </w:tcPr>
          <w:p w14:paraId="09106C8E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56213929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70332D5F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C9573D" w:rsidRPr="005E7D6E" w14:paraId="14D741E1" w14:textId="77777777" w:rsidTr="00486FA9">
        <w:tc>
          <w:tcPr>
            <w:tcW w:w="4105" w:type="dxa"/>
          </w:tcPr>
          <w:p w14:paraId="286299C1" w14:textId="15AA3626" w:rsidR="00C9573D" w:rsidRPr="005E7D6E" w:rsidRDefault="003F3665" w:rsidP="00353F7A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Fechas i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mportant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e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s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e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n e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l </w:t>
            </w:r>
            <w:r w:rsidR="00353F7A">
              <w:rPr>
                <w:rFonts w:eastAsiaTheme="minorEastAsia" w:cstheme="minorBidi"/>
                <w:noProof/>
                <w:szCs w:val="22"/>
                <w:lang w:val="es-ES_tradnl"/>
              </w:rPr>
              <w:t>c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a</w:t>
            </w:r>
            <w:r w:rsidR="00353F7A">
              <w:rPr>
                <w:rFonts w:eastAsiaTheme="minorEastAsia" w:cstheme="minorBidi"/>
                <w:noProof/>
                <w:szCs w:val="22"/>
                <w:lang w:val="es-ES_tradnl"/>
              </w:rPr>
              <w:t>landario j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udío</w:t>
            </w:r>
          </w:p>
        </w:tc>
        <w:tc>
          <w:tcPr>
            <w:tcW w:w="1417" w:type="dxa"/>
            <w:vAlign w:val="center"/>
          </w:tcPr>
          <w:p w14:paraId="69B153C2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211" w:type="dxa"/>
            <w:vAlign w:val="center"/>
          </w:tcPr>
          <w:p w14:paraId="52E720BA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07DF64F4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01E6F87B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C9573D" w:rsidRPr="005E7D6E" w14:paraId="20497857" w14:textId="77777777" w:rsidTr="00486FA9">
        <w:tc>
          <w:tcPr>
            <w:tcW w:w="4105" w:type="dxa"/>
          </w:tcPr>
          <w:p w14:paraId="614FC480" w14:textId="17DCA36C" w:rsidR="00C9573D" w:rsidRPr="005E7D6E" w:rsidRDefault="003F3665" w:rsidP="003F3665">
            <w:pPr>
              <w:jc w:val="both"/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La 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importanc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ia d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e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Is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rael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e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n e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l</w:t>
            </w:r>
            <w:r w:rsidR="00C9573D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 </w:t>
            </w:r>
            <w:r>
              <w:rPr>
                <w:rFonts w:eastAsiaTheme="minorEastAsia" w:cstheme="minorBidi"/>
                <w:i/>
                <w:iCs/>
                <w:noProof/>
                <w:szCs w:val="22"/>
                <w:lang w:val="es-ES_tradnl"/>
              </w:rPr>
              <w:t>Tanaj</w:t>
            </w:r>
          </w:p>
        </w:tc>
        <w:tc>
          <w:tcPr>
            <w:tcW w:w="1417" w:type="dxa"/>
            <w:vAlign w:val="center"/>
          </w:tcPr>
          <w:p w14:paraId="4C323FB6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211" w:type="dxa"/>
            <w:vAlign w:val="center"/>
          </w:tcPr>
          <w:p w14:paraId="3EC30175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5A1BC543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14:paraId="14446E55" w14:textId="77777777" w:rsidR="00C9573D" w:rsidRPr="005E7D6E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</w:tbl>
    <w:p w14:paraId="2EC439AA" w14:textId="5DB541DA" w:rsidR="00C03E09" w:rsidRPr="005E7D6E" w:rsidRDefault="00C03E09" w:rsidP="00C03E09">
      <w:pPr>
        <w:pStyle w:val="RCBody"/>
        <w:spacing w:after="0"/>
        <w:rPr>
          <w:noProof/>
          <w:lang w:val="es-ES_tradnl"/>
        </w:rPr>
      </w:pPr>
    </w:p>
    <w:p w14:paraId="65EDE214" w14:textId="6A20AB38" w:rsidR="006D436E" w:rsidRPr="005E7D6E" w:rsidRDefault="003F3665" w:rsidP="003F3665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3F3665">
        <w:rPr>
          <w:noProof/>
          <w:lang w:val="es-ES_tradnl"/>
        </w:rPr>
        <w:t>¿En qué medida está</w:t>
      </w:r>
      <w:r>
        <w:rPr>
          <w:noProof/>
          <w:lang w:val="es-ES_tradnl"/>
        </w:rPr>
        <w:t>s</w:t>
      </w:r>
      <w:r w:rsidRPr="003F3665">
        <w:rPr>
          <w:noProof/>
          <w:lang w:val="es-ES_tradnl"/>
        </w:rPr>
        <w:t xml:space="preserve"> de acuerdo</w:t>
      </w:r>
      <w:r w:rsidR="00FE470E">
        <w:rPr>
          <w:noProof/>
          <w:lang w:val="es-ES_tradnl"/>
        </w:rPr>
        <w:t>,</w:t>
      </w:r>
      <w:r w:rsidRPr="003F3665">
        <w:rPr>
          <w:noProof/>
          <w:lang w:val="es-ES_tradnl"/>
        </w:rPr>
        <w:t xml:space="preserve"> o en desacuerdo</w:t>
      </w:r>
      <w:r w:rsidR="00FE470E">
        <w:rPr>
          <w:noProof/>
          <w:lang w:val="es-ES_tradnl"/>
        </w:rPr>
        <w:t>,</w:t>
      </w:r>
      <w:r w:rsidRPr="003F3665">
        <w:rPr>
          <w:noProof/>
          <w:lang w:val="es-ES_tradnl"/>
        </w:rPr>
        <w:t xml:space="preserve"> con las siguientes </w:t>
      </w:r>
      <w:r>
        <w:rPr>
          <w:noProof/>
          <w:lang w:val="es-ES_tradnl"/>
        </w:rPr>
        <w:t>afirm</w:t>
      </w:r>
      <w:r w:rsidRPr="003F3665">
        <w:rPr>
          <w:noProof/>
          <w:lang w:val="es-ES_tradnl"/>
        </w:rPr>
        <w:t>aciones?</w:t>
      </w:r>
    </w:p>
    <w:tbl>
      <w:tblPr>
        <w:tblStyle w:val="ab"/>
        <w:tblW w:w="9567" w:type="dxa"/>
        <w:tblInd w:w="720" w:type="dxa"/>
        <w:tblLook w:val="04A0" w:firstRow="1" w:lastRow="0" w:firstColumn="1" w:lastColumn="0" w:noHBand="0" w:noVBand="1"/>
      </w:tblPr>
      <w:tblGrid>
        <w:gridCol w:w="3647"/>
        <w:gridCol w:w="1259"/>
        <w:gridCol w:w="1259"/>
        <w:gridCol w:w="1474"/>
        <w:gridCol w:w="964"/>
        <w:gridCol w:w="964"/>
      </w:tblGrid>
      <w:tr w:rsidR="00BB2263" w:rsidRPr="005E7D6E" w14:paraId="2BA81163" w14:textId="77777777" w:rsidTr="00FE470E">
        <w:tc>
          <w:tcPr>
            <w:tcW w:w="3647" w:type="dxa"/>
          </w:tcPr>
          <w:p w14:paraId="7206F6D9" w14:textId="77777777" w:rsidR="006D436E" w:rsidRPr="005E7D6E" w:rsidRDefault="006D436E" w:rsidP="006457DB">
            <w:pPr>
              <w:pStyle w:val="RCBody"/>
              <w:spacing w:after="0"/>
              <w:rPr>
                <w:noProof/>
                <w:lang w:val="es-ES_tradnl"/>
              </w:rPr>
            </w:pPr>
          </w:p>
        </w:tc>
        <w:tc>
          <w:tcPr>
            <w:tcW w:w="1259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038DE04" w14:textId="6F8690D4" w:rsidR="006D436E" w:rsidRPr="005E7D6E" w:rsidRDefault="00BB2263" w:rsidP="00BB2263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Muy en desacuerdo</w:t>
            </w:r>
          </w:p>
        </w:tc>
        <w:tc>
          <w:tcPr>
            <w:tcW w:w="12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0AA0A9B" w14:textId="62379446" w:rsidR="006D436E" w:rsidRPr="005E7D6E" w:rsidRDefault="00BB2263" w:rsidP="006457DB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En desacuerdo</w:t>
            </w:r>
          </w:p>
        </w:tc>
        <w:tc>
          <w:tcPr>
            <w:tcW w:w="147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665BD44" w14:textId="5B7F767F" w:rsidR="006D436E" w:rsidRPr="005E7D6E" w:rsidRDefault="00BB2263" w:rsidP="006457DB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Ni de acuerdo ni en desacuerdo</w:t>
            </w:r>
          </w:p>
        </w:tc>
        <w:tc>
          <w:tcPr>
            <w:tcW w:w="96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81AB557" w14:textId="22DFD9EF" w:rsidR="006D436E" w:rsidRPr="005E7D6E" w:rsidRDefault="00BB2263" w:rsidP="00BB2263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De acuerdo</w:t>
            </w:r>
          </w:p>
        </w:tc>
        <w:tc>
          <w:tcPr>
            <w:tcW w:w="964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3ABAA10" w14:textId="32B42423" w:rsidR="006D436E" w:rsidRPr="005E7D6E" w:rsidRDefault="00BB2263" w:rsidP="00BB2263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Muy de acuerdo</w:t>
            </w:r>
          </w:p>
        </w:tc>
      </w:tr>
      <w:tr w:rsidR="00BB2263" w:rsidRPr="005E7D6E" w14:paraId="6C96B2F4" w14:textId="77777777" w:rsidTr="00FE470E">
        <w:tc>
          <w:tcPr>
            <w:tcW w:w="3647" w:type="dxa"/>
          </w:tcPr>
          <w:p w14:paraId="69AFDA2E" w14:textId="71D24F56" w:rsidR="006D436E" w:rsidRPr="005E7D6E" w:rsidRDefault="00BB2263" w:rsidP="00BB2263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Siento una conexión estrecha con mi legado judío.</w:t>
            </w:r>
          </w:p>
        </w:tc>
        <w:tc>
          <w:tcPr>
            <w:tcW w:w="1259" w:type="dxa"/>
            <w:vAlign w:val="center"/>
          </w:tcPr>
          <w:p w14:paraId="1A520109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14:paraId="56FE8671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74" w:type="dxa"/>
            <w:vAlign w:val="center"/>
          </w:tcPr>
          <w:p w14:paraId="7D788486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138102F7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575B81FD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BB2263" w:rsidRPr="005E7D6E" w14:paraId="6CCEDBBE" w14:textId="77777777" w:rsidTr="00FE470E">
        <w:tc>
          <w:tcPr>
            <w:tcW w:w="3647" w:type="dxa"/>
          </w:tcPr>
          <w:p w14:paraId="6C5C37FE" w14:textId="35EDC3E0" w:rsidR="006D436E" w:rsidRPr="005E7D6E" w:rsidRDefault="00BB2263" w:rsidP="00BB2263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Estoy i</w:t>
            </w:r>
            <w:r w:rsidR="006D436E" w:rsidRPr="005E7D6E">
              <w:rPr>
                <w:noProof/>
                <w:lang w:val="es-ES_tradnl"/>
              </w:rPr>
              <w:t>nteres</w:t>
            </w:r>
            <w:r>
              <w:rPr>
                <w:noProof/>
                <w:lang w:val="es-ES_tradnl"/>
              </w:rPr>
              <w:t>a</w:t>
            </w:r>
            <w:r w:rsidR="006D436E" w:rsidRPr="005E7D6E">
              <w:rPr>
                <w:noProof/>
                <w:lang w:val="es-ES_tradnl"/>
              </w:rPr>
              <w:t>d</w:t>
            </w:r>
            <w:r>
              <w:rPr>
                <w:noProof/>
                <w:lang w:val="es-ES_tradnl"/>
              </w:rPr>
              <w:t>o/a</w:t>
            </w:r>
            <w:r w:rsidR="006D436E" w:rsidRPr="005E7D6E">
              <w:rPr>
                <w:noProof/>
                <w:lang w:val="es-ES_tradnl"/>
              </w:rPr>
              <w:t xml:space="preserve"> </w:t>
            </w:r>
            <w:r>
              <w:rPr>
                <w:noProof/>
                <w:lang w:val="es-ES_tradnl"/>
              </w:rPr>
              <w:t>e</w:t>
            </w:r>
            <w:r w:rsidR="006D436E" w:rsidRPr="005E7D6E">
              <w:rPr>
                <w:noProof/>
                <w:lang w:val="es-ES_tradnl"/>
              </w:rPr>
              <w:t xml:space="preserve">n </w:t>
            </w:r>
            <w:r>
              <w:rPr>
                <w:noProof/>
                <w:lang w:val="es-ES_tradnl"/>
              </w:rPr>
              <w:t>aprender más sobre el judaísmo y mi legado judío</w:t>
            </w:r>
            <w:r w:rsidR="00E8092D">
              <w:rPr>
                <w:noProof/>
                <w:lang w:val="es-ES_tradnl"/>
              </w:rPr>
              <w:t>.</w:t>
            </w:r>
          </w:p>
        </w:tc>
        <w:tc>
          <w:tcPr>
            <w:tcW w:w="1259" w:type="dxa"/>
            <w:vAlign w:val="center"/>
          </w:tcPr>
          <w:p w14:paraId="28DD0722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14:paraId="42676091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74" w:type="dxa"/>
            <w:vAlign w:val="center"/>
          </w:tcPr>
          <w:p w14:paraId="12F083E1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3000031D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0B84481B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BB2263" w:rsidRPr="005E7D6E" w14:paraId="4E5AA73C" w14:textId="77777777" w:rsidTr="00FE470E">
        <w:tc>
          <w:tcPr>
            <w:tcW w:w="3647" w:type="dxa"/>
          </w:tcPr>
          <w:p w14:paraId="56D1011B" w14:textId="01B7207A" w:rsidR="006D436E" w:rsidRPr="005E7D6E" w:rsidRDefault="00E8092D" w:rsidP="00CE2217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 xml:space="preserve">Las clases de estudios judaicos están entre mis clases </w:t>
            </w:r>
            <w:r w:rsidR="006D436E" w:rsidRPr="005E7D6E">
              <w:rPr>
                <w:noProof/>
                <w:lang w:val="es-ES_tradnl"/>
              </w:rPr>
              <w:t>favoritas</w:t>
            </w:r>
            <w:r>
              <w:rPr>
                <w:noProof/>
                <w:lang w:val="es-ES_tradnl"/>
              </w:rPr>
              <w:t>.</w:t>
            </w:r>
          </w:p>
        </w:tc>
        <w:tc>
          <w:tcPr>
            <w:tcW w:w="1259" w:type="dxa"/>
            <w:vAlign w:val="center"/>
          </w:tcPr>
          <w:p w14:paraId="2B245708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14:paraId="2C2B88CD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74" w:type="dxa"/>
            <w:vAlign w:val="center"/>
          </w:tcPr>
          <w:p w14:paraId="1D2BF179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39DB6FFF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32645697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BB2263" w:rsidRPr="005E7D6E" w14:paraId="501BDEEC" w14:textId="77777777" w:rsidTr="00FE470E">
        <w:trPr>
          <w:trHeight w:val="589"/>
        </w:trPr>
        <w:tc>
          <w:tcPr>
            <w:tcW w:w="3647" w:type="dxa"/>
          </w:tcPr>
          <w:p w14:paraId="06CE9479" w14:textId="0166C520" w:rsidR="006D436E" w:rsidRPr="005E7D6E" w:rsidRDefault="00E8092D" w:rsidP="00CE2217">
            <w:pPr>
              <w:pStyle w:val="RCBody"/>
              <w:spacing w:after="0" w:line="240" w:lineRule="auto"/>
              <w:rPr>
                <w:noProof/>
                <w:lang w:val="es-ES_tradnl"/>
              </w:rPr>
            </w:pPr>
            <w:r>
              <w:rPr>
                <w:noProof/>
                <w:highlight w:val="yellow"/>
                <w:lang w:val="es-ES_tradnl"/>
              </w:rPr>
              <w:t xml:space="preserve">Siento la </w:t>
            </w:r>
            <w:r w:rsidR="006D436E" w:rsidRPr="005E7D6E">
              <w:rPr>
                <w:noProof/>
                <w:highlight w:val="yellow"/>
                <w:lang w:val="es-ES_tradnl"/>
              </w:rPr>
              <w:t>respons</w:t>
            </w:r>
            <w:r w:rsidR="00CE2217">
              <w:rPr>
                <w:noProof/>
                <w:highlight w:val="yellow"/>
                <w:lang w:val="es-ES_tradnl"/>
              </w:rPr>
              <w:t>a</w:t>
            </w:r>
            <w:r w:rsidR="006D436E" w:rsidRPr="005E7D6E">
              <w:rPr>
                <w:noProof/>
                <w:highlight w:val="yellow"/>
                <w:lang w:val="es-ES_tradnl"/>
              </w:rPr>
              <w:t>bili</w:t>
            </w:r>
            <w:r>
              <w:rPr>
                <w:noProof/>
                <w:highlight w:val="yellow"/>
                <w:lang w:val="es-ES_tradnl"/>
              </w:rPr>
              <w:t>dad</w:t>
            </w:r>
            <w:r w:rsidR="006D436E" w:rsidRPr="005E7D6E">
              <w:rPr>
                <w:noProof/>
                <w:highlight w:val="yellow"/>
                <w:lang w:val="es-ES_tradnl"/>
              </w:rPr>
              <w:t xml:space="preserve"> </w:t>
            </w:r>
            <w:r>
              <w:rPr>
                <w:noProof/>
                <w:highlight w:val="yellow"/>
                <w:lang w:val="es-ES_tradnl"/>
              </w:rPr>
              <w:t>de ocuparme de los judíos necesitados e</w:t>
            </w:r>
            <w:r w:rsidR="000B0FA1" w:rsidRPr="005E7D6E">
              <w:rPr>
                <w:noProof/>
                <w:highlight w:val="yellow"/>
                <w:lang w:val="es-ES_tradnl"/>
              </w:rPr>
              <w:t>n</w:t>
            </w:r>
            <w:r w:rsidR="000B0FA1" w:rsidRPr="005E7D6E">
              <w:rPr>
                <w:noProof/>
                <w:lang w:val="es-ES_tradnl"/>
              </w:rPr>
              <w:t xml:space="preserve"> </w:t>
            </w:r>
            <w:r w:rsidR="000A58B9" w:rsidRPr="005E7D6E">
              <w:rPr>
                <w:noProof/>
                <w:highlight w:val="lightGray"/>
                <w:lang w:val="es-ES_tradnl"/>
              </w:rPr>
              <w:t>[</w:t>
            </w:r>
            <w:r>
              <w:rPr>
                <w:noProof/>
                <w:highlight w:val="lightGray"/>
                <w:lang w:val="es-ES_tradnl"/>
              </w:rPr>
              <w:t>país</w:t>
            </w:r>
            <w:r w:rsidR="000A58B9" w:rsidRPr="005E7D6E">
              <w:rPr>
                <w:noProof/>
                <w:highlight w:val="lightGray"/>
                <w:lang w:val="es-ES_tradnl"/>
              </w:rPr>
              <w:t>]</w:t>
            </w:r>
            <w:r w:rsidR="00CE2217">
              <w:rPr>
                <w:noProof/>
                <w:lang w:val="es-ES_tradnl"/>
              </w:rPr>
              <w:t>.</w:t>
            </w:r>
          </w:p>
        </w:tc>
        <w:tc>
          <w:tcPr>
            <w:tcW w:w="1259" w:type="dxa"/>
            <w:vAlign w:val="center"/>
          </w:tcPr>
          <w:p w14:paraId="3E229A1C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14:paraId="507EE7D5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74" w:type="dxa"/>
            <w:vAlign w:val="center"/>
          </w:tcPr>
          <w:p w14:paraId="2F90B10B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5CE4C497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4F56CDA4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BB2263" w:rsidRPr="005E7D6E" w14:paraId="0EB58CE0" w14:textId="77777777" w:rsidTr="00FE470E">
        <w:tc>
          <w:tcPr>
            <w:tcW w:w="3647" w:type="dxa"/>
          </w:tcPr>
          <w:p w14:paraId="5843F579" w14:textId="31A2FCB6" w:rsidR="006D436E" w:rsidRPr="005E7D6E" w:rsidRDefault="00E8092D" w:rsidP="00E8092D">
            <w:pPr>
              <w:pStyle w:val="RCBody"/>
              <w:spacing w:after="0" w:line="240" w:lineRule="auto"/>
              <w:rPr>
                <w:noProof/>
                <w:lang w:val="es-ES_tradnl"/>
              </w:rPr>
            </w:pPr>
            <w:r w:rsidRPr="00E8092D">
              <w:rPr>
                <w:noProof/>
                <w:lang w:val="es-ES_tradnl"/>
              </w:rPr>
              <w:t>Asistir a una escuela judía me hace sentir que pertenezco a algún lugar</w:t>
            </w:r>
            <w:r>
              <w:rPr>
                <w:noProof/>
                <w:lang w:val="es-ES_tradnl"/>
              </w:rPr>
              <w:t>.</w:t>
            </w:r>
          </w:p>
        </w:tc>
        <w:tc>
          <w:tcPr>
            <w:tcW w:w="1259" w:type="dxa"/>
            <w:vAlign w:val="center"/>
          </w:tcPr>
          <w:p w14:paraId="422D18D2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14:paraId="571DFF6A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74" w:type="dxa"/>
            <w:vAlign w:val="center"/>
          </w:tcPr>
          <w:p w14:paraId="34DC5828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042EB76C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0F3F6941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BB2263" w:rsidRPr="005E7D6E" w14:paraId="4221609F" w14:textId="77777777" w:rsidTr="00FE470E">
        <w:tc>
          <w:tcPr>
            <w:tcW w:w="3647" w:type="dxa"/>
          </w:tcPr>
          <w:p w14:paraId="65EA31EF" w14:textId="04E6D4D7" w:rsidR="006D436E" w:rsidRPr="005E7D6E" w:rsidRDefault="00E8092D" w:rsidP="00E8092D">
            <w:pPr>
              <w:pStyle w:val="RCBody"/>
              <w:spacing w:after="0" w:line="240" w:lineRule="auto"/>
              <w:rPr>
                <w:noProof/>
                <w:lang w:val="es-ES_tradnl"/>
              </w:rPr>
            </w:pPr>
            <w:r w:rsidRPr="00E8092D">
              <w:rPr>
                <w:noProof/>
                <w:lang w:val="es-ES_tradnl"/>
              </w:rPr>
              <w:t>Siento un fuerte sen</w:t>
            </w:r>
            <w:r>
              <w:rPr>
                <w:noProof/>
                <w:lang w:val="es-ES_tradnl"/>
              </w:rPr>
              <w:t xml:space="preserve">sación </w:t>
            </w:r>
            <w:r w:rsidRPr="00E8092D">
              <w:rPr>
                <w:noProof/>
                <w:lang w:val="es-ES_tradnl"/>
              </w:rPr>
              <w:t>de conexión con Israel.</w:t>
            </w:r>
          </w:p>
        </w:tc>
        <w:tc>
          <w:tcPr>
            <w:tcW w:w="1259" w:type="dxa"/>
            <w:vAlign w:val="center"/>
          </w:tcPr>
          <w:p w14:paraId="648A7F61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14:paraId="3045991C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74" w:type="dxa"/>
            <w:vAlign w:val="center"/>
          </w:tcPr>
          <w:p w14:paraId="790F9E16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6730A6CE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507C0D91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BB2263" w:rsidRPr="005E7D6E" w14:paraId="3BA6FCEC" w14:textId="77777777" w:rsidTr="00FE470E">
        <w:tc>
          <w:tcPr>
            <w:tcW w:w="3647" w:type="dxa"/>
          </w:tcPr>
          <w:p w14:paraId="158491A6" w14:textId="24DABF57" w:rsidR="006D436E" w:rsidRPr="005E7D6E" w:rsidRDefault="00E8092D" w:rsidP="00E8092D">
            <w:pPr>
              <w:pStyle w:val="RCBody"/>
              <w:spacing w:after="0" w:line="240" w:lineRule="auto"/>
              <w:rPr>
                <w:noProof/>
                <w:lang w:val="es-ES_tradnl"/>
              </w:rPr>
            </w:pPr>
            <w:r w:rsidRPr="00E8092D">
              <w:rPr>
                <w:noProof/>
                <w:lang w:val="es-ES_tradnl"/>
              </w:rPr>
              <w:t>Veo el servicio comunitario y el voluntariado como parte de mi vida judía.</w:t>
            </w:r>
          </w:p>
        </w:tc>
        <w:tc>
          <w:tcPr>
            <w:tcW w:w="1259" w:type="dxa"/>
            <w:vAlign w:val="center"/>
          </w:tcPr>
          <w:p w14:paraId="19D457A3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14:paraId="0232C2E3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74" w:type="dxa"/>
            <w:vAlign w:val="center"/>
          </w:tcPr>
          <w:p w14:paraId="706B3A8E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5CB24D5A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3F4E5887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BB2263" w:rsidRPr="005E7D6E" w14:paraId="571FED1B" w14:textId="77777777" w:rsidTr="00FE470E">
        <w:tc>
          <w:tcPr>
            <w:tcW w:w="3647" w:type="dxa"/>
          </w:tcPr>
          <w:p w14:paraId="1041C753" w14:textId="2DA2A621" w:rsidR="00486FA9" w:rsidRPr="005E7D6E" w:rsidRDefault="00486FA9" w:rsidP="00486FA9">
            <w:pPr>
              <w:pStyle w:val="RCBody"/>
              <w:spacing w:after="0" w:line="240" w:lineRule="auto"/>
              <w:rPr>
                <w:noProof/>
                <w:lang w:val="es-ES_tradnl"/>
              </w:rPr>
            </w:pPr>
            <w:r w:rsidRPr="00486FA9">
              <w:rPr>
                <w:noProof/>
                <w:lang w:val="es-ES_tradnl"/>
              </w:rPr>
              <w:t xml:space="preserve">Los conceptos judíos de contribuir </w:t>
            </w:r>
            <w:r>
              <w:rPr>
                <w:noProof/>
                <w:lang w:val="es-ES_tradnl"/>
              </w:rPr>
              <w:t>con e</w:t>
            </w:r>
            <w:r w:rsidRPr="00486FA9">
              <w:rPr>
                <w:noProof/>
                <w:lang w:val="es-ES_tradnl"/>
              </w:rPr>
              <w:t xml:space="preserve">l mundo (por ejemplo, </w:t>
            </w:r>
            <w:r w:rsidRPr="00486FA9">
              <w:rPr>
                <w:i/>
                <w:iCs/>
                <w:noProof/>
                <w:lang w:val="es-ES_tradnl"/>
              </w:rPr>
              <w:t>Tikún</w:t>
            </w:r>
            <w:r>
              <w:rPr>
                <w:i/>
                <w:iCs/>
                <w:noProof/>
                <w:lang w:val="es-ES_tradnl"/>
              </w:rPr>
              <w:t xml:space="preserve"> </w:t>
            </w:r>
            <w:r w:rsidRPr="00486FA9">
              <w:rPr>
                <w:i/>
                <w:iCs/>
                <w:noProof/>
                <w:lang w:val="es-ES_tradnl"/>
              </w:rPr>
              <w:t>Olam</w:t>
            </w:r>
            <w:r w:rsidRPr="00486FA9">
              <w:rPr>
                <w:noProof/>
                <w:lang w:val="es-ES_tradnl"/>
              </w:rPr>
              <w:t>) me inspiran a hacer del mundo un lugar mejor</w:t>
            </w:r>
            <w:r>
              <w:rPr>
                <w:noProof/>
                <w:lang w:val="es-ES_tradnl"/>
              </w:rPr>
              <w:t>.</w:t>
            </w:r>
          </w:p>
        </w:tc>
        <w:tc>
          <w:tcPr>
            <w:tcW w:w="1259" w:type="dxa"/>
            <w:vAlign w:val="center"/>
          </w:tcPr>
          <w:p w14:paraId="4688699C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14:paraId="7A4850D2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74" w:type="dxa"/>
            <w:vAlign w:val="center"/>
          </w:tcPr>
          <w:p w14:paraId="43518F9C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2AFF2F50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1AC6C929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BB2263" w:rsidRPr="005E7D6E" w14:paraId="76AFB84A" w14:textId="77777777" w:rsidTr="00FE470E">
        <w:tc>
          <w:tcPr>
            <w:tcW w:w="3647" w:type="dxa"/>
          </w:tcPr>
          <w:p w14:paraId="3BD4902B" w14:textId="167341E6" w:rsidR="000B0FA1" w:rsidRPr="005E7D6E" w:rsidRDefault="00486FA9" w:rsidP="00486FA9">
            <w:pPr>
              <w:pStyle w:val="RCBody"/>
              <w:spacing w:after="0" w:line="240" w:lineRule="auto"/>
              <w:rPr>
                <w:noProof/>
                <w:lang w:val="es-ES_tradnl"/>
              </w:rPr>
            </w:pPr>
            <w:r w:rsidRPr="00486FA9">
              <w:rPr>
                <w:noProof/>
                <w:lang w:val="es-ES_tradnl"/>
              </w:rPr>
              <w:t xml:space="preserve">Siento la responsibilidad de ocuparme de los judíos necesitados </w:t>
            </w:r>
            <w:r>
              <w:rPr>
                <w:noProof/>
                <w:lang w:val="es-ES_tradnl"/>
              </w:rPr>
              <w:t xml:space="preserve">en </w:t>
            </w:r>
            <w:r w:rsidRPr="00486FA9">
              <w:rPr>
                <w:noProof/>
                <w:lang w:val="es-ES_tradnl"/>
              </w:rPr>
              <w:t>e</w:t>
            </w:r>
            <w:r w:rsidR="000B0FA1" w:rsidRPr="00486FA9">
              <w:rPr>
                <w:noProof/>
                <w:lang w:val="es-ES_tradnl"/>
              </w:rPr>
              <w:t xml:space="preserve">I </w:t>
            </w:r>
            <w:r>
              <w:rPr>
                <w:noProof/>
                <w:lang w:val="es-ES_tradnl"/>
              </w:rPr>
              <w:t>mundo entero.</w:t>
            </w:r>
          </w:p>
        </w:tc>
        <w:tc>
          <w:tcPr>
            <w:tcW w:w="1259" w:type="dxa"/>
            <w:vAlign w:val="center"/>
          </w:tcPr>
          <w:p w14:paraId="64AB8F78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14:paraId="24ABE43C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74" w:type="dxa"/>
            <w:vAlign w:val="center"/>
          </w:tcPr>
          <w:p w14:paraId="715F8C03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798B5476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713418FE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BB2263" w:rsidRPr="005E7D6E" w14:paraId="13265528" w14:textId="77777777" w:rsidTr="00FE470E">
        <w:tc>
          <w:tcPr>
            <w:tcW w:w="3647" w:type="dxa"/>
          </w:tcPr>
          <w:p w14:paraId="0A7A6116" w14:textId="5EA51126" w:rsidR="000B0FA1" w:rsidRPr="005E7D6E" w:rsidRDefault="00486FA9" w:rsidP="00486FA9">
            <w:pPr>
              <w:pStyle w:val="RCBody"/>
              <w:spacing w:after="0" w:line="240" w:lineRule="auto"/>
              <w:rPr>
                <w:noProof/>
                <w:lang w:val="es-ES_tradnl"/>
              </w:rPr>
            </w:pPr>
            <w:r w:rsidRPr="00486FA9">
              <w:rPr>
                <w:noProof/>
                <w:highlight w:val="yellow"/>
                <w:lang w:val="es-ES_tradnl"/>
              </w:rPr>
              <w:t>Siento una conexión estrecha con</w:t>
            </w:r>
            <w:r>
              <w:rPr>
                <w:noProof/>
                <w:highlight w:val="yellow"/>
                <w:lang w:val="es-ES_tradnl"/>
              </w:rPr>
              <w:t xml:space="preserve"> los judíos en</w:t>
            </w:r>
            <w:r w:rsidR="000B0FA1" w:rsidRPr="005E7D6E">
              <w:rPr>
                <w:noProof/>
                <w:lang w:val="es-ES_tradnl"/>
              </w:rPr>
              <w:t xml:space="preserve"> </w:t>
            </w:r>
            <w:r w:rsidR="000A58B9" w:rsidRPr="005E7D6E">
              <w:rPr>
                <w:noProof/>
                <w:highlight w:val="lightGray"/>
                <w:lang w:val="es-ES_tradnl"/>
              </w:rPr>
              <w:t>[</w:t>
            </w:r>
            <w:r>
              <w:rPr>
                <w:noProof/>
                <w:highlight w:val="lightGray"/>
                <w:lang w:val="es-ES_tradnl"/>
              </w:rPr>
              <w:t>país</w:t>
            </w:r>
            <w:r w:rsidR="000A58B9" w:rsidRPr="005E7D6E">
              <w:rPr>
                <w:noProof/>
                <w:highlight w:val="lightGray"/>
                <w:lang w:val="es-ES_tradnl"/>
              </w:rPr>
              <w:t>]</w:t>
            </w:r>
            <w:r w:rsidR="00CE2217">
              <w:rPr>
                <w:noProof/>
                <w:lang w:val="es-ES_tradnl"/>
              </w:rPr>
              <w:t>.</w:t>
            </w:r>
          </w:p>
        </w:tc>
        <w:tc>
          <w:tcPr>
            <w:tcW w:w="1259" w:type="dxa"/>
            <w:vAlign w:val="center"/>
          </w:tcPr>
          <w:p w14:paraId="13EB520D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14:paraId="45B77405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474" w:type="dxa"/>
            <w:vAlign w:val="center"/>
          </w:tcPr>
          <w:p w14:paraId="29EABF9B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2DC56458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noProof/>
                <w:lang w:val="es-ES_tradnl"/>
              </w:rPr>
            </w:pPr>
          </w:p>
        </w:tc>
        <w:tc>
          <w:tcPr>
            <w:tcW w:w="964" w:type="dxa"/>
            <w:vAlign w:val="center"/>
          </w:tcPr>
          <w:p w14:paraId="08A73EF1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</w:tbl>
    <w:p w14:paraId="2618C3EC" w14:textId="1F20EC55" w:rsidR="006D436E" w:rsidRPr="005E7D6E" w:rsidRDefault="006D436E" w:rsidP="00C03E09">
      <w:pPr>
        <w:pStyle w:val="RCBody"/>
        <w:spacing w:after="0"/>
        <w:rPr>
          <w:noProof/>
          <w:lang w:val="es-ES_tradnl"/>
        </w:rPr>
      </w:pPr>
    </w:p>
    <w:p w14:paraId="09CF452C" w14:textId="7D8FC54E" w:rsidR="006D436E" w:rsidRPr="005E7D6E" w:rsidRDefault="00486FA9" w:rsidP="00486FA9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3F3665">
        <w:rPr>
          <w:noProof/>
          <w:lang w:val="es-ES_tradnl"/>
        </w:rPr>
        <w:t xml:space="preserve">¿En qué medida </w:t>
      </w:r>
      <w:r>
        <w:rPr>
          <w:noProof/>
          <w:lang w:val="es-ES_tradnl"/>
        </w:rPr>
        <w:t xml:space="preserve">tu escuela ha </w:t>
      </w:r>
      <w:r w:rsidR="006D436E" w:rsidRPr="005E7D6E">
        <w:rPr>
          <w:noProof/>
          <w:lang w:val="es-ES_tradnl"/>
        </w:rPr>
        <w:t>contribu</w:t>
      </w:r>
      <w:r>
        <w:rPr>
          <w:noProof/>
          <w:lang w:val="es-ES_tradnl"/>
        </w:rPr>
        <w:t>i</w:t>
      </w:r>
      <w:r w:rsidR="006D436E" w:rsidRPr="005E7D6E">
        <w:rPr>
          <w:noProof/>
          <w:lang w:val="es-ES_tradnl"/>
        </w:rPr>
        <w:t xml:space="preserve">do </w:t>
      </w:r>
      <w:r>
        <w:rPr>
          <w:noProof/>
          <w:lang w:val="es-ES_tradnl"/>
        </w:rPr>
        <w:t>con tu</w:t>
      </w:r>
      <w:r w:rsidR="00CE2217">
        <w:rPr>
          <w:noProof/>
          <w:lang w:val="es-ES_tradnl"/>
        </w:rPr>
        <w:t>?</w:t>
      </w:r>
      <w:r w:rsidR="006D436E" w:rsidRPr="005E7D6E">
        <w:rPr>
          <w:noProof/>
          <w:lang w:val="es-ES_tradnl"/>
        </w:rPr>
        <w:t>…</w:t>
      </w:r>
    </w:p>
    <w:tbl>
      <w:tblPr>
        <w:tblStyle w:val="ab"/>
        <w:tblW w:w="9355" w:type="dxa"/>
        <w:tblInd w:w="720" w:type="dxa"/>
        <w:tblLook w:val="04A0" w:firstRow="1" w:lastRow="0" w:firstColumn="1" w:lastColumn="0" w:noHBand="0" w:noVBand="1"/>
      </w:tblPr>
      <w:tblGrid>
        <w:gridCol w:w="4765"/>
        <w:gridCol w:w="1170"/>
        <w:gridCol w:w="972"/>
        <w:gridCol w:w="1188"/>
        <w:gridCol w:w="1260"/>
      </w:tblGrid>
      <w:tr w:rsidR="00486FA9" w:rsidRPr="005E7D6E" w14:paraId="51ECC885" w14:textId="77777777" w:rsidTr="006D436E">
        <w:tc>
          <w:tcPr>
            <w:tcW w:w="4765" w:type="dxa"/>
          </w:tcPr>
          <w:p w14:paraId="6F9D70D7" w14:textId="77777777" w:rsidR="00486FA9" w:rsidRPr="005E7D6E" w:rsidRDefault="00486FA9" w:rsidP="00486FA9">
            <w:pPr>
              <w:pStyle w:val="RCBody"/>
              <w:spacing w:after="0"/>
              <w:rPr>
                <w:noProof/>
                <w:lang w:val="es-ES_tradnl"/>
              </w:rPr>
            </w:pPr>
          </w:p>
        </w:tc>
        <w:tc>
          <w:tcPr>
            <w:tcW w:w="117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5FEC95E" w14:textId="20015EBB" w:rsidR="00486FA9" w:rsidRPr="005E7D6E" w:rsidRDefault="00486FA9" w:rsidP="00486FA9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N</w:t>
            </w:r>
            <w:r>
              <w:rPr>
                <w:noProof/>
                <w:color w:val="FFFFFF" w:themeColor="background1"/>
                <w:lang w:val="es-ES_tradnl"/>
              </w:rPr>
              <w:t>ada en absoluto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A7FC5EF" w14:textId="4B85BD6B" w:rsidR="00486FA9" w:rsidRPr="005E7D6E" w:rsidRDefault="00486FA9" w:rsidP="00486FA9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Un poco</w:t>
            </w:r>
          </w:p>
        </w:tc>
        <w:tc>
          <w:tcPr>
            <w:tcW w:w="11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2D930CD" w14:textId="49049F11" w:rsidR="00486FA9" w:rsidRPr="005E7D6E" w:rsidRDefault="00486FA9" w:rsidP="00486FA9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Bastante</w:t>
            </w:r>
          </w:p>
        </w:tc>
        <w:tc>
          <w:tcPr>
            <w:tcW w:w="126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364ED35" w14:textId="1704192E" w:rsidR="00486FA9" w:rsidRPr="005E7D6E" w:rsidRDefault="00486FA9" w:rsidP="00486FA9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Much</w:t>
            </w:r>
            <w:r>
              <w:rPr>
                <w:noProof/>
                <w:color w:val="FFFFFF" w:themeColor="background1"/>
                <w:lang w:val="es-ES_tradnl"/>
              </w:rPr>
              <w:t>o</w:t>
            </w:r>
          </w:p>
        </w:tc>
      </w:tr>
      <w:tr w:rsidR="006D436E" w:rsidRPr="005E7D6E" w14:paraId="2A39B7AD" w14:textId="77777777" w:rsidTr="006D436E">
        <w:tc>
          <w:tcPr>
            <w:tcW w:w="4765" w:type="dxa"/>
          </w:tcPr>
          <w:p w14:paraId="03D56DFD" w14:textId="361338EA" w:rsidR="00486FA9" w:rsidRPr="005E7D6E" w:rsidRDefault="00486FA9" w:rsidP="009B4F50">
            <w:pPr>
              <w:pStyle w:val="RCBody"/>
              <w:spacing w:after="0"/>
              <w:rPr>
                <w:noProof/>
                <w:lang w:val="es-ES_tradnl"/>
              </w:rPr>
            </w:pPr>
            <w:r w:rsidRPr="00486FA9">
              <w:rPr>
                <w:noProof/>
                <w:lang w:val="es-ES_tradnl"/>
              </w:rPr>
              <w:t>Conocimiento del</w:t>
            </w:r>
            <w:r w:rsidR="009B4F50">
              <w:rPr>
                <w:noProof/>
                <w:lang w:val="es-ES_tradnl"/>
              </w:rPr>
              <w:t xml:space="preserve"> leg</w:t>
            </w:r>
            <w:r w:rsidRPr="00486FA9">
              <w:rPr>
                <w:noProof/>
                <w:lang w:val="es-ES_tradnl"/>
              </w:rPr>
              <w:t>a</w:t>
            </w:r>
            <w:r w:rsidR="009B4F50">
              <w:rPr>
                <w:noProof/>
                <w:lang w:val="es-ES_tradnl"/>
              </w:rPr>
              <w:t>do</w:t>
            </w:r>
            <w:r w:rsidRPr="00486FA9">
              <w:rPr>
                <w:noProof/>
                <w:lang w:val="es-ES_tradnl"/>
              </w:rPr>
              <w:t>, los rit</w:t>
            </w:r>
            <w:r w:rsidR="009B4F50">
              <w:rPr>
                <w:noProof/>
                <w:lang w:val="es-ES_tradnl"/>
              </w:rPr>
              <w:t>o</w:t>
            </w:r>
            <w:r w:rsidRPr="00486FA9">
              <w:rPr>
                <w:noProof/>
                <w:lang w:val="es-ES_tradnl"/>
              </w:rPr>
              <w:t>s y las tradiciones judías</w:t>
            </w:r>
          </w:p>
        </w:tc>
        <w:tc>
          <w:tcPr>
            <w:tcW w:w="1170" w:type="dxa"/>
            <w:vAlign w:val="center"/>
          </w:tcPr>
          <w:p w14:paraId="2DE923F4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72" w:type="dxa"/>
            <w:vAlign w:val="center"/>
          </w:tcPr>
          <w:p w14:paraId="64152573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88" w:type="dxa"/>
            <w:vAlign w:val="center"/>
          </w:tcPr>
          <w:p w14:paraId="1A4A9681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60" w:type="dxa"/>
            <w:vAlign w:val="center"/>
          </w:tcPr>
          <w:p w14:paraId="57EC95BF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D436E" w:rsidRPr="005E7D6E" w14:paraId="2D4E3AA0" w14:textId="77777777" w:rsidTr="006D436E">
        <w:tc>
          <w:tcPr>
            <w:tcW w:w="4765" w:type="dxa"/>
          </w:tcPr>
          <w:p w14:paraId="034821EC" w14:textId="514D0B29" w:rsidR="00486FA9" w:rsidRPr="005E7D6E" w:rsidRDefault="00486FA9" w:rsidP="00CE2217">
            <w:pPr>
              <w:pStyle w:val="RCBody"/>
              <w:spacing w:after="0"/>
              <w:rPr>
                <w:noProof/>
                <w:lang w:val="es-ES_tradnl"/>
              </w:rPr>
            </w:pPr>
            <w:r w:rsidRPr="00486FA9">
              <w:rPr>
                <w:noProof/>
                <w:lang w:val="es-ES_tradnl"/>
              </w:rPr>
              <w:t xml:space="preserve">Habilidades </w:t>
            </w:r>
            <w:r w:rsidR="00CE2217">
              <w:rPr>
                <w:noProof/>
                <w:lang w:val="es-ES_tradnl"/>
              </w:rPr>
              <w:t xml:space="preserve">en </w:t>
            </w:r>
            <w:r w:rsidRPr="00486FA9">
              <w:rPr>
                <w:noProof/>
                <w:lang w:val="es-ES_tradnl"/>
              </w:rPr>
              <w:t>el idioma hebreo</w:t>
            </w:r>
          </w:p>
        </w:tc>
        <w:tc>
          <w:tcPr>
            <w:tcW w:w="1170" w:type="dxa"/>
            <w:vAlign w:val="center"/>
          </w:tcPr>
          <w:p w14:paraId="014A0573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72" w:type="dxa"/>
            <w:vAlign w:val="center"/>
          </w:tcPr>
          <w:p w14:paraId="0FBFAE6D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88" w:type="dxa"/>
            <w:vAlign w:val="center"/>
          </w:tcPr>
          <w:p w14:paraId="47934510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60" w:type="dxa"/>
            <w:vAlign w:val="center"/>
          </w:tcPr>
          <w:p w14:paraId="1992BC4B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D436E" w:rsidRPr="005E7D6E" w14:paraId="7DE155BB" w14:textId="77777777" w:rsidTr="006D436E">
        <w:tc>
          <w:tcPr>
            <w:tcW w:w="4765" w:type="dxa"/>
          </w:tcPr>
          <w:p w14:paraId="2D2BDA80" w14:textId="34514BDB" w:rsidR="00486FA9" w:rsidRPr="005E7D6E" w:rsidRDefault="00486FA9" w:rsidP="006457DB">
            <w:pPr>
              <w:pStyle w:val="RCBody"/>
              <w:spacing w:after="0"/>
              <w:rPr>
                <w:noProof/>
                <w:lang w:val="es-ES_tradnl"/>
              </w:rPr>
            </w:pPr>
            <w:r w:rsidRPr="00486FA9">
              <w:rPr>
                <w:noProof/>
                <w:lang w:val="es-ES_tradnl"/>
              </w:rPr>
              <w:t xml:space="preserve">Conexión con la tierra, el pueblo y el </w:t>
            </w:r>
            <w:r w:rsidR="009B4F50" w:rsidRPr="00486FA9">
              <w:rPr>
                <w:noProof/>
                <w:lang w:val="es-ES_tradnl"/>
              </w:rPr>
              <w:t xml:space="preserve">Estado </w:t>
            </w:r>
            <w:r w:rsidRPr="00486FA9">
              <w:rPr>
                <w:noProof/>
                <w:lang w:val="es-ES_tradnl"/>
              </w:rPr>
              <w:t>de Israel</w:t>
            </w:r>
          </w:p>
        </w:tc>
        <w:tc>
          <w:tcPr>
            <w:tcW w:w="1170" w:type="dxa"/>
            <w:vAlign w:val="center"/>
          </w:tcPr>
          <w:p w14:paraId="066A3A31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72" w:type="dxa"/>
            <w:vAlign w:val="center"/>
          </w:tcPr>
          <w:p w14:paraId="34472D89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88" w:type="dxa"/>
            <w:vAlign w:val="center"/>
          </w:tcPr>
          <w:p w14:paraId="29AAC267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60" w:type="dxa"/>
            <w:vAlign w:val="center"/>
          </w:tcPr>
          <w:p w14:paraId="2BA541FD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D436E" w:rsidRPr="005E7D6E" w14:paraId="08AE545F" w14:textId="77777777" w:rsidTr="006D436E">
        <w:tc>
          <w:tcPr>
            <w:tcW w:w="4765" w:type="dxa"/>
          </w:tcPr>
          <w:p w14:paraId="48A2EA6F" w14:textId="368D03CC" w:rsidR="00486FA9" w:rsidRPr="005E7D6E" w:rsidRDefault="009237B1" w:rsidP="009237B1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Involucramiento</w:t>
            </w:r>
            <w:r w:rsidRPr="00486FA9">
              <w:rPr>
                <w:noProof/>
                <w:lang w:val="es-ES_tradnl"/>
              </w:rPr>
              <w:t xml:space="preserve"> </w:t>
            </w:r>
            <w:r w:rsidR="00486FA9" w:rsidRPr="00486FA9">
              <w:rPr>
                <w:noProof/>
                <w:lang w:val="es-ES_tradnl"/>
              </w:rPr>
              <w:t>en la comunidad judía local</w:t>
            </w:r>
          </w:p>
        </w:tc>
        <w:tc>
          <w:tcPr>
            <w:tcW w:w="1170" w:type="dxa"/>
            <w:vAlign w:val="center"/>
          </w:tcPr>
          <w:p w14:paraId="2D0875C6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72" w:type="dxa"/>
            <w:vAlign w:val="center"/>
          </w:tcPr>
          <w:p w14:paraId="389AF16A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88" w:type="dxa"/>
            <w:vAlign w:val="center"/>
          </w:tcPr>
          <w:p w14:paraId="2B2C4A19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60" w:type="dxa"/>
            <w:vAlign w:val="center"/>
          </w:tcPr>
          <w:p w14:paraId="32E7FBA9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D436E" w:rsidRPr="005E7D6E" w14:paraId="4F493546" w14:textId="77777777" w:rsidTr="006D436E">
        <w:tc>
          <w:tcPr>
            <w:tcW w:w="4765" w:type="dxa"/>
          </w:tcPr>
          <w:p w14:paraId="22E7690D" w14:textId="2ACF70EE" w:rsidR="00486FA9" w:rsidRPr="005E7D6E" w:rsidRDefault="001E5103" w:rsidP="009237B1">
            <w:pPr>
              <w:pStyle w:val="RCBody"/>
              <w:spacing w:after="0"/>
              <w:rPr>
                <w:noProof/>
                <w:lang w:val="es-ES_tradnl"/>
              </w:rPr>
            </w:pPr>
            <w:r w:rsidRPr="005E7D6E">
              <w:rPr>
                <w:noProof/>
                <w:highlight w:val="lightGray"/>
                <w:lang w:val="es-ES_tradnl"/>
              </w:rPr>
              <w:t>[</w:t>
            </w:r>
            <w:r w:rsidR="009237B1" w:rsidRPr="005E7D6E">
              <w:rPr>
                <w:noProof/>
                <w:highlight w:val="lightGray"/>
                <w:lang w:val="es-ES_tradnl"/>
              </w:rPr>
              <w:t>No</w:t>
            </w:r>
            <w:r w:rsidR="009237B1">
              <w:rPr>
                <w:noProof/>
                <w:highlight w:val="lightGray"/>
                <w:lang w:val="es-ES_tradnl"/>
              </w:rPr>
              <w:t xml:space="preserve"> mos</w:t>
            </w:r>
            <w:r w:rsidRPr="005E7D6E">
              <w:rPr>
                <w:noProof/>
                <w:highlight w:val="lightGray"/>
                <w:lang w:val="es-ES_tradnl"/>
              </w:rPr>
              <w:t>t</w:t>
            </w:r>
            <w:r w:rsidR="009237B1">
              <w:rPr>
                <w:noProof/>
                <w:highlight w:val="lightGray"/>
                <w:lang w:val="es-ES_tradnl"/>
              </w:rPr>
              <w:t>rar</w:t>
            </w:r>
            <w:r w:rsidRPr="005E7D6E">
              <w:rPr>
                <w:noProof/>
                <w:highlight w:val="lightGray"/>
                <w:lang w:val="es-ES_tradnl"/>
              </w:rPr>
              <w:t xml:space="preserve"> </w:t>
            </w:r>
            <w:r w:rsidR="009237B1">
              <w:rPr>
                <w:noProof/>
                <w:highlight w:val="lightGray"/>
                <w:lang w:val="es-ES_tradnl"/>
              </w:rPr>
              <w:t>s</w:t>
            </w:r>
            <w:r w:rsidRPr="005E7D6E">
              <w:rPr>
                <w:noProof/>
                <w:highlight w:val="lightGray"/>
                <w:lang w:val="es-ES_tradnl"/>
              </w:rPr>
              <w:t xml:space="preserve">i </w:t>
            </w:r>
            <w:r w:rsidR="009237B1">
              <w:rPr>
                <w:noProof/>
                <w:highlight w:val="lightGray"/>
                <w:lang w:val="es-ES_tradnl"/>
              </w:rPr>
              <w:t>P</w:t>
            </w:r>
            <w:r w:rsidR="007828FF" w:rsidRPr="005E7D6E">
              <w:rPr>
                <w:noProof/>
                <w:highlight w:val="lightGray"/>
                <w:lang w:val="es-ES_tradnl"/>
              </w:rPr>
              <w:t>6</w:t>
            </w:r>
            <w:r w:rsidRPr="005E7D6E">
              <w:rPr>
                <w:noProof/>
                <w:highlight w:val="lightGray"/>
                <w:lang w:val="es-ES_tradnl"/>
              </w:rPr>
              <w:t>=No]</w:t>
            </w:r>
            <w:r w:rsidRPr="005E7D6E">
              <w:rPr>
                <w:noProof/>
                <w:lang w:val="es-ES_tradnl"/>
              </w:rPr>
              <w:t xml:space="preserve"> </w:t>
            </w:r>
            <w:r w:rsidR="00486FA9" w:rsidRPr="00486FA9">
              <w:rPr>
                <w:noProof/>
                <w:lang w:val="es-ES_tradnl"/>
              </w:rPr>
              <w:t>Senti</w:t>
            </w:r>
            <w:r w:rsidR="009237B1">
              <w:rPr>
                <w:noProof/>
                <w:lang w:val="es-ES_tradnl"/>
              </w:rPr>
              <w:t>miento d</w:t>
            </w:r>
            <w:r w:rsidR="00486FA9" w:rsidRPr="00486FA9">
              <w:rPr>
                <w:noProof/>
                <w:lang w:val="es-ES_tradnl"/>
              </w:rPr>
              <w:t>e orgullo</w:t>
            </w:r>
            <w:r w:rsidR="009237B1">
              <w:rPr>
                <w:noProof/>
                <w:lang w:val="es-ES_tradnl"/>
              </w:rPr>
              <w:t xml:space="preserve"> por t</w:t>
            </w:r>
            <w:r w:rsidR="00486FA9" w:rsidRPr="00486FA9">
              <w:rPr>
                <w:noProof/>
                <w:lang w:val="es-ES_tradnl"/>
              </w:rPr>
              <w:t>u identidad judía</w:t>
            </w:r>
          </w:p>
        </w:tc>
        <w:tc>
          <w:tcPr>
            <w:tcW w:w="1170" w:type="dxa"/>
            <w:vAlign w:val="center"/>
          </w:tcPr>
          <w:p w14:paraId="22B5D577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72" w:type="dxa"/>
            <w:vAlign w:val="center"/>
          </w:tcPr>
          <w:p w14:paraId="34CB037C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88" w:type="dxa"/>
            <w:vAlign w:val="center"/>
          </w:tcPr>
          <w:p w14:paraId="6B5169EF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60" w:type="dxa"/>
            <w:vAlign w:val="center"/>
          </w:tcPr>
          <w:p w14:paraId="6F73F9F6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D436E" w:rsidRPr="005E7D6E" w14:paraId="017DE474" w14:textId="77777777" w:rsidTr="006D436E">
        <w:tc>
          <w:tcPr>
            <w:tcW w:w="4765" w:type="dxa"/>
          </w:tcPr>
          <w:p w14:paraId="468D8F47" w14:textId="2DDE8CCA" w:rsidR="00486FA9" w:rsidRPr="005E7D6E" w:rsidRDefault="00486FA9" w:rsidP="00CE2217">
            <w:pPr>
              <w:pStyle w:val="RCBody"/>
              <w:spacing w:after="0"/>
              <w:rPr>
                <w:noProof/>
                <w:lang w:val="es-ES_tradnl"/>
              </w:rPr>
            </w:pPr>
            <w:r w:rsidRPr="00486FA9">
              <w:rPr>
                <w:noProof/>
                <w:lang w:val="es-ES_tradnl"/>
              </w:rPr>
              <w:t xml:space="preserve">Sentido de responsabilidad </w:t>
            </w:r>
            <w:r w:rsidR="009237B1">
              <w:rPr>
                <w:noProof/>
                <w:lang w:val="es-ES_tradnl"/>
              </w:rPr>
              <w:t>para ocupar</w:t>
            </w:r>
            <w:r w:rsidR="00CE2217">
              <w:rPr>
                <w:noProof/>
                <w:lang w:val="es-ES_tradnl"/>
              </w:rPr>
              <w:t>t</w:t>
            </w:r>
            <w:r w:rsidR="009237B1">
              <w:rPr>
                <w:noProof/>
                <w:lang w:val="es-ES_tradnl"/>
              </w:rPr>
              <w:t xml:space="preserve">e </w:t>
            </w:r>
            <w:r w:rsidRPr="00486FA9">
              <w:rPr>
                <w:noProof/>
                <w:lang w:val="es-ES_tradnl"/>
              </w:rPr>
              <w:t>de los judíos necesitados</w:t>
            </w:r>
          </w:p>
        </w:tc>
        <w:tc>
          <w:tcPr>
            <w:tcW w:w="1170" w:type="dxa"/>
            <w:vAlign w:val="center"/>
          </w:tcPr>
          <w:p w14:paraId="3FBE7042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72" w:type="dxa"/>
            <w:vAlign w:val="center"/>
          </w:tcPr>
          <w:p w14:paraId="07E5692C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88" w:type="dxa"/>
            <w:vAlign w:val="center"/>
          </w:tcPr>
          <w:p w14:paraId="0700849F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60" w:type="dxa"/>
            <w:vAlign w:val="center"/>
          </w:tcPr>
          <w:p w14:paraId="3E3B3C1C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D436E" w:rsidRPr="005E7D6E" w14:paraId="6FDDDA8B" w14:textId="77777777" w:rsidTr="006D436E">
        <w:tc>
          <w:tcPr>
            <w:tcW w:w="4765" w:type="dxa"/>
          </w:tcPr>
          <w:p w14:paraId="55B1E74B" w14:textId="31BED008" w:rsidR="00486FA9" w:rsidRPr="005E7D6E" w:rsidRDefault="00486FA9" w:rsidP="009237B1">
            <w:pPr>
              <w:pStyle w:val="RCBody"/>
              <w:spacing w:after="0"/>
              <w:rPr>
                <w:noProof/>
                <w:lang w:val="es-ES_tradnl"/>
              </w:rPr>
            </w:pPr>
            <w:r w:rsidRPr="00486FA9">
              <w:rPr>
                <w:noProof/>
                <w:lang w:val="es-ES_tradnl"/>
              </w:rPr>
              <w:lastRenderedPageBreak/>
              <w:t xml:space="preserve">Curiosidad e interés por conocer la vida y </w:t>
            </w:r>
            <w:r w:rsidR="009237B1">
              <w:rPr>
                <w:noProof/>
                <w:lang w:val="es-ES_tradnl"/>
              </w:rPr>
              <w:t>e</w:t>
            </w:r>
            <w:r w:rsidRPr="00486FA9">
              <w:rPr>
                <w:noProof/>
                <w:lang w:val="es-ES_tradnl"/>
              </w:rPr>
              <w:t>l</w:t>
            </w:r>
            <w:r w:rsidR="009237B1">
              <w:rPr>
                <w:noProof/>
                <w:lang w:val="es-ES_tradnl"/>
              </w:rPr>
              <w:t xml:space="preserve"> leg</w:t>
            </w:r>
            <w:r w:rsidRPr="00486FA9">
              <w:rPr>
                <w:noProof/>
                <w:lang w:val="es-ES_tradnl"/>
              </w:rPr>
              <w:t>a</w:t>
            </w:r>
            <w:r w:rsidR="009237B1">
              <w:rPr>
                <w:noProof/>
                <w:lang w:val="es-ES_tradnl"/>
              </w:rPr>
              <w:t>do</w:t>
            </w:r>
            <w:r w:rsidRPr="00486FA9">
              <w:rPr>
                <w:noProof/>
                <w:lang w:val="es-ES_tradnl"/>
              </w:rPr>
              <w:t xml:space="preserve"> judí</w:t>
            </w:r>
            <w:r w:rsidR="009237B1">
              <w:rPr>
                <w:noProof/>
                <w:lang w:val="es-ES_tradnl"/>
              </w:rPr>
              <w:t>os</w:t>
            </w:r>
          </w:p>
        </w:tc>
        <w:tc>
          <w:tcPr>
            <w:tcW w:w="1170" w:type="dxa"/>
            <w:vAlign w:val="center"/>
          </w:tcPr>
          <w:p w14:paraId="25030815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72" w:type="dxa"/>
            <w:vAlign w:val="center"/>
          </w:tcPr>
          <w:p w14:paraId="0059D8C9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88" w:type="dxa"/>
            <w:vAlign w:val="center"/>
          </w:tcPr>
          <w:p w14:paraId="11DE519E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60" w:type="dxa"/>
            <w:vAlign w:val="center"/>
          </w:tcPr>
          <w:p w14:paraId="763F2791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D436E" w:rsidRPr="005E7D6E" w14:paraId="23D1C058" w14:textId="77777777" w:rsidTr="006D436E">
        <w:tc>
          <w:tcPr>
            <w:tcW w:w="4765" w:type="dxa"/>
          </w:tcPr>
          <w:p w14:paraId="2D15F611" w14:textId="5B227B22" w:rsidR="00486FA9" w:rsidRPr="005E7D6E" w:rsidRDefault="001E5103" w:rsidP="009237B1">
            <w:pPr>
              <w:pStyle w:val="RCBody"/>
              <w:spacing w:after="0"/>
              <w:rPr>
                <w:noProof/>
                <w:lang w:val="es-ES_tradnl"/>
              </w:rPr>
            </w:pPr>
            <w:r w:rsidRPr="005E7D6E">
              <w:rPr>
                <w:noProof/>
                <w:highlight w:val="lightGray"/>
                <w:lang w:val="es-ES_tradnl"/>
              </w:rPr>
              <w:t>[</w:t>
            </w:r>
            <w:r w:rsidR="009237B1" w:rsidRPr="005E7D6E">
              <w:rPr>
                <w:noProof/>
                <w:highlight w:val="lightGray"/>
                <w:lang w:val="es-ES_tradnl"/>
              </w:rPr>
              <w:t>No</w:t>
            </w:r>
            <w:r w:rsidR="009237B1">
              <w:rPr>
                <w:noProof/>
                <w:highlight w:val="lightGray"/>
                <w:lang w:val="es-ES_tradnl"/>
              </w:rPr>
              <w:t xml:space="preserve"> mos</w:t>
            </w:r>
            <w:r w:rsidR="009237B1" w:rsidRPr="005E7D6E">
              <w:rPr>
                <w:noProof/>
                <w:highlight w:val="lightGray"/>
                <w:lang w:val="es-ES_tradnl"/>
              </w:rPr>
              <w:t>t</w:t>
            </w:r>
            <w:r w:rsidR="009237B1">
              <w:rPr>
                <w:noProof/>
                <w:highlight w:val="lightGray"/>
                <w:lang w:val="es-ES_tradnl"/>
              </w:rPr>
              <w:t>rar</w:t>
            </w:r>
            <w:r w:rsidR="009237B1" w:rsidRPr="005E7D6E">
              <w:rPr>
                <w:noProof/>
                <w:highlight w:val="lightGray"/>
                <w:lang w:val="es-ES_tradnl"/>
              </w:rPr>
              <w:t xml:space="preserve"> </w:t>
            </w:r>
            <w:r w:rsidR="009237B1">
              <w:rPr>
                <w:noProof/>
                <w:highlight w:val="lightGray"/>
                <w:lang w:val="es-ES_tradnl"/>
              </w:rPr>
              <w:t>s</w:t>
            </w:r>
            <w:r w:rsidR="009237B1" w:rsidRPr="005E7D6E">
              <w:rPr>
                <w:noProof/>
                <w:highlight w:val="lightGray"/>
                <w:lang w:val="es-ES_tradnl"/>
              </w:rPr>
              <w:t xml:space="preserve">i </w:t>
            </w:r>
            <w:r w:rsidR="009237B1">
              <w:rPr>
                <w:noProof/>
                <w:highlight w:val="lightGray"/>
                <w:lang w:val="es-ES_tradnl"/>
              </w:rPr>
              <w:t>P</w:t>
            </w:r>
            <w:r w:rsidR="009237B1" w:rsidRPr="005E7D6E">
              <w:rPr>
                <w:noProof/>
                <w:highlight w:val="lightGray"/>
                <w:lang w:val="es-ES_tradnl"/>
              </w:rPr>
              <w:t>6=No</w:t>
            </w:r>
            <w:r w:rsidRPr="005E7D6E">
              <w:rPr>
                <w:noProof/>
                <w:highlight w:val="lightGray"/>
                <w:lang w:val="es-ES_tradnl"/>
              </w:rPr>
              <w:t>]</w:t>
            </w:r>
            <w:r w:rsidRPr="005E7D6E">
              <w:rPr>
                <w:noProof/>
                <w:lang w:val="es-ES_tradnl"/>
              </w:rPr>
              <w:t xml:space="preserve"> </w:t>
            </w:r>
            <w:r w:rsidR="00486FA9" w:rsidRPr="00486FA9">
              <w:rPr>
                <w:noProof/>
                <w:lang w:val="es-ES_tradnl"/>
              </w:rPr>
              <w:t xml:space="preserve">Planes para incorporar prácticas judías en </w:t>
            </w:r>
            <w:r w:rsidR="009237B1">
              <w:rPr>
                <w:noProof/>
                <w:lang w:val="es-ES_tradnl"/>
              </w:rPr>
              <w:t>t</w:t>
            </w:r>
            <w:r w:rsidR="00486FA9" w:rsidRPr="00486FA9">
              <w:rPr>
                <w:noProof/>
                <w:lang w:val="es-ES_tradnl"/>
              </w:rPr>
              <w:t>u hogar</w:t>
            </w:r>
          </w:p>
        </w:tc>
        <w:tc>
          <w:tcPr>
            <w:tcW w:w="1170" w:type="dxa"/>
            <w:vAlign w:val="center"/>
          </w:tcPr>
          <w:p w14:paraId="3E8DAF7C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972" w:type="dxa"/>
            <w:vAlign w:val="center"/>
          </w:tcPr>
          <w:p w14:paraId="5C92028F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88" w:type="dxa"/>
            <w:vAlign w:val="center"/>
          </w:tcPr>
          <w:p w14:paraId="687911F8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60" w:type="dxa"/>
            <w:vAlign w:val="center"/>
          </w:tcPr>
          <w:p w14:paraId="06486EDD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</w:tbl>
    <w:p w14:paraId="40CCC251" w14:textId="77777777" w:rsidR="006D436E" w:rsidRPr="005E7D6E" w:rsidRDefault="006D436E" w:rsidP="006D436E">
      <w:pPr>
        <w:pStyle w:val="RCBody"/>
        <w:spacing w:after="0"/>
        <w:ind w:left="720"/>
        <w:rPr>
          <w:noProof/>
          <w:lang w:val="es-ES_tradnl"/>
        </w:rPr>
      </w:pPr>
    </w:p>
    <w:p w14:paraId="0A4768CF" w14:textId="4DCBF467" w:rsidR="006D436E" w:rsidRPr="002D7502" w:rsidRDefault="002D7502" w:rsidP="002D7502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2D7502">
        <w:rPr>
          <w:noProof/>
          <w:lang w:val="es-ES_tradnl"/>
        </w:rPr>
        <w:t>¿En qué medida tu escuela ha contribuido con tu</w:t>
      </w:r>
      <w:r w:rsidR="00CE2217">
        <w:rPr>
          <w:noProof/>
          <w:lang w:val="es-ES_tradnl"/>
        </w:rPr>
        <w:t>?</w:t>
      </w:r>
      <w:r w:rsidRPr="002D7502">
        <w:rPr>
          <w:noProof/>
          <w:lang w:val="es-ES_tradnl"/>
        </w:rPr>
        <w:t>…</w:t>
      </w:r>
    </w:p>
    <w:tbl>
      <w:tblPr>
        <w:tblStyle w:val="ab"/>
        <w:tblW w:w="9411" w:type="dxa"/>
        <w:tblInd w:w="720" w:type="dxa"/>
        <w:tblLook w:val="04A0" w:firstRow="1" w:lastRow="0" w:firstColumn="1" w:lastColumn="0" w:noHBand="0" w:noVBand="1"/>
      </w:tblPr>
      <w:tblGrid>
        <w:gridCol w:w="5102"/>
        <w:gridCol w:w="1134"/>
        <w:gridCol w:w="850"/>
        <w:gridCol w:w="1134"/>
        <w:gridCol w:w="1191"/>
      </w:tblGrid>
      <w:tr w:rsidR="002D7502" w:rsidRPr="005E7D6E" w14:paraId="2EC993D4" w14:textId="77777777" w:rsidTr="002D7502">
        <w:tc>
          <w:tcPr>
            <w:tcW w:w="5102" w:type="dxa"/>
          </w:tcPr>
          <w:p w14:paraId="708C7655" w14:textId="77777777" w:rsidR="002D7502" w:rsidRPr="005E7D6E" w:rsidRDefault="002D7502" w:rsidP="002D7502">
            <w:pPr>
              <w:pStyle w:val="RCBody"/>
              <w:spacing w:after="0"/>
              <w:rPr>
                <w:noProof/>
                <w:lang w:val="es-ES_tradnl"/>
              </w:rPr>
            </w:pPr>
          </w:p>
        </w:tc>
        <w:tc>
          <w:tcPr>
            <w:tcW w:w="1134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7A4905E" w14:textId="13878FFD" w:rsidR="002D7502" w:rsidRPr="005E7D6E" w:rsidRDefault="002D7502" w:rsidP="002D7502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N</w:t>
            </w:r>
            <w:r>
              <w:rPr>
                <w:noProof/>
                <w:color w:val="FFFFFF" w:themeColor="background1"/>
                <w:lang w:val="es-ES_tradnl"/>
              </w:rPr>
              <w:t>ada en absoluto</w:t>
            </w:r>
          </w:p>
        </w:tc>
        <w:tc>
          <w:tcPr>
            <w:tcW w:w="8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F4338CB" w14:textId="1C83E3FB" w:rsidR="002D7502" w:rsidRPr="005E7D6E" w:rsidRDefault="002D7502" w:rsidP="002D7502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Un poco</w:t>
            </w:r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0E6AB00" w14:textId="173D045B" w:rsidR="002D7502" w:rsidRPr="005E7D6E" w:rsidRDefault="002D7502" w:rsidP="002D7502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Bastante</w:t>
            </w:r>
          </w:p>
        </w:tc>
        <w:tc>
          <w:tcPr>
            <w:tcW w:w="1191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9641014" w14:textId="273B0E70" w:rsidR="002D7502" w:rsidRPr="005E7D6E" w:rsidRDefault="002D7502" w:rsidP="002D7502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Much</w:t>
            </w:r>
            <w:r>
              <w:rPr>
                <w:noProof/>
                <w:color w:val="FFFFFF" w:themeColor="background1"/>
                <w:lang w:val="es-ES_tradnl"/>
              </w:rPr>
              <w:t>o</w:t>
            </w:r>
          </w:p>
        </w:tc>
      </w:tr>
      <w:tr w:rsidR="006D436E" w:rsidRPr="005E7D6E" w14:paraId="06C68B77" w14:textId="77777777" w:rsidTr="002D7502">
        <w:tc>
          <w:tcPr>
            <w:tcW w:w="5102" w:type="dxa"/>
          </w:tcPr>
          <w:p w14:paraId="0638E736" w14:textId="60B3A73F" w:rsidR="006D436E" w:rsidRPr="005E7D6E" w:rsidRDefault="002D7502" w:rsidP="002D7502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 xml:space="preserve">Conocimiento de </w:t>
            </w:r>
            <w:r w:rsidR="006D436E" w:rsidRPr="005E7D6E">
              <w:rPr>
                <w:noProof/>
                <w:lang w:val="es-ES_tradnl"/>
              </w:rPr>
              <w:t>text</w:t>
            </w:r>
            <w:r>
              <w:rPr>
                <w:noProof/>
                <w:lang w:val="es-ES_tradnl"/>
              </w:rPr>
              <w:t>os judío</w:t>
            </w:r>
            <w:r w:rsidR="006D436E" w:rsidRPr="005E7D6E">
              <w:rPr>
                <w:noProof/>
                <w:lang w:val="es-ES_tradnl"/>
              </w:rPr>
              <w:t>s (</w:t>
            </w:r>
            <w:r>
              <w:rPr>
                <w:noProof/>
                <w:lang w:val="es-ES_tradnl"/>
              </w:rPr>
              <w:t>p</w:t>
            </w:r>
            <w:r w:rsidR="006D436E" w:rsidRPr="005E7D6E">
              <w:rPr>
                <w:noProof/>
                <w:lang w:val="es-ES_tradnl"/>
              </w:rPr>
              <w:t>.</w:t>
            </w:r>
            <w:r>
              <w:rPr>
                <w:noProof/>
                <w:lang w:val="es-ES_tradnl"/>
              </w:rPr>
              <w:t>ej</w:t>
            </w:r>
            <w:r w:rsidR="006D436E" w:rsidRPr="005E7D6E">
              <w:rPr>
                <w:noProof/>
                <w:lang w:val="es-ES_tradnl"/>
              </w:rPr>
              <w:t xml:space="preserve">., </w:t>
            </w:r>
            <w:r w:rsidR="006D436E" w:rsidRPr="00353F7A">
              <w:rPr>
                <w:i/>
                <w:iCs/>
                <w:noProof/>
                <w:lang w:val="es-ES_tradnl"/>
              </w:rPr>
              <w:t>Tor</w:t>
            </w:r>
            <w:r w:rsidRPr="00353F7A">
              <w:rPr>
                <w:i/>
                <w:iCs/>
                <w:noProof/>
                <w:lang w:val="es-ES_tradnl"/>
              </w:rPr>
              <w:t>á</w:t>
            </w:r>
            <w:r w:rsidR="006D436E" w:rsidRPr="005E7D6E">
              <w:rPr>
                <w:noProof/>
                <w:lang w:val="es-ES_tradnl"/>
              </w:rPr>
              <w:t xml:space="preserve">, </w:t>
            </w:r>
            <w:r>
              <w:rPr>
                <w:noProof/>
                <w:lang w:val="es-ES_tradnl"/>
              </w:rPr>
              <w:t xml:space="preserve">Ley </w:t>
            </w:r>
            <w:r w:rsidR="006D436E" w:rsidRPr="005E7D6E">
              <w:rPr>
                <w:noProof/>
                <w:lang w:val="es-ES_tradnl"/>
              </w:rPr>
              <w:t>Oral)</w:t>
            </w:r>
          </w:p>
        </w:tc>
        <w:tc>
          <w:tcPr>
            <w:tcW w:w="1134" w:type="dxa"/>
            <w:vAlign w:val="center"/>
          </w:tcPr>
          <w:p w14:paraId="500AC920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48D2A78B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54724DF2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91" w:type="dxa"/>
            <w:vAlign w:val="center"/>
          </w:tcPr>
          <w:p w14:paraId="6AEC5004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D436E" w:rsidRPr="005E7D6E" w14:paraId="48EC980C" w14:textId="77777777" w:rsidTr="002D7502">
        <w:tc>
          <w:tcPr>
            <w:tcW w:w="5102" w:type="dxa"/>
          </w:tcPr>
          <w:p w14:paraId="09E0F7D3" w14:textId="6869917C" w:rsidR="006D436E" w:rsidRPr="005E7D6E" w:rsidRDefault="001E5103" w:rsidP="002D7502">
            <w:pPr>
              <w:pStyle w:val="RCBody"/>
              <w:spacing w:after="0"/>
              <w:rPr>
                <w:noProof/>
                <w:lang w:val="es-ES_tradnl"/>
              </w:rPr>
            </w:pPr>
            <w:r w:rsidRPr="005E7D6E">
              <w:rPr>
                <w:noProof/>
                <w:highlight w:val="lightGray"/>
                <w:lang w:val="es-ES_tradnl"/>
              </w:rPr>
              <w:t>[</w:t>
            </w:r>
            <w:r w:rsidR="002D7502" w:rsidRPr="005E7D6E">
              <w:rPr>
                <w:noProof/>
                <w:highlight w:val="lightGray"/>
                <w:lang w:val="es-ES_tradnl"/>
              </w:rPr>
              <w:t>No</w:t>
            </w:r>
            <w:r w:rsidR="002D7502">
              <w:rPr>
                <w:noProof/>
                <w:highlight w:val="lightGray"/>
                <w:lang w:val="es-ES_tradnl"/>
              </w:rPr>
              <w:t xml:space="preserve"> mos</w:t>
            </w:r>
            <w:r w:rsidR="002D7502" w:rsidRPr="005E7D6E">
              <w:rPr>
                <w:noProof/>
                <w:highlight w:val="lightGray"/>
                <w:lang w:val="es-ES_tradnl"/>
              </w:rPr>
              <w:t>t</w:t>
            </w:r>
            <w:r w:rsidR="002D7502">
              <w:rPr>
                <w:noProof/>
                <w:highlight w:val="lightGray"/>
                <w:lang w:val="es-ES_tradnl"/>
              </w:rPr>
              <w:t>rar</w:t>
            </w:r>
            <w:r w:rsidR="002D7502" w:rsidRPr="005E7D6E">
              <w:rPr>
                <w:noProof/>
                <w:highlight w:val="lightGray"/>
                <w:lang w:val="es-ES_tradnl"/>
              </w:rPr>
              <w:t xml:space="preserve"> </w:t>
            </w:r>
            <w:r w:rsidR="002D7502">
              <w:rPr>
                <w:noProof/>
                <w:highlight w:val="lightGray"/>
                <w:lang w:val="es-ES_tradnl"/>
              </w:rPr>
              <w:t>s</w:t>
            </w:r>
            <w:r w:rsidR="002D7502" w:rsidRPr="005E7D6E">
              <w:rPr>
                <w:noProof/>
                <w:highlight w:val="lightGray"/>
                <w:lang w:val="es-ES_tradnl"/>
              </w:rPr>
              <w:t xml:space="preserve">i </w:t>
            </w:r>
            <w:r w:rsidR="002D7502">
              <w:rPr>
                <w:noProof/>
                <w:highlight w:val="lightGray"/>
                <w:lang w:val="es-ES_tradnl"/>
              </w:rPr>
              <w:t>P</w:t>
            </w:r>
            <w:r w:rsidR="002D7502" w:rsidRPr="005E7D6E">
              <w:rPr>
                <w:noProof/>
                <w:highlight w:val="lightGray"/>
                <w:lang w:val="es-ES_tradnl"/>
              </w:rPr>
              <w:t>6=No</w:t>
            </w:r>
            <w:r w:rsidRPr="005E7D6E">
              <w:rPr>
                <w:noProof/>
                <w:highlight w:val="lightGray"/>
                <w:lang w:val="es-ES_tradnl"/>
              </w:rPr>
              <w:t>]</w:t>
            </w:r>
            <w:r w:rsidRPr="005E7D6E">
              <w:rPr>
                <w:noProof/>
                <w:lang w:val="es-ES_tradnl"/>
              </w:rPr>
              <w:t xml:space="preserve"> </w:t>
            </w:r>
            <w:r w:rsidR="002D7502" w:rsidRPr="00A123F4">
              <w:rPr>
                <w:noProof/>
                <w:lang w:val="es-419"/>
              </w:rPr>
              <w:t>Señala</w:t>
            </w:r>
            <w:r w:rsidR="002D7502">
              <w:rPr>
                <w:noProof/>
                <w:lang w:val="es-419"/>
              </w:rPr>
              <w:t>miento d</w:t>
            </w:r>
            <w:r w:rsidR="002D7502" w:rsidRPr="00A123F4">
              <w:rPr>
                <w:noProof/>
                <w:lang w:val="es-419"/>
              </w:rPr>
              <w:t xml:space="preserve">el </w:t>
            </w:r>
            <w:r w:rsidR="002D7502" w:rsidRPr="00353F7A">
              <w:rPr>
                <w:i/>
                <w:iCs/>
                <w:noProof/>
                <w:lang w:val="es-419"/>
              </w:rPr>
              <w:t>Shabat</w:t>
            </w:r>
            <w:r w:rsidR="002D7502" w:rsidRPr="00A123F4">
              <w:rPr>
                <w:noProof/>
                <w:lang w:val="es-419"/>
              </w:rPr>
              <w:t xml:space="preserve"> de manera diferente al resto</w:t>
            </w:r>
            <w:r w:rsidR="002D7502">
              <w:rPr>
                <w:noProof/>
                <w:lang w:val="es-419"/>
              </w:rPr>
              <w:t xml:space="preserve"> d</w:t>
            </w:r>
            <w:r w:rsidR="002D7502" w:rsidRPr="00A123F4">
              <w:rPr>
                <w:noProof/>
                <w:lang w:val="es-419"/>
              </w:rPr>
              <w:t xml:space="preserve">e </w:t>
            </w:r>
            <w:r w:rsidR="002D7502">
              <w:rPr>
                <w:noProof/>
                <w:lang w:val="es-419"/>
              </w:rPr>
              <w:t>la s</w:t>
            </w:r>
            <w:r w:rsidR="002D7502" w:rsidRPr="00A123F4">
              <w:rPr>
                <w:noProof/>
                <w:lang w:val="es-419"/>
              </w:rPr>
              <w:t>e</w:t>
            </w:r>
            <w:r w:rsidR="002D7502">
              <w:rPr>
                <w:noProof/>
                <w:lang w:val="es-419"/>
              </w:rPr>
              <w:t>mana</w:t>
            </w:r>
          </w:p>
        </w:tc>
        <w:tc>
          <w:tcPr>
            <w:tcW w:w="1134" w:type="dxa"/>
            <w:vAlign w:val="center"/>
          </w:tcPr>
          <w:p w14:paraId="169017D8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30EF8A2B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70945F25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91" w:type="dxa"/>
            <w:vAlign w:val="center"/>
          </w:tcPr>
          <w:p w14:paraId="01AF9B7C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D436E" w:rsidRPr="005E7D6E" w14:paraId="77C38C8A" w14:textId="77777777" w:rsidTr="002D7502">
        <w:tc>
          <w:tcPr>
            <w:tcW w:w="5102" w:type="dxa"/>
          </w:tcPr>
          <w:p w14:paraId="3791E073" w14:textId="23088ACB" w:rsidR="006D436E" w:rsidRPr="005E7D6E" w:rsidRDefault="002D7502" w:rsidP="002D7502">
            <w:pPr>
              <w:pStyle w:val="RCBody"/>
              <w:spacing w:after="0"/>
              <w:rPr>
                <w:noProof/>
                <w:lang w:val="es-ES_tradnl"/>
              </w:rPr>
            </w:pPr>
            <w:r w:rsidRPr="002D7502">
              <w:rPr>
                <w:noProof/>
                <w:lang w:val="es-ES_tradnl"/>
              </w:rPr>
              <w:t>Conciencia de los acontecimientos actuales en Israel</w:t>
            </w:r>
          </w:p>
        </w:tc>
        <w:tc>
          <w:tcPr>
            <w:tcW w:w="1134" w:type="dxa"/>
            <w:vAlign w:val="center"/>
          </w:tcPr>
          <w:p w14:paraId="725C6F52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5F278AEF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0B09CD44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91" w:type="dxa"/>
            <w:vAlign w:val="center"/>
          </w:tcPr>
          <w:p w14:paraId="33A90F7A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D436E" w:rsidRPr="005E7D6E" w14:paraId="3DDEA585" w14:textId="77777777" w:rsidTr="002D7502">
        <w:tc>
          <w:tcPr>
            <w:tcW w:w="5102" w:type="dxa"/>
          </w:tcPr>
          <w:p w14:paraId="23F38671" w14:textId="582C2200" w:rsidR="006D436E" w:rsidRPr="005E7D6E" w:rsidRDefault="002D7502" w:rsidP="002D7502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 xml:space="preserve">Comprensión </w:t>
            </w:r>
            <w:r w:rsidRPr="002D7502">
              <w:rPr>
                <w:noProof/>
                <w:lang w:val="es-ES_tradnl"/>
              </w:rPr>
              <w:t xml:space="preserve">de la historia de </w:t>
            </w:r>
            <w:r>
              <w:rPr>
                <w:noProof/>
                <w:lang w:val="es-ES_tradnl"/>
              </w:rPr>
              <w:t>t</w:t>
            </w:r>
            <w:r w:rsidRPr="002D7502">
              <w:rPr>
                <w:noProof/>
                <w:lang w:val="es-ES_tradnl"/>
              </w:rPr>
              <w:t>u comunidad judía local</w:t>
            </w:r>
          </w:p>
        </w:tc>
        <w:tc>
          <w:tcPr>
            <w:tcW w:w="1134" w:type="dxa"/>
            <w:vAlign w:val="center"/>
          </w:tcPr>
          <w:p w14:paraId="50795DB7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5B0D05F4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1DAA3EA1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91" w:type="dxa"/>
            <w:vAlign w:val="center"/>
          </w:tcPr>
          <w:p w14:paraId="2DB96EDB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D436E" w:rsidRPr="005E7D6E" w14:paraId="26ECDF54" w14:textId="77777777" w:rsidTr="002D7502">
        <w:tc>
          <w:tcPr>
            <w:tcW w:w="5102" w:type="dxa"/>
          </w:tcPr>
          <w:p w14:paraId="2180B09E" w14:textId="3EEB5402" w:rsidR="006D436E" w:rsidRPr="005E7D6E" w:rsidRDefault="002D7502" w:rsidP="002D7502">
            <w:pPr>
              <w:pStyle w:val="RCBody"/>
              <w:spacing w:after="0"/>
              <w:rPr>
                <w:noProof/>
                <w:lang w:val="es-ES_tradnl"/>
              </w:rPr>
            </w:pPr>
            <w:r w:rsidRPr="002D7502">
              <w:rPr>
                <w:noProof/>
                <w:lang w:val="es-ES_tradnl"/>
              </w:rPr>
              <w:t>Desarrollo de habilidades de liderazgo</w:t>
            </w:r>
          </w:p>
        </w:tc>
        <w:tc>
          <w:tcPr>
            <w:tcW w:w="1134" w:type="dxa"/>
            <w:vAlign w:val="center"/>
          </w:tcPr>
          <w:p w14:paraId="610453F2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7E154DBE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12546245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91" w:type="dxa"/>
            <w:vAlign w:val="center"/>
          </w:tcPr>
          <w:p w14:paraId="2D2CB372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6D436E" w:rsidRPr="005E7D6E" w14:paraId="7C21BD44" w14:textId="77777777" w:rsidTr="002D7502">
        <w:tc>
          <w:tcPr>
            <w:tcW w:w="5102" w:type="dxa"/>
          </w:tcPr>
          <w:p w14:paraId="684054DB" w14:textId="246BF726" w:rsidR="006D436E" w:rsidRPr="005E7D6E" w:rsidRDefault="002D7502" w:rsidP="00CE2217">
            <w:pPr>
              <w:pStyle w:val="RCBody"/>
              <w:spacing w:after="0"/>
              <w:rPr>
                <w:noProof/>
                <w:lang w:val="es-ES_tradnl"/>
              </w:rPr>
            </w:pPr>
            <w:r w:rsidRPr="002D7502">
              <w:rPr>
                <w:noProof/>
                <w:lang w:val="es-ES_tradnl"/>
              </w:rPr>
              <w:t>Senti</w:t>
            </w:r>
            <w:r>
              <w:rPr>
                <w:noProof/>
                <w:lang w:val="es-ES_tradnl"/>
              </w:rPr>
              <w:t xml:space="preserve">miento de </w:t>
            </w:r>
            <w:r w:rsidRPr="002D7502">
              <w:rPr>
                <w:noProof/>
                <w:lang w:val="es-ES_tradnl"/>
              </w:rPr>
              <w:t xml:space="preserve">pertenencia a </w:t>
            </w:r>
            <w:r>
              <w:rPr>
                <w:noProof/>
                <w:lang w:val="es-ES_tradnl"/>
              </w:rPr>
              <w:t>t</w:t>
            </w:r>
            <w:r w:rsidRPr="002D7502">
              <w:rPr>
                <w:noProof/>
                <w:lang w:val="es-ES_tradnl"/>
              </w:rPr>
              <w:t>us pa</w:t>
            </w:r>
            <w:r>
              <w:rPr>
                <w:noProof/>
                <w:lang w:val="es-ES_tradnl"/>
              </w:rPr>
              <w:t>r</w:t>
            </w:r>
            <w:r w:rsidRPr="002D7502">
              <w:rPr>
                <w:noProof/>
                <w:lang w:val="es-ES_tradnl"/>
              </w:rPr>
              <w:t>e</w:t>
            </w:r>
            <w:r w:rsidR="006D436E" w:rsidRPr="005E7D6E">
              <w:rPr>
                <w:noProof/>
                <w:lang w:val="es-ES_tradnl"/>
              </w:rPr>
              <w:t>s</w:t>
            </w:r>
          </w:p>
        </w:tc>
        <w:tc>
          <w:tcPr>
            <w:tcW w:w="1134" w:type="dxa"/>
            <w:vAlign w:val="center"/>
          </w:tcPr>
          <w:p w14:paraId="0704505F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4B8BF4D3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533C11DA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91" w:type="dxa"/>
            <w:vAlign w:val="center"/>
          </w:tcPr>
          <w:p w14:paraId="1E033555" w14:textId="77777777" w:rsidR="006D436E" w:rsidRPr="005E7D6E" w:rsidRDefault="006D436E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7828FF" w:rsidRPr="005E7D6E" w14:paraId="252BC82E" w14:textId="77777777" w:rsidTr="002D7502">
        <w:tc>
          <w:tcPr>
            <w:tcW w:w="5102" w:type="dxa"/>
          </w:tcPr>
          <w:p w14:paraId="253A5EB8" w14:textId="2AF69086" w:rsidR="007828FF" w:rsidRPr="005E7D6E" w:rsidRDefault="007828FF" w:rsidP="002D7502">
            <w:pPr>
              <w:pStyle w:val="RCBody"/>
              <w:spacing w:after="0"/>
              <w:rPr>
                <w:noProof/>
                <w:lang w:val="es-ES_tradnl"/>
              </w:rPr>
            </w:pPr>
            <w:r w:rsidRPr="005E7D6E">
              <w:rPr>
                <w:noProof/>
                <w:lang w:val="es-ES_tradnl"/>
              </w:rPr>
              <w:t>Volunt</w:t>
            </w:r>
            <w:r w:rsidR="002D7502">
              <w:rPr>
                <w:noProof/>
                <w:lang w:val="es-ES_tradnl"/>
              </w:rPr>
              <w:t>a</w:t>
            </w:r>
            <w:r w:rsidRPr="005E7D6E">
              <w:rPr>
                <w:noProof/>
                <w:lang w:val="es-ES_tradnl"/>
              </w:rPr>
              <w:t>ri</w:t>
            </w:r>
            <w:r w:rsidR="002D7502">
              <w:rPr>
                <w:noProof/>
                <w:lang w:val="es-ES_tradnl"/>
              </w:rPr>
              <w:t xml:space="preserve">ado en la </w:t>
            </w:r>
            <w:r w:rsidRPr="005E7D6E">
              <w:rPr>
                <w:noProof/>
                <w:lang w:val="es-ES_tradnl"/>
              </w:rPr>
              <w:t>comuni</w:t>
            </w:r>
            <w:r w:rsidR="002D7502">
              <w:rPr>
                <w:noProof/>
                <w:lang w:val="es-ES_tradnl"/>
              </w:rPr>
              <w:t>dad judía</w:t>
            </w:r>
          </w:p>
        </w:tc>
        <w:tc>
          <w:tcPr>
            <w:tcW w:w="1134" w:type="dxa"/>
            <w:vAlign w:val="center"/>
          </w:tcPr>
          <w:p w14:paraId="4B50717D" w14:textId="77777777" w:rsidR="007828FF" w:rsidRPr="005E7D6E" w:rsidRDefault="007828FF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681EAE89" w14:textId="77777777" w:rsidR="007828FF" w:rsidRPr="005E7D6E" w:rsidRDefault="007828FF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7C1AADB6" w14:textId="77777777" w:rsidR="007828FF" w:rsidRPr="005E7D6E" w:rsidRDefault="007828FF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91" w:type="dxa"/>
            <w:vAlign w:val="center"/>
          </w:tcPr>
          <w:p w14:paraId="26870732" w14:textId="77777777" w:rsidR="007828FF" w:rsidRPr="005E7D6E" w:rsidRDefault="007828FF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7828FF" w:rsidRPr="005E7D6E" w14:paraId="35BEAF56" w14:textId="77777777" w:rsidTr="002D7502">
        <w:tc>
          <w:tcPr>
            <w:tcW w:w="5102" w:type="dxa"/>
          </w:tcPr>
          <w:p w14:paraId="08A4F94A" w14:textId="7405776F" w:rsidR="007828FF" w:rsidRPr="005E7D6E" w:rsidRDefault="007828FF" w:rsidP="002D7502">
            <w:pPr>
              <w:pStyle w:val="RCBody"/>
              <w:spacing w:after="0"/>
              <w:rPr>
                <w:noProof/>
                <w:lang w:val="es-ES_tradnl"/>
              </w:rPr>
            </w:pPr>
            <w:r w:rsidRPr="005E7D6E">
              <w:rPr>
                <w:noProof/>
                <w:highlight w:val="lightGray"/>
                <w:lang w:val="es-ES_tradnl"/>
              </w:rPr>
              <w:t>[</w:t>
            </w:r>
            <w:r w:rsidR="002D7502" w:rsidRPr="005E7D6E">
              <w:rPr>
                <w:noProof/>
                <w:highlight w:val="lightGray"/>
                <w:lang w:val="es-ES_tradnl"/>
              </w:rPr>
              <w:t>No</w:t>
            </w:r>
            <w:r w:rsidR="002D7502">
              <w:rPr>
                <w:noProof/>
                <w:highlight w:val="lightGray"/>
                <w:lang w:val="es-ES_tradnl"/>
              </w:rPr>
              <w:t xml:space="preserve"> mos</w:t>
            </w:r>
            <w:r w:rsidR="002D7502" w:rsidRPr="005E7D6E">
              <w:rPr>
                <w:noProof/>
                <w:highlight w:val="lightGray"/>
                <w:lang w:val="es-ES_tradnl"/>
              </w:rPr>
              <w:t>t</w:t>
            </w:r>
            <w:r w:rsidR="002D7502">
              <w:rPr>
                <w:noProof/>
                <w:highlight w:val="lightGray"/>
                <w:lang w:val="es-ES_tradnl"/>
              </w:rPr>
              <w:t>rar</w:t>
            </w:r>
            <w:r w:rsidR="002D7502" w:rsidRPr="005E7D6E">
              <w:rPr>
                <w:noProof/>
                <w:highlight w:val="lightGray"/>
                <w:lang w:val="es-ES_tradnl"/>
              </w:rPr>
              <w:t xml:space="preserve"> </w:t>
            </w:r>
            <w:r w:rsidR="002D7502">
              <w:rPr>
                <w:noProof/>
                <w:highlight w:val="lightGray"/>
                <w:lang w:val="es-ES_tradnl"/>
              </w:rPr>
              <w:t>s</w:t>
            </w:r>
            <w:r w:rsidR="002D7502" w:rsidRPr="005E7D6E">
              <w:rPr>
                <w:noProof/>
                <w:highlight w:val="lightGray"/>
                <w:lang w:val="es-ES_tradnl"/>
              </w:rPr>
              <w:t xml:space="preserve">i </w:t>
            </w:r>
            <w:r w:rsidR="002D7502">
              <w:rPr>
                <w:noProof/>
                <w:highlight w:val="lightGray"/>
                <w:lang w:val="es-ES_tradnl"/>
              </w:rPr>
              <w:t>P</w:t>
            </w:r>
            <w:r w:rsidR="002D7502" w:rsidRPr="005E7D6E">
              <w:rPr>
                <w:noProof/>
                <w:highlight w:val="lightGray"/>
                <w:lang w:val="es-ES_tradnl"/>
              </w:rPr>
              <w:t>6=No</w:t>
            </w:r>
            <w:r w:rsidRPr="005E7D6E">
              <w:rPr>
                <w:noProof/>
                <w:highlight w:val="lightGray"/>
                <w:lang w:val="es-ES_tradnl"/>
              </w:rPr>
              <w:t>]</w:t>
            </w:r>
            <w:r w:rsidRPr="005E7D6E">
              <w:rPr>
                <w:noProof/>
                <w:lang w:val="es-ES_tradnl"/>
              </w:rPr>
              <w:t xml:space="preserve"> </w:t>
            </w:r>
            <w:r w:rsidR="002D7502">
              <w:rPr>
                <w:noProof/>
                <w:lang w:val="es-ES_tradnl"/>
              </w:rPr>
              <w:t xml:space="preserve">Rezar en una </w:t>
            </w:r>
            <w:r w:rsidRPr="005E7D6E">
              <w:rPr>
                <w:noProof/>
                <w:lang w:val="es-ES_tradnl"/>
              </w:rPr>
              <w:t>s</w:t>
            </w:r>
            <w:r w:rsidR="002D7502">
              <w:rPr>
                <w:noProof/>
                <w:lang w:val="es-ES_tradnl"/>
              </w:rPr>
              <w:t>i</w:t>
            </w:r>
            <w:r w:rsidRPr="005E7D6E">
              <w:rPr>
                <w:noProof/>
                <w:lang w:val="es-ES_tradnl"/>
              </w:rPr>
              <w:t>nagog</w:t>
            </w:r>
            <w:r w:rsidR="002D7502">
              <w:rPr>
                <w:noProof/>
                <w:lang w:val="es-ES_tradnl"/>
              </w:rPr>
              <w:t>a</w:t>
            </w:r>
          </w:p>
        </w:tc>
        <w:tc>
          <w:tcPr>
            <w:tcW w:w="1134" w:type="dxa"/>
            <w:vAlign w:val="center"/>
          </w:tcPr>
          <w:p w14:paraId="3BFC3F0F" w14:textId="77777777" w:rsidR="007828FF" w:rsidRPr="005E7D6E" w:rsidRDefault="007828FF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570BFE9C" w14:textId="77777777" w:rsidR="007828FF" w:rsidRPr="005E7D6E" w:rsidRDefault="007828FF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0233908D" w14:textId="77777777" w:rsidR="007828FF" w:rsidRPr="005E7D6E" w:rsidRDefault="007828FF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91" w:type="dxa"/>
            <w:vAlign w:val="center"/>
          </w:tcPr>
          <w:p w14:paraId="0F3D1797" w14:textId="77777777" w:rsidR="007828FF" w:rsidRPr="005E7D6E" w:rsidRDefault="007828FF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0B0FA1" w:rsidRPr="005E7D6E" w14:paraId="368608AB" w14:textId="77777777" w:rsidTr="002D7502">
        <w:tc>
          <w:tcPr>
            <w:tcW w:w="5102" w:type="dxa"/>
          </w:tcPr>
          <w:p w14:paraId="1063B3D1" w14:textId="5410681E" w:rsidR="000B0FA1" w:rsidRPr="005E7D6E" w:rsidRDefault="006B524F" w:rsidP="006B524F">
            <w:pPr>
              <w:pStyle w:val="RCBody"/>
              <w:spacing w:after="0"/>
              <w:rPr>
                <w:noProof/>
                <w:highlight w:val="lightGray"/>
                <w:lang w:val="es-ES_tradnl"/>
              </w:rPr>
            </w:pPr>
            <w:r>
              <w:rPr>
                <w:noProof/>
                <w:highlight w:val="yellow"/>
                <w:lang w:val="es-ES_tradnl"/>
              </w:rPr>
              <w:t xml:space="preserve">Conocimiento de la </w:t>
            </w:r>
            <w:r w:rsidR="000B0FA1" w:rsidRPr="005E7D6E">
              <w:rPr>
                <w:noProof/>
                <w:highlight w:val="yellow"/>
                <w:lang w:val="es-ES_tradnl"/>
              </w:rPr>
              <w:t>histor</w:t>
            </w:r>
            <w:r>
              <w:rPr>
                <w:noProof/>
                <w:highlight w:val="yellow"/>
                <w:lang w:val="es-ES_tradnl"/>
              </w:rPr>
              <w:t>ia de los judíos e</w:t>
            </w:r>
            <w:r w:rsidR="000B0FA1" w:rsidRPr="005E7D6E">
              <w:rPr>
                <w:noProof/>
                <w:highlight w:val="yellow"/>
                <w:lang w:val="es-ES_tradnl"/>
              </w:rPr>
              <w:t xml:space="preserve">n </w:t>
            </w:r>
            <w:r w:rsidR="000A58B9" w:rsidRPr="005E7D6E">
              <w:rPr>
                <w:noProof/>
                <w:highlight w:val="yellow"/>
                <w:lang w:val="es-ES_tradnl"/>
              </w:rPr>
              <w:t>[</w:t>
            </w:r>
            <w:r>
              <w:rPr>
                <w:noProof/>
                <w:highlight w:val="yellow"/>
                <w:lang w:val="es-ES_tradnl"/>
              </w:rPr>
              <w:t>país</w:t>
            </w:r>
            <w:r w:rsidR="000A58B9" w:rsidRPr="005E7D6E">
              <w:rPr>
                <w:noProof/>
                <w:highlight w:val="yellow"/>
                <w:lang w:val="es-ES_tradnl"/>
              </w:rPr>
              <w:t>]</w:t>
            </w:r>
          </w:p>
        </w:tc>
        <w:tc>
          <w:tcPr>
            <w:tcW w:w="1134" w:type="dxa"/>
            <w:vAlign w:val="center"/>
          </w:tcPr>
          <w:p w14:paraId="5BF6110C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09F8D513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2A12F9F8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91" w:type="dxa"/>
            <w:vAlign w:val="center"/>
          </w:tcPr>
          <w:p w14:paraId="350C5E2F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0B0FA1" w:rsidRPr="005E7D6E" w14:paraId="78C35A92" w14:textId="77777777" w:rsidTr="002D7502">
        <w:tc>
          <w:tcPr>
            <w:tcW w:w="5102" w:type="dxa"/>
          </w:tcPr>
          <w:p w14:paraId="42B3734A" w14:textId="78B652A8" w:rsidR="000B0FA1" w:rsidRPr="005E7D6E" w:rsidRDefault="006B524F" w:rsidP="006B524F">
            <w:pPr>
              <w:pStyle w:val="RCBody"/>
              <w:spacing w:after="0"/>
              <w:rPr>
                <w:noProof/>
                <w:highlight w:val="yellow"/>
                <w:lang w:val="es-ES_tradnl"/>
              </w:rPr>
            </w:pPr>
            <w:r>
              <w:rPr>
                <w:noProof/>
                <w:highlight w:val="yellow"/>
                <w:lang w:val="es-ES_tradnl"/>
              </w:rPr>
              <w:t xml:space="preserve">Sentimiento de orgullo por ser judío en </w:t>
            </w:r>
            <w:r w:rsidR="000A58B9" w:rsidRPr="005E7D6E">
              <w:rPr>
                <w:noProof/>
                <w:highlight w:val="yellow"/>
                <w:lang w:val="es-ES_tradnl"/>
              </w:rPr>
              <w:t>[</w:t>
            </w:r>
            <w:r>
              <w:rPr>
                <w:noProof/>
                <w:highlight w:val="yellow"/>
                <w:lang w:val="es-ES_tradnl"/>
              </w:rPr>
              <w:t>país</w:t>
            </w:r>
            <w:r w:rsidR="000A58B9" w:rsidRPr="005E7D6E">
              <w:rPr>
                <w:noProof/>
                <w:highlight w:val="yellow"/>
                <w:lang w:val="es-ES_tradnl"/>
              </w:rPr>
              <w:t>]</w:t>
            </w:r>
          </w:p>
        </w:tc>
        <w:tc>
          <w:tcPr>
            <w:tcW w:w="1134" w:type="dxa"/>
            <w:vAlign w:val="center"/>
          </w:tcPr>
          <w:p w14:paraId="795AB2A0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27838EAD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7D0541B6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191" w:type="dxa"/>
            <w:vAlign w:val="center"/>
          </w:tcPr>
          <w:p w14:paraId="4DB6CC2B" w14:textId="77777777" w:rsidR="000B0FA1" w:rsidRPr="005E7D6E" w:rsidRDefault="000B0FA1" w:rsidP="006457DB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</w:tbl>
    <w:p w14:paraId="7798A049" w14:textId="2922CCF4" w:rsidR="006D436E" w:rsidRPr="005E7D6E" w:rsidRDefault="006D436E" w:rsidP="00C03E09">
      <w:pPr>
        <w:pStyle w:val="RCBody"/>
        <w:spacing w:after="0"/>
        <w:rPr>
          <w:noProof/>
          <w:lang w:val="es-ES_tradnl"/>
        </w:rPr>
      </w:pPr>
    </w:p>
    <w:p w14:paraId="34F038A1" w14:textId="2131A517" w:rsidR="001E5103" w:rsidRPr="005E7D6E" w:rsidRDefault="001E5103" w:rsidP="006B524F">
      <w:pPr>
        <w:pStyle w:val="RCBody"/>
        <w:spacing w:after="0"/>
        <w:rPr>
          <w:noProof/>
          <w:shd w:val="clear" w:color="auto" w:fill="F9E0DC" w:themeFill="accent3" w:themeFillTint="33"/>
          <w:lang w:val="es-ES_tradnl"/>
        </w:rPr>
      </w:pPr>
      <w:r w:rsidRPr="005E7D6E">
        <w:rPr>
          <w:noProof/>
          <w:shd w:val="clear" w:color="auto" w:fill="F9E0DC" w:themeFill="accent3" w:themeFillTint="33"/>
          <w:lang w:val="es-ES_tradnl"/>
        </w:rPr>
        <w:t>[</w:t>
      </w:r>
      <w:r w:rsidR="006B524F">
        <w:rPr>
          <w:noProof/>
          <w:shd w:val="clear" w:color="auto" w:fill="F9E0DC" w:themeFill="accent3" w:themeFillTint="33"/>
          <w:lang w:val="es-ES_tradnl"/>
        </w:rPr>
        <w:t>Si P</w:t>
      </w:r>
      <w:r w:rsidR="007828FF" w:rsidRPr="005E7D6E">
        <w:rPr>
          <w:noProof/>
          <w:shd w:val="clear" w:color="auto" w:fill="F9E0DC" w:themeFill="accent3" w:themeFillTint="33"/>
          <w:lang w:val="es-ES_tradnl"/>
        </w:rPr>
        <w:t>6</w:t>
      </w:r>
      <w:r w:rsidRPr="005E7D6E">
        <w:rPr>
          <w:noProof/>
          <w:shd w:val="clear" w:color="auto" w:fill="F9E0DC" w:themeFill="accent3" w:themeFillTint="33"/>
          <w:lang w:val="es-ES_tradnl"/>
        </w:rPr>
        <w:t xml:space="preserve">=No, </w:t>
      </w:r>
      <w:r w:rsidR="006B524F">
        <w:rPr>
          <w:noProof/>
          <w:shd w:val="clear" w:color="auto" w:fill="F9E0DC" w:themeFill="accent3" w:themeFillTint="33"/>
          <w:lang w:val="es-ES_tradnl"/>
        </w:rPr>
        <w:t>pa</w:t>
      </w:r>
      <w:r w:rsidRPr="005E7D6E">
        <w:rPr>
          <w:noProof/>
          <w:shd w:val="clear" w:color="auto" w:fill="F9E0DC" w:themeFill="accent3" w:themeFillTint="33"/>
          <w:lang w:val="es-ES_tradnl"/>
        </w:rPr>
        <w:t>s</w:t>
      </w:r>
      <w:r w:rsidR="006B524F">
        <w:rPr>
          <w:noProof/>
          <w:shd w:val="clear" w:color="auto" w:fill="F9E0DC" w:themeFill="accent3" w:themeFillTint="33"/>
          <w:lang w:val="es-ES_tradnl"/>
        </w:rPr>
        <w:t>a a</w:t>
      </w:r>
      <w:r w:rsidR="007828FF" w:rsidRPr="005E7D6E">
        <w:rPr>
          <w:noProof/>
          <w:shd w:val="clear" w:color="auto" w:fill="F9E0DC" w:themeFill="accent3" w:themeFillTint="33"/>
          <w:lang w:val="es-ES_tradnl"/>
        </w:rPr>
        <w:t xml:space="preserve"> </w:t>
      </w:r>
      <w:r w:rsidR="006B524F">
        <w:rPr>
          <w:noProof/>
          <w:shd w:val="clear" w:color="auto" w:fill="F9E0DC" w:themeFill="accent3" w:themeFillTint="33"/>
          <w:lang w:val="es-ES_tradnl"/>
        </w:rPr>
        <w:t>P</w:t>
      </w:r>
      <w:r w:rsidR="0017256A" w:rsidRPr="005E7D6E">
        <w:rPr>
          <w:noProof/>
          <w:shd w:val="clear" w:color="auto" w:fill="F9E0DC" w:themeFill="accent3" w:themeFillTint="33"/>
          <w:lang w:val="es-ES_tradnl"/>
        </w:rPr>
        <w:t>2</w:t>
      </w:r>
      <w:r w:rsidR="00194BD6" w:rsidRPr="005E7D6E">
        <w:rPr>
          <w:noProof/>
          <w:shd w:val="clear" w:color="auto" w:fill="F9E0DC" w:themeFill="accent3" w:themeFillTint="33"/>
          <w:lang w:val="es-ES_tradnl"/>
        </w:rPr>
        <w:t>1</w:t>
      </w:r>
      <w:r w:rsidRPr="005E7D6E">
        <w:rPr>
          <w:noProof/>
          <w:shd w:val="clear" w:color="auto" w:fill="F9E0DC" w:themeFill="accent3" w:themeFillTint="33"/>
          <w:lang w:val="es-ES_tradnl"/>
        </w:rPr>
        <w:t>]</w:t>
      </w:r>
    </w:p>
    <w:p w14:paraId="6C1667FD" w14:textId="7CB22678" w:rsidR="001E5103" w:rsidRPr="005E7D6E" w:rsidRDefault="001E5103" w:rsidP="00C03E09">
      <w:pPr>
        <w:pStyle w:val="RCBody"/>
        <w:spacing w:after="0"/>
        <w:rPr>
          <w:noProof/>
          <w:lang w:val="es-ES_tradnl"/>
        </w:rPr>
      </w:pPr>
    </w:p>
    <w:p w14:paraId="6C044939" w14:textId="3C927B03" w:rsidR="00C03E09" w:rsidRPr="005E7D6E" w:rsidRDefault="006B524F" w:rsidP="00FF2002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6B524F">
        <w:rPr>
          <w:noProof/>
          <w:lang w:val="es-ES_tradnl"/>
        </w:rPr>
        <w:t>¿</w:t>
      </w:r>
      <w:r>
        <w:rPr>
          <w:noProof/>
          <w:lang w:val="es-ES_tradnl"/>
        </w:rPr>
        <w:t>Cuán</w:t>
      </w:r>
      <w:r w:rsidRPr="006B524F">
        <w:rPr>
          <w:noProof/>
          <w:lang w:val="es-ES_tradnl"/>
        </w:rPr>
        <w:t xml:space="preserve"> seguro </w:t>
      </w:r>
      <w:r>
        <w:rPr>
          <w:noProof/>
          <w:lang w:val="es-ES_tradnl"/>
        </w:rPr>
        <w:t>t</w:t>
      </w:r>
      <w:r w:rsidRPr="006B524F">
        <w:rPr>
          <w:noProof/>
          <w:lang w:val="es-ES_tradnl"/>
        </w:rPr>
        <w:t>e siente</w:t>
      </w:r>
      <w:r>
        <w:rPr>
          <w:noProof/>
          <w:lang w:val="es-ES_tradnl"/>
        </w:rPr>
        <w:t>s</w:t>
      </w:r>
      <w:r w:rsidRPr="006B524F">
        <w:rPr>
          <w:noProof/>
          <w:lang w:val="es-ES_tradnl"/>
        </w:rPr>
        <w:t xml:space="preserve"> </w:t>
      </w:r>
      <w:r>
        <w:rPr>
          <w:noProof/>
          <w:lang w:val="es-ES_tradnl"/>
        </w:rPr>
        <w:t>d</w:t>
      </w:r>
      <w:r w:rsidRPr="006B524F">
        <w:rPr>
          <w:noProof/>
          <w:lang w:val="es-ES_tradnl"/>
        </w:rPr>
        <w:t>e</w:t>
      </w:r>
      <w:r>
        <w:rPr>
          <w:noProof/>
          <w:lang w:val="es-ES_tradnl"/>
        </w:rPr>
        <w:t xml:space="preserve"> t</w:t>
      </w:r>
      <w:r w:rsidRPr="006B524F">
        <w:rPr>
          <w:noProof/>
          <w:lang w:val="es-ES_tradnl"/>
        </w:rPr>
        <w:t>u capacidad para hacer lo siguiente</w:t>
      </w:r>
      <w:r>
        <w:rPr>
          <w:noProof/>
          <w:lang w:val="es-ES_tradnl"/>
        </w:rPr>
        <w:t>?</w:t>
      </w:r>
    </w:p>
    <w:tbl>
      <w:tblPr>
        <w:tblStyle w:val="TableGrid1"/>
        <w:tblW w:w="9637" w:type="dxa"/>
        <w:tblInd w:w="720" w:type="dxa"/>
        <w:tblLook w:val="04A0" w:firstRow="1" w:lastRow="0" w:firstColumn="1" w:lastColumn="0" w:noHBand="0" w:noVBand="1"/>
      </w:tblPr>
      <w:tblGrid>
        <w:gridCol w:w="4535"/>
        <w:gridCol w:w="1134"/>
        <w:gridCol w:w="850"/>
        <w:gridCol w:w="1134"/>
        <w:gridCol w:w="850"/>
        <w:gridCol w:w="1134"/>
      </w:tblGrid>
      <w:tr w:rsidR="006B524F" w:rsidRPr="005E7D6E" w14:paraId="2A22EF28" w14:textId="131CB4A8" w:rsidTr="006B524F">
        <w:tc>
          <w:tcPr>
            <w:tcW w:w="4535" w:type="dxa"/>
          </w:tcPr>
          <w:p w14:paraId="2B788FB8" w14:textId="77777777" w:rsidR="006B524F" w:rsidRPr="005E7D6E" w:rsidRDefault="006B524F" w:rsidP="006B524F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B2E3F8A" w14:textId="7D8F9406" w:rsidR="006B524F" w:rsidRPr="005E7D6E" w:rsidRDefault="006B524F" w:rsidP="006B524F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 w:rsidRPr="0017599B">
              <w:rPr>
                <w:noProof/>
                <w:color w:val="FFFFFF" w:themeColor="background1"/>
                <w:lang w:val="es-419"/>
              </w:rPr>
              <w:t>N</w:t>
            </w:r>
            <w:r>
              <w:rPr>
                <w:noProof/>
                <w:color w:val="FFFFFF" w:themeColor="background1"/>
                <w:lang w:val="es-419"/>
              </w:rPr>
              <w:t>ada en absoluto</w:t>
            </w:r>
          </w:p>
        </w:tc>
        <w:tc>
          <w:tcPr>
            <w:tcW w:w="8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84865BA" w14:textId="0006720B" w:rsidR="006B524F" w:rsidRPr="005E7D6E" w:rsidRDefault="006B524F" w:rsidP="006B524F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419"/>
              </w:rPr>
              <w:t>Un poco</w:t>
            </w:r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C736D2F" w14:textId="62D68C62" w:rsidR="006B524F" w:rsidRPr="005E7D6E" w:rsidRDefault="006B524F" w:rsidP="006B524F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419"/>
              </w:rPr>
              <w:t>Algo</w:t>
            </w:r>
          </w:p>
        </w:tc>
        <w:tc>
          <w:tcPr>
            <w:tcW w:w="8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3306B09" w14:textId="0075B075" w:rsidR="006B524F" w:rsidRPr="005E7D6E" w:rsidRDefault="006B524F" w:rsidP="006B524F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419"/>
              </w:rPr>
              <w:t>Mucho</w:t>
            </w:r>
          </w:p>
        </w:tc>
        <w:tc>
          <w:tcPr>
            <w:tcW w:w="1134" w:type="dxa"/>
            <w:tcBorders>
              <w:left w:val="single" w:sz="4" w:space="0" w:color="FFFFFF" w:themeColor="background1"/>
            </w:tcBorders>
            <w:shd w:val="clear" w:color="auto" w:fill="E56A54" w:themeFill="accent3"/>
            <w:vAlign w:val="center"/>
          </w:tcPr>
          <w:p w14:paraId="4F4B4AF3" w14:textId="2D5C7F91" w:rsidR="006B524F" w:rsidRPr="005E7D6E" w:rsidRDefault="006B524F" w:rsidP="006B524F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 w:rsidRPr="005E7D6E"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>No</w:t>
            </w:r>
            <w:r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  <w:t xml:space="preserve"> relevante</w:t>
            </w:r>
          </w:p>
        </w:tc>
      </w:tr>
      <w:tr w:rsidR="006B524F" w:rsidRPr="005E7D6E" w14:paraId="6C05E205" w14:textId="168735C7" w:rsidTr="006B524F">
        <w:tc>
          <w:tcPr>
            <w:tcW w:w="4535" w:type="dxa"/>
          </w:tcPr>
          <w:p w14:paraId="193D8E13" w14:textId="47482943" w:rsidR="00C9573D" w:rsidRPr="005E7D6E" w:rsidRDefault="006B524F" w:rsidP="006B524F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Mantener una conversación breve en 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hebre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o</w:t>
            </w:r>
            <w:r w:rsidR="00CE2217">
              <w:rPr>
                <w:rFonts w:eastAsiaTheme="minorEastAsia" w:cstheme="minorBidi"/>
                <w:noProof/>
                <w:szCs w:val="22"/>
                <w:lang w:val="es-ES_tradnl"/>
              </w:rPr>
              <w:t>.</w:t>
            </w:r>
          </w:p>
        </w:tc>
        <w:tc>
          <w:tcPr>
            <w:tcW w:w="1134" w:type="dxa"/>
            <w:vAlign w:val="center"/>
          </w:tcPr>
          <w:p w14:paraId="69803FBF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781A8236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2C024D2D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6F577F0D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</w:tcPr>
          <w:p w14:paraId="5C26E38A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B524F" w:rsidRPr="005E7D6E" w14:paraId="6821AE0A" w14:textId="5AF41393" w:rsidTr="006B524F">
        <w:tc>
          <w:tcPr>
            <w:tcW w:w="4535" w:type="dxa"/>
          </w:tcPr>
          <w:p w14:paraId="761C6084" w14:textId="3663C8A8" w:rsidR="00C9573D" w:rsidRPr="005E7D6E" w:rsidRDefault="00C9573D" w:rsidP="006B524F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H</w:t>
            </w:r>
            <w:r w:rsidR="006B524F">
              <w:rPr>
                <w:rFonts w:eastAsiaTheme="minorEastAsia" w:cstheme="minorBidi"/>
                <w:noProof/>
                <w:szCs w:val="22"/>
                <w:lang w:val="es-ES_tradnl"/>
              </w:rPr>
              <w:t>ablar en h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ebre</w:t>
            </w:r>
            <w:r w:rsidR="006B524F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o </w:t>
            </w:r>
            <w:r w:rsidR="006B524F" w:rsidRPr="006B524F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cuando </w:t>
            </w:r>
            <w:r w:rsidR="006B524F">
              <w:rPr>
                <w:rFonts w:eastAsiaTheme="minorEastAsia" w:cstheme="minorBidi"/>
                <w:noProof/>
                <w:szCs w:val="22"/>
                <w:lang w:val="es-ES_tradnl"/>
              </w:rPr>
              <w:t>m</w:t>
            </w:r>
            <w:r w:rsidR="006B524F" w:rsidRPr="006B524F">
              <w:rPr>
                <w:rFonts w:eastAsiaTheme="minorEastAsia" w:cstheme="minorBidi"/>
                <w:noProof/>
                <w:szCs w:val="22"/>
                <w:lang w:val="es-ES_tradnl"/>
              </w:rPr>
              <w:t>e pide</w:t>
            </w:r>
            <w:r w:rsidR="006B524F">
              <w:rPr>
                <w:rFonts w:eastAsiaTheme="minorEastAsia" w:cstheme="minorBidi"/>
                <w:noProof/>
                <w:szCs w:val="22"/>
                <w:lang w:val="es-ES_tradnl"/>
              </w:rPr>
              <w:t>n</w:t>
            </w:r>
            <w:r w:rsidR="006B524F" w:rsidRPr="006B524F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 que lo haga en clase</w:t>
            </w:r>
            <w:r w:rsidR="00CE2217">
              <w:rPr>
                <w:rFonts w:eastAsiaTheme="minorEastAsia" w:cstheme="minorBidi"/>
                <w:noProof/>
                <w:szCs w:val="22"/>
                <w:lang w:val="es-ES_tradnl"/>
              </w:rPr>
              <w:t>.</w:t>
            </w:r>
          </w:p>
        </w:tc>
        <w:tc>
          <w:tcPr>
            <w:tcW w:w="1134" w:type="dxa"/>
            <w:vAlign w:val="center"/>
          </w:tcPr>
          <w:p w14:paraId="39AF9DBE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21434A2E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2D819D7B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60833832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</w:tcPr>
          <w:p w14:paraId="609FE490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B524F" w:rsidRPr="005E7D6E" w14:paraId="705671A7" w14:textId="7110534F" w:rsidTr="006B524F">
        <w:tc>
          <w:tcPr>
            <w:tcW w:w="4535" w:type="dxa"/>
          </w:tcPr>
          <w:p w14:paraId="6F1E9EAE" w14:textId="2D159C4A" w:rsidR="00C9573D" w:rsidRPr="005E7D6E" w:rsidRDefault="006B524F" w:rsidP="006B524F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Entender </w:t>
            </w:r>
            <w:r w:rsidRPr="006B524F">
              <w:rPr>
                <w:rFonts w:eastAsiaTheme="minorEastAsia" w:cstheme="minorBidi"/>
                <w:noProof/>
                <w:szCs w:val="22"/>
                <w:lang w:val="es-ES_tradnl"/>
              </w:rPr>
              <w:t>películas/programas de televisión en hebreo</w:t>
            </w:r>
            <w:r w:rsidR="00CE2217">
              <w:rPr>
                <w:rFonts w:eastAsiaTheme="minorEastAsia" w:cstheme="minorBidi"/>
                <w:noProof/>
                <w:szCs w:val="22"/>
                <w:lang w:val="es-ES_tradnl"/>
              </w:rPr>
              <w:t>.</w:t>
            </w:r>
          </w:p>
        </w:tc>
        <w:tc>
          <w:tcPr>
            <w:tcW w:w="1134" w:type="dxa"/>
            <w:vAlign w:val="center"/>
          </w:tcPr>
          <w:p w14:paraId="04BA6C61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7EDC7FC1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6C1E09FE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57725147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</w:tcPr>
          <w:p w14:paraId="1A58E63A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B524F" w:rsidRPr="005E7D6E" w14:paraId="53220D3B" w14:textId="5F850188" w:rsidTr="006B524F">
        <w:tc>
          <w:tcPr>
            <w:tcW w:w="4535" w:type="dxa"/>
          </w:tcPr>
          <w:p w14:paraId="3E1EEF54" w14:textId="311992C2" w:rsidR="00C9573D" w:rsidRPr="005E7D6E" w:rsidRDefault="00C9573D" w:rsidP="006B524F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Recit</w:t>
            </w:r>
            <w:r w:rsidR="006B524F">
              <w:rPr>
                <w:rFonts w:eastAsiaTheme="minorEastAsia" w:cstheme="minorBidi"/>
                <w:noProof/>
                <w:szCs w:val="22"/>
                <w:lang w:val="es-ES_tradnl"/>
              </w:rPr>
              <w:t>ar u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n text</w:t>
            </w:r>
            <w:r w:rsidR="006B524F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o desconocido del </w:t>
            </w:r>
            <w:r w:rsidR="006B524F" w:rsidRPr="005E7D6E">
              <w:rPr>
                <w:rFonts w:eastAsiaTheme="minorEastAsia" w:cstheme="minorBidi"/>
                <w:i/>
                <w:iCs/>
                <w:noProof/>
                <w:szCs w:val="22"/>
                <w:lang w:val="es-ES_tradnl"/>
              </w:rPr>
              <w:t>Sidur</w:t>
            </w:r>
            <w:r w:rsidR="00CE2217">
              <w:rPr>
                <w:rFonts w:eastAsiaTheme="minorEastAsia" w:cstheme="minorBidi"/>
                <w:noProof/>
                <w:szCs w:val="22"/>
                <w:lang w:val="es-ES_tradnl"/>
              </w:rPr>
              <w:t>.</w:t>
            </w:r>
          </w:p>
        </w:tc>
        <w:tc>
          <w:tcPr>
            <w:tcW w:w="1134" w:type="dxa"/>
            <w:vAlign w:val="center"/>
          </w:tcPr>
          <w:p w14:paraId="43D03C29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26A0D826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0390E8D3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694090E9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</w:tcPr>
          <w:p w14:paraId="0C989CAB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C9573D" w:rsidRPr="005E7D6E" w14:paraId="0629F3E1" w14:textId="7E9CE8CA" w:rsidTr="006B524F">
        <w:tc>
          <w:tcPr>
            <w:tcW w:w="4535" w:type="dxa"/>
          </w:tcPr>
          <w:p w14:paraId="38BCC078" w14:textId="3D1FE814" w:rsidR="00C9573D" w:rsidRPr="005E7D6E" w:rsidRDefault="006B524F" w:rsidP="006B524F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Conducir una plegaria</w:t>
            </w:r>
            <w:r w:rsidR="00CE2217">
              <w:rPr>
                <w:rFonts w:eastAsiaTheme="minorEastAsia" w:cstheme="minorBidi"/>
                <w:noProof/>
                <w:szCs w:val="22"/>
                <w:lang w:val="es-ES_tradnl"/>
              </w:rPr>
              <w:t>.</w:t>
            </w:r>
          </w:p>
        </w:tc>
        <w:tc>
          <w:tcPr>
            <w:tcW w:w="1134" w:type="dxa"/>
            <w:vAlign w:val="center"/>
          </w:tcPr>
          <w:p w14:paraId="3C308FBD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2E071ED4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62366456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5BB40F5B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</w:tcPr>
          <w:p w14:paraId="649B95E6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C9573D" w:rsidRPr="005E7D6E" w14:paraId="33395883" w14:textId="3FD296F6" w:rsidTr="006B524F">
        <w:tc>
          <w:tcPr>
            <w:tcW w:w="4535" w:type="dxa"/>
          </w:tcPr>
          <w:p w14:paraId="21622019" w14:textId="0C172BAC" w:rsidR="00C9573D" w:rsidRPr="005E7D6E" w:rsidRDefault="006B524F" w:rsidP="006B524F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Leer la </w:t>
            </w:r>
            <w:r w:rsidR="00C9573D" w:rsidRPr="00353F7A">
              <w:rPr>
                <w:rFonts w:eastAsiaTheme="minorEastAsia" w:cstheme="minorBidi"/>
                <w:i/>
                <w:iCs/>
                <w:noProof/>
                <w:szCs w:val="22"/>
                <w:lang w:val="es-ES_tradnl"/>
              </w:rPr>
              <w:t>Tor</w:t>
            </w:r>
            <w:r w:rsidRPr="00353F7A">
              <w:rPr>
                <w:rFonts w:eastAsiaTheme="minorEastAsia" w:cstheme="minorBidi"/>
                <w:i/>
                <w:iCs/>
                <w:noProof/>
                <w:szCs w:val="22"/>
                <w:lang w:val="es-ES_tradnl"/>
              </w:rPr>
              <w:t>á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 con la entonación correspondiente</w:t>
            </w:r>
            <w:r w:rsidR="00CE2217">
              <w:rPr>
                <w:rFonts w:eastAsiaTheme="minorEastAsia" w:cstheme="minorBidi"/>
                <w:noProof/>
                <w:szCs w:val="22"/>
                <w:lang w:val="es-ES_tradnl"/>
              </w:rPr>
              <w:t>.</w:t>
            </w:r>
          </w:p>
        </w:tc>
        <w:tc>
          <w:tcPr>
            <w:tcW w:w="1134" w:type="dxa"/>
            <w:vAlign w:val="center"/>
          </w:tcPr>
          <w:p w14:paraId="4C761C13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6A1FD932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62DC3A43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35B41A25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</w:tcPr>
          <w:p w14:paraId="0CF61F41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C9573D" w:rsidRPr="005E7D6E" w14:paraId="50AC5EF5" w14:textId="5919C9D1" w:rsidTr="006B524F">
        <w:tc>
          <w:tcPr>
            <w:tcW w:w="4535" w:type="dxa"/>
          </w:tcPr>
          <w:p w14:paraId="127DC45A" w14:textId="6FF3283E" w:rsidR="00C9573D" w:rsidRPr="005E7D6E" w:rsidRDefault="006B524F" w:rsidP="006B524F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Estudiar </w:t>
            </w:r>
            <w:r w:rsidRPr="00353F7A">
              <w:rPr>
                <w:rFonts w:eastAsiaTheme="minorEastAsia" w:cstheme="minorBidi"/>
                <w:i/>
                <w:iCs/>
                <w:noProof/>
                <w:szCs w:val="22"/>
                <w:lang w:val="es-ES_tradnl"/>
              </w:rPr>
              <w:t>Torá</w:t>
            </w:r>
            <w:r w:rsidRPr="006B524F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 de ma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nera</w:t>
            </w:r>
            <w:r w:rsidRPr="006B524F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 independiente</w:t>
            </w:r>
            <w:r w:rsidR="00CE2217">
              <w:rPr>
                <w:rFonts w:eastAsiaTheme="minorEastAsia" w:cstheme="minorBidi"/>
                <w:noProof/>
                <w:szCs w:val="22"/>
                <w:lang w:val="es-ES_tradnl"/>
              </w:rPr>
              <w:t>.</w:t>
            </w:r>
          </w:p>
        </w:tc>
        <w:tc>
          <w:tcPr>
            <w:tcW w:w="1134" w:type="dxa"/>
            <w:vAlign w:val="center"/>
          </w:tcPr>
          <w:p w14:paraId="7DE25A5A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6FB12E98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7B557FD1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1A1565D8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</w:tcPr>
          <w:p w14:paraId="4D604286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C9573D" w:rsidRPr="005E7D6E" w14:paraId="16D66EE7" w14:textId="00E4E23B" w:rsidTr="006B524F">
        <w:tc>
          <w:tcPr>
            <w:tcW w:w="4535" w:type="dxa"/>
          </w:tcPr>
          <w:p w14:paraId="66A42793" w14:textId="5E5BCCA8" w:rsidR="00C9573D" w:rsidRPr="005E7D6E" w:rsidRDefault="006B524F" w:rsidP="006B524F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Entender </w:t>
            </w:r>
            <w:r w:rsidRPr="006B524F">
              <w:rPr>
                <w:rFonts w:eastAsiaTheme="minorEastAsia" w:cstheme="minorBidi"/>
                <w:noProof/>
                <w:szCs w:val="22"/>
                <w:lang w:val="es-ES_tradnl"/>
              </w:rPr>
              <w:t>noticias o literatura israelí</w:t>
            </w:r>
            <w:r w:rsidR="00CE2217">
              <w:rPr>
                <w:rFonts w:eastAsiaTheme="minorEastAsia" w:cstheme="minorBidi"/>
                <w:noProof/>
                <w:szCs w:val="22"/>
                <w:lang w:val="es-ES_tradnl"/>
              </w:rPr>
              <w:t>.</w:t>
            </w:r>
          </w:p>
        </w:tc>
        <w:tc>
          <w:tcPr>
            <w:tcW w:w="1134" w:type="dxa"/>
            <w:vAlign w:val="center"/>
          </w:tcPr>
          <w:p w14:paraId="428F195B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06CC8191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6E93526B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24CDBC4C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34" w:type="dxa"/>
          </w:tcPr>
          <w:p w14:paraId="67C792D9" w14:textId="77777777" w:rsidR="00C9573D" w:rsidRPr="005E7D6E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</w:tbl>
    <w:p w14:paraId="017F4AFD" w14:textId="77777777" w:rsidR="009B598B" w:rsidRPr="005E7D6E" w:rsidRDefault="009B598B" w:rsidP="009B598B">
      <w:pPr>
        <w:pStyle w:val="RCBody"/>
        <w:spacing w:after="0"/>
        <w:ind w:left="720"/>
        <w:rPr>
          <w:noProof/>
          <w:lang w:val="es-ES_tradnl"/>
        </w:rPr>
      </w:pPr>
    </w:p>
    <w:p w14:paraId="5D5B5BD6" w14:textId="6B56FF0A" w:rsidR="001B1AA9" w:rsidRPr="005E7D6E" w:rsidRDefault="008327D8" w:rsidP="00FF2002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>
        <w:rPr>
          <w:noProof/>
          <w:lang w:val="es-ES_tradnl"/>
        </w:rPr>
        <w:t xml:space="preserve">¿En qué medida </w:t>
      </w:r>
      <w:r w:rsidR="001B1AA9" w:rsidRPr="005E7D6E">
        <w:rPr>
          <w:noProof/>
          <w:lang w:val="es-ES_tradnl"/>
        </w:rPr>
        <w:t>describ</w:t>
      </w:r>
      <w:r>
        <w:rPr>
          <w:noProof/>
          <w:lang w:val="es-ES_tradnl"/>
        </w:rPr>
        <w:t xml:space="preserve">irías a </w:t>
      </w:r>
      <w:r w:rsidR="001B1AA9" w:rsidRPr="005E7D6E">
        <w:rPr>
          <w:noProof/>
          <w:lang w:val="es-ES_tradnl"/>
        </w:rPr>
        <w:t xml:space="preserve">Israel </w:t>
      </w:r>
      <w:r>
        <w:rPr>
          <w:noProof/>
          <w:lang w:val="es-ES_tradnl"/>
        </w:rPr>
        <w:t>como?</w:t>
      </w:r>
      <w:r w:rsidR="001B1AA9" w:rsidRPr="005E7D6E">
        <w:rPr>
          <w:noProof/>
          <w:lang w:val="es-ES_tradnl"/>
        </w:rPr>
        <w:t>…</w:t>
      </w:r>
    </w:p>
    <w:tbl>
      <w:tblPr>
        <w:tblStyle w:val="TableGrid1"/>
        <w:tblW w:w="8802" w:type="dxa"/>
        <w:tblInd w:w="720" w:type="dxa"/>
        <w:tblLook w:val="04A0" w:firstRow="1" w:lastRow="0" w:firstColumn="1" w:lastColumn="0" w:noHBand="0" w:noVBand="1"/>
      </w:tblPr>
      <w:tblGrid>
        <w:gridCol w:w="4370"/>
        <w:gridCol w:w="1080"/>
        <w:gridCol w:w="1081"/>
        <w:gridCol w:w="1171"/>
        <w:gridCol w:w="1100"/>
      </w:tblGrid>
      <w:tr w:rsidR="008327D8" w:rsidRPr="005E7D6E" w14:paraId="35FFD9F8" w14:textId="77777777" w:rsidTr="008327D8">
        <w:tc>
          <w:tcPr>
            <w:tcW w:w="4370" w:type="dxa"/>
          </w:tcPr>
          <w:p w14:paraId="7518616D" w14:textId="77777777" w:rsidR="008327D8" w:rsidRPr="005E7D6E" w:rsidRDefault="008327D8" w:rsidP="008327D8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35E9AAB" w14:textId="375135AC" w:rsidR="008327D8" w:rsidRPr="005E7D6E" w:rsidRDefault="008327D8" w:rsidP="008327D8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 w:rsidRPr="0017599B">
              <w:rPr>
                <w:noProof/>
                <w:color w:val="FFFFFF" w:themeColor="background1"/>
                <w:lang w:val="es-419"/>
              </w:rPr>
              <w:t>N</w:t>
            </w:r>
            <w:r>
              <w:rPr>
                <w:noProof/>
                <w:color w:val="FFFFFF" w:themeColor="background1"/>
                <w:lang w:val="es-419"/>
              </w:rPr>
              <w:t>ada en absoluto</w:t>
            </w:r>
          </w:p>
        </w:tc>
        <w:tc>
          <w:tcPr>
            <w:tcW w:w="108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F606691" w14:textId="2334EE46" w:rsidR="008327D8" w:rsidRPr="005E7D6E" w:rsidRDefault="008327D8" w:rsidP="008327D8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419"/>
              </w:rPr>
              <w:t>Un poco</w:t>
            </w:r>
          </w:p>
        </w:tc>
        <w:tc>
          <w:tcPr>
            <w:tcW w:w="11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04B975A" w14:textId="2F5F942D" w:rsidR="008327D8" w:rsidRPr="005E7D6E" w:rsidRDefault="008327D8" w:rsidP="008327D8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419"/>
              </w:rPr>
              <w:t>Algo</w:t>
            </w:r>
          </w:p>
        </w:tc>
        <w:tc>
          <w:tcPr>
            <w:tcW w:w="110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DB2F8CE" w14:textId="0764F6DF" w:rsidR="008327D8" w:rsidRPr="005E7D6E" w:rsidRDefault="008327D8" w:rsidP="008327D8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419"/>
              </w:rPr>
              <w:t>Mucho</w:t>
            </w:r>
          </w:p>
        </w:tc>
      </w:tr>
      <w:tr w:rsidR="006C0081" w:rsidRPr="005E7D6E" w14:paraId="6FABDD8F" w14:textId="77777777" w:rsidTr="008327D8">
        <w:tc>
          <w:tcPr>
            <w:tcW w:w="4370" w:type="dxa"/>
          </w:tcPr>
          <w:p w14:paraId="79B6023F" w14:textId="2C500333" w:rsidR="006C0081" w:rsidRPr="005E7D6E" w:rsidRDefault="008D1733" w:rsidP="008D1733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lastRenderedPageBreak/>
              <w:t>Un centro e</w:t>
            </w:r>
            <w:r w:rsidR="006C0081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spiritual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para los judíos</w:t>
            </w:r>
          </w:p>
        </w:tc>
        <w:tc>
          <w:tcPr>
            <w:tcW w:w="1080" w:type="dxa"/>
            <w:vAlign w:val="center"/>
          </w:tcPr>
          <w:p w14:paraId="568123AC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33424FD5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11FD69C3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3E4B73F2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C0081" w:rsidRPr="005E7D6E" w14:paraId="017E29DF" w14:textId="77777777" w:rsidTr="008327D8">
        <w:tc>
          <w:tcPr>
            <w:tcW w:w="4370" w:type="dxa"/>
          </w:tcPr>
          <w:p w14:paraId="2F5F9E34" w14:textId="71F01754" w:rsidR="006C0081" w:rsidRPr="005E7D6E" w:rsidRDefault="008D1733" w:rsidP="008D1733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Un lugar peligroso</w:t>
            </w:r>
          </w:p>
        </w:tc>
        <w:tc>
          <w:tcPr>
            <w:tcW w:w="1080" w:type="dxa"/>
            <w:vAlign w:val="center"/>
          </w:tcPr>
          <w:p w14:paraId="0244F00F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29BA27A6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658FC79F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4AAA474D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C0081" w:rsidRPr="005E7D6E" w14:paraId="1A5F2AC9" w14:textId="77777777" w:rsidTr="008327D8">
        <w:tc>
          <w:tcPr>
            <w:tcW w:w="4370" w:type="dxa"/>
          </w:tcPr>
          <w:p w14:paraId="6018FBC5" w14:textId="60F4EFE7" w:rsidR="006C0081" w:rsidRPr="005E7D6E" w:rsidRDefault="008D1733" w:rsidP="008D1733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Un lugar para estar a salvo del 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antisemitism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o</w:t>
            </w:r>
          </w:p>
        </w:tc>
        <w:tc>
          <w:tcPr>
            <w:tcW w:w="1080" w:type="dxa"/>
            <w:vAlign w:val="center"/>
          </w:tcPr>
          <w:p w14:paraId="397F9168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6DFA03BE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2B6E7C5F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2686BF21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C0081" w:rsidRPr="005E7D6E" w14:paraId="6BE3F6F2" w14:textId="77777777" w:rsidTr="008327D8">
        <w:tc>
          <w:tcPr>
            <w:tcW w:w="4370" w:type="dxa"/>
          </w:tcPr>
          <w:p w14:paraId="4FF913AC" w14:textId="1B5E58E2" w:rsidR="006C0081" w:rsidRPr="005E7D6E" w:rsidRDefault="008D1733" w:rsidP="008D1733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Un lugar para </w:t>
            </w:r>
            <w:r w:rsidR="006C0081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explor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ar la </w:t>
            </w:r>
            <w:r w:rsidR="006C0081"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identi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dad judía</w:t>
            </w:r>
          </w:p>
        </w:tc>
        <w:tc>
          <w:tcPr>
            <w:tcW w:w="1080" w:type="dxa"/>
            <w:vAlign w:val="center"/>
          </w:tcPr>
          <w:p w14:paraId="21747F3C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0D41DACB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327367DA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62EE529B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C0081" w:rsidRPr="005E7D6E" w14:paraId="03D9F8FB" w14:textId="77777777" w:rsidTr="008327D8">
        <w:tc>
          <w:tcPr>
            <w:tcW w:w="4370" w:type="dxa"/>
          </w:tcPr>
          <w:p w14:paraId="23859EAC" w14:textId="4DE4AB65" w:rsidR="006C0081" w:rsidRPr="005E7D6E" w:rsidRDefault="008D1733" w:rsidP="00CB7D78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8D1733">
              <w:rPr>
                <w:rFonts w:eastAsiaTheme="minorEastAsia" w:cstheme="minorBidi"/>
                <w:noProof/>
                <w:szCs w:val="22"/>
                <w:lang w:val="es-ES_tradnl"/>
              </w:rPr>
              <w:t>Un lugar donde las minorías son tratadas injustamente</w:t>
            </w:r>
          </w:p>
        </w:tc>
        <w:tc>
          <w:tcPr>
            <w:tcW w:w="1080" w:type="dxa"/>
            <w:vAlign w:val="center"/>
          </w:tcPr>
          <w:p w14:paraId="5824F098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1C2ED555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4BBAD6C0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35C5E474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C0081" w:rsidRPr="005E7D6E" w14:paraId="25C1E2CF" w14:textId="77777777" w:rsidTr="008327D8">
        <w:tc>
          <w:tcPr>
            <w:tcW w:w="4370" w:type="dxa"/>
          </w:tcPr>
          <w:p w14:paraId="5C31698F" w14:textId="32FF6EDC" w:rsidR="006C0081" w:rsidRPr="005E7D6E" w:rsidRDefault="008D1733" w:rsidP="00CB7D78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8D1733">
              <w:rPr>
                <w:rFonts w:eastAsiaTheme="minorEastAsia" w:cstheme="minorBidi"/>
                <w:noProof/>
                <w:szCs w:val="22"/>
                <w:lang w:val="es-ES_tradnl"/>
              </w:rPr>
              <w:t>Una tierra prometida por Dios</w:t>
            </w:r>
          </w:p>
        </w:tc>
        <w:tc>
          <w:tcPr>
            <w:tcW w:w="1080" w:type="dxa"/>
            <w:vAlign w:val="center"/>
          </w:tcPr>
          <w:p w14:paraId="6EAB6B83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41487541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13C71169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5EE5823A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C0081" w:rsidRPr="005E7D6E" w14:paraId="25064EE2" w14:textId="77777777" w:rsidTr="008327D8">
        <w:tc>
          <w:tcPr>
            <w:tcW w:w="4370" w:type="dxa"/>
          </w:tcPr>
          <w:p w14:paraId="17EAEA0E" w14:textId="56347707" w:rsidR="006C0081" w:rsidRPr="005E7D6E" w:rsidRDefault="008D1733" w:rsidP="00CB7D78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8D1733">
              <w:rPr>
                <w:rFonts w:eastAsiaTheme="minorEastAsia" w:cstheme="minorBidi"/>
                <w:noProof/>
                <w:szCs w:val="22"/>
                <w:lang w:val="es-ES_tradnl"/>
              </w:rPr>
              <w:t>Un destino de vacaciones divertido</w:t>
            </w:r>
          </w:p>
        </w:tc>
        <w:tc>
          <w:tcPr>
            <w:tcW w:w="1080" w:type="dxa"/>
            <w:vAlign w:val="center"/>
          </w:tcPr>
          <w:p w14:paraId="2A21E51E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715F750E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761A8D06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052CDC26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C0081" w:rsidRPr="005E7D6E" w14:paraId="00A55A34" w14:textId="77777777" w:rsidTr="008327D8">
        <w:tc>
          <w:tcPr>
            <w:tcW w:w="4370" w:type="dxa"/>
          </w:tcPr>
          <w:p w14:paraId="3D6190BF" w14:textId="5C9187C8" w:rsidR="006C0081" w:rsidRPr="005E7D6E" w:rsidRDefault="008D1733" w:rsidP="00CB7D78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8D1733">
              <w:rPr>
                <w:rFonts w:eastAsiaTheme="minorEastAsia" w:cstheme="minorBidi"/>
                <w:noProof/>
                <w:szCs w:val="22"/>
                <w:lang w:val="es-ES_tradnl"/>
              </w:rPr>
              <w:t>La patria del pueblo judío</w:t>
            </w:r>
          </w:p>
        </w:tc>
        <w:tc>
          <w:tcPr>
            <w:tcW w:w="1080" w:type="dxa"/>
            <w:vAlign w:val="center"/>
          </w:tcPr>
          <w:p w14:paraId="62FAD4D6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4BC413B2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3C347A77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0DAB533F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C0081" w:rsidRPr="005E7D6E" w14:paraId="01006C0B" w14:textId="77777777" w:rsidTr="008327D8">
        <w:tc>
          <w:tcPr>
            <w:tcW w:w="4370" w:type="dxa"/>
          </w:tcPr>
          <w:p w14:paraId="66308249" w14:textId="344791D7" w:rsidR="006C0081" w:rsidRPr="005E7D6E" w:rsidRDefault="008D1733" w:rsidP="008D1733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8D1733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Un lugar donde la gente no es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muy cordial</w:t>
            </w:r>
          </w:p>
        </w:tc>
        <w:tc>
          <w:tcPr>
            <w:tcW w:w="1080" w:type="dxa"/>
            <w:vAlign w:val="center"/>
          </w:tcPr>
          <w:p w14:paraId="6E031D75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088E03C6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4B33768E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1BCC2050" w14:textId="77777777" w:rsidR="006C0081" w:rsidRPr="005E7D6E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</w:tbl>
    <w:p w14:paraId="67712C46" w14:textId="7072576F" w:rsidR="009B598B" w:rsidRPr="005E7D6E" w:rsidRDefault="009B598B" w:rsidP="00300391">
      <w:pPr>
        <w:pStyle w:val="RCBody"/>
        <w:spacing w:after="0"/>
        <w:rPr>
          <w:noProof/>
          <w:lang w:val="es-ES_tradnl"/>
        </w:rPr>
      </w:pPr>
    </w:p>
    <w:p w14:paraId="28007DD7" w14:textId="66320FAB" w:rsidR="0017256A" w:rsidRPr="005E7D6E" w:rsidRDefault="0017256A" w:rsidP="00ED3ED5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highlight w:val="lightGray"/>
          <w:lang w:val="es-ES_tradnl"/>
        </w:rPr>
        <w:t>[</w:t>
      </w:r>
      <w:r w:rsidR="00CE2217">
        <w:rPr>
          <w:noProof/>
          <w:highlight w:val="lightGray"/>
          <w:lang w:val="es-ES_tradnl"/>
        </w:rPr>
        <w:t>Mostrar só</w:t>
      </w:r>
      <w:r w:rsidR="008D1733">
        <w:rPr>
          <w:noProof/>
          <w:highlight w:val="lightGray"/>
          <w:lang w:val="es-ES_tradnl"/>
        </w:rPr>
        <w:t xml:space="preserve">lo a </w:t>
      </w:r>
      <w:r w:rsidR="00ED3ED5">
        <w:rPr>
          <w:i/>
          <w:iCs/>
          <w:noProof/>
          <w:highlight w:val="lightGray"/>
          <w:lang w:val="es-ES_tradnl"/>
        </w:rPr>
        <w:t>Lamorim</w:t>
      </w:r>
      <w:r w:rsidRPr="005E7D6E">
        <w:rPr>
          <w:noProof/>
          <w:highlight w:val="lightGray"/>
          <w:lang w:val="es-ES_tradnl"/>
        </w:rPr>
        <w:t>]</w:t>
      </w:r>
      <w:r w:rsidRPr="005E7D6E">
        <w:rPr>
          <w:noProof/>
          <w:lang w:val="es-ES_tradnl"/>
        </w:rPr>
        <w:t xml:space="preserve"> </w:t>
      </w:r>
      <w:r w:rsidR="008D1733">
        <w:rPr>
          <w:noProof/>
          <w:lang w:val="es-ES_tradnl"/>
        </w:rPr>
        <w:t xml:space="preserve">¿En qué medida describirías a </w:t>
      </w:r>
      <w:r w:rsidRPr="005E7D6E">
        <w:rPr>
          <w:b/>
          <w:bCs/>
          <w:noProof/>
          <w:lang w:val="es-ES_tradnl"/>
        </w:rPr>
        <w:t>Franc</w:t>
      </w:r>
      <w:r w:rsidR="008D1733">
        <w:rPr>
          <w:b/>
          <w:bCs/>
          <w:noProof/>
          <w:lang w:val="es-ES_tradnl"/>
        </w:rPr>
        <w:t>ia</w:t>
      </w:r>
      <w:r w:rsidRPr="005E7D6E">
        <w:rPr>
          <w:noProof/>
          <w:lang w:val="es-ES_tradnl"/>
        </w:rPr>
        <w:t xml:space="preserve"> </w:t>
      </w:r>
      <w:r w:rsidR="008D1733">
        <w:rPr>
          <w:noProof/>
          <w:lang w:val="es-ES_tradnl"/>
        </w:rPr>
        <w:t>como?</w:t>
      </w:r>
    </w:p>
    <w:tbl>
      <w:tblPr>
        <w:tblStyle w:val="TableGrid1"/>
        <w:tblW w:w="8802" w:type="dxa"/>
        <w:tblInd w:w="720" w:type="dxa"/>
        <w:tblLook w:val="04A0" w:firstRow="1" w:lastRow="0" w:firstColumn="1" w:lastColumn="0" w:noHBand="0" w:noVBand="1"/>
      </w:tblPr>
      <w:tblGrid>
        <w:gridCol w:w="4370"/>
        <w:gridCol w:w="1080"/>
        <w:gridCol w:w="1081"/>
        <w:gridCol w:w="1171"/>
        <w:gridCol w:w="1100"/>
      </w:tblGrid>
      <w:tr w:rsidR="008327D8" w:rsidRPr="005E7D6E" w14:paraId="7DC7D196" w14:textId="77777777" w:rsidTr="008327D8">
        <w:tc>
          <w:tcPr>
            <w:tcW w:w="4370" w:type="dxa"/>
          </w:tcPr>
          <w:p w14:paraId="35E85C13" w14:textId="77777777" w:rsidR="008327D8" w:rsidRPr="005E7D6E" w:rsidRDefault="008327D8" w:rsidP="008327D8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2E211CDF" w14:textId="6A9D00FF" w:rsidR="008327D8" w:rsidRPr="005E7D6E" w:rsidRDefault="008327D8" w:rsidP="008327D8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 w:rsidRPr="0017599B">
              <w:rPr>
                <w:noProof/>
                <w:color w:val="FFFFFF" w:themeColor="background1"/>
                <w:lang w:val="es-419"/>
              </w:rPr>
              <w:t>N</w:t>
            </w:r>
            <w:r>
              <w:rPr>
                <w:noProof/>
                <w:color w:val="FFFFFF" w:themeColor="background1"/>
                <w:lang w:val="es-419"/>
              </w:rPr>
              <w:t>ada en absoluto</w:t>
            </w:r>
          </w:p>
        </w:tc>
        <w:tc>
          <w:tcPr>
            <w:tcW w:w="108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75D53EE" w14:textId="300601D9" w:rsidR="008327D8" w:rsidRPr="005E7D6E" w:rsidRDefault="008327D8" w:rsidP="008327D8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419"/>
              </w:rPr>
              <w:t>Un poco</w:t>
            </w:r>
          </w:p>
        </w:tc>
        <w:tc>
          <w:tcPr>
            <w:tcW w:w="11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2699EC9" w14:textId="148E9AC3" w:rsidR="008327D8" w:rsidRPr="005E7D6E" w:rsidRDefault="008327D8" w:rsidP="008327D8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419"/>
              </w:rPr>
              <w:t>Algo</w:t>
            </w:r>
          </w:p>
        </w:tc>
        <w:tc>
          <w:tcPr>
            <w:tcW w:w="110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8FD703F" w14:textId="032A24EE" w:rsidR="008327D8" w:rsidRPr="005E7D6E" w:rsidRDefault="008327D8" w:rsidP="008327D8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419"/>
              </w:rPr>
              <w:t>Mucho</w:t>
            </w:r>
          </w:p>
        </w:tc>
      </w:tr>
      <w:tr w:rsidR="008D1733" w:rsidRPr="005E7D6E" w14:paraId="6F672113" w14:textId="77777777" w:rsidTr="008327D8">
        <w:tc>
          <w:tcPr>
            <w:tcW w:w="4370" w:type="dxa"/>
          </w:tcPr>
          <w:p w14:paraId="75C06A3D" w14:textId="1CE800BF" w:rsidR="008D1733" w:rsidRPr="005E7D6E" w:rsidRDefault="008D1733" w:rsidP="008D1733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Un centro e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spiritual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para los judíos</w:t>
            </w:r>
          </w:p>
        </w:tc>
        <w:tc>
          <w:tcPr>
            <w:tcW w:w="1080" w:type="dxa"/>
            <w:vAlign w:val="center"/>
          </w:tcPr>
          <w:p w14:paraId="71B8A503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539F51DC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221442CF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7E53C986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8D1733" w:rsidRPr="005E7D6E" w14:paraId="2FB22C34" w14:textId="77777777" w:rsidTr="008327D8">
        <w:tc>
          <w:tcPr>
            <w:tcW w:w="4370" w:type="dxa"/>
          </w:tcPr>
          <w:p w14:paraId="626CB86E" w14:textId="16F4A968" w:rsidR="008D1733" w:rsidRPr="005E7D6E" w:rsidRDefault="008D1733" w:rsidP="008D1733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Un lugar peligroso</w:t>
            </w:r>
          </w:p>
        </w:tc>
        <w:tc>
          <w:tcPr>
            <w:tcW w:w="1080" w:type="dxa"/>
            <w:vAlign w:val="center"/>
          </w:tcPr>
          <w:p w14:paraId="7FEC4EC4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2796AA3E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5A0DDBDF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60B8E190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8D1733" w:rsidRPr="005E7D6E" w14:paraId="51AE7137" w14:textId="77777777" w:rsidTr="008327D8">
        <w:tc>
          <w:tcPr>
            <w:tcW w:w="4370" w:type="dxa"/>
          </w:tcPr>
          <w:p w14:paraId="61568707" w14:textId="666F9BDE" w:rsidR="008D1733" w:rsidRPr="005E7D6E" w:rsidRDefault="008D1733" w:rsidP="008D1733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Un lugar para estar a salvo del 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antisemitism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o</w:t>
            </w:r>
          </w:p>
        </w:tc>
        <w:tc>
          <w:tcPr>
            <w:tcW w:w="1080" w:type="dxa"/>
            <w:vAlign w:val="center"/>
          </w:tcPr>
          <w:p w14:paraId="4F8703F7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09AFEE34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3D5201B4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0E1834CE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8D1733" w:rsidRPr="005E7D6E" w14:paraId="6C0A8B8D" w14:textId="77777777" w:rsidTr="008327D8">
        <w:tc>
          <w:tcPr>
            <w:tcW w:w="4370" w:type="dxa"/>
          </w:tcPr>
          <w:p w14:paraId="2C3A3588" w14:textId="50776BA0" w:rsidR="008D1733" w:rsidRPr="005E7D6E" w:rsidRDefault="008D1733" w:rsidP="008D1733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Un lugar para 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explor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ar la </w:t>
            </w:r>
            <w:r w:rsidRPr="005E7D6E">
              <w:rPr>
                <w:rFonts w:eastAsiaTheme="minorEastAsia" w:cstheme="minorBidi"/>
                <w:noProof/>
                <w:szCs w:val="22"/>
                <w:lang w:val="es-ES_tradnl"/>
              </w:rPr>
              <w:t>identi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dad judía</w:t>
            </w:r>
          </w:p>
        </w:tc>
        <w:tc>
          <w:tcPr>
            <w:tcW w:w="1080" w:type="dxa"/>
            <w:vAlign w:val="center"/>
          </w:tcPr>
          <w:p w14:paraId="5024611F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1EAEBD60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30A3E0EB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19F8776F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8D1733" w:rsidRPr="005E7D6E" w14:paraId="40A281BB" w14:textId="77777777" w:rsidTr="008327D8">
        <w:tc>
          <w:tcPr>
            <w:tcW w:w="4370" w:type="dxa"/>
          </w:tcPr>
          <w:p w14:paraId="6B98A332" w14:textId="1E24A2B2" w:rsidR="008D1733" w:rsidRPr="005E7D6E" w:rsidRDefault="008D1733" w:rsidP="008D1733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8D1733">
              <w:rPr>
                <w:rFonts w:eastAsiaTheme="minorEastAsia" w:cstheme="minorBidi"/>
                <w:noProof/>
                <w:szCs w:val="22"/>
                <w:lang w:val="es-ES_tradnl"/>
              </w:rPr>
              <w:t>Un lugar donde las minorías son tratadas injustamente</w:t>
            </w:r>
          </w:p>
        </w:tc>
        <w:tc>
          <w:tcPr>
            <w:tcW w:w="1080" w:type="dxa"/>
            <w:vAlign w:val="center"/>
          </w:tcPr>
          <w:p w14:paraId="59B9A27C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419B497C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7D5EFD19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4020AD3B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17256A" w:rsidRPr="005E7D6E" w14:paraId="4559D31C" w14:textId="77777777" w:rsidTr="008327D8">
        <w:tc>
          <w:tcPr>
            <w:tcW w:w="4370" w:type="dxa"/>
          </w:tcPr>
          <w:p w14:paraId="7A671A58" w14:textId="67AA8F6A" w:rsidR="0017256A" w:rsidRPr="005E7D6E" w:rsidRDefault="008D1733" w:rsidP="006457DB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8D1733">
              <w:rPr>
                <w:rFonts w:eastAsiaTheme="minorEastAsia" w:cstheme="minorBidi"/>
                <w:noProof/>
                <w:szCs w:val="22"/>
                <w:lang w:val="es-ES_tradnl"/>
              </w:rPr>
              <w:t>Un destino de vacaciones divertido</w:t>
            </w:r>
          </w:p>
        </w:tc>
        <w:tc>
          <w:tcPr>
            <w:tcW w:w="1080" w:type="dxa"/>
            <w:vAlign w:val="center"/>
          </w:tcPr>
          <w:p w14:paraId="606AA3BE" w14:textId="77777777" w:rsidR="0017256A" w:rsidRPr="005E7D6E" w:rsidRDefault="0017256A" w:rsidP="006457DB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7618A0F0" w14:textId="77777777" w:rsidR="0017256A" w:rsidRPr="005E7D6E" w:rsidRDefault="0017256A" w:rsidP="006457DB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29E30D20" w14:textId="77777777" w:rsidR="0017256A" w:rsidRPr="005E7D6E" w:rsidRDefault="0017256A" w:rsidP="006457DB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067B5ADF" w14:textId="77777777" w:rsidR="0017256A" w:rsidRPr="005E7D6E" w:rsidRDefault="0017256A" w:rsidP="006457DB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8D1733" w:rsidRPr="005E7D6E" w14:paraId="14462CAF" w14:textId="77777777" w:rsidTr="008327D8">
        <w:tc>
          <w:tcPr>
            <w:tcW w:w="4370" w:type="dxa"/>
          </w:tcPr>
          <w:p w14:paraId="4BBBF744" w14:textId="41416939" w:rsidR="008D1733" w:rsidRPr="005E7D6E" w:rsidRDefault="008D1733" w:rsidP="008D1733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 w:rsidRPr="008D1733">
              <w:rPr>
                <w:rFonts w:eastAsiaTheme="minorEastAsia" w:cstheme="minorBidi"/>
                <w:noProof/>
                <w:szCs w:val="22"/>
                <w:lang w:val="es-ES_tradnl"/>
              </w:rPr>
              <w:t xml:space="preserve">Un lugar donde la gente no es </w:t>
            </w: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muy cordial</w:t>
            </w:r>
          </w:p>
        </w:tc>
        <w:tc>
          <w:tcPr>
            <w:tcW w:w="1080" w:type="dxa"/>
            <w:vAlign w:val="center"/>
          </w:tcPr>
          <w:p w14:paraId="0509C266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62737C99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037FE69B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00" w:type="dxa"/>
            <w:vAlign w:val="center"/>
          </w:tcPr>
          <w:p w14:paraId="5CBE86CC" w14:textId="77777777" w:rsidR="008D1733" w:rsidRPr="005E7D6E" w:rsidRDefault="008D1733" w:rsidP="008D1733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</w:tbl>
    <w:p w14:paraId="6D911E0E" w14:textId="00359080" w:rsidR="0017256A" w:rsidRPr="005E7D6E" w:rsidRDefault="0017256A" w:rsidP="0017256A">
      <w:pPr>
        <w:pStyle w:val="RCBody"/>
        <w:spacing w:after="0"/>
        <w:rPr>
          <w:noProof/>
          <w:lang w:val="es-ES_tradnl"/>
        </w:rPr>
      </w:pPr>
    </w:p>
    <w:p w14:paraId="43F48DC4" w14:textId="474E83D9" w:rsidR="00CE2217" w:rsidRPr="005E7D6E" w:rsidRDefault="00CE2217" w:rsidP="00ED3ED5">
      <w:pPr>
        <w:pStyle w:val="RCBody"/>
        <w:spacing w:after="0"/>
        <w:ind w:left="360"/>
        <w:rPr>
          <w:noProof/>
          <w:lang w:val="es-ES_tradnl"/>
        </w:rPr>
      </w:pPr>
    </w:p>
    <w:p w14:paraId="101528B1" w14:textId="60782496" w:rsidR="002925C5" w:rsidRPr="005E7D6E" w:rsidRDefault="008D1733" w:rsidP="00427841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>
        <w:rPr>
          <w:noProof/>
          <w:highlight w:val="lightGray"/>
          <w:lang w:val="es-ES_tradnl"/>
        </w:rPr>
        <w:t xml:space="preserve"> </w:t>
      </w:r>
      <w:r w:rsidR="00CE2217" w:rsidRPr="005E7D6E">
        <w:rPr>
          <w:noProof/>
          <w:highlight w:val="lightGray"/>
          <w:lang w:val="es-ES_tradnl"/>
        </w:rPr>
        <w:t>[</w:t>
      </w:r>
      <w:r w:rsidR="00CE2217">
        <w:rPr>
          <w:noProof/>
          <w:highlight w:val="lightGray"/>
          <w:lang w:val="es-ES_tradnl"/>
        </w:rPr>
        <w:t xml:space="preserve">Mostrar </w:t>
      </w:r>
      <w:r>
        <w:rPr>
          <w:noProof/>
          <w:highlight w:val="lightGray"/>
          <w:lang w:val="es-ES_tradnl"/>
        </w:rPr>
        <w:t xml:space="preserve">sólo a </w:t>
      </w:r>
      <w:r w:rsidR="002925C5" w:rsidRPr="005E7D6E">
        <w:rPr>
          <w:noProof/>
          <w:highlight w:val="lightGray"/>
          <w:lang w:val="es-ES_tradnl"/>
        </w:rPr>
        <w:t>11</w:t>
      </w:r>
      <w:r>
        <w:rPr>
          <w:noProof/>
          <w:highlight w:val="lightGray"/>
          <w:lang w:val="es-ES_tradnl"/>
        </w:rPr>
        <w:t>⁰</w:t>
      </w:r>
      <w:r w:rsidR="002925C5" w:rsidRPr="005E7D6E">
        <w:rPr>
          <w:noProof/>
          <w:highlight w:val="lightGray"/>
          <w:lang w:val="es-ES_tradnl"/>
        </w:rPr>
        <w:t xml:space="preserve"> </w:t>
      </w:r>
      <w:r w:rsidRPr="005E7D6E">
        <w:rPr>
          <w:noProof/>
          <w:highlight w:val="lightGray"/>
          <w:lang w:val="es-ES_tradnl"/>
        </w:rPr>
        <w:t>grad</w:t>
      </w:r>
      <w:r>
        <w:rPr>
          <w:noProof/>
          <w:highlight w:val="lightGray"/>
          <w:lang w:val="es-ES_tradnl"/>
        </w:rPr>
        <w:t>o</w:t>
      </w:r>
      <w:r w:rsidR="002925C5" w:rsidRPr="005E7D6E">
        <w:rPr>
          <w:noProof/>
          <w:highlight w:val="lightGray"/>
          <w:lang w:val="es-ES_tradnl"/>
        </w:rPr>
        <w:t>]</w:t>
      </w:r>
      <w:r w:rsidR="002925C5" w:rsidRPr="005E7D6E">
        <w:rPr>
          <w:noProof/>
          <w:lang w:val="es-ES_tradnl"/>
        </w:rPr>
        <w:t xml:space="preserve"> </w:t>
      </w:r>
      <w:r>
        <w:rPr>
          <w:noProof/>
          <w:lang w:val="es-ES_tradnl"/>
        </w:rPr>
        <w:t>¿Cuán importante es cada una de las siguientes afirmaciones para ti</w:t>
      </w:r>
      <w:r w:rsidR="00CE2217">
        <w:rPr>
          <w:noProof/>
          <w:lang w:val="es-ES_tradnl"/>
        </w:rPr>
        <w:t>,</w:t>
      </w:r>
      <w:r>
        <w:rPr>
          <w:noProof/>
          <w:lang w:val="es-ES_tradnl"/>
        </w:rPr>
        <w:t xml:space="preserve"> personalmente</w:t>
      </w:r>
      <w:r w:rsidR="00CE2217">
        <w:rPr>
          <w:noProof/>
          <w:lang w:val="es-ES_tradnl"/>
        </w:rPr>
        <w:t>,</w:t>
      </w:r>
      <w:r>
        <w:rPr>
          <w:noProof/>
          <w:lang w:val="es-ES_tradnl"/>
        </w:rPr>
        <w:t xml:space="preserve"> en tu vida</w:t>
      </w:r>
      <w:r w:rsidR="002925C5" w:rsidRPr="005E7D6E">
        <w:rPr>
          <w:noProof/>
          <w:lang w:val="es-ES_tradnl"/>
        </w:rPr>
        <w:t>?</w:t>
      </w:r>
    </w:p>
    <w:tbl>
      <w:tblPr>
        <w:tblStyle w:val="TableGrid1"/>
        <w:tblW w:w="8275" w:type="dxa"/>
        <w:tblInd w:w="720" w:type="dxa"/>
        <w:tblLook w:val="04A0" w:firstRow="1" w:lastRow="0" w:firstColumn="1" w:lastColumn="0" w:noHBand="0" w:noVBand="1"/>
      </w:tblPr>
      <w:tblGrid>
        <w:gridCol w:w="3393"/>
        <w:gridCol w:w="1080"/>
        <w:gridCol w:w="1081"/>
        <w:gridCol w:w="1171"/>
        <w:gridCol w:w="1550"/>
      </w:tblGrid>
      <w:tr w:rsidR="008327D8" w:rsidRPr="005E7D6E" w14:paraId="05A8A9A0" w14:textId="77777777" w:rsidTr="008327D8">
        <w:tc>
          <w:tcPr>
            <w:tcW w:w="3393" w:type="dxa"/>
          </w:tcPr>
          <w:p w14:paraId="16C6C42D" w14:textId="77777777" w:rsidR="008327D8" w:rsidRPr="005E7D6E" w:rsidRDefault="008327D8" w:rsidP="008327D8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260BCD3" w14:textId="1E6A2826" w:rsidR="008327D8" w:rsidRPr="005E7D6E" w:rsidRDefault="008327D8" w:rsidP="008327D8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 w:rsidRPr="0017599B">
              <w:rPr>
                <w:noProof/>
                <w:color w:val="FFFFFF" w:themeColor="background1"/>
                <w:lang w:val="es-419"/>
              </w:rPr>
              <w:t>N</w:t>
            </w:r>
            <w:r>
              <w:rPr>
                <w:noProof/>
                <w:color w:val="FFFFFF" w:themeColor="background1"/>
                <w:lang w:val="es-419"/>
              </w:rPr>
              <w:t>ada en absoluto</w:t>
            </w:r>
          </w:p>
        </w:tc>
        <w:tc>
          <w:tcPr>
            <w:tcW w:w="108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438D99F" w14:textId="48B64603" w:rsidR="008327D8" w:rsidRPr="005E7D6E" w:rsidRDefault="008327D8" w:rsidP="008327D8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419"/>
              </w:rPr>
              <w:t>Un poco</w:t>
            </w:r>
          </w:p>
        </w:tc>
        <w:tc>
          <w:tcPr>
            <w:tcW w:w="11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40182FB" w14:textId="4BAD8768" w:rsidR="008327D8" w:rsidRPr="005E7D6E" w:rsidRDefault="008327D8" w:rsidP="008327D8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419"/>
              </w:rPr>
              <w:t>Algo</w:t>
            </w:r>
          </w:p>
        </w:tc>
        <w:tc>
          <w:tcPr>
            <w:tcW w:w="15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2B5DB3E" w14:textId="702D1CCA" w:rsidR="008327D8" w:rsidRPr="005E7D6E" w:rsidRDefault="008327D8" w:rsidP="008327D8">
            <w:pPr>
              <w:jc w:val="center"/>
              <w:rPr>
                <w:rFonts w:eastAsiaTheme="minorEastAsia" w:cstheme="minorBidi"/>
                <w:noProof/>
                <w:color w:val="FFFFFF" w:themeColor="background1"/>
                <w:szCs w:val="22"/>
                <w:lang w:val="es-ES_tradnl"/>
              </w:rPr>
            </w:pPr>
            <w:r>
              <w:rPr>
                <w:noProof/>
                <w:color w:val="FFFFFF" w:themeColor="background1"/>
                <w:lang w:val="es-419"/>
              </w:rPr>
              <w:t>Mucho</w:t>
            </w:r>
          </w:p>
        </w:tc>
      </w:tr>
      <w:tr w:rsidR="006C0081" w:rsidRPr="005E7D6E" w14:paraId="0496CF7B" w14:textId="77777777" w:rsidTr="008327D8">
        <w:tc>
          <w:tcPr>
            <w:tcW w:w="3393" w:type="dxa"/>
          </w:tcPr>
          <w:p w14:paraId="426538AB" w14:textId="6FD0886F" w:rsidR="006C0081" w:rsidRPr="005E7D6E" w:rsidRDefault="00FF2002" w:rsidP="00FF2002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Ser judío/a</w:t>
            </w:r>
          </w:p>
        </w:tc>
        <w:tc>
          <w:tcPr>
            <w:tcW w:w="1080" w:type="dxa"/>
            <w:vAlign w:val="center"/>
          </w:tcPr>
          <w:p w14:paraId="403BCA2B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50C7A97D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16BE0065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550" w:type="dxa"/>
            <w:vAlign w:val="center"/>
          </w:tcPr>
          <w:p w14:paraId="3B0D3429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C0081" w:rsidRPr="005E7D6E" w14:paraId="5C43676F" w14:textId="77777777" w:rsidTr="008327D8">
        <w:tc>
          <w:tcPr>
            <w:tcW w:w="3393" w:type="dxa"/>
          </w:tcPr>
          <w:p w14:paraId="32801945" w14:textId="01529A09" w:rsidR="006C0081" w:rsidRPr="005E7D6E" w:rsidRDefault="00FF2002" w:rsidP="00FF2002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Salir con alguien judío/a</w:t>
            </w:r>
          </w:p>
        </w:tc>
        <w:tc>
          <w:tcPr>
            <w:tcW w:w="1080" w:type="dxa"/>
            <w:vAlign w:val="center"/>
          </w:tcPr>
          <w:p w14:paraId="7756441B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437FAA0F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13ABCACF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550" w:type="dxa"/>
            <w:vAlign w:val="center"/>
          </w:tcPr>
          <w:p w14:paraId="725C5C07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C0081" w:rsidRPr="005E7D6E" w14:paraId="7919DCB4" w14:textId="77777777" w:rsidTr="008327D8">
        <w:tc>
          <w:tcPr>
            <w:tcW w:w="3393" w:type="dxa"/>
          </w:tcPr>
          <w:p w14:paraId="20E406EF" w14:textId="0ACFD94F" w:rsidR="006C0081" w:rsidRPr="005E7D6E" w:rsidRDefault="00FF2002" w:rsidP="00FF2002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Contraer matrimonio con alguien judío/a</w:t>
            </w:r>
          </w:p>
        </w:tc>
        <w:tc>
          <w:tcPr>
            <w:tcW w:w="1080" w:type="dxa"/>
            <w:vAlign w:val="center"/>
          </w:tcPr>
          <w:p w14:paraId="66EAD118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5964707E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7D3C6564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550" w:type="dxa"/>
            <w:vAlign w:val="center"/>
          </w:tcPr>
          <w:p w14:paraId="60069F4B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  <w:tr w:rsidR="006C0081" w:rsidRPr="005E7D6E" w14:paraId="668799CB" w14:textId="77777777" w:rsidTr="008327D8">
        <w:tc>
          <w:tcPr>
            <w:tcW w:w="3393" w:type="dxa"/>
          </w:tcPr>
          <w:p w14:paraId="7034EB23" w14:textId="7C7C008C" w:rsidR="006C0081" w:rsidRPr="005E7D6E" w:rsidRDefault="00FF2002" w:rsidP="00FF2002">
            <w:pPr>
              <w:rPr>
                <w:rFonts w:eastAsiaTheme="minorEastAsia" w:cstheme="minorBidi"/>
                <w:noProof/>
                <w:szCs w:val="22"/>
                <w:lang w:val="es-ES_tradnl"/>
              </w:rPr>
            </w:pPr>
            <w:r>
              <w:rPr>
                <w:rFonts w:eastAsiaTheme="minorEastAsia" w:cstheme="minorBidi"/>
                <w:noProof/>
                <w:szCs w:val="22"/>
                <w:lang w:val="es-ES_tradnl"/>
              </w:rPr>
              <w:t>Criar a mis hijos/as como judíos/as</w:t>
            </w:r>
          </w:p>
        </w:tc>
        <w:tc>
          <w:tcPr>
            <w:tcW w:w="1080" w:type="dxa"/>
            <w:vAlign w:val="center"/>
          </w:tcPr>
          <w:p w14:paraId="392D8065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21A38513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171" w:type="dxa"/>
            <w:vAlign w:val="center"/>
          </w:tcPr>
          <w:p w14:paraId="1934F056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  <w:tc>
          <w:tcPr>
            <w:tcW w:w="1550" w:type="dxa"/>
            <w:vAlign w:val="center"/>
          </w:tcPr>
          <w:p w14:paraId="33BCA15F" w14:textId="77777777" w:rsidR="006C0081" w:rsidRPr="005E7D6E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noProof/>
                <w:szCs w:val="22"/>
                <w:lang w:val="es-ES_tradnl"/>
              </w:rPr>
            </w:pPr>
          </w:p>
        </w:tc>
      </w:tr>
    </w:tbl>
    <w:p w14:paraId="6C839C6E" w14:textId="77777777" w:rsidR="002925C5" w:rsidRPr="005E7D6E" w:rsidRDefault="002925C5" w:rsidP="00300391">
      <w:pPr>
        <w:pStyle w:val="RCBody"/>
        <w:spacing w:after="0"/>
        <w:rPr>
          <w:noProof/>
          <w:lang w:val="es-ES_tradnl"/>
        </w:rPr>
      </w:pPr>
    </w:p>
    <w:p w14:paraId="5A9F99A3" w14:textId="29346164" w:rsidR="00ED272E" w:rsidRPr="005E7D6E" w:rsidRDefault="00B51AB0" w:rsidP="005D7D07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highlight w:val="lightGray"/>
          <w:lang w:val="es-ES_tradnl"/>
        </w:rPr>
        <w:t>[</w:t>
      </w:r>
      <w:r w:rsidR="00FF2002" w:rsidRPr="00427841">
        <w:rPr>
          <w:noProof/>
          <w:highlight w:val="lightGray"/>
          <w:lang w:val="es-ES_tradnl"/>
        </w:rPr>
        <w:t>Mostra</w:t>
      </w:r>
      <w:r w:rsidR="005D7D07">
        <w:rPr>
          <w:noProof/>
          <w:highlight w:val="lightGray"/>
          <w:lang w:val="es-ES_tradnl"/>
        </w:rPr>
        <w:t>r</w:t>
      </w:r>
      <w:bookmarkStart w:id="0" w:name="_GoBack"/>
      <w:bookmarkEnd w:id="0"/>
      <w:r w:rsidR="00427841">
        <w:rPr>
          <w:noProof/>
          <w:highlight w:val="lightGray"/>
          <w:lang w:val="es-ES_tradnl"/>
        </w:rPr>
        <w:t xml:space="preserve"> sólo a </w:t>
      </w:r>
      <w:r w:rsidRPr="005E7D6E">
        <w:rPr>
          <w:noProof/>
          <w:highlight w:val="lightGray"/>
          <w:lang w:val="es-ES_tradnl"/>
        </w:rPr>
        <w:t>11</w:t>
      </w:r>
      <w:r w:rsidR="00FF2002">
        <w:rPr>
          <w:noProof/>
          <w:highlight w:val="lightGray"/>
          <w:lang w:val="es-ES_tradnl"/>
        </w:rPr>
        <w:t>⁰</w:t>
      </w:r>
      <w:r w:rsidRPr="005E7D6E">
        <w:rPr>
          <w:noProof/>
          <w:highlight w:val="lightGray"/>
          <w:lang w:val="es-ES_tradnl"/>
        </w:rPr>
        <w:t xml:space="preserve"> </w:t>
      </w:r>
      <w:r w:rsidR="00FF2002" w:rsidRPr="005E7D6E">
        <w:rPr>
          <w:noProof/>
          <w:highlight w:val="lightGray"/>
          <w:lang w:val="es-ES_tradnl"/>
        </w:rPr>
        <w:t>grad</w:t>
      </w:r>
      <w:r w:rsidR="00FF2002">
        <w:rPr>
          <w:noProof/>
          <w:highlight w:val="lightGray"/>
          <w:lang w:val="es-ES_tradnl"/>
        </w:rPr>
        <w:t>o</w:t>
      </w:r>
      <w:r w:rsidRPr="005E7D6E">
        <w:rPr>
          <w:noProof/>
          <w:highlight w:val="lightGray"/>
          <w:lang w:val="es-ES_tradnl"/>
        </w:rPr>
        <w:t>]</w:t>
      </w:r>
      <w:r w:rsidRPr="005E7D6E">
        <w:rPr>
          <w:noProof/>
          <w:lang w:val="es-ES_tradnl"/>
        </w:rPr>
        <w:t xml:space="preserve"> </w:t>
      </w:r>
      <w:r w:rsidR="00FF2002">
        <w:rPr>
          <w:noProof/>
          <w:lang w:val="es-ES_tradnl"/>
        </w:rPr>
        <w:t xml:space="preserve">¿Cómo </w:t>
      </w:r>
      <w:r w:rsidR="00ED272E" w:rsidRPr="005E7D6E">
        <w:rPr>
          <w:noProof/>
          <w:lang w:val="es-ES_tradnl"/>
        </w:rPr>
        <w:t>imagin</w:t>
      </w:r>
      <w:r w:rsidR="00FF2002">
        <w:rPr>
          <w:noProof/>
          <w:lang w:val="es-ES_tradnl"/>
        </w:rPr>
        <w:t xml:space="preserve">as </w:t>
      </w:r>
      <w:r w:rsidR="00FF2002" w:rsidRPr="00FF2002">
        <w:rPr>
          <w:noProof/>
          <w:lang w:val="es-ES_tradnl"/>
        </w:rPr>
        <w:t>tu vida durante los próximos 10 años</w:t>
      </w:r>
      <w:r w:rsidR="00FF2002">
        <w:rPr>
          <w:noProof/>
          <w:lang w:val="es-ES_tradnl"/>
        </w:rPr>
        <w:t>? ¿Cuál e</w:t>
      </w:r>
      <w:r w:rsidR="00ED272E" w:rsidRPr="005E7D6E">
        <w:rPr>
          <w:noProof/>
          <w:lang w:val="es-ES_tradnl"/>
        </w:rPr>
        <w:t xml:space="preserve">s </w:t>
      </w:r>
      <w:r w:rsidR="00FF2002">
        <w:rPr>
          <w:noProof/>
          <w:lang w:val="es-ES_tradnl"/>
        </w:rPr>
        <w:t>la</w:t>
      </w:r>
      <w:r w:rsidR="00ED272E" w:rsidRPr="005E7D6E">
        <w:rPr>
          <w:noProof/>
          <w:lang w:val="es-ES_tradnl"/>
        </w:rPr>
        <w:t xml:space="preserve"> probabili</w:t>
      </w:r>
      <w:r w:rsidR="00FF2002">
        <w:rPr>
          <w:noProof/>
          <w:lang w:val="es-ES_tradnl"/>
        </w:rPr>
        <w:t>dad</w:t>
      </w:r>
      <w:r w:rsidR="00ED272E" w:rsidRPr="005E7D6E">
        <w:rPr>
          <w:noProof/>
          <w:lang w:val="es-ES_tradnl"/>
        </w:rPr>
        <w:t xml:space="preserve"> </w:t>
      </w:r>
      <w:r w:rsidR="00FF2002">
        <w:rPr>
          <w:noProof/>
          <w:lang w:val="es-ES_tradnl"/>
        </w:rPr>
        <w:t xml:space="preserve">de </w:t>
      </w:r>
      <w:r w:rsidR="00FF2002" w:rsidRPr="00FF2002">
        <w:rPr>
          <w:noProof/>
          <w:lang w:val="es-ES_tradnl"/>
        </w:rPr>
        <w:t>que ha</w:t>
      </w:r>
      <w:r w:rsidR="00FF2002">
        <w:rPr>
          <w:noProof/>
          <w:lang w:val="es-ES_tradnl"/>
        </w:rPr>
        <w:t>gas</w:t>
      </w:r>
      <w:r w:rsidR="00FF2002" w:rsidRPr="00FF2002">
        <w:rPr>
          <w:noProof/>
          <w:lang w:val="es-ES_tradnl"/>
        </w:rPr>
        <w:t>, o ha</w:t>
      </w:r>
      <w:r w:rsidR="00FF2002">
        <w:rPr>
          <w:noProof/>
          <w:lang w:val="es-ES_tradnl"/>
        </w:rPr>
        <w:t>yas</w:t>
      </w:r>
      <w:r w:rsidR="00FF2002" w:rsidRPr="00FF2002">
        <w:rPr>
          <w:noProof/>
          <w:lang w:val="es-ES_tradnl"/>
        </w:rPr>
        <w:t xml:space="preserve"> hecho, lo siguiente</w:t>
      </w:r>
      <w:r w:rsidR="00ED272E" w:rsidRPr="005E7D6E">
        <w:rPr>
          <w:noProof/>
          <w:lang w:val="es-ES_tradnl"/>
        </w:rPr>
        <w:t>?</w:t>
      </w:r>
    </w:p>
    <w:tbl>
      <w:tblPr>
        <w:tblStyle w:val="ab"/>
        <w:tblW w:w="8923" w:type="dxa"/>
        <w:tblInd w:w="720" w:type="dxa"/>
        <w:tblLook w:val="04A0" w:firstRow="1" w:lastRow="0" w:firstColumn="1" w:lastColumn="0" w:noHBand="0" w:noVBand="1"/>
      </w:tblPr>
      <w:tblGrid>
        <w:gridCol w:w="4880"/>
        <w:gridCol w:w="1347"/>
        <w:gridCol w:w="1347"/>
        <w:gridCol w:w="1349"/>
      </w:tblGrid>
      <w:tr w:rsidR="00300391" w:rsidRPr="005E7D6E" w14:paraId="620F04EA" w14:textId="77777777" w:rsidTr="00300391">
        <w:tc>
          <w:tcPr>
            <w:tcW w:w="5035" w:type="dxa"/>
          </w:tcPr>
          <w:p w14:paraId="685B449B" w14:textId="77777777" w:rsidR="00300391" w:rsidRPr="005E7D6E" w:rsidRDefault="00300391" w:rsidP="00CB7D78">
            <w:pPr>
              <w:pStyle w:val="RCBody"/>
              <w:spacing w:after="0"/>
              <w:rPr>
                <w:noProof/>
                <w:lang w:val="es-ES_tradnl"/>
              </w:rPr>
            </w:pPr>
          </w:p>
        </w:tc>
        <w:tc>
          <w:tcPr>
            <w:tcW w:w="1296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063D470" w14:textId="4013C0F0" w:rsidR="00300391" w:rsidRPr="005E7D6E" w:rsidRDefault="00FF2002" w:rsidP="00FF2002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>P</w:t>
            </w:r>
            <w:r w:rsidR="00300391" w:rsidRPr="005E7D6E">
              <w:rPr>
                <w:noProof/>
                <w:color w:val="FFFFFF" w:themeColor="background1"/>
                <w:lang w:val="es-ES_tradnl"/>
              </w:rPr>
              <w:t>robabili</w:t>
            </w:r>
            <w:r>
              <w:rPr>
                <w:noProof/>
                <w:color w:val="FFFFFF" w:themeColor="background1"/>
                <w:lang w:val="es-ES_tradnl"/>
              </w:rPr>
              <w:t>dad baja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0D99644" w14:textId="7696DA8A" w:rsidR="00300391" w:rsidRPr="005E7D6E" w:rsidRDefault="00FF2002" w:rsidP="00FF2002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 w:rsidRPr="005E7D6E">
              <w:rPr>
                <w:noProof/>
                <w:color w:val="FFFFFF" w:themeColor="background1"/>
                <w:lang w:val="es-ES_tradnl"/>
              </w:rPr>
              <w:t>Probabili</w:t>
            </w:r>
            <w:r>
              <w:rPr>
                <w:noProof/>
                <w:color w:val="FFFFFF" w:themeColor="background1"/>
                <w:lang w:val="es-ES_tradnl"/>
              </w:rPr>
              <w:t>dad media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E1BF83D" w14:textId="7755AF34" w:rsidR="00300391" w:rsidRPr="005E7D6E" w:rsidRDefault="00FF2002" w:rsidP="00FF2002">
            <w:pPr>
              <w:pStyle w:val="RCBody"/>
              <w:spacing w:after="0"/>
              <w:jc w:val="center"/>
              <w:rPr>
                <w:noProof/>
                <w:color w:val="FFFFFF" w:themeColor="background1"/>
                <w:lang w:val="es-ES_tradnl"/>
              </w:rPr>
            </w:pPr>
            <w:r>
              <w:rPr>
                <w:noProof/>
                <w:color w:val="FFFFFF" w:themeColor="background1"/>
                <w:lang w:val="es-ES_tradnl"/>
              </w:rPr>
              <w:t xml:space="preserve">Alta </w:t>
            </w:r>
            <w:r w:rsidRPr="005E7D6E">
              <w:rPr>
                <w:noProof/>
                <w:color w:val="FFFFFF" w:themeColor="background1"/>
                <w:lang w:val="es-ES_tradnl"/>
              </w:rPr>
              <w:t>probabili</w:t>
            </w:r>
            <w:r>
              <w:rPr>
                <w:noProof/>
                <w:color w:val="FFFFFF" w:themeColor="background1"/>
                <w:lang w:val="es-ES_tradnl"/>
              </w:rPr>
              <w:t>dad</w:t>
            </w:r>
          </w:p>
        </w:tc>
      </w:tr>
      <w:tr w:rsidR="00300391" w:rsidRPr="005E7D6E" w14:paraId="39A1D04F" w14:textId="77777777" w:rsidTr="00300391">
        <w:tc>
          <w:tcPr>
            <w:tcW w:w="5035" w:type="dxa"/>
          </w:tcPr>
          <w:p w14:paraId="753C6D28" w14:textId="32A67CEB" w:rsidR="00FF2002" w:rsidRPr="005E7D6E" w:rsidRDefault="00FF2002" w:rsidP="00CE2217">
            <w:pPr>
              <w:pStyle w:val="RCBody"/>
              <w:spacing w:after="0"/>
              <w:rPr>
                <w:noProof/>
                <w:lang w:val="es-ES_tradnl"/>
              </w:rPr>
            </w:pPr>
            <w:r w:rsidRPr="00FF2002">
              <w:rPr>
                <w:noProof/>
                <w:lang w:val="es-ES_tradnl"/>
              </w:rPr>
              <w:t>Voluntariado activo en la comunidad judía</w:t>
            </w:r>
          </w:p>
        </w:tc>
        <w:tc>
          <w:tcPr>
            <w:tcW w:w="1296" w:type="dxa"/>
            <w:vAlign w:val="center"/>
          </w:tcPr>
          <w:p w14:paraId="2A3483CE" w14:textId="77777777" w:rsidR="00300391" w:rsidRPr="005E7D6E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3BB13B72" w14:textId="77777777" w:rsidR="00300391" w:rsidRPr="005E7D6E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53FD5B3B" w14:textId="77777777" w:rsidR="00300391" w:rsidRPr="005E7D6E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300391" w:rsidRPr="005E7D6E" w14:paraId="55161746" w14:textId="77777777" w:rsidTr="00300391">
        <w:tc>
          <w:tcPr>
            <w:tcW w:w="5035" w:type="dxa"/>
          </w:tcPr>
          <w:p w14:paraId="0FC1336E" w14:textId="270134D7" w:rsidR="00300391" w:rsidRPr="005E7D6E" w:rsidRDefault="00300391" w:rsidP="00FF2002">
            <w:pPr>
              <w:pStyle w:val="RCBody"/>
              <w:spacing w:after="0"/>
              <w:rPr>
                <w:noProof/>
                <w:lang w:val="es-ES_tradnl"/>
              </w:rPr>
            </w:pPr>
            <w:r w:rsidRPr="005E7D6E">
              <w:rPr>
                <w:noProof/>
                <w:lang w:val="es-ES_tradnl"/>
              </w:rPr>
              <w:t>Visit</w:t>
            </w:r>
            <w:r w:rsidR="00FF2002">
              <w:rPr>
                <w:noProof/>
                <w:lang w:val="es-ES_tradnl"/>
              </w:rPr>
              <w:t>ar</w:t>
            </w:r>
            <w:r w:rsidRPr="005E7D6E">
              <w:rPr>
                <w:noProof/>
                <w:lang w:val="es-ES_tradnl"/>
              </w:rPr>
              <w:t xml:space="preserve"> Israel</w:t>
            </w:r>
          </w:p>
        </w:tc>
        <w:tc>
          <w:tcPr>
            <w:tcW w:w="1296" w:type="dxa"/>
            <w:vAlign w:val="center"/>
          </w:tcPr>
          <w:p w14:paraId="01DEB671" w14:textId="77777777" w:rsidR="00300391" w:rsidRPr="005E7D6E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5809B85C" w14:textId="77777777" w:rsidR="00300391" w:rsidRPr="005E7D6E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4C00C86F" w14:textId="77777777" w:rsidR="00300391" w:rsidRPr="005E7D6E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300391" w:rsidRPr="005E7D6E" w14:paraId="0A61EC28" w14:textId="77777777" w:rsidTr="00300391">
        <w:tc>
          <w:tcPr>
            <w:tcW w:w="5035" w:type="dxa"/>
          </w:tcPr>
          <w:p w14:paraId="4B87C72C" w14:textId="747716AB" w:rsidR="00300391" w:rsidRPr="005E7D6E" w:rsidRDefault="00B567B3" w:rsidP="00FF2002">
            <w:pPr>
              <w:pStyle w:val="RCBody"/>
              <w:spacing w:after="0"/>
              <w:rPr>
                <w:noProof/>
                <w:lang w:val="es-ES_tradnl"/>
              </w:rPr>
            </w:pPr>
            <w:r w:rsidRPr="005E7D6E">
              <w:rPr>
                <w:noProof/>
                <w:lang w:val="es-ES_tradnl"/>
              </w:rPr>
              <w:lastRenderedPageBreak/>
              <w:t>Participa</w:t>
            </w:r>
            <w:r w:rsidR="00FF2002">
              <w:rPr>
                <w:noProof/>
                <w:lang w:val="es-ES_tradnl"/>
              </w:rPr>
              <w:t>r e</w:t>
            </w:r>
            <w:r w:rsidR="00300391" w:rsidRPr="005E7D6E">
              <w:rPr>
                <w:noProof/>
                <w:lang w:val="es-ES_tradnl"/>
              </w:rPr>
              <w:t>n activi</w:t>
            </w:r>
            <w:r w:rsidR="00FF2002">
              <w:rPr>
                <w:noProof/>
                <w:lang w:val="es-ES_tradnl"/>
              </w:rPr>
              <w:t>dades y</w:t>
            </w:r>
            <w:r w:rsidR="00300391" w:rsidRPr="005E7D6E">
              <w:rPr>
                <w:noProof/>
                <w:lang w:val="es-ES_tradnl"/>
              </w:rPr>
              <w:t>/o servic</w:t>
            </w:r>
            <w:r w:rsidR="00FF2002">
              <w:rPr>
                <w:noProof/>
                <w:lang w:val="es-ES_tradnl"/>
              </w:rPr>
              <w:t>io</w:t>
            </w:r>
            <w:r w:rsidR="00300391" w:rsidRPr="005E7D6E">
              <w:rPr>
                <w:noProof/>
                <w:lang w:val="es-ES_tradnl"/>
              </w:rPr>
              <w:t xml:space="preserve">s </w:t>
            </w:r>
            <w:r w:rsidR="00FF2002">
              <w:rPr>
                <w:noProof/>
                <w:lang w:val="es-ES_tradnl"/>
              </w:rPr>
              <w:t>en un</w:t>
            </w:r>
            <w:r w:rsidR="00300391" w:rsidRPr="005E7D6E">
              <w:rPr>
                <w:noProof/>
                <w:lang w:val="es-ES_tradnl"/>
              </w:rPr>
              <w:t>a s</w:t>
            </w:r>
            <w:r w:rsidR="00FF2002">
              <w:rPr>
                <w:noProof/>
                <w:lang w:val="es-ES_tradnl"/>
              </w:rPr>
              <w:t>i</w:t>
            </w:r>
            <w:r w:rsidR="00300391" w:rsidRPr="005E7D6E">
              <w:rPr>
                <w:noProof/>
                <w:lang w:val="es-ES_tradnl"/>
              </w:rPr>
              <w:t>nagog</w:t>
            </w:r>
            <w:r w:rsidR="00FF2002">
              <w:rPr>
                <w:noProof/>
                <w:lang w:val="es-ES_tradnl"/>
              </w:rPr>
              <w:t>a</w:t>
            </w:r>
          </w:p>
        </w:tc>
        <w:tc>
          <w:tcPr>
            <w:tcW w:w="1296" w:type="dxa"/>
            <w:vAlign w:val="center"/>
          </w:tcPr>
          <w:p w14:paraId="32F0CEA8" w14:textId="77777777" w:rsidR="00300391" w:rsidRPr="005E7D6E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5B34DD8B" w14:textId="77777777" w:rsidR="00300391" w:rsidRPr="005E7D6E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083F95C9" w14:textId="77777777" w:rsidR="00300391" w:rsidRPr="005E7D6E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300391" w:rsidRPr="005E7D6E" w14:paraId="36E38F40" w14:textId="77777777" w:rsidTr="00300391">
        <w:tc>
          <w:tcPr>
            <w:tcW w:w="5035" w:type="dxa"/>
          </w:tcPr>
          <w:p w14:paraId="69AD6D7B" w14:textId="59BE348F" w:rsidR="00300391" w:rsidRPr="005E7D6E" w:rsidRDefault="00300391" w:rsidP="00FF2002">
            <w:pPr>
              <w:pStyle w:val="RCBody"/>
              <w:spacing w:after="0"/>
              <w:rPr>
                <w:noProof/>
                <w:lang w:val="es-ES_tradnl"/>
              </w:rPr>
            </w:pPr>
            <w:r w:rsidRPr="005E7D6E">
              <w:rPr>
                <w:noProof/>
                <w:lang w:val="es-ES_tradnl"/>
              </w:rPr>
              <w:t>Dona</w:t>
            </w:r>
            <w:r w:rsidR="00FF2002">
              <w:rPr>
                <w:noProof/>
                <w:lang w:val="es-ES_tradnl"/>
              </w:rPr>
              <w:t xml:space="preserve">r dinero </w:t>
            </w:r>
            <w:r w:rsidRPr="005E7D6E">
              <w:rPr>
                <w:noProof/>
                <w:lang w:val="es-ES_tradnl"/>
              </w:rPr>
              <w:t xml:space="preserve">a </w:t>
            </w:r>
            <w:r w:rsidR="00FF2002">
              <w:rPr>
                <w:noProof/>
                <w:lang w:val="es-ES_tradnl"/>
              </w:rPr>
              <w:t>un</w:t>
            </w:r>
            <w:r w:rsidR="00CE2217">
              <w:rPr>
                <w:noProof/>
                <w:lang w:val="es-ES_tradnl"/>
              </w:rPr>
              <w:t>a</w:t>
            </w:r>
            <w:r w:rsidRPr="005E7D6E">
              <w:rPr>
                <w:noProof/>
                <w:lang w:val="es-ES_tradnl"/>
              </w:rPr>
              <w:t xml:space="preserve"> organiza</w:t>
            </w:r>
            <w:r w:rsidR="00FF2002">
              <w:rPr>
                <w:noProof/>
                <w:lang w:val="es-ES_tradnl"/>
              </w:rPr>
              <w:t>c</w:t>
            </w:r>
            <w:r w:rsidRPr="005E7D6E">
              <w:rPr>
                <w:noProof/>
                <w:lang w:val="es-ES_tradnl"/>
              </w:rPr>
              <w:t>i</w:t>
            </w:r>
            <w:r w:rsidR="00FF2002">
              <w:rPr>
                <w:noProof/>
                <w:lang w:val="es-ES_tradnl"/>
              </w:rPr>
              <w:t>ó</w:t>
            </w:r>
            <w:r w:rsidRPr="005E7D6E">
              <w:rPr>
                <w:noProof/>
                <w:lang w:val="es-ES_tradnl"/>
              </w:rPr>
              <w:t>n</w:t>
            </w:r>
            <w:r w:rsidR="00FF2002">
              <w:rPr>
                <w:noProof/>
                <w:lang w:val="es-ES_tradnl"/>
              </w:rPr>
              <w:t xml:space="preserve"> judía </w:t>
            </w:r>
            <w:r w:rsidR="00FF2002" w:rsidRPr="005E7D6E">
              <w:rPr>
                <w:noProof/>
                <w:lang w:val="es-ES_tradnl"/>
              </w:rPr>
              <w:t>local</w:t>
            </w:r>
          </w:p>
        </w:tc>
        <w:tc>
          <w:tcPr>
            <w:tcW w:w="1296" w:type="dxa"/>
            <w:vAlign w:val="center"/>
          </w:tcPr>
          <w:p w14:paraId="3D4DF54E" w14:textId="77777777" w:rsidR="00300391" w:rsidRPr="005E7D6E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72C88135" w14:textId="77777777" w:rsidR="00300391" w:rsidRPr="005E7D6E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5C475061" w14:textId="77777777" w:rsidR="00300391" w:rsidRPr="005E7D6E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  <w:tr w:rsidR="00291C97" w:rsidRPr="005E7D6E" w14:paraId="44E40D86" w14:textId="77777777" w:rsidTr="00300391">
        <w:tc>
          <w:tcPr>
            <w:tcW w:w="5035" w:type="dxa"/>
          </w:tcPr>
          <w:p w14:paraId="29B3B248" w14:textId="72954556" w:rsidR="00291C97" w:rsidRPr="005E7D6E" w:rsidRDefault="00FF2002" w:rsidP="00FF2002">
            <w:pPr>
              <w:pStyle w:val="RCBody"/>
              <w:spacing w:after="0"/>
              <w:rPr>
                <w:noProof/>
                <w:lang w:val="es-ES_tradnl"/>
              </w:rPr>
            </w:pPr>
            <w:r>
              <w:rPr>
                <w:noProof/>
                <w:lang w:val="es-ES_tradnl"/>
              </w:rPr>
              <w:t>Vivir e</w:t>
            </w:r>
            <w:r w:rsidR="00291C97" w:rsidRPr="005E7D6E">
              <w:rPr>
                <w:noProof/>
                <w:lang w:val="es-ES_tradnl"/>
              </w:rPr>
              <w:t>n Israel</w:t>
            </w:r>
          </w:p>
        </w:tc>
        <w:tc>
          <w:tcPr>
            <w:tcW w:w="1296" w:type="dxa"/>
            <w:vAlign w:val="center"/>
          </w:tcPr>
          <w:p w14:paraId="6DCB3DCF" w14:textId="77777777" w:rsidR="00291C97" w:rsidRPr="005E7D6E" w:rsidRDefault="00291C97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290F1D3F" w14:textId="77777777" w:rsidR="00291C97" w:rsidRPr="005E7D6E" w:rsidRDefault="00291C97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  <w:tc>
          <w:tcPr>
            <w:tcW w:w="1296" w:type="dxa"/>
            <w:vAlign w:val="center"/>
          </w:tcPr>
          <w:p w14:paraId="43E1B4DB" w14:textId="77777777" w:rsidR="00291C97" w:rsidRPr="005E7D6E" w:rsidRDefault="00291C97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noProof/>
                <w:lang w:val="es-ES_tradnl"/>
              </w:rPr>
            </w:pPr>
          </w:p>
        </w:tc>
      </w:tr>
    </w:tbl>
    <w:p w14:paraId="14EF7B11" w14:textId="77777777" w:rsidR="002925C5" w:rsidRPr="005E7D6E" w:rsidRDefault="002925C5" w:rsidP="002925C5">
      <w:pPr>
        <w:pStyle w:val="RCBody"/>
        <w:spacing w:after="0"/>
        <w:ind w:left="720"/>
        <w:rPr>
          <w:noProof/>
          <w:lang w:val="es-ES_tradnl"/>
        </w:rPr>
      </w:pPr>
    </w:p>
    <w:p w14:paraId="6A13000D" w14:textId="7FBA4FFD" w:rsidR="00CB7D78" w:rsidRPr="005E7D6E" w:rsidRDefault="008F1F67" w:rsidP="00427841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P</w:t>
      </w:r>
      <w:r w:rsidR="00FF2002">
        <w:rPr>
          <w:noProof/>
          <w:lang w:val="es-ES_tradnl"/>
        </w:rPr>
        <w:t xml:space="preserve">or favor, </w:t>
      </w:r>
      <w:r w:rsidRPr="005E7D6E">
        <w:rPr>
          <w:noProof/>
          <w:lang w:val="es-ES_tradnl"/>
        </w:rPr>
        <w:t>indica</w:t>
      </w:r>
      <w:r w:rsidR="00FF2002">
        <w:rPr>
          <w:noProof/>
          <w:lang w:val="es-ES_tradnl"/>
        </w:rPr>
        <w:t xml:space="preserve"> </w:t>
      </w:r>
      <w:r w:rsidRPr="005E7D6E">
        <w:rPr>
          <w:noProof/>
          <w:lang w:val="es-ES_tradnl"/>
        </w:rPr>
        <w:t>tu g</w:t>
      </w:r>
      <w:r w:rsidR="00FF2002">
        <w:rPr>
          <w:noProof/>
          <w:lang w:val="es-ES_tradnl"/>
        </w:rPr>
        <w:t>é</w:t>
      </w:r>
      <w:r w:rsidRPr="005E7D6E">
        <w:rPr>
          <w:noProof/>
          <w:lang w:val="es-ES_tradnl"/>
        </w:rPr>
        <w:t>ner</w:t>
      </w:r>
      <w:r w:rsidR="00FF2002">
        <w:rPr>
          <w:noProof/>
          <w:lang w:val="es-ES_tradnl"/>
        </w:rPr>
        <w:t>o</w:t>
      </w:r>
      <w:r w:rsidRPr="005E7D6E">
        <w:rPr>
          <w:noProof/>
          <w:lang w:val="es-ES_tradnl"/>
        </w:rPr>
        <w:t>:</w:t>
      </w:r>
    </w:p>
    <w:p w14:paraId="75F5D40D" w14:textId="4F4FB6E8" w:rsidR="00CB7D78" w:rsidRPr="005E7D6E" w:rsidRDefault="00CB7D78" w:rsidP="00FF2002">
      <w:pPr>
        <w:pStyle w:val="RCBody"/>
        <w:numPr>
          <w:ilvl w:val="0"/>
          <w:numId w:val="29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Ma</w:t>
      </w:r>
      <w:r w:rsidR="00FF2002">
        <w:rPr>
          <w:noProof/>
          <w:lang w:val="es-ES_tradnl"/>
        </w:rPr>
        <w:t>scu</w:t>
      </w:r>
      <w:r w:rsidRPr="005E7D6E">
        <w:rPr>
          <w:noProof/>
          <w:lang w:val="es-ES_tradnl"/>
        </w:rPr>
        <w:t>l</w:t>
      </w:r>
      <w:r w:rsidR="00FF2002">
        <w:rPr>
          <w:noProof/>
          <w:lang w:val="es-ES_tradnl"/>
        </w:rPr>
        <w:t>ino</w:t>
      </w:r>
    </w:p>
    <w:p w14:paraId="72D4F50D" w14:textId="2F5EC97E" w:rsidR="00CB7D78" w:rsidRPr="005E7D6E" w:rsidRDefault="00CB7D78" w:rsidP="00FF2002">
      <w:pPr>
        <w:pStyle w:val="RCBody"/>
        <w:numPr>
          <w:ilvl w:val="0"/>
          <w:numId w:val="29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Feme</w:t>
      </w:r>
      <w:r w:rsidR="00FF2002">
        <w:rPr>
          <w:noProof/>
          <w:lang w:val="es-ES_tradnl"/>
        </w:rPr>
        <w:t>nino</w:t>
      </w:r>
    </w:p>
    <w:p w14:paraId="504FCE81" w14:textId="75F33271" w:rsidR="00CB7D78" w:rsidRPr="005E7D6E" w:rsidRDefault="0017256A" w:rsidP="00ED3ED5">
      <w:pPr>
        <w:pStyle w:val="RCBody"/>
        <w:numPr>
          <w:ilvl w:val="0"/>
          <w:numId w:val="29"/>
        </w:numPr>
        <w:spacing w:after="0"/>
        <w:rPr>
          <w:noProof/>
          <w:lang w:val="es-ES_tradnl"/>
        </w:rPr>
      </w:pPr>
      <w:r w:rsidRPr="005E7D6E">
        <w:rPr>
          <w:noProof/>
          <w:highlight w:val="lightGray"/>
          <w:lang w:val="es-ES_tradnl"/>
        </w:rPr>
        <w:t>[</w:t>
      </w:r>
      <w:r w:rsidR="00FF2002" w:rsidRPr="005E7D6E">
        <w:rPr>
          <w:noProof/>
          <w:highlight w:val="lightGray"/>
          <w:lang w:val="es-ES_tradnl"/>
        </w:rPr>
        <w:t>No</w:t>
      </w:r>
      <w:r w:rsidR="00FF2002">
        <w:rPr>
          <w:noProof/>
          <w:highlight w:val="lightGray"/>
          <w:lang w:val="es-ES_tradnl"/>
        </w:rPr>
        <w:t xml:space="preserve"> mos</w:t>
      </w:r>
      <w:r w:rsidR="00FF2002" w:rsidRPr="005E7D6E">
        <w:rPr>
          <w:noProof/>
          <w:highlight w:val="lightGray"/>
          <w:lang w:val="es-ES_tradnl"/>
        </w:rPr>
        <w:t>t</w:t>
      </w:r>
      <w:r w:rsidR="00FF2002">
        <w:rPr>
          <w:noProof/>
          <w:highlight w:val="lightGray"/>
          <w:lang w:val="es-ES_tradnl"/>
        </w:rPr>
        <w:t xml:space="preserve">rar a </w:t>
      </w:r>
      <w:r w:rsidR="00ED3ED5">
        <w:rPr>
          <w:i/>
          <w:iCs/>
          <w:noProof/>
          <w:highlight w:val="lightGray"/>
          <w:lang w:val="es-ES_tradnl"/>
        </w:rPr>
        <w:t>Lamorim</w:t>
      </w:r>
      <w:r w:rsidRPr="005E7D6E">
        <w:rPr>
          <w:noProof/>
          <w:highlight w:val="lightGray"/>
          <w:lang w:val="es-ES_tradnl"/>
        </w:rPr>
        <w:t>]</w:t>
      </w:r>
      <w:r w:rsidRPr="005E7D6E">
        <w:rPr>
          <w:noProof/>
          <w:lang w:val="es-ES_tradnl"/>
        </w:rPr>
        <w:t xml:space="preserve"> </w:t>
      </w:r>
      <w:r w:rsidR="00CB7D78" w:rsidRPr="005E7D6E">
        <w:rPr>
          <w:noProof/>
          <w:lang w:val="es-ES_tradnl"/>
        </w:rPr>
        <w:t>Otr</w:t>
      </w:r>
      <w:r w:rsidR="00FF2002">
        <w:rPr>
          <w:noProof/>
          <w:lang w:val="es-ES_tradnl"/>
        </w:rPr>
        <w:t>o</w:t>
      </w:r>
      <w:r w:rsidR="00CB7D78" w:rsidRPr="005E7D6E">
        <w:rPr>
          <w:noProof/>
          <w:lang w:val="es-ES_tradnl"/>
        </w:rPr>
        <w:t>: ______________________</w:t>
      </w:r>
    </w:p>
    <w:p w14:paraId="20B214E4" w14:textId="77777777" w:rsidR="00CB7D78" w:rsidRPr="005E7D6E" w:rsidRDefault="00CB7D78" w:rsidP="00CB7D78">
      <w:pPr>
        <w:pStyle w:val="RCBody"/>
        <w:spacing w:after="0"/>
        <w:ind w:left="720"/>
        <w:rPr>
          <w:noProof/>
          <w:lang w:val="es-ES_tradnl"/>
        </w:rPr>
      </w:pPr>
    </w:p>
    <w:p w14:paraId="1F5E91A7" w14:textId="4A7EB413" w:rsidR="00727BFA" w:rsidRPr="005E7D6E" w:rsidRDefault="00FF2002" w:rsidP="00427841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bookmarkStart w:id="1" w:name="_Hlk50286318"/>
      <w:r w:rsidRPr="005E7D6E">
        <w:rPr>
          <w:noProof/>
          <w:lang w:val="es-ES_tradnl"/>
        </w:rPr>
        <w:t>P</w:t>
      </w:r>
      <w:r>
        <w:rPr>
          <w:noProof/>
          <w:lang w:val="es-ES_tradnl"/>
        </w:rPr>
        <w:t>or favor, s</w:t>
      </w:r>
      <w:r w:rsidR="00CB7D78" w:rsidRPr="005E7D6E">
        <w:rPr>
          <w:noProof/>
          <w:lang w:val="es-ES_tradnl"/>
        </w:rPr>
        <w:t>e</w:t>
      </w:r>
      <w:r>
        <w:rPr>
          <w:noProof/>
          <w:lang w:val="es-ES_tradnl"/>
        </w:rPr>
        <w:t>ñala tu fecha de nacimiento</w:t>
      </w:r>
      <w:r w:rsidR="00727BFA" w:rsidRPr="005E7D6E">
        <w:rPr>
          <w:noProof/>
          <w:lang w:val="es-ES_tradnl"/>
        </w:rPr>
        <w:t>:</w:t>
      </w:r>
    </w:p>
    <w:p w14:paraId="38D62BC3" w14:textId="1B8ACA81" w:rsidR="00727BFA" w:rsidRPr="005E7D6E" w:rsidRDefault="00727BFA" w:rsidP="00FF2002">
      <w:pPr>
        <w:pStyle w:val="RCBody"/>
        <w:spacing w:after="0"/>
        <w:ind w:left="720"/>
        <w:rPr>
          <w:noProof/>
          <w:lang w:val="es-ES_tradnl"/>
        </w:rPr>
      </w:pPr>
      <w:r w:rsidRPr="005E7D6E">
        <w:rPr>
          <w:noProof/>
          <w:lang w:val="es-ES_tradnl"/>
        </w:rPr>
        <w:t>D</w:t>
      </w:r>
      <w:r w:rsidR="00FF2002">
        <w:rPr>
          <w:noProof/>
          <w:lang w:val="es-ES_tradnl"/>
        </w:rPr>
        <w:t>í</w:t>
      </w:r>
      <w:r w:rsidRPr="005E7D6E">
        <w:rPr>
          <w:noProof/>
          <w:lang w:val="es-ES_tradnl"/>
        </w:rPr>
        <w:t>a: [</w:t>
      </w:r>
      <w:r w:rsidR="00FF2002" w:rsidRPr="005E7D6E">
        <w:rPr>
          <w:noProof/>
          <w:lang w:val="es-ES_tradnl"/>
        </w:rPr>
        <w:t>d</w:t>
      </w:r>
      <w:r w:rsidR="00FF2002">
        <w:rPr>
          <w:noProof/>
          <w:lang w:val="es-ES_tradnl"/>
        </w:rPr>
        <w:t xml:space="preserve">e </w:t>
      </w:r>
      <w:r w:rsidRPr="005E7D6E">
        <w:rPr>
          <w:noProof/>
          <w:lang w:val="es-ES_tradnl"/>
        </w:rPr>
        <w:t xml:space="preserve">1 </w:t>
      </w:r>
      <w:r w:rsidR="00FF2002">
        <w:rPr>
          <w:noProof/>
          <w:lang w:val="es-ES_tradnl"/>
        </w:rPr>
        <w:t>a</w:t>
      </w:r>
      <w:r w:rsidRPr="005E7D6E">
        <w:rPr>
          <w:noProof/>
          <w:lang w:val="es-ES_tradnl"/>
        </w:rPr>
        <w:t xml:space="preserve"> 31]</w:t>
      </w:r>
    </w:p>
    <w:p w14:paraId="1D91875D" w14:textId="03D964CF" w:rsidR="00727BFA" w:rsidRPr="005E7D6E" w:rsidRDefault="00727BFA" w:rsidP="00FE470E">
      <w:pPr>
        <w:pStyle w:val="RCBody"/>
        <w:spacing w:after="0"/>
        <w:ind w:left="720"/>
        <w:rPr>
          <w:noProof/>
          <w:lang w:val="es-ES_tradnl"/>
        </w:rPr>
      </w:pPr>
      <w:r w:rsidRPr="005E7D6E">
        <w:rPr>
          <w:noProof/>
          <w:lang w:val="es-ES_tradnl"/>
        </w:rPr>
        <w:t>M</w:t>
      </w:r>
      <w:r w:rsidR="00FF2002">
        <w:rPr>
          <w:noProof/>
          <w:lang w:val="es-ES_tradnl"/>
        </w:rPr>
        <w:t>es</w:t>
      </w:r>
      <w:r w:rsidRPr="005E7D6E">
        <w:rPr>
          <w:noProof/>
          <w:lang w:val="es-ES_tradnl"/>
        </w:rPr>
        <w:t>: [</w:t>
      </w:r>
      <w:r w:rsidR="00FF2002" w:rsidRPr="00FF2002">
        <w:rPr>
          <w:noProof/>
          <w:lang w:val="es-ES_tradnl"/>
        </w:rPr>
        <w:t>enero, febrero, marzo, abril, mayo, junio, julio, agosto, septiembre, octubre, noviembre, diciembre</w:t>
      </w:r>
      <w:r w:rsidRPr="005E7D6E">
        <w:rPr>
          <w:noProof/>
          <w:lang w:val="es-ES_tradnl"/>
        </w:rPr>
        <w:t>]</w:t>
      </w:r>
    </w:p>
    <w:p w14:paraId="2C25BDF6" w14:textId="780A0BF5" w:rsidR="00727BFA" w:rsidRPr="005E7D6E" w:rsidRDefault="00FF2002" w:rsidP="00FE470E">
      <w:pPr>
        <w:pStyle w:val="RCBody"/>
        <w:spacing w:after="0"/>
        <w:ind w:left="720"/>
        <w:rPr>
          <w:noProof/>
          <w:lang w:val="es-ES_tradnl"/>
        </w:rPr>
      </w:pPr>
      <w:r w:rsidRPr="005E7D6E">
        <w:rPr>
          <w:noProof/>
          <w:lang w:val="es-ES_tradnl"/>
        </w:rPr>
        <w:t>A</w:t>
      </w:r>
      <w:r>
        <w:rPr>
          <w:noProof/>
          <w:lang w:val="es-ES_tradnl"/>
        </w:rPr>
        <w:t>ño</w:t>
      </w:r>
      <w:r w:rsidRPr="005E7D6E">
        <w:rPr>
          <w:noProof/>
          <w:lang w:val="es-ES_tradnl"/>
        </w:rPr>
        <w:t xml:space="preserve">: </w:t>
      </w:r>
      <w:r w:rsidR="00727BFA" w:rsidRPr="005E7D6E">
        <w:rPr>
          <w:noProof/>
          <w:lang w:val="es-ES_tradnl"/>
        </w:rPr>
        <w:t>[</w:t>
      </w:r>
      <w:r w:rsidR="00FE470E">
        <w:rPr>
          <w:noProof/>
          <w:lang w:val="es-ES_tradnl"/>
        </w:rPr>
        <w:t xml:space="preserve">de </w:t>
      </w:r>
      <w:r w:rsidR="00727BFA" w:rsidRPr="005E7D6E">
        <w:rPr>
          <w:noProof/>
          <w:lang w:val="es-ES_tradnl"/>
        </w:rPr>
        <w:t xml:space="preserve">2000 </w:t>
      </w:r>
      <w:r w:rsidR="00FE470E">
        <w:rPr>
          <w:noProof/>
          <w:lang w:val="es-ES_tradnl"/>
        </w:rPr>
        <w:t>a</w:t>
      </w:r>
      <w:r w:rsidR="00727BFA" w:rsidRPr="005E7D6E">
        <w:rPr>
          <w:noProof/>
          <w:lang w:val="es-ES_tradnl"/>
        </w:rPr>
        <w:t xml:space="preserve"> 2011]</w:t>
      </w:r>
    </w:p>
    <w:bookmarkEnd w:id="1"/>
    <w:p w14:paraId="4DC6C8B1" w14:textId="77777777" w:rsidR="00727BFA" w:rsidRPr="005E7D6E" w:rsidRDefault="00727BFA" w:rsidP="00727BFA">
      <w:pPr>
        <w:pStyle w:val="RCBody"/>
        <w:spacing w:after="0"/>
        <w:rPr>
          <w:noProof/>
          <w:lang w:val="es-ES_tradnl"/>
        </w:rPr>
      </w:pPr>
    </w:p>
    <w:p w14:paraId="6434CC7C" w14:textId="55142161" w:rsidR="00CB7D78" w:rsidRPr="005E7D6E" w:rsidRDefault="00CB7D78" w:rsidP="00427841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P</w:t>
      </w:r>
      <w:r w:rsidR="00FE470E">
        <w:rPr>
          <w:noProof/>
          <w:lang w:val="es-ES_tradnl"/>
        </w:rPr>
        <w:t xml:space="preserve">or favor, </w:t>
      </w:r>
      <w:r w:rsidR="00FE470E" w:rsidRPr="00FE470E">
        <w:rPr>
          <w:noProof/>
          <w:lang w:val="es-ES_tradnl"/>
        </w:rPr>
        <w:t>introduc</w:t>
      </w:r>
      <w:r w:rsidR="00FE470E">
        <w:rPr>
          <w:noProof/>
          <w:lang w:val="es-ES_tradnl"/>
        </w:rPr>
        <w:t>e</w:t>
      </w:r>
      <w:r w:rsidR="00FE470E" w:rsidRPr="00FE470E">
        <w:rPr>
          <w:noProof/>
          <w:lang w:val="es-ES_tradnl"/>
        </w:rPr>
        <w:t xml:space="preserve"> las dos primeras letras de </w:t>
      </w:r>
      <w:r w:rsidR="00FE470E">
        <w:rPr>
          <w:noProof/>
          <w:lang w:val="es-ES_tradnl"/>
        </w:rPr>
        <w:t xml:space="preserve">tu </w:t>
      </w:r>
      <w:r w:rsidR="00FE470E" w:rsidRPr="00FE470E">
        <w:rPr>
          <w:b/>
          <w:bCs/>
          <w:noProof/>
          <w:lang w:val="es-ES_tradnl"/>
        </w:rPr>
        <w:t>nombre</w:t>
      </w:r>
      <w:r w:rsidRPr="005E7D6E">
        <w:rPr>
          <w:noProof/>
          <w:lang w:val="es-ES_tradnl"/>
        </w:rPr>
        <w:t>: __________</w:t>
      </w:r>
    </w:p>
    <w:p w14:paraId="4EE6B6D6" w14:textId="60FC2C2D" w:rsidR="00CB7D78" w:rsidRPr="005E7D6E" w:rsidRDefault="00FE470E" w:rsidP="00427841">
      <w:pPr>
        <w:pStyle w:val="RCBody"/>
        <w:numPr>
          <w:ilvl w:val="0"/>
          <w:numId w:val="23"/>
        </w:numPr>
        <w:spacing w:after="0"/>
        <w:rPr>
          <w:noProof/>
          <w:lang w:val="es-ES_tradnl"/>
        </w:rPr>
      </w:pPr>
      <w:r w:rsidRPr="005E7D6E">
        <w:rPr>
          <w:noProof/>
          <w:lang w:val="es-ES_tradnl"/>
        </w:rPr>
        <w:t>P</w:t>
      </w:r>
      <w:r>
        <w:rPr>
          <w:noProof/>
          <w:lang w:val="es-ES_tradnl"/>
        </w:rPr>
        <w:t xml:space="preserve">or favor, </w:t>
      </w:r>
      <w:r w:rsidRPr="00FE470E">
        <w:rPr>
          <w:noProof/>
          <w:lang w:val="es-ES_tradnl"/>
        </w:rPr>
        <w:t>introduc</w:t>
      </w:r>
      <w:r>
        <w:rPr>
          <w:noProof/>
          <w:lang w:val="es-ES_tradnl"/>
        </w:rPr>
        <w:t>e</w:t>
      </w:r>
      <w:r w:rsidRPr="00FE470E">
        <w:rPr>
          <w:noProof/>
          <w:lang w:val="es-ES_tradnl"/>
        </w:rPr>
        <w:t xml:space="preserve"> las dos primeras letras de </w:t>
      </w:r>
      <w:r>
        <w:rPr>
          <w:noProof/>
          <w:lang w:val="es-ES_tradnl"/>
        </w:rPr>
        <w:t xml:space="preserve">tu </w:t>
      </w:r>
      <w:r w:rsidR="0073222E" w:rsidRPr="005E7D6E">
        <w:rPr>
          <w:b/>
          <w:bCs/>
          <w:noProof/>
          <w:lang w:val="es-ES_tradnl"/>
        </w:rPr>
        <w:t>a</w:t>
      </w:r>
      <w:r>
        <w:rPr>
          <w:b/>
          <w:bCs/>
          <w:noProof/>
          <w:lang w:val="es-ES_tradnl"/>
        </w:rPr>
        <w:t>pellido</w:t>
      </w:r>
      <w:r w:rsidR="00CB7D78" w:rsidRPr="005E7D6E">
        <w:rPr>
          <w:noProof/>
          <w:lang w:val="es-ES_tradnl"/>
        </w:rPr>
        <w:t>: __________</w:t>
      </w:r>
    </w:p>
    <w:p w14:paraId="44B0BBF6" w14:textId="77777777" w:rsidR="00FE470E" w:rsidRDefault="00FE470E" w:rsidP="00727BFA">
      <w:pPr>
        <w:pStyle w:val="RCBody"/>
        <w:ind w:left="360"/>
        <w:jc w:val="center"/>
        <w:rPr>
          <w:noProof/>
          <w:lang w:val="es-ES_tradnl"/>
        </w:rPr>
      </w:pPr>
    </w:p>
    <w:p w14:paraId="3D9393E9" w14:textId="77777777" w:rsidR="00727BFA" w:rsidRPr="005E7D6E" w:rsidRDefault="00727BFA" w:rsidP="00727BFA">
      <w:pPr>
        <w:pStyle w:val="RCBody"/>
        <w:ind w:left="360"/>
        <w:jc w:val="center"/>
        <w:rPr>
          <w:noProof/>
          <w:lang w:val="es-ES_tradnl"/>
        </w:rPr>
      </w:pPr>
      <w:r w:rsidRPr="005E7D6E">
        <w:rPr>
          <w:noProof/>
          <w:lang w:val="es-ES_tradnl"/>
        </w:rPr>
        <w:t>* * *</w:t>
      </w:r>
    </w:p>
    <w:p w14:paraId="4A1AD383" w14:textId="37B20D30" w:rsidR="00FE470E" w:rsidRPr="005E7D6E" w:rsidRDefault="00FE470E" w:rsidP="00FE470E">
      <w:pPr>
        <w:pStyle w:val="RCBody"/>
        <w:jc w:val="center"/>
        <w:rPr>
          <w:noProof/>
          <w:lang w:val="es-ES_tradnl"/>
        </w:rPr>
      </w:pPr>
      <w:r w:rsidRPr="00FE470E">
        <w:rPr>
          <w:noProof/>
          <w:lang w:val="es-ES_tradnl"/>
        </w:rPr>
        <w:t>Gracias por</w:t>
      </w:r>
      <w:r>
        <w:rPr>
          <w:noProof/>
          <w:lang w:val="es-ES_tradnl"/>
        </w:rPr>
        <w:t xml:space="preserve"> dedicar t</w:t>
      </w:r>
      <w:r w:rsidRPr="00FE470E">
        <w:rPr>
          <w:noProof/>
          <w:lang w:val="es-ES_tradnl"/>
        </w:rPr>
        <w:t xml:space="preserve">iempo a completar esta encuesta. </w:t>
      </w:r>
      <w:r>
        <w:rPr>
          <w:noProof/>
          <w:lang w:val="es-ES_tradnl"/>
        </w:rPr>
        <w:t>T</w:t>
      </w:r>
      <w:r w:rsidRPr="00FE470E">
        <w:rPr>
          <w:noProof/>
          <w:lang w:val="es-ES_tradnl"/>
        </w:rPr>
        <w:t>u respuesta ha sido registrada</w:t>
      </w:r>
      <w:r>
        <w:rPr>
          <w:noProof/>
          <w:lang w:val="es-ES_tradnl"/>
        </w:rPr>
        <w:t>.</w:t>
      </w:r>
    </w:p>
    <w:p w14:paraId="4533FBE5" w14:textId="77777777" w:rsidR="006C3179" w:rsidRPr="005E7D6E" w:rsidRDefault="006C3179" w:rsidP="006C3179">
      <w:pPr>
        <w:pStyle w:val="RCBody"/>
        <w:spacing w:after="0"/>
        <w:ind w:left="720"/>
        <w:rPr>
          <w:noProof/>
          <w:lang w:val="es-ES_tradnl"/>
        </w:rPr>
      </w:pPr>
    </w:p>
    <w:p w14:paraId="01BFCF0E" w14:textId="77777777" w:rsidR="005E7D6E" w:rsidRPr="005E7D6E" w:rsidRDefault="005E7D6E">
      <w:pPr>
        <w:pStyle w:val="RCBody"/>
        <w:spacing w:after="0"/>
        <w:ind w:left="720"/>
        <w:rPr>
          <w:noProof/>
          <w:lang w:val="es-ES_tradnl"/>
        </w:rPr>
      </w:pPr>
    </w:p>
    <w:sectPr w:rsidR="005E7D6E" w:rsidRPr="005E7D6E" w:rsidSect="000B3222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440" w:bottom="1440" w:left="1440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E0103" w14:textId="77777777" w:rsidR="008045B4" w:rsidRDefault="008045B4" w:rsidP="00CE2B18">
      <w:r>
        <w:separator/>
      </w:r>
    </w:p>
    <w:p w14:paraId="46A9D9CF" w14:textId="77777777" w:rsidR="008045B4" w:rsidRDefault="008045B4"/>
  </w:endnote>
  <w:endnote w:type="continuationSeparator" w:id="0">
    <w:p w14:paraId="43D9BE9E" w14:textId="77777777" w:rsidR="008045B4" w:rsidRDefault="008045B4" w:rsidP="00CE2B18">
      <w:r>
        <w:continuationSeparator/>
      </w:r>
    </w:p>
    <w:p w14:paraId="137282C0" w14:textId="77777777" w:rsidR="008045B4" w:rsidRDefault="00804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K Grotesk Pro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K Grotesk Pro Book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rimson">
    <w:altName w:val="Calibri"/>
    <w:charset w:val="00"/>
    <w:family w:val="auto"/>
    <w:pitch w:val="variable"/>
    <w:sig w:usb0="E00002EF" w:usb1="0000006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A96DD" w14:textId="0BC9EEFC" w:rsidR="00FF2002" w:rsidRPr="00587566" w:rsidRDefault="00FF2002" w:rsidP="00353F7A">
    <w:pPr>
      <w:pStyle w:val="a5"/>
      <w:spacing w:before="120"/>
      <w:jc w:val="center"/>
      <w:rPr>
        <w:rFonts w:ascii="HK Grotesk Pro AltJ" w:hAnsi="HK Grotesk Pro AltJ" w:cs="Times New Roman"/>
        <w:color w:val="808080" w:themeColor="background1" w:themeShade="80"/>
        <w:sz w:val="18"/>
        <w:szCs w:val="18"/>
      </w:rPr>
    </w:pPr>
    <w:r>
      <w:rPr>
        <w:rFonts w:ascii="HK Grotesk Pro Book AltJ" w:hAnsi="HK Grotesk Pro Book AltJ" w:cs="Times New Roman"/>
        <w:noProof/>
        <w:color w:val="808080" w:themeColor="background1" w:themeShade="80"/>
        <w:sz w:val="18"/>
        <w:szCs w:val="18"/>
        <w:lang w:bidi="he-IL"/>
      </w:rPr>
      <w:drawing>
        <wp:anchor distT="0" distB="0" distL="114300" distR="114300" simplePos="0" relativeHeight="251688960" behindDoc="0" locked="0" layoutInCell="1" allowOverlap="1" wp14:anchorId="7CF4FDDA" wp14:editId="5DBB9A3E">
          <wp:simplePos x="0" y="0"/>
          <wp:positionH relativeFrom="column">
            <wp:posOffset>0</wp:posOffset>
          </wp:positionH>
          <wp:positionV relativeFrom="paragraph">
            <wp:posOffset>-135146</wp:posOffset>
          </wp:positionV>
          <wp:extent cx="5943600" cy="3130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CHeaderFooter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313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fldChar w:fldCharType="begin"/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instrText xml:space="preserve"> PAGE </w:instrText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fldChar w:fldCharType="separate"/>
    </w:r>
    <w:r w:rsidR="005D7D07">
      <w:rPr>
        <w:rFonts w:ascii="HK Grotesk Pro AltJ" w:hAnsi="HK Grotesk Pro AltJ" w:cs="Times New Roman"/>
        <w:noProof/>
        <w:color w:val="00A499" w:themeColor="accent2"/>
        <w:sz w:val="18"/>
        <w:szCs w:val="18"/>
      </w:rPr>
      <w:t>7</w:t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9F7D4C" w14:textId="77777777" w:rsidR="00FF2002" w:rsidRPr="00533535" w:rsidRDefault="00FF2002" w:rsidP="00F50C06">
    <w:pPr>
      <w:pStyle w:val="a5"/>
      <w:rPr>
        <w:rFonts w:ascii="Verdana" w:hAnsi="Verdana" w:cs="Times New Roman"/>
        <w:color w:val="808080" w:themeColor="background1" w:themeShade="80"/>
        <w:sz w:val="18"/>
        <w:szCs w:val="18"/>
      </w:rPr>
    </w:pPr>
    <w:r>
      <w:rPr>
        <w:noProof/>
        <w:lang w:bidi="he-IL"/>
      </w:rPr>
      <w:drawing>
        <wp:anchor distT="0" distB="0" distL="114300" distR="114300" simplePos="0" relativeHeight="251693056" behindDoc="0" locked="0" layoutInCell="1" allowOverlap="1" wp14:anchorId="3FD445B8" wp14:editId="4D837E95">
          <wp:simplePos x="0" y="0"/>
          <wp:positionH relativeFrom="column">
            <wp:posOffset>0</wp:posOffset>
          </wp:positionH>
          <wp:positionV relativeFrom="paragraph">
            <wp:posOffset>-142875</wp:posOffset>
          </wp:positionV>
          <wp:extent cx="5943600" cy="26860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CInfoLineInkSc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268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3393D" w14:textId="77777777" w:rsidR="008045B4" w:rsidRDefault="008045B4" w:rsidP="00CE2B18">
      <w:r>
        <w:separator/>
      </w:r>
    </w:p>
  </w:footnote>
  <w:footnote w:type="continuationSeparator" w:id="0">
    <w:p w14:paraId="306FB476" w14:textId="77777777" w:rsidR="008045B4" w:rsidRDefault="008045B4" w:rsidP="00CE2B18">
      <w:r>
        <w:continuationSeparator/>
      </w:r>
    </w:p>
    <w:p w14:paraId="486AE942" w14:textId="77777777" w:rsidR="008045B4" w:rsidRDefault="008045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B2008" w14:textId="77777777" w:rsidR="00FF2002" w:rsidRDefault="00FF2002" w:rsidP="00CE2B18">
    <w:pPr>
      <w:pStyle w:val="a3"/>
      <w:ind w:left="-1440"/>
    </w:pPr>
  </w:p>
  <w:p w14:paraId="6E787F69" w14:textId="77777777" w:rsidR="00FF2002" w:rsidRDefault="00FF2002"/>
  <w:p w14:paraId="1FBCDB4E" w14:textId="77777777" w:rsidR="00FF2002" w:rsidRDefault="00FF2002"/>
  <w:p w14:paraId="2B35FD9A" w14:textId="77777777" w:rsidR="00FF2002" w:rsidRDefault="00FF2002"/>
  <w:p w14:paraId="514ED49C" w14:textId="77777777" w:rsidR="00FF2002" w:rsidRDefault="00FF200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42219" w14:textId="77777777" w:rsidR="00FF2002" w:rsidRPr="005E7D6E" w:rsidRDefault="00FF2002" w:rsidP="00CE2B18">
    <w:pPr>
      <w:pStyle w:val="a3"/>
      <w:ind w:left="-1440"/>
      <w:rPr>
        <w:noProof/>
        <w:lang w:val="es-ES_tradnl"/>
      </w:rPr>
    </w:pPr>
  </w:p>
  <w:p w14:paraId="5B1CD4CC" w14:textId="77777777" w:rsidR="00FF2002" w:rsidRPr="005E7D6E" w:rsidRDefault="00FF2002">
    <w:pPr>
      <w:rPr>
        <w:rFonts w:ascii="Gotham Light" w:hAnsi="Gotham Light"/>
        <w:noProof/>
        <w:lang w:val="es-ES_tradnl"/>
      </w:rPr>
    </w:pPr>
  </w:p>
  <w:p w14:paraId="055BDCB9" w14:textId="77777777" w:rsidR="00FE470E" w:rsidRDefault="00FF2002" w:rsidP="00FE470E">
    <w:pPr>
      <w:pStyle w:val="ClientName"/>
      <w:spacing w:after="0"/>
      <w:ind w:right="0"/>
      <w:rPr>
        <w:lang w:val="es-ES_tradnl"/>
      </w:rPr>
    </w:pPr>
    <w:r w:rsidRPr="005E7D6E">
      <w:rPr>
        <w:lang w:bidi="he-IL"/>
      </w:rPr>
      <w:drawing>
        <wp:anchor distT="0" distB="0" distL="114300" distR="114300" simplePos="0" relativeHeight="251691008" behindDoc="0" locked="0" layoutInCell="1" allowOverlap="1" wp14:anchorId="011914B8" wp14:editId="3A3C824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72578" cy="51816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 Color -  RGB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2578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E470E" w:rsidRPr="005E7D6E">
      <w:rPr>
        <w:lang w:val="es-ES_tradnl"/>
      </w:rPr>
      <w:t>Go</w:t>
    </w:r>
    <w:r w:rsidR="00FE470E">
      <w:rPr>
        <w:lang w:val="es-ES_tradnl"/>
      </w:rPr>
      <w:t xml:space="preserve">bierno de </w:t>
    </w:r>
    <w:r w:rsidRPr="005E7D6E">
      <w:rPr>
        <w:lang w:val="es-ES_tradnl"/>
      </w:rPr>
      <w:t>I</w:t>
    </w:r>
    <w:r w:rsidR="00FE470E">
      <w:rPr>
        <w:lang w:val="es-ES_tradnl"/>
      </w:rPr>
      <w:t>srael</w:t>
    </w:r>
  </w:p>
  <w:p w14:paraId="7C1C8D64" w14:textId="23CE9EB9" w:rsidR="00FF2002" w:rsidRPr="005E7D6E" w:rsidRDefault="00FF2002" w:rsidP="00FE470E">
    <w:pPr>
      <w:pStyle w:val="ClientName"/>
      <w:spacing w:after="0"/>
      <w:ind w:right="0"/>
      <w:rPr>
        <w:lang w:val="es-ES_tradnl"/>
      </w:rPr>
    </w:pPr>
    <w:r w:rsidRPr="005E7D6E">
      <w:rPr>
        <w:lang w:val="es-ES_tradnl"/>
      </w:rPr>
      <w:t>Ministerio de Asuntos de la Diáspora</w:t>
    </w:r>
  </w:p>
  <w:p w14:paraId="2B28ABC3" w14:textId="77777777" w:rsidR="00FE470E" w:rsidRDefault="00FE470E" w:rsidP="00FE470E">
    <w:pPr>
      <w:pStyle w:val="ProjectName"/>
      <w:spacing w:line="240" w:lineRule="auto"/>
      <w:ind w:right="0"/>
      <w:rPr>
        <w:noProof/>
        <w:lang w:val="es-ES_tradnl"/>
      </w:rPr>
    </w:pPr>
  </w:p>
  <w:p w14:paraId="6E693C1F" w14:textId="4B065DE5" w:rsidR="00FF2002" w:rsidRPr="005E7D6E" w:rsidRDefault="00FF2002" w:rsidP="00FE470E">
    <w:pPr>
      <w:pStyle w:val="ProjectName"/>
      <w:spacing w:line="240" w:lineRule="auto"/>
      <w:ind w:right="0"/>
      <w:rPr>
        <w:noProof/>
        <w:lang w:val="es-ES_tradnl"/>
      </w:rPr>
    </w:pPr>
    <w:r w:rsidRPr="005E7D6E">
      <w:rPr>
        <w:noProof/>
        <w:lang w:val="es-ES_tradnl"/>
      </w:rPr>
      <w:t>Evaluación de Unit.Ed</w:t>
    </w:r>
  </w:p>
  <w:p w14:paraId="563468C5" w14:textId="76179519" w:rsidR="00FF2002" w:rsidRPr="005E7D6E" w:rsidRDefault="00FF2002" w:rsidP="00FE470E">
    <w:pPr>
      <w:pStyle w:val="ProjectName"/>
      <w:spacing w:line="240" w:lineRule="auto"/>
      <w:ind w:right="0"/>
      <w:rPr>
        <w:noProof/>
        <w:lang w:val="es-ES_tradnl"/>
      </w:rPr>
    </w:pPr>
    <w:r w:rsidRPr="005E7D6E">
      <w:rPr>
        <w:noProof/>
        <w:lang w:val="es-ES_tradnl"/>
      </w:rPr>
      <w:t>13 de septiembre de 2020</w:t>
    </w:r>
  </w:p>
  <w:p w14:paraId="33A442FB" w14:textId="77777777" w:rsidR="00FF2002" w:rsidRPr="005E7D6E" w:rsidRDefault="00FF2002">
    <w:pPr>
      <w:rPr>
        <w:noProof/>
        <w:lang w:val="es-ES_tradnl"/>
      </w:rPr>
    </w:pPr>
    <w:r w:rsidRPr="005E7D6E">
      <w:rPr>
        <w:rFonts w:ascii="HK Grotesk Pro AltJ" w:hAnsi="HK Grotesk Pro AltJ"/>
        <w:noProof/>
        <w:color w:val="5C068C" w:themeColor="accent1"/>
        <w:sz w:val="32"/>
        <w:szCs w:val="32"/>
        <w:lang w:bidi="he-IL"/>
      </w:rPr>
      <w:drawing>
        <wp:anchor distT="0" distB="0" distL="114300" distR="114300" simplePos="0" relativeHeight="251685888" behindDoc="0" locked="0" layoutInCell="1" allowOverlap="1" wp14:anchorId="3E5FAB4D" wp14:editId="773B7A6B">
          <wp:simplePos x="0" y="0"/>
          <wp:positionH relativeFrom="column">
            <wp:posOffset>-1</wp:posOffset>
          </wp:positionH>
          <wp:positionV relativeFrom="paragraph">
            <wp:posOffset>132160</wp:posOffset>
          </wp:positionV>
          <wp:extent cx="6033875" cy="13666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CPageLinHeaderOnlyInkSkape.em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71811" cy="139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1290F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472CD3"/>
    <w:multiLevelType w:val="multilevel"/>
    <w:tmpl w:val="C50E3AA8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AD969DE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5B468C"/>
    <w:multiLevelType w:val="hybridMultilevel"/>
    <w:tmpl w:val="FE688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9785A"/>
    <w:multiLevelType w:val="hybridMultilevel"/>
    <w:tmpl w:val="7638E6C2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676399"/>
    <w:multiLevelType w:val="multilevel"/>
    <w:tmpl w:val="704EC70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E7C5F61"/>
    <w:multiLevelType w:val="hybridMultilevel"/>
    <w:tmpl w:val="D4963490"/>
    <w:lvl w:ilvl="0" w:tplc="94E6E8B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1A3A67B0"/>
    <w:multiLevelType w:val="hybridMultilevel"/>
    <w:tmpl w:val="381CF8F8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CB6D71"/>
    <w:multiLevelType w:val="hybridMultilevel"/>
    <w:tmpl w:val="AF04D0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205B32"/>
    <w:multiLevelType w:val="multilevel"/>
    <w:tmpl w:val="A9C209E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">
    <w:nsid w:val="1EE03618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F08333D"/>
    <w:multiLevelType w:val="hybridMultilevel"/>
    <w:tmpl w:val="F28C8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775E5F"/>
    <w:multiLevelType w:val="hybridMultilevel"/>
    <w:tmpl w:val="737E27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AC5721"/>
    <w:multiLevelType w:val="hybridMultilevel"/>
    <w:tmpl w:val="CB807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68681F"/>
    <w:multiLevelType w:val="hybridMultilevel"/>
    <w:tmpl w:val="CB807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A067A"/>
    <w:multiLevelType w:val="hybridMultilevel"/>
    <w:tmpl w:val="51604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450FA0"/>
    <w:multiLevelType w:val="hybridMultilevel"/>
    <w:tmpl w:val="A5BE1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C16FA4"/>
    <w:multiLevelType w:val="hybridMultilevel"/>
    <w:tmpl w:val="8AC41990"/>
    <w:lvl w:ilvl="0" w:tplc="04090019">
      <w:start w:val="1"/>
      <w:numFmt w:val="lowerLetter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8">
    <w:nsid w:val="37544913"/>
    <w:multiLevelType w:val="multilevel"/>
    <w:tmpl w:val="34DA022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9">
    <w:nsid w:val="3A7A19F9"/>
    <w:multiLevelType w:val="multilevel"/>
    <w:tmpl w:val="1CE4AC5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0">
    <w:nsid w:val="3EC259A1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1">
    <w:nsid w:val="435A1CE4"/>
    <w:multiLevelType w:val="hybridMultilevel"/>
    <w:tmpl w:val="40A0CD8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450E7896"/>
    <w:multiLevelType w:val="hybridMultilevel"/>
    <w:tmpl w:val="538EECA0"/>
    <w:lvl w:ilvl="0" w:tplc="0409001B">
      <w:start w:val="1"/>
      <w:numFmt w:val="decimal"/>
      <w:lvlText w:val="%1."/>
      <w:lvlJc w:val="left"/>
      <w:pPr>
        <w:ind w:left="1267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AFF4DF2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D05764F"/>
    <w:multiLevelType w:val="hybridMultilevel"/>
    <w:tmpl w:val="053C32D0"/>
    <w:lvl w:ilvl="0" w:tplc="C1E28BD0">
      <w:start w:val="1"/>
      <w:numFmt w:val="lowerLetter"/>
      <w:lvlText w:val="%1."/>
      <w:lvlJc w:val="left"/>
      <w:pPr>
        <w:ind w:left="-345"/>
      </w:pPr>
      <w:rPr>
        <w:rFonts w:ascii="Calibri" w:eastAsia="Calibri" w:hAnsi="Calibri" w:cs="Calibri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-1410" w:hanging="360"/>
      </w:pPr>
    </w:lvl>
    <w:lvl w:ilvl="2" w:tplc="0409001B">
      <w:start w:val="1"/>
      <w:numFmt w:val="lowerRoman"/>
      <w:lvlText w:val="%3."/>
      <w:lvlJc w:val="right"/>
      <w:pPr>
        <w:ind w:left="-690" w:hanging="180"/>
      </w:pPr>
    </w:lvl>
    <w:lvl w:ilvl="3" w:tplc="0409000F">
      <w:start w:val="1"/>
      <w:numFmt w:val="decimal"/>
      <w:lvlText w:val="%4."/>
      <w:lvlJc w:val="left"/>
      <w:pPr>
        <w:ind w:left="30" w:hanging="360"/>
      </w:pPr>
    </w:lvl>
    <w:lvl w:ilvl="4" w:tplc="04090019">
      <w:start w:val="1"/>
      <w:numFmt w:val="lowerLetter"/>
      <w:lvlText w:val="%5."/>
      <w:lvlJc w:val="left"/>
      <w:pPr>
        <w:ind w:left="750" w:hanging="360"/>
      </w:pPr>
    </w:lvl>
    <w:lvl w:ilvl="5" w:tplc="0409001B" w:tentative="1">
      <w:start w:val="1"/>
      <w:numFmt w:val="lowerRoman"/>
      <w:lvlText w:val="%6."/>
      <w:lvlJc w:val="right"/>
      <w:pPr>
        <w:ind w:left="1470" w:hanging="180"/>
      </w:pPr>
    </w:lvl>
    <w:lvl w:ilvl="6" w:tplc="0409000F" w:tentative="1">
      <w:start w:val="1"/>
      <w:numFmt w:val="decimal"/>
      <w:lvlText w:val="%7."/>
      <w:lvlJc w:val="left"/>
      <w:pPr>
        <w:ind w:left="2190" w:hanging="360"/>
      </w:pPr>
    </w:lvl>
    <w:lvl w:ilvl="7" w:tplc="04090019" w:tentative="1">
      <w:start w:val="1"/>
      <w:numFmt w:val="lowerLetter"/>
      <w:lvlText w:val="%8."/>
      <w:lvlJc w:val="left"/>
      <w:pPr>
        <w:ind w:left="2910" w:hanging="360"/>
      </w:pPr>
    </w:lvl>
    <w:lvl w:ilvl="8" w:tplc="0409001B" w:tentative="1">
      <w:start w:val="1"/>
      <w:numFmt w:val="lowerRoman"/>
      <w:lvlText w:val="%9."/>
      <w:lvlJc w:val="right"/>
      <w:pPr>
        <w:ind w:left="3630" w:hanging="180"/>
      </w:pPr>
    </w:lvl>
  </w:abstractNum>
  <w:abstractNum w:abstractNumId="25">
    <w:nsid w:val="50A05B4E"/>
    <w:multiLevelType w:val="hybridMultilevel"/>
    <w:tmpl w:val="2D6CF0B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-20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-1350" w:hanging="180"/>
      </w:pPr>
    </w:lvl>
    <w:lvl w:ilvl="3" w:tplc="0409000F" w:tentative="1">
      <w:start w:val="1"/>
      <w:numFmt w:val="decimal"/>
      <w:lvlText w:val="%4."/>
      <w:lvlJc w:val="left"/>
      <w:pPr>
        <w:ind w:left="-630" w:hanging="360"/>
      </w:pPr>
    </w:lvl>
    <w:lvl w:ilvl="4" w:tplc="04090019" w:tentative="1">
      <w:start w:val="1"/>
      <w:numFmt w:val="lowerLetter"/>
      <w:lvlText w:val="%5."/>
      <w:lvlJc w:val="left"/>
      <w:pPr>
        <w:ind w:left="90" w:hanging="360"/>
      </w:pPr>
    </w:lvl>
    <w:lvl w:ilvl="5" w:tplc="0409001B" w:tentative="1">
      <w:start w:val="1"/>
      <w:numFmt w:val="lowerRoman"/>
      <w:lvlText w:val="%6."/>
      <w:lvlJc w:val="right"/>
      <w:pPr>
        <w:ind w:left="810" w:hanging="180"/>
      </w:pPr>
    </w:lvl>
    <w:lvl w:ilvl="6" w:tplc="0409000F" w:tentative="1">
      <w:start w:val="1"/>
      <w:numFmt w:val="decimal"/>
      <w:lvlText w:val="%7."/>
      <w:lvlJc w:val="left"/>
      <w:pPr>
        <w:ind w:left="1530" w:hanging="360"/>
      </w:pPr>
    </w:lvl>
    <w:lvl w:ilvl="7" w:tplc="04090019" w:tentative="1">
      <w:start w:val="1"/>
      <w:numFmt w:val="lowerLetter"/>
      <w:lvlText w:val="%8."/>
      <w:lvlJc w:val="left"/>
      <w:pPr>
        <w:ind w:left="2250" w:hanging="360"/>
      </w:pPr>
    </w:lvl>
    <w:lvl w:ilvl="8" w:tplc="0409001B" w:tentative="1">
      <w:start w:val="1"/>
      <w:numFmt w:val="lowerRoman"/>
      <w:lvlText w:val="%9."/>
      <w:lvlJc w:val="right"/>
      <w:pPr>
        <w:ind w:left="2970" w:hanging="180"/>
      </w:pPr>
    </w:lvl>
  </w:abstractNum>
  <w:abstractNum w:abstractNumId="26">
    <w:nsid w:val="553B067D"/>
    <w:multiLevelType w:val="hybridMultilevel"/>
    <w:tmpl w:val="09D4662A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A524F4"/>
    <w:multiLevelType w:val="hybridMultilevel"/>
    <w:tmpl w:val="B6708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457EDA"/>
    <w:multiLevelType w:val="hybridMultilevel"/>
    <w:tmpl w:val="046ACCCC"/>
    <w:lvl w:ilvl="0" w:tplc="9E92DA3E">
      <w:start w:val="9"/>
      <w:numFmt w:val="decimal"/>
      <w:lvlText w:val="%1."/>
      <w:lvlJc w:val="left"/>
      <w:pPr>
        <w:ind w:left="720" w:hanging="360"/>
      </w:pPr>
      <w:rPr>
        <w:rFonts w:ascii="HK Grotesk Pro Book AltJ" w:hAnsi="HK Grotesk Pro Book AltJ" w:hint="default"/>
        <w:b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827D5F"/>
    <w:multiLevelType w:val="hybridMultilevel"/>
    <w:tmpl w:val="BF105C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9984498"/>
    <w:multiLevelType w:val="hybridMultilevel"/>
    <w:tmpl w:val="7B32A202"/>
    <w:lvl w:ilvl="0" w:tplc="F8B039C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BB7617"/>
    <w:multiLevelType w:val="hybridMultilevel"/>
    <w:tmpl w:val="53F2DDA8"/>
    <w:lvl w:ilvl="0" w:tplc="04090019">
      <w:start w:val="1"/>
      <w:numFmt w:val="lowerLetter"/>
      <w:lvlText w:val="%1."/>
      <w:lvlJc w:val="left"/>
      <w:pPr>
        <w:ind w:left="630" w:hanging="360"/>
      </w:pPr>
      <w:rPr>
        <w:rFonts w:hint="default"/>
        <w:b w:val="0"/>
      </w:rPr>
    </w:lvl>
    <w:lvl w:ilvl="1" w:tplc="2E086C4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3C7E3E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3">
    <w:nsid w:val="7450627E"/>
    <w:multiLevelType w:val="hybridMultilevel"/>
    <w:tmpl w:val="CB807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144659"/>
    <w:multiLevelType w:val="hybridMultilevel"/>
    <w:tmpl w:val="667AD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7"/>
  </w:num>
  <w:num w:numId="4">
    <w:abstractNumId w:val="1"/>
  </w:num>
  <w:num w:numId="5">
    <w:abstractNumId w:val="8"/>
  </w:num>
  <w:num w:numId="6">
    <w:abstractNumId w:val="10"/>
  </w:num>
  <w:num w:numId="7">
    <w:abstractNumId w:val="22"/>
  </w:num>
  <w:num w:numId="8">
    <w:abstractNumId w:val="3"/>
  </w:num>
  <w:num w:numId="9">
    <w:abstractNumId w:val="24"/>
  </w:num>
  <w:num w:numId="10">
    <w:abstractNumId w:val="23"/>
  </w:num>
  <w:num w:numId="11">
    <w:abstractNumId w:val="21"/>
  </w:num>
  <w:num w:numId="12">
    <w:abstractNumId w:val="28"/>
  </w:num>
  <w:num w:numId="13">
    <w:abstractNumId w:val="18"/>
  </w:num>
  <w:num w:numId="14">
    <w:abstractNumId w:val="9"/>
  </w:num>
  <w:num w:numId="15">
    <w:abstractNumId w:val="5"/>
  </w:num>
  <w:num w:numId="16">
    <w:abstractNumId w:val="19"/>
  </w:num>
  <w:num w:numId="17">
    <w:abstractNumId w:val="31"/>
  </w:num>
  <w:num w:numId="18">
    <w:abstractNumId w:val="20"/>
  </w:num>
  <w:num w:numId="19">
    <w:abstractNumId w:val="32"/>
  </w:num>
  <w:num w:numId="20">
    <w:abstractNumId w:val="30"/>
  </w:num>
  <w:num w:numId="21">
    <w:abstractNumId w:val="4"/>
  </w:num>
  <w:num w:numId="22">
    <w:abstractNumId w:val="26"/>
  </w:num>
  <w:num w:numId="23">
    <w:abstractNumId w:val="14"/>
  </w:num>
  <w:num w:numId="24">
    <w:abstractNumId w:val="7"/>
  </w:num>
  <w:num w:numId="25">
    <w:abstractNumId w:val="34"/>
  </w:num>
  <w:num w:numId="26">
    <w:abstractNumId w:val="16"/>
  </w:num>
  <w:num w:numId="27">
    <w:abstractNumId w:val="27"/>
  </w:num>
  <w:num w:numId="28">
    <w:abstractNumId w:val="25"/>
  </w:num>
  <w:num w:numId="29">
    <w:abstractNumId w:val="29"/>
  </w:num>
  <w:num w:numId="30">
    <w:abstractNumId w:val="0"/>
  </w:num>
  <w:num w:numId="31">
    <w:abstractNumId w:val="15"/>
  </w:num>
  <w:num w:numId="32">
    <w:abstractNumId w:val="2"/>
  </w:num>
  <w:num w:numId="33">
    <w:abstractNumId w:val="11"/>
  </w:num>
  <w:num w:numId="34">
    <w:abstractNumId w:val="13"/>
  </w:num>
  <w:num w:numId="35">
    <w:abstractNumId w:val="3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10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E09"/>
    <w:rsid w:val="00005A30"/>
    <w:rsid w:val="00007C77"/>
    <w:rsid w:val="00030D15"/>
    <w:rsid w:val="000311CF"/>
    <w:rsid w:val="00032A4B"/>
    <w:rsid w:val="00034756"/>
    <w:rsid w:val="0004300C"/>
    <w:rsid w:val="00046659"/>
    <w:rsid w:val="00052739"/>
    <w:rsid w:val="00052937"/>
    <w:rsid w:val="00053150"/>
    <w:rsid w:val="00053328"/>
    <w:rsid w:val="000566EB"/>
    <w:rsid w:val="00057EAE"/>
    <w:rsid w:val="000632F1"/>
    <w:rsid w:val="00065EEC"/>
    <w:rsid w:val="00071A5D"/>
    <w:rsid w:val="00074DD7"/>
    <w:rsid w:val="00091D53"/>
    <w:rsid w:val="00096CAA"/>
    <w:rsid w:val="000976B2"/>
    <w:rsid w:val="000A277D"/>
    <w:rsid w:val="000A58B9"/>
    <w:rsid w:val="000A66BC"/>
    <w:rsid w:val="000B0FA1"/>
    <w:rsid w:val="000B3222"/>
    <w:rsid w:val="000C17D5"/>
    <w:rsid w:val="000C3290"/>
    <w:rsid w:val="000C78A7"/>
    <w:rsid w:val="000D0609"/>
    <w:rsid w:val="000D613C"/>
    <w:rsid w:val="000E3BEE"/>
    <w:rsid w:val="000F55B4"/>
    <w:rsid w:val="00102A90"/>
    <w:rsid w:val="00114722"/>
    <w:rsid w:val="001261B8"/>
    <w:rsid w:val="00131C70"/>
    <w:rsid w:val="001321F6"/>
    <w:rsid w:val="001341E9"/>
    <w:rsid w:val="00140ADC"/>
    <w:rsid w:val="0014616D"/>
    <w:rsid w:val="00156D7A"/>
    <w:rsid w:val="0016770C"/>
    <w:rsid w:val="0017256A"/>
    <w:rsid w:val="001757CC"/>
    <w:rsid w:val="0018329F"/>
    <w:rsid w:val="0018476B"/>
    <w:rsid w:val="001913F7"/>
    <w:rsid w:val="00194BD6"/>
    <w:rsid w:val="00196AF5"/>
    <w:rsid w:val="001B1AA9"/>
    <w:rsid w:val="001C1B3A"/>
    <w:rsid w:val="001C5833"/>
    <w:rsid w:val="001E25BE"/>
    <w:rsid w:val="001E5103"/>
    <w:rsid w:val="001F4123"/>
    <w:rsid w:val="001F524C"/>
    <w:rsid w:val="001F7A46"/>
    <w:rsid w:val="00210ABC"/>
    <w:rsid w:val="00211CEB"/>
    <w:rsid w:val="00220A4D"/>
    <w:rsid w:val="00223ACA"/>
    <w:rsid w:val="0022786A"/>
    <w:rsid w:val="00233BDC"/>
    <w:rsid w:val="00236E7D"/>
    <w:rsid w:val="002401F0"/>
    <w:rsid w:val="00243838"/>
    <w:rsid w:val="002462F5"/>
    <w:rsid w:val="00252D13"/>
    <w:rsid w:val="00256915"/>
    <w:rsid w:val="002716E4"/>
    <w:rsid w:val="00272603"/>
    <w:rsid w:val="00277591"/>
    <w:rsid w:val="00291C97"/>
    <w:rsid w:val="002925C5"/>
    <w:rsid w:val="00295C6D"/>
    <w:rsid w:val="002A206C"/>
    <w:rsid w:val="002B0089"/>
    <w:rsid w:val="002B0CC0"/>
    <w:rsid w:val="002C48F4"/>
    <w:rsid w:val="002C7746"/>
    <w:rsid w:val="002D7502"/>
    <w:rsid w:val="002E4781"/>
    <w:rsid w:val="002F1852"/>
    <w:rsid w:val="00300391"/>
    <w:rsid w:val="003171F2"/>
    <w:rsid w:val="00321219"/>
    <w:rsid w:val="00323949"/>
    <w:rsid w:val="00330130"/>
    <w:rsid w:val="00332E18"/>
    <w:rsid w:val="0034753F"/>
    <w:rsid w:val="003523F6"/>
    <w:rsid w:val="00353F7A"/>
    <w:rsid w:val="00365A27"/>
    <w:rsid w:val="00367653"/>
    <w:rsid w:val="00374D6A"/>
    <w:rsid w:val="00382800"/>
    <w:rsid w:val="00383D0F"/>
    <w:rsid w:val="0039320A"/>
    <w:rsid w:val="003A760E"/>
    <w:rsid w:val="003B101B"/>
    <w:rsid w:val="003B2231"/>
    <w:rsid w:val="003B36C2"/>
    <w:rsid w:val="003B4F07"/>
    <w:rsid w:val="003C486A"/>
    <w:rsid w:val="003D353D"/>
    <w:rsid w:val="003F3665"/>
    <w:rsid w:val="003F5E8C"/>
    <w:rsid w:val="003F629A"/>
    <w:rsid w:val="003F76B6"/>
    <w:rsid w:val="003F79B3"/>
    <w:rsid w:val="00401A85"/>
    <w:rsid w:val="00411D04"/>
    <w:rsid w:val="00414057"/>
    <w:rsid w:val="00415361"/>
    <w:rsid w:val="0041684A"/>
    <w:rsid w:val="00423FFE"/>
    <w:rsid w:val="00427841"/>
    <w:rsid w:val="00433AA7"/>
    <w:rsid w:val="00440099"/>
    <w:rsid w:val="004551B1"/>
    <w:rsid w:val="00467A62"/>
    <w:rsid w:val="00471462"/>
    <w:rsid w:val="00473723"/>
    <w:rsid w:val="00477198"/>
    <w:rsid w:val="00482EDE"/>
    <w:rsid w:val="004834C2"/>
    <w:rsid w:val="00486FA9"/>
    <w:rsid w:val="004920F6"/>
    <w:rsid w:val="004A0047"/>
    <w:rsid w:val="004A5BAD"/>
    <w:rsid w:val="004B7B55"/>
    <w:rsid w:val="004C38FA"/>
    <w:rsid w:val="004D060C"/>
    <w:rsid w:val="004D3074"/>
    <w:rsid w:val="004E3307"/>
    <w:rsid w:val="004E531D"/>
    <w:rsid w:val="004E6D21"/>
    <w:rsid w:val="004F11B7"/>
    <w:rsid w:val="00507547"/>
    <w:rsid w:val="0051579D"/>
    <w:rsid w:val="005314B7"/>
    <w:rsid w:val="0053189F"/>
    <w:rsid w:val="00533535"/>
    <w:rsid w:val="00534DBA"/>
    <w:rsid w:val="00537DC9"/>
    <w:rsid w:val="005426F6"/>
    <w:rsid w:val="00543C07"/>
    <w:rsid w:val="005540A7"/>
    <w:rsid w:val="005551B8"/>
    <w:rsid w:val="00555AFA"/>
    <w:rsid w:val="00584A62"/>
    <w:rsid w:val="00585732"/>
    <w:rsid w:val="00587566"/>
    <w:rsid w:val="00596675"/>
    <w:rsid w:val="005A41F0"/>
    <w:rsid w:val="005B092E"/>
    <w:rsid w:val="005C0754"/>
    <w:rsid w:val="005C10E4"/>
    <w:rsid w:val="005C7257"/>
    <w:rsid w:val="005C7395"/>
    <w:rsid w:val="005D7D07"/>
    <w:rsid w:val="005E4243"/>
    <w:rsid w:val="005E4EF7"/>
    <w:rsid w:val="005E6337"/>
    <w:rsid w:val="005E7D6E"/>
    <w:rsid w:val="005F37C1"/>
    <w:rsid w:val="006023E5"/>
    <w:rsid w:val="00613D6E"/>
    <w:rsid w:val="006253E3"/>
    <w:rsid w:val="00627C29"/>
    <w:rsid w:val="00630D30"/>
    <w:rsid w:val="00636D7C"/>
    <w:rsid w:val="006457DB"/>
    <w:rsid w:val="006468E1"/>
    <w:rsid w:val="006477FF"/>
    <w:rsid w:val="00651CD0"/>
    <w:rsid w:val="006538CE"/>
    <w:rsid w:val="0066286B"/>
    <w:rsid w:val="00671E5B"/>
    <w:rsid w:val="00681139"/>
    <w:rsid w:val="006A2B3B"/>
    <w:rsid w:val="006A3E8B"/>
    <w:rsid w:val="006B524F"/>
    <w:rsid w:val="006C0081"/>
    <w:rsid w:val="006C3179"/>
    <w:rsid w:val="006C78EA"/>
    <w:rsid w:val="006C7D66"/>
    <w:rsid w:val="006D436E"/>
    <w:rsid w:val="006E65D3"/>
    <w:rsid w:val="006F2FB3"/>
    <w:rsid w:val="0070048E"/>
    <w:rsid w:val="0070115C"/>
    <w:rsid w:val="007026E5"/>
    <w:rsid w:val="007026FB"/>
    <w:rsid w:val="00707A7A"/>
    <w:rsid w:val="007133FF"/>
    <w:rsid w:val="0072304F"/>
    <w:rsid w:val="00727BFA"/>
    <w:rsid w:val="0073222E"/>
    <w:rsid w:val="0073639F"/>
    <w:rsid w:val="0074155B"/>
    <w:rsid w:val="00741EAD"/>
    <w:rsid w:val="007448E3"/>
    <w:rsid w:val="007471ED"/>
    <w:rsid w:val="00753438"/>
    <w:rsid w:val="00753FFB"/>
    <w:rsid w:val="007573FD"/>
    <w:rsid w:val="00757A08"/>
    <w:rsid w:val="00762AD3"/>
    <w:rsid w:val="007641FE"/>
    <w:rsid w:val="007647AE"/>
    <w:rsid w:val="007663F5"/>
    <w:rsid w:val="00782780"/>
    <w:rsid w:val="007828FF"/>
    <w:rsid w:val="00794919"/>
    <w:rsid w:val="007A441C"/>
    <w:rsid w:val="007A469D"/>
    <w:rsid w:val="007A6B2D"/>
    <w:rsid w:val="007C0632"/>
    <w:rsid w:val="007C282F"/>
    <w:rsid w:val="007D220D"/>
    <w:rsid w:val="007D2FCC"/>
    <w:rsid w:val="007D3C05"/>
    <w:rsid w:val="007E5857"/>
    <w:rsid w:val="007F2F2C"/>
    <w:rsid w:val="007F491B"/>
    <w:rsid w:val="008045B4"/>
    <w:rsid w:val="0081242D"/>
    <w:rsid w:val="00812FF9"/>
    <w:rsid w:val="008234F2"/>
    <w:rsid w:val="00824BF8"/>
    <w:rsid w:val="00827ED3"/>
    <w:rsid w:val="00830CB5"/>
    <w:rsid w:val="00831140"/>
    <w:rsid w:val="008327D8"/>
    <w:rsid w:val="00835424"/>
    <w:rsid w:val="008354B0"/>
    <w:rsid w:val="00836367"/>
    <w:rsid w:val="00841660"/>
    <w:rsid w:val="008429F6"/>
    <w:rsid w:val="0084669B"/>
    <w:rsid w:val="00853E82"/>
    <w:rsid w:val="008568CC"/>
    <w:rsid w:val="00856C8D"/>
    <w:rsid w:val="00857C78"/>
    <w:rsid w:val="00865D7F"/>
    <w:rsid w:val="008704BE"/>
    <w:rsid w:val="00873791"/>
    <w:rsid w:val="00873C63"/>
    <w:rsid w:val="0088384E"/>
    <w:rsid w:val="008866F3"/>
    <w:rsid w:val="00886A85"/>
    <w:rsid w:val="00896386"/>
    <w:rsid w:val="00897151"/>
    <w:rsid w:val="008A13A1"/>
    <w:rsid w:val="008A175F"/>
    <w:rsid w:val="008A2CD6"/>
    <w:rsid w:val="008D1733"/>
    <w:rsid w:val="008D4D4F"/>
    <w:rsid w:val="008D5715"/>
    <w:rsid w:val="008F1F67"/>
    <w:rsid w:val="008F23C3"/>
    <w:rsid w:val="009102BE"/>
    <w:rsid w:val="00917882"/>
    <w:rsid w:val="009237B1"/>
    <w:rsid w:val="00927E47"/>
    <w:rsid w:val="00932216"/>
    <w:rsid w:val="009328B8"/>
    <w:rsid w:val="00936980"/>
    <w:rsid w:val="00936B19"/>
    <w:rsid w:val="009448EB"/>
    <w:rsid w:val="009454F7"/>
    <w:rsid w:val="00946C2B"/>
    <w:rsid w:val="00947FD4"/>
    <w:rsid w:val="00964AB1"/>
    <w:rsid w:val="0096655E"/>
    <w:rsid w:val="00967384"/>
    <w:rsid w:val="009708FA"/>
    <w:rsid w:val="00971B23"/>
    <w:rsid w:val="009827E5"/>
    <w:rsid w:val="00985927"/>
    <w:rsid w:val="00986BE2"/>
    <w:rsid w:val="009A06F8"/>
    <w:rsid w:val="009A7C80"/>
    <w:rsid w:val="009B2379"/>
    <w:rsid w:val="009B4F50"/>
    <w:rsid w:val="009B598B"/>
    <w:rsid w:val="009B7B31"/>
    <w:rsid w:val="009D0913"/>
    <w:rsid w:val="009D7693"/>
    <w:rsid w:val="009D7966"/>
    <w:rsid w:val="009E06A1"/>
    <w:rsid w:val="009E4B6F"/>
    <w:rsid w:val="009E5B23"/>
    <w:rsid w:val="00A005DC"/>
    <w:rsid w:val="00A0105D"/>
    <w:rsid w:val="00A04DFB"/>
    <w:rsid w:val="00A060EC"/>
    <w:rsid w:val="00A06CFC"/>
    <w:rsid w:val="00A16695"/>
    <w:rsid w:val="00A23234"/>
    <w:rsid w:val="00A30012"/>
    <w:rsid w:val="00A37D6F"/>
    <w:rsid w:val="00A41659"/>
    <w:rsid w:val="00A438D9"/>
    <w:rsid w:val="00A51359"/>
    <w:rsid w:val="00A54974"/>
    <w:rsid w:val="00A63B15"/>
    <w:rsid w:val="00A650E9"/>
    <w:rsid w:val="00A73820"/>
    <w:rsid w:val="00A73D0C"/>
    <w:rsid w:val="00A7400F"/>
    <w:rsid w:val="00A81681"/>
    <w:rsid w:val="00A92B97"/>
    <w:rsid w:val="00A92E37"/>
    <w:rsid w:val="00AA5CDA"/>
    <w:rsid w:val="00AB23BC"/>
    <w:rsid w:val="00AB576D"/>
    <w:rsid w:val="00AB6CD1"/>
    <w:rsid w:val="00AC5254"/>
    <w:rsid w:val="00AE6036"/>
    <w:rsid w:val="00B026C3"/>
    <w:rsid w:val="00B029DC"/>
    <w:rsid w:val="00B033AC"/>
    <w:rsid w:val="00B043D5"/>
    <w:rsid w:val="00B0723E"/>
    <w:rsid w:val="00B13335"/>
    <w:rsid w:val="00B143B2"/>
    <w:rsid w:val="00B24105"/>
    <w:rsid w:val="00B266B3"/>
    <w:rsid w:val="00B272A9"/>
    <w:rsid w:val="00B314E1"/>
    <w:rsid w:val="00B334E5"/>
    <w:rsid w:val="00B33545"/>
    <w:rsid w:val="00B33A9C"/>
    <w:rsid w:val="00B33F89"/>
    <w:rsid w:val="00B34DE1"/>
    <w:rsid w:val="00B404BA"/>
    <w:rsid w:val="00B42AB6"/>
    <w:rsid w:val="00B51AB0"/>
    <w:rsid w:val="00B567B3"/>
    <w:rsid w:val="00B729FA"/>
    <w:rsid w:val="00B779F7"/>
    <w:rsid w:val="00B82A1F"/>
    <w:rsid w:val="00B871BF"/>
    <w:rsid w:val="00B957DB"/>
    <w:rsid w:val="00B96D18"/>
    <w:rsid w:val="00BA44DF"/>
    <w:rsid w:val="00BA5079"/>
    <w:rsid w:val="00BB1670"/>
    <w:rsid w:val="00BB2263"/>
    <w:rsid w:val="00BC27C7"/>
    <w:rsid w:val="00BD3067"/>
    <w:rsid w:val="00BD63AE"/>
    <w:rsid w:val="00BE0B26"/>
    <w:rsid w:val="00BE1608"/>
    <w:rsid w:val="00BE4A6A"/>
    <w:rsid w:val="00BE7434"/>
    <w:rsid w:val="00BF06F1"/>
    <w:rsid w:val="00BF2429"/>
    <w:rsid w:val="00C03E09"/>
    <w:rsid w:val="00C11798"/>
    <w:rsid w:val="00C11F61"/>
    <w:rsid w:val="00C13F65"/>
    <w:rsid w:val="00C21D47"/>
    <w:rsid w:val="00C344C9"/>
    <w:rsid w:val="00C43C46"/>
    <w:rsid w:val="00C630B8"/>
    <w:rsid w:val="00C67037"/>
    <w:rsid w:val="00C7143C"/>
    <w:rsid w:val="00C7568F"/>
    <w:rsid w:val="00C771E7"/>
    <w:rsid w:val="00C853D0"/>
    <w:rsid w:val="00C9573D"/>
    <w:rsid w:val="00CA4B58"/>
    <w:rsid w:val="00CB1A73"/>
    <w:rsid w:val="00CB4AA3"/>
    <w:rsid w:val="00CB6313"/>
    <w:rsid w:val="00CB7D78"/>
    <w:rsid w:val="00CC30EF"/>
    <w:rsid w:val="00CC31CD"/>
    <w:rsid w:val="00CE0E27"/>
    <w:rsid w:val="00CE2217"/>
    <w:rsid w:val="00CE2B18"/>
    <w:rsid w:val="00CE2C49"/>
    <w:rsid w:val="00D05849"/>
    <w:rsid w:val="00D10D4F"/>
    <w:rsid w:val="00D11B7F"/>
    <w:rsid w:val="00D14581"/>
    <w:rsid w:val="00D16863"/>
    <w:rsid w:val="00D24DBA"/>
    <w:rsid w:val="00D63E39"/>
    <w:rsid w:val="00D6598D"/>
    <w:rsid w:val="00D737C5"/>
    <w:rsid w:val="00D77FFB"/>
    <w:rsid w:val="00D908DE"/>
    <w:rsid w:val="00D91A22"/>
    <w:rsid w:val="00D93DC9"/>
    <w:rsid w:val="00D964AA"/>
    <w:rsid w:val="00DB340D"/>
    <w:rsid w:val="00DB5855"/>
    <w:rsid w:val="00DB7841"/>
    <w:rsid w:val="00DC049D"/>
    <w:rsid w:val="00DC134C"/>
    <w:rsid w:val="00DC52F0"/>
    <w:rsid w:val="00DC5C91"/>
    <w:rsid w:val="00DC7269"/>
    <w:rsid w:val="00DD0F83"/>
    <w:rsid w:val="00DD7EA3"/>
    <w:rsid w:val="00DE65F3"/>
    <w:rsid w:val="00DF00DA"/>
    <w:rsid w:val="00DF54D5"/>
    <w:rsid w:val="00E01300"/>
    <w:rsid w:val="00E03AD3"/>
    <w:rsid w:val="00E1195B"/>
    <w:rsid w:val="00E20BDB"/>
    <w:rsid w:val="00E2201D"/>
    <w:rsid w:val="00E315E5"/>
    <w:rsid w:val="00E3370B"/>
    <w:rsid w:val="00E36F2A"/>
    <w:rsid w:val="00E40BDF"/>
    <w:rsid w:val="00E446D1"/>
    <w:rsid w:val="00E5516E"/>
    <w:rsid w:val="00E63589"/>
    <w:rsid w:val="00E6456A"/>
    <w:rsid w:val="00E662B2"/>
    <w:rsid w:val="00E8092D"/>
    <w:rsid w:val="00E85B99"/>
    <w:rsid w:val="00E954B7"/>
    <w:rsid w:val="00E96189"/>
    <w:rsid w:val="00EA0C17"/>
    <w:rsid w:val="00EA1EB9"/>
    <w:rsid w:val="00EA3DA7"/>
    <w:rsid w:val="00EB2968"/>
    <w:rsid w:val="00ED272E"/>
    <w:rsid w:val="00ED3ED5"/>
    <w:rsid w:val="00EE2635"/>
    <w:rsid w:val="00EE60DF"/>
    <w:rsid w:val="00EF6D74"/>
    <w:rsid w:val="00F12C84"/>
    <w:rsid w:val="00F175D3"/>
    <w:rsid w:val="00F20D29"/>
    <w:rsid w:val="00F23659"/>
    <w:rsid w:val="00F23991"/>
    <w:rsid w:val="00F26867"/>
    <w:rsid w:val="00F316BD"/>
    <w:rsid w:val="00F4245B"/>
    <w:rsid w:val="00F42542"/>
    <w:rsid w:val="00F47A42"/>
    <w:rsid w:val="00F50C06"/>
    <w:rsid w:val="00F659FF"/>
    <w:rsid w:val="00F71FB2"/>
    <w:rsid w:val="00F73E0E"/>
    <w:rsid w:val="00F76720"/>
    <w:rsid w:val="00F8185A"/>
    <w:rsid w:val="00F830DD"/>
    <w:rsid w:val="00F876B4"/>
    <w:rsid w:val="00F92872"/>
    <w:rsid w:val="00F9590A"/>
    <w:rsid w:val="00FA0B59"/>
    <w:rsid w:val="00FA7041"/>
    <w:rsid w:val="00FB3849"/>
    <w:rsid w:val="00FB3CAB"/>
    <w:rsid w:val="00FD11AD"/>
    <w:rsid w:val="00FD1495"/>
    <w:rsid w:val="00FD5330"/>
    <w:rsid w:val="00FD7716"/>
    <w:rsid w:val="00FD7B03"/>
    <w:rsid w:val="00FD7B50"/>
    <w:rsid w:val="00FE1097"/>
    <w:rsid w:val="00FE470E"/>
    <w:rsid w:val="00FE6808"/>
    <w:rsid w:val="00FF2002"/>
    <w:rsid w:val="00FF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BA64F7"/>
  <w15:docId w15:val="{B3827183-2A56-42AD-A466-90737F685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RCBody"/>
    <w:rsid w:val="00835424"/>
    <w:pPr>
      <w:spacing w:line="276" w:lineRule="auto"/>
    </w:pPr>
    <w:rPr>
      <w:rFonts w:ascii="Crimson" w:eastAsia="Times New Roman" w:hAnsi="Crimson" w:cs="Times New Roman"/>
      <w:color w:val="3D3935" w:themeColor="text1"/>
      <w:sz w:val="22"/>
    </w:rPr>
  </w:style>
  <w:style w:type="paragraph" w:styleId="1">
    <w:name w:val="heading 1"/>
    <w:next w:val="RCBody"/>
    <w:link w:val="10"/>
    <w:uiPriority w:val="9"/>
    <w:qFormat/>
    <w:rsid w:val="005540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540A7"/>
    <w:pPr>
      <w:keepNext/>
      <w:keepLines/>
      <w:spacing w:before="40"/>
      <w:outlineLvl w:val="1"/>
    </w:pPr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540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E63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C068C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5540A7"/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a4">
    <w:name w:val="כותרת עליונה תו"/>
    <w:basedOn w:val="a0"/>
    <w:link w:val="a3"/>
    <w:uiPriority w:val="99"/>
    <w:rsid w:val="00CE2B18"/>
  </w:style>
  <w:style w:type="paragraph" w:styleId="a5">
    <w:name w:val="footer"/>
    <w:basedOn w:val="a"/>
    <w:link w:val="a6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a6">
    <w:name w:val="כותרת תחתונה תו"/>
    <w:basedOn w:val="a0"/>
    <w:link w:val="a5"/>
    <w:uiPriority w:val="99"/>
    <w:rsid w:val="00CE2B18"/>
  </w:style>
  <w:style w:type="paragraph" w:styleId="a7">
    <w:name w:val="Balloon Text"/>
    <w:basedOn w:val="a"/>
    <w:link w:val="a8"/>
    <w:uiPriority w:val="99"/>
    <w:semiHidden/>
    <w:unhideWhenUsed/>
    <w:rsid w:val="00CE2B18"/>
    <w:rPr>
      <w:rFonts w:ascii="Lucida Grande" w:hAnsi="Lucida Grande" w:cs="Lucida Grande"/>
      <w:sz w:val="18"/>
      <w:szCs w:val="18"/>
    </w:rPr>
  </w:style>
  <w:style w:type="character" w:customStyle="1" w:styleId="a8">
    <w:name w:val="טקסט בלונים תו"/>
    <w:basedOn w:val="a0"/>
    <w:link w:val="a7"/>
    <w:uiPriority w:val="99"/>
    <w:semiHidden/>
    <w:rsid w:val="00CE2B1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0"/>
    <w:uiPriority w:val="99"/>
    <w:unhideWhenUsed/>
    <w:rsid w:val="00533535"/>
    <w:rPr>
      <w:color w:val="0085AD" w:themeColor="hyperlink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533535"/>
    <w:rPr>
      <w:color w:val="5C068C" w:themeColor="followedHyperlink"/>
      <w:u w:val="single"/>
    </w:rPr>
  </w:style>
  <w:style w:type="paragraph" w:styleId="NormalWeb">
    <w:name w:val="Normal (Web)"/>
    <w:basedOn w:val="a"/>
    <w:uiPriority w:val="99"/>
    <w:unhideWhenUsed/>
    <w:rsid w:val="009A06F8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BE1608"/>
    <w:pPr>
      <w:ind w:left="720"/>
      <w:contextualSpacing/>
    </w:pPr>
    <w:rPr>
      <w:rFonts w:ascii="Garamond" w:eastAsiaTheme="minorHAnsi" w:hAnsi="Garamond" w:cstheme="minorBidi"/>
      <w:szCs w:val="22"/>
    </w:rPr>
  </w:style>
  <w:style w:type="character" w:styleId="aa">
    <w:name w:val="Placeholder Text"/>
    <w:basedOn w:val="a0"/>
    <w:uiPriority w:val="99"/>
    <w:semiHidden/>
    <w:rsid w:val="000B3222"/>
    <w:rPr>
      <w:color w:val="808080"/>
    </w:rPr>
  </w:style>
  <w:style w:type="paragraph" w:customStyle="1" w:styleId="DocumentTitle">
    <w:name w:val="Document Title"/>
    <w:basedOn w:val="a"/>
    <w:next w:val="RCBody"/>
    <w:link w:val="DocumentTitleChar"/>
    <w:qFormat/>
    <w:rsid w:val="009A7C80"/>
    <w:pPr>
      <w:spacing w:after="240"/>
      <w:jc w:val="center"/>
    </w:pPr>
    <w:rPr>
      <w:rFonts w:ascii="HK Grotesk Pro AltJ" w:hAnsi="HK Grotesk Pro AltJ"/>
      <w:noProof/>
      <w:color w:val="5C068C" w:themeColor="accent1"/>
      <w:sz w:val="36"/>
      <w:szCs w:val="36"/>
    </w:rPr>
  </w:style>
  <w:style w:type="paragraph" w:customStyle="1" w:styleId="ProjectName">
    <w:name w:val="Project Name"/>
    <w:basedOn w:val="a"/>
    <w:link w:val="ProjectNameChar"/>
    <w:qFormat/>
    <w:rsid w:val="00D91A22"/>
    <w:pPr>
      <w:spacing w:line="288" w:lineRule="auto"/>
      <w:ind w:right="-90"/>
      <w:jc w:val="right"/>
    </w:pPr>
    <w:rPr>
      <w:rFonts w:ascii="HK Grotesk Pro AltJ" w:hAnsi="HK Grotesk Pro AltJ"/>
      <w:sz w:val="18"/>
      <w:szCs w:val="18"/>
    </w:rPr>
  </w:style>
  <w:style w:type="character" w:customStyle="1" w:styleId="DocumentTitleChar">
    <w:name w:val="Document Title Char"/>
    <w:basedOn w:val="a0"/>
    <w:link w:val="DocumentTitle"/>
    <w:rsid w:val="00757A08"/>
    <w:rPr>
      <w:rFonts w:ascii="HK Grotesk Pro AltJ" w:eastAsia="Times New Roman" w:hAnsi="HK Grotesk Pro AltJ" w:cs="Times New Roman"/>
      <w:b w:val="0"/>
      <w:noProof/>
      <w:color w:val="5C068C" w:themeColor="accent1"/>
      <w:sz w:val="36"/>
      <w:szCs w:val="36"/>
    </w:rPr>
  </w:style>
  <w:style w:type="paragraph" w:customStyle="1" w:styleId="ClientName">
    <w:name w:val="Client Name"/>
    <w:next w:val="ProjectName"/>
    <w:link w:val="ClientNameChar"/>
    <w:qFormat/>
    <w:rsid w:val="009A7C80"/>
    <w:pPr>
      <w:spacing w:after="120"/>
      <w:ind w:right="-90"/>
      <w:jc w:val="right"/>
    </w:pPr>
    <w:rPr>
      <w:rFonts w:ascii="HK Grotesk Pro AltJ" w:eastAsia="Times New Roman" w:hAnsi="HK Grotesk Pro AltJ" w:cs="Times New Roman"/>
      <w:b/>
      <w:noProof/>
      <w:color w:val="3D3935" w:themeColor="text1"/>
      <w:sz w:val="22"/>
    </w:rPr>
  </w:style>
  <w:style w:type="character" w:customStyle="1" w:styleId="ProjectNameChar">
    <w:name w:val="Project Name Char"/>
    <w:basedOn w:val="a0"/>
    <w:link w:val="ProjectName"/>
    <w:rsid w:val="00757A08"/>
    <w:rPr>
      <w:rFonts w:ascii="HK Grotesk Pro AltJ" w:eastAsia="Times New Roman" w:hAnsi="HK Grotesk Pro AltJ" w:cs="Times New Roman"/>
      <w:b w:val="0"/>
      <w:color w:val="3D3935" w:themeColor="text1"/>
      <w:sz w:val="18"/>
      <w:szCs w:val="18"/>
    </w:rPr>
  </w:style>
  <w:style w:type="character" w:customStyle="1" w:styleId="ClientNameChar">
    <w:name w:val="Client Name Char"/>
    <w:basedOn w:val="a0"/>
    <w:link w:val="ClientName"/>
    <w:rsid w:val="00757A08"/>
    <w:rPr>
      <w:rFonts w:ascii="HK Grotesk Pro AltJ" w:eastAsia="Times New Roman" w:hAnsi="HK Grotesk Pro AltJ" w:cs="Times New Roman"/>
      <w:b/>
      <w:noProof/>
      <w:color w:val="3D3935" w:themeColor="text1"/>
      <w:sz w:val="22"/>
      <w:szCs w:val="28"/>
    </w:rPr>
  </w:style>
  <w:style w:type="table" w:styleId="ab">
    <w:name w:val="Table Grid"/>
    <w:basedOn w:val="a1"/>
    <w:uiPriority w:val="39"/>
    <w:rsid w:val="001677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CBody">
    <w:name w:val="RC Body"/>
    <w:basedOn w:val="a"/>
    <w:link w:val="RCBodyChar"/>
    <w:qFormat/>
    <w:rsid w:val="009A7C80"/>
    <w:pPr>
      <w:spacing w:after="240"/>
    </w:pPr>
    <w:rPr>
      <w:rFonts w:eastAsiaTheme="minorEastAsia" w:cstheme="minorBidi"/>
      <w:szCs w:val="22"/>
    </w:rPr>
  </w:style>
  <w:style w:type="character" w:customStyle="1" w:styleId="RCBodyChar">
    <w:name w:val="RC Body Char"/>
    <w:basedOn w:val="a0"/>
    <w:link w:val="RCBody"/>
    <w:rsid w:val="009A7C80"/>
    <w:rPr>
      <w:rFonts w:ascii="Crimson" w:hAnsi="Crimson"/>
      <w:color w:val="3D3935" w:themeColor="text1"/>
      <w:sz w:val="22"/>
      <w:szCs w:val="22"/>
    </w:rPr>
  </w:style>
  <w:style w:type="table" w:styleId="1-1">
    <w:name w:val="Grid Table 1 Light Accent 1"/>
    <w:basedOn w:val="a1"/>
    <w:uiPriority w:val="46"/>
    <w:rsid w:val="00236E7D"/>
    <w:rPr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C873F9" w:themeColor="accent1" w:themeTint="66"/>
        <w:left w:val="single" w:sz="4" w:space="0" w:color="C873F9" w:themeColor="accent1" w:themeTint="66"/>
        <w:bottom w:val="single" w:sz="4" w:space="0" w:color="C873F9" w:themeColor="accent1" w:themeTint="66"/>
        <w:right w:val="single" w:sz="4" w:space="0" w:color="C873F9" w:themeColor="accent1" w:themeTint="66"/>
        <w:insideH w:val="single" w:sz="4" w:space="0" w:color="C873F9" w:themeColor="accent1" w:themeTint="66"/>
        <w:insideV w:val="single" w:sz="4" w:space="0" w:color="C873F9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D2D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D2D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">
    <w:name w:val="Unresolved Mention"/>
    <w:basedOn w:val="a0"/>
    <w:uiPriority w:val="99"/>
    <w:semiHidden/>
    <w:unhideWhenUsed/>
    <w:rsid w:val="00DC5C91"/>
    <w:rPr>
      <w:color w:val="605E5C"/>
      <w:shd w:val="clear" w:color="auto" w:fill="E1DFDD"/>
    </w:rPr>
  </w:style>
  <w:style w:type="character" w:customStyle="1" w:styleId="30">
    <w:name w:val="כותרת 3 תו"/>
    <w:basedOn w:val="a0"/>
    <w:link w:val="3"/>
    <w:uiPriority w:val="9"/>
    <w:rsid w:val="005540A7"/>
    <w:rPr>
      <w:rFonts w:asciiTheme="majorHAnsi" w:eastAsiaTheme="majorEastAsia" w:hAnsiTheme="majorHAnsi" w:cstheme="majorBidi"/>
      <w:color w:val="3D3935" w:themeColor="text1"/>
    </w:rPr>
  </w:style>
  <w:style w:type="character" w:customStyle="1" w:styleId="20">
    <w:name w:val="כותרת 2 תו"/>
    <w:basedOn w:val="a0"/>
    <w:link w:val="2"/>
    <w:uiPriority w:val="9"/>
    <w:rsid w:val="005540A7"/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character" w:customStyle="1" w:styleId="40">
    <w:name w:val="כותרת 4 תו"/>
    <w:basedOn w:val="a0"/>
    <w:link w:val="4"/>
    <w:uiPriority w:val="9"/>
    <w:rsid w:val="005E6337"/>
    <w:rPr>
      <w:rFonts w:asciiTheme="majorHAnsi" w:eastAsiaTheme="majorEastAsia" w:hAnsiTheme="majorHAnsi" w:cstheme="majorBidi"/>
      <w:i/>
      <w:iCs/>
      <w:color w:val="5C068C" w:themeColor="accent1"/>
      <w:sz w:val="22"/>
    </w:rPr>
  </w:style>
  <w:style w:type="paragraph" w:customStyle="1" w:styleId="RCQuote">
    <w:name w:val="RC Quote"/>
    <w:basedOn w:val="a"/>
    <w:next w:val="RCBody"/>
    <w:link w:val="RCQuoteChar"/>
    <w:qFormat/>
    <w:rsid w:val="009D0913"/>
    <w:pPr>
      <w:ind w:left="1080"/>
    </w:pPr>
    <w:rPr>
      <w:i/>
      <w:color w:val="0085AD" w:themeColor="accent4"/>
    </w:rPr>
  </w:style>
  <w:style w:type="character" w:customStyle="1" w:styleId="RCQuoteChar">
    <w:name w:val="RC Quote Char"/>
    <w:basedOn w:val="a0"/>
    <w:link w:val="RCQuote"/>
    <w:rsid w:val="009D0913"/>
    <w:rPr>
      <w:rFonts w:ascii="Crimson" w:eastAsia="Times New Roman" w:hAnsi="Crimson" w:cs="Times New Roman"/>
      <w:i/>
      <w:color w:val="0085AD" w:themeColor="accent4"/>
      <w:sz w:val="22"/>
    </w:rPr>
  </w:style>
  <w:style w:type="paragraph" w:customStyle="1" w:styleId="RCCaption">
    <w:name w:val="RC Caption"/>
    <w:next w:val="a"/>
    <w:link w:val="RCCaptionChar"/>
    <w:qFormat/>
    <w:rsid w:val="00B404BA"/>
    <w:pPr>
      <w:spacing w:after="120"/>
    </w:pPr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character" w:customStyle="1" w:styleId="RCCaptionChar">
    <w:name w:val="RC Caption Char"/>
    <w:basedOn w:val="a0"/>
    <w:link w:val="RCCaption"/>
    <w:rsid w:val="00B404BA"/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paragraph" w:styleId="ac">
    <w:name w:val="footnote text"/>
    <w:basedOn w:val="a"/>
    <w:link w:val="ad"/>
    <w:uiPriority w:val="99"/>
    <w:semiHidden/>
    <w:unhideWhenUsed/>
    <w:rsid w:val="007D3C05"/>
    <w:pPr>
      <w:spacing w:line="240" w:lineRule="auto"/>
    </w:pPr>
    <w:rPr>
      <w:sz w:val="20"/>
      <w:szCs w:val="20"/>
    </w:rPr>
  </w:style>
  <w:style w:type="character" w:customStyle="1" w:styleId="ad">
    <w:name w:val="טקסט הערת שוליים תו"/>
    <w:basedOn w:val="a0"/>
    <w:link w:val="ac"/>
    <w:uiPriority w:val="99"/>
    <w:semiHidden/>
    <w:rsid w:val="007D3C05"/>
    <w:rPr>
      <w:rFonts w:ascii="Crimson" w:eastAsia="Times New Roman" w:hAnsi="Crimson" w:cs="Times New Roman"/>
      <w:color w:val="3D3935" w:themeColor="text1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7D3C05"/>
    <w:rPr>
      <w:vertAlign w:val="superscript"/>
    </w:rPr>
  </w:style>
  <w:style w:type="paragraph" w:customStyle="1" w:styleId="RC-Footnote">
    <w:name w:val="RC-Footnote"/>
    <w:basedOn w:val="ac"/>
    <w:link w:val="RC-FootnoteChar"/>
    <w:rsid w:val="007D3C05"/>
    <w:rPr>
      <w:sz w:val="18"/>
      <w:szCs w:val="18"/>
    </w:rPr>
  </w:style>
  <w:style w:type="character" w:customStyle="1" w:styleId="RC-FootnoteChar">
    <w:name w:val="RC-Footnote Char"/>
    <w:basedOn w:val="ad"/>
    <w:link w:val="RC-Footnote"/>
    <w:rsid w:val="007D3C05"/>
    <w:rPr>
      <w:rFonts w:ascii="Crimson" w:eastAsia="Times New Roman" w:hAnsi="Crimson" w:cs="Times New Roman"/>
      <w:color w:val="3D3935" w:themeColor="text1"/>
      <w:sz w:val="18"/>
      <w:szCs w:val="18"/>
    </w:rPr>
  </w:style>
  <w:style w:type="table" w:customStyle="1" w:styleId="TableGrid1">
    <w:name w:val="Table Grid1"/>
    <w:basedOn w:val="a1"/>
    <w:next w:val="ab"/>
    <w:uiPriority w:val="39"/>
    <w:rsid w:val="00C03E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C03E09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03E09"/>
    <w:pPr>
      <w:spacing w:line="240" w:lineRule="auto"/>
    </w:pPr>
    <w:rPr>
      <w:sz w:val="20"/>
      <w:szCs w:val="20"/>
    </w:rPr>
  </w:style>
  <w:style w:type="character" w:customStyle="1" w:styleId="af1">
    <w:name w:val="טקסט הערה תו"/>
    <w:basedOn w:val="a0"/>
    <w:link w:val="af0"/>
    <w:uiPriority w:val="99"/>
    <w:rsid w:val="00C03E09"/>
    <w:rPr>
      <w:rFonts w:ascii="Crimson" w:eastAsia="Times New Roman" w:hAnsi="Crimson" w:cs="Times New Roman"/>
      <w:color w:val="3D3935" w:themeColor="text1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03E09"/>
    <w:rPr>
      <w:b/>
      <w:bCs/>
    </w:rPr>
  </w:style>
  <w:style w:type="character" w:customStyle="1" w:styleId="af3">
    <w:name w:val="נושא הערה תו"/>
    <w:basedOn w:val="af1"/>
    <w:link w:val="af2"/>
    <w:uiPriority w:val="99"/>
    <w:semiHidden/>
    <w:rsid w:val="00C03E09"/>
    <w:rPr>
      <w:rFonts w:ascii="Crimson" w:eastAsia="Times New Roman" w:hAnsi="Crimson" w:cs="Times New Roman"/>
      <w:b/>
      <w:bCs/>
      <w:color w:val="3D3935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2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97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15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19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5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haron@rosovconsulting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x%20Pomson\Dropbox%20(Rosov%20Consulting)\RC%20Team\Communications\Templates\Basic%20Document%20Template.dotx" TargetMode="External"/></Relationships>
</file>

<file path=word/theme/theme1.xml><?xml version="1.0" encoding="utf-8"?>
<a:theme xmlns:a="http://schemas.openxmlformats.org/drawingml/2006/main" name="New RC Theme">
  <a:themeElements>
    <a:clrScheme name="New RC Colors">
      <a:dk1>
        <a:srgbClr val="3D3935"/>
      </a:dk1>
      <a:lt1>
        <a:sysClr val="window" lastClr="FFFFFF"/>
      </a:lt1>
      <a:dk2>
        <a:srgbClr val="3D3935"/>
      </a:dk2>
      <a:lt2>
        <a:srgbClr val="EEECE1"/>
      </a:lt2>
      <a:accent1>
        <a:srgbClr val="5C068C"/>
      </a:accent1>
      <a:accent2>
        <a:srgbClr val="00A499"/>
      </a:accent2>
      <a:accent3>
        <a:srgbClr val="E56A54"/>
      </a:accent3>
      <a:accent4>
        <a:srgbClr val="0085AD"/>
      </a:accent4>
      <a:accent5>
        <a:srgbClr val="FFFFFF"/>
      </a:accent5>
      <a:accent6>
        <a:srgbClr val="FFFFFF"/>
      </a:accent6>
      <a:hlink>
        <a:srgbClr val="0085AD"/>
      </a:hlink>
      <a:folHlink>
        <a:srgbClr val="5C068C"/>
      </a:folHlink>
    </a:clrScheme>
    <a:fontScheme name="New RC Fonts">
      <a:majorFont>
        <a:latin typeface="HK Grotesk Pro AltJ"/>
        <a:ea typeface=""/>
        <a:cs typeface=""/>
      </a:majorFont>
      <a:minorFont>
        <a:latin typeface="Crimson"/>
        <a:ea typeface=""/>
        <a:cs typeface=""/>
      </a:minorFont>
    </a:fontScheme>
    <a:fmtScheme name="Flat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>
            <a:shade val="50000"/>
          </a:schemeClr>
        </a:solidFill>
      </a:fillStyleLst>
      <a:lnStyleLst>
        <a:ln w="0" cap="flat" cmpd="sng" algn="ctr">
          <a:noFill/>
        </a:ln>
        <a:ln w="6350" cap="flat" cmpd="sng" algn="ctr">
          <a:solidFill>
            <a:schemeClr val="phClr"/>
          </a:solidFill>
          <a:prstDash val="solid"/>
        </a:ln>
        <a:ln w="0" cap="flat" cmpd="sng" algn="ctr">
          <a:noFill/>
        </a:ln>
      </a:lnStyleLst>
      <a:effectStyleLst>
        <a:effectStyle>
          <a:effectLst>
            <a:blur/>
          </a:effectLst>
        </a:effectStyle>
        <a:effectStyle>
          <a:effectLst>
            <a:fillOverlay blend="screen">
              <a:solidFill>
                <a:schemeClr val="phClr"/>
              </a:solidFill>
            </a:fillOverlay>
          </a:effectLst>
        </a:effectStyle>
        <a:effectStyle>
          <a:effectLst>
            <a:blur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RC Purple 75%">
      <a:srgbClr val="8544A9"/>
    </a:custClr>
    <a:custClr name="RC Purple 50%">
      <a:srgbClr val="AD83C6"/>
    </a:custClr>
    <a:custClr name="RC Purple 25%">
      <a:srgbClr val="D6C1E2"/>
    </a:custClr>
    <a:custClr name="RC Purple 15%">
      <a:srgbClr val="E7DAEE"/>
    </a:custClr>
    <a:custClr name="RC Purple 7%">
      <a:srgbClr val="F4EEF7"/>
    </a:custClr>
    <a:custClr name="RC Green 75%">
      <a:srgbClr val="40BBB3"/>
    </a:custClr>
    <a:custClr name="RC Green 50%">
      <a:srgbClr val="80D2CC"/>
    </a:custClr>
    <a:custClr name="RC Green 25%">
      <a:srgbClr val="BFE8E6"/>
    </a:custClr>
    <a:custClr name="RC Green 15%">
      <a:srgbClr val="D9F1F0"/>
    </a:custClr>
    <a:custClr name="RC Green 7%">
      <a:srgbClr val="EDF9F8"/>
    </a:custClr>
    <a:custClr name="RC Red 75%">
      <a:srgbClr val="EC8F7F"/>
    </a:custClr>
    <a:custClr name="RC Red 50%">
      <a:srgbClr val="F2B5AA"/>
    </a:custClr>
    <a:custClr name="RC Red 25%">
      <a:srgbClr val="F9DAD4"/>
    </a:custClr>
    <a:custClr name="RC Red 15%">
      <a:srgbClr val="FBE9E5"/>
    </a:custClr>
    <a:custClr name="RC Red 7%">
      <a:srgbClr val="FDF5F3"/>
    </a:custClr>
    <a:custClr name="RC Teal 75%">
      <a:srgbClr val="40A4C2"/>
    </a:custClr>
    <a:custClr name="RC Teal 50%">
      <a:srgbClr val="80C2D6"/>
    </a:custClr>
    <a:custClr name="RC Teal 25%">
      <a:srgbClr val="BFE1EB"/>
    </a:custClr>
    <a:custClr name="RC Teal 15%">
      <a:srgbClr val="D9EDF3"/>
    </a:custClr>
    <a:custClr name="RC Teal 7%">
      <a:srgbClr val="EDF6F9"/>
    </a:custClr>
    <a:custClr name="RC Grey 75%">
      <a:srgbClr val="6E6B68"/>
    </a:custClr>
    <a:custClr name="RC Grey 50%">
      <a:srgbClr val="9E9C9A"/>
    </a:custClr>
    <a:custClr name="RC Grey 25%">
      <a:srgbClr val="CFCECD"/>
    </a:custClr>
    <a:custClr name="RC Grey 15%">
      <a:srgbClr val="E2E1E1"/>
    </a:custClr>
    <a:custClr name="RC Grey 7%">
      <a:srgbClr val="F1F1F1"/>
    </a:custClr>
  </a:custClrLst>
  <a:extLst>
    <a:ext uri="{05A4C25C-085E-4340-85A3-A5531E510DB2}">
      <thm15:themeFamily xmlns:thm15="http://schemas.microsoft.com/office/thememl/2012/main" name="New RC Theme" id="{D8623B37-6D56-4C58-9104-F81F5508957F}" vid="{3A549554-2EE2-40AF-897E-890B29FBC14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D8C7FD-2502-402D-AB52-0D4E7F570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Document Template</Template>
  <TotalTime>204</TotalTime>
  <Pages>7</Pages>
  <Words>1491</Words>
  <Characters>7457</Characters>
  <Application>Microsoft Office Word</Application>
  <DocSecurity>0</DocSecurity>
  <Lines>62</Lines>
  <Paragraphs>17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Ventura Graphic Design</Company>
  <LinksUpToDate>false</LinksUpToDate>
  <CharactersWithSpaces>8931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Nettie Aharon</dc:creator>
  <cp:lastModifiedBy>Tony</cp:lastModifiedBy>
  <cp:revision>18</cp:revision>
  <cp:lastPrinted>2018-11-06T23:22:00Z</cp:lastPrinted>
  <dcterms:created xsi:type="dcterms:W3CDTF">2020-09-21T07:32:00Z</dcterms:created>
  <dcterms:modified xsi:type="dcterms:W3CDTF">2020-09-21T11:57:00Z</dcterms:modified>
</cp:coreProperties>
</file>