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684F" w14:textId="04AA8092" w:rsidR="00752FC4" w:rsidRDefault="00617D80" w:rsidP="00394149">
      <w:pPr>
        <w:pStyle w:val="Date"/>
        <w:spacing w:after="120"/>
      </w:pPr>
      <w:r>
        <w:t>Page 1</w:t>
      </w:r>
      <w:r w:rsidR="00394149">
        <w:t xml:space="preserve"> </w:t>
      </w:r>
      <w:r w:rsidR="00394149">
        <w:tab/>
      </w:r>
      <w:r w:rsidR="00394149">
        <w:tab/>
      </w:r>
      <w:r w:rsidR="00394149">
        <w:tab/>
      </w:r>
      <w:r w:rsidR="00394149">
        <w:tab/>
      </w:r>
      <w:r>
        <w:t xml:space="preserve">   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sdt>
        <w:sdtPr>
          <w:alias w:val="Enter Date:"/>
          <w:tag w:val="Enter Date:"/>
          <w:id w:val="-1455475630"/>
          <w:placeholder>
            <w:docPart w:val="5A4137F91D2E4FE68A6299A9DD02F1C3"/>
          </w:placeholder>
          <w:temporary/>
          <w:showingPlcHdr/>
          <w15:appearance w15:val="hidden"/>
        </w:sdtPr>
        <w:sdtEndPr/>
        <w:sdtContent>
          <w:r w:rsidR="00752FC4" w:rsidRPr="005125BB">
            <w:rPr>
              <w:rStyle w:val="PlaceholderText"/>
              <w:color w:val="000000" w:themeColor="text2" w:themeShade="BF"/>
            </w:rPr>
            <w:t>Date</w:t>
          </w:r>
        </w:sdtContent>
      </w:sdt>
      <w:r w:rsidR="00394149">
        <w:t xml:space="preserve">: </w:t>
      </w:r>
      <w:r>
        <w:t xml:space="preserve">28 Sivan, </w:t>
      </w:r>
      <w:proofErr w:type="gramStart"/>
      <w:r>
        <w:t xml:space="preserve">5778  </w:t>
      </w:r>
      <w:r w:rsidR="00394149">
        <w:t>11</w:t>
      </w:r>
      <w:proofErr w:type="gramEnd"/>
      <w:r w:rsidR="00394149">
        <w:t>/06/2018</w:t>
      </w:r>
    </w:p>
    <w:p w14:paraId="76F90108" w14:textId="654DC2AC" w:rsidR="00394149" w:rsidRDefault="00394149" w:rsidP="00394149">
      <w:pPr>
        <w:jc w:val="center"/>
        <w:rPr>
          <w:lang w:bidi="he-IL"/>
        </w:rPr>
      </w:pPr>
      <w:proofErr w:type="spellStart"/>
      <w:r>
        <w:rPr>
          <w:lang w:bidi="he-IL"/>
        </w:rPr>
        <w:t>Michlalah</w:t>
      </w:r>
      <w:proofErr w:type="spellEnd"/>
      <w:r>
        <w:rPr>
          <w:lang w:bidi="he-IL"/>
        </w:rPr>
        <w:t xml:space="preserve"> Jerusalem</w:t>
      </w:r>
    </w:p>
    <w:p w14:paraId="73323FEF" w14:textId="3407D637" w:rsidR="00394149" w:rsidRDefault="00617D80" w:rsidP="00394149">
      <w:pPr>
        <w:jc w:val="center"/>
        <w:rPr>
          <w:lang w:bidi="he-IL"/>
        </w:rPr>
      </w:pPr>
      <w:r>
        <w:rPr>
          <w:lang w:bidi="he-IL"/>
        </w:rPr>
        <w:t>Transcript</w:t>
      </w:r>
    </w:p>
    <w:p w14:paraId="058CE4B7" w14:textId="4B962780" w:rsidR="00617D80" w:rsidRDefault="00617D80" w:rsidP="008D0AA7">
      <w:pPr>
        <w:pStyle w:val="Salutation"/>
      </w:pPr>
      <w:r>
        <w:t xml:space="preserve">Name: </w:t>
      </w:r>
      <w:r>
        <w:tab/>
        <w:t>Yona Kimch</w:t>
      </w:r>
      <w:r w:rsidR="009104CD">
        <w:t>e</w:t>
      </w:r>
      <w:r>
        <w:t xml:space="preserve"> (Schiff)</w:t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  <w:t>Goal: B. Ed., regular dept. class of 5773</w:t>
      </w:r>
    </w:p>
    <w:p w14:paraId="3E6A6D39" w14:textId="624103DA" w:rsidR="00752FC4" w:rsidRDefault="00394149" w:rsidP="008D0AA7">
      <w:pPr>
        <w:pStyle w:val="Salutation"/>
      </w:pPr>
      <w:r>
        <w:t>ID number: 308057728</w:t>
      </w:r>
      <w:r w:rsidR="00617D80">
        <w:tab/>
      </w:r>
      <w:r w:rsidR="00617D80">
        <w:tab/>
      </w:r>
      <w:r w:rsidR="00617D80">
        <w:tab/>
      </w:r>
      <w:r w:rsidR="00617D80">
        <w:tab/>
      </w:r>
      <w:r w:rsidR="00617D80">
        <w:tab/>
        <w:t>Track: High School</w:t>
      </w:r>
    </w:p>
    <w:p w14:paraId="67BF61C7" w14:textId="1C1309F4" w:rsidR="00617D80" w:rsidRDefault="00617D80" w:rsidP="00617D80">
      <w:pPr>
        <w:rPr>
          <w:lang w:bidi="he-IL"/>
        </w:rPr>
      </w:pPr>
      <w:r>
        <w:t>Address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bidi="he-IL"/>
        </w:rPr>
        <w:t>Specialization: Natural Sciences</w:t>
      </w:r>
    </w:p>
    <w:tbl>
      <w:tblPr>
        <w:tblStyle w:val="TableGrid"/>
        <w:tblW w:w="10566" w:type="dxa"/>
        <w:tblLook w:val="04A0" w:firstRow="1" w:lastRow="0" w:firstColumn="1" w:lastColumn="0" w:noHBand="0" w:noVBand="1"/>
      </w:tblPr>
      <w:tblGrid>
        <w:gridCol w:w="806"/>
        <w:gridCol w:w="1238"/>
        <w:gridCol w:w="1380"/>
        <w:gridCol w:w="2698"/>
        <w:gridCol w:w="796"/>
        <w:gridCol w:w="903"/>
        <w:gridCol w:w="1933"/>
        <w:gridCol w:w="812"/>
      </w:tblGrid>
      <w:tr w:rsidR="005E58BE" w14:paraId="3091B3AC" w14:textId="77777777" w:rsidTr="00AA2763">
        <w:trPr>
          <w:tblHeader/>
        </w:trPr>
        <w:tc>
          <w:tcPr>
            <w:tcW w:w="806" w:type="dxa"/>
            <w:shd w:val="clear" w:color="auto" w:fill="C0C0C0" w:themeFill="accent3" w:themeFillTint="99"/>
          </w:tcPr>
          <w:p w14:paraId="7ECEC29F" w14:textId="3786C503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Year</w:t>
            </w:r>
          </w:p>
        </w:tc>
        <w:tc>
          <w:tcPr>
            <w:tcW w:w="1238" w:type="dxa"/>
            <w:shd w:val="clear" w:color="auto" w:fill="C0C0C0" w:themeFill="accent3" w:themeFillTint="99"/>
          </w:tcPr>
          <w:p w14:paraId="5D0D52D5" w14:textId="7D7F052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Semester</w:t>
            </w:r>
          </w:p>
        </w:tc>
        <w:tc>
          <w:tcPr>
            <w:tcW w:w="1380" w:type="dxa"/>
            <w:shd w:val="clear" w:color="auto" w:fill="C0C0C0" w:themeFill="accent3" w:themeFillTint="99"/>
          </w:tcPr>
          <w:p w14:paraId="632FA5FF" w14:textId="68431E7A" w:rsidR="00617D80" w:rsidRDefault="00D272BF" w:rsidP="00617D80">
            <w:pPr>
              <w:rPr>
                <w:lang w:bidi="he-IL"/>
              </w:rPr>
            </w:pPr>
            <w:r>
              <w:rPr>
                <w:lang w:bidi="he-IL"/>
              </w:rPr>
              <w:t>Code</w:t>
            </w:r>
          </w:p>
        </w:tc>
        <w:tc>
          <w:tcPr>
            <w:tcW w:w="2698" w:type="dxa"/>
            <w:shd w:val="clear" w:color="auto" w:fill="C0C0C0" w:themeFill="accent3" w:themeFillTint="99"/>
          </w:tcPr>
          <w:p w14:paraId="360001B4" w14:textId="01BDCEC7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Course Title</w:t>
            </w:r>
          </w:p>
        </w:tc>
        <w:tc>
          <w:tcPr>
            <w:tcW w:w="796" w:type="dxa"/>
            <w:shd w:val="clear" w:color="auto" w:fill="C0C0C0" w:themeFill="accent3" w:themeFillTint="99"/>
          </w:tcPr>
          <w:p w14:paraId="394E169B" w14:textId="4A7066AF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Hours</w:t>
            </w:r>
          </w:p>
        </w:tc>
        <w:tc>
          <w:tcPr>
            <w:tcW w:w="903" w:type="dxa"/>
            <w:shd w:val="clear" w:color="auto" w:fill="C0C0C0" w:themeFill="accent3" w:themeFillTint="99"/>
          </w:tcPr>
          <w:p w14:paraId="03C60557" w14:textId="760AC991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Credits</w:t>
            </w:r>
          </w:p>
        </w:tc>
        <w:tc>
          <w:tcPr>
            <w:tcW w:w="1933" w:type="dxa"/>
            <w:shd w:val="clear" w:color="auto" w:fill="C0C0C0" w:themeFill="accent3" w:themeFillTint="99"/>
          </w:tcPr>
          <w:p w14:paraId="5EC78397" w14:textId="760D2D3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Lecturer</w:t>
            </w:r>
          </w:p>
        </w:tc>
        <w:tc>
          <w:tcPr>
            <w:tcW w:w="812" w:type="dxa"/>
            <w:shd w:val="clear" w:color="auto" w:fill="C0C0C0" w:themeFill="accent3" w:themeFillTint="99"/>
          </w:tcPr>
          <w:p w14:paraId="27101F69" w14:textId="7E192F8C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Grade</w:t>
            </w:r>
          </w:p>
        </w:tc>
      </w:tr>
      <w:tr w:rsidR="005E58BE" w14:paraId="7FD88026" w14:textId="77777777" w:rsidTr="00AA2763">
        <w:tc>
          <w:tcPr>
            <w:tcW w:w="806" w:type="dxa"/>
            <w:shd w:val="clear" w:color="auto" w:fill="C0C0C0" w:themeFill="accent3" w:themeFillTint="99"/>
          </w:tcPr>
          <w:p w14:paraId="60A68D9F" w14:textId="09061501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C0C0C0" w:themeFill="accent3" w:themeFillTint="99"/>
          </w:tcPr>
          <w:p w14:paraId="7093F92E" w14:textId="618A12F4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C0C0C0" w:themeFill="accent3" w:themeFillTint="99"/>
          </w:tcPr>
          <w:p w14:paraId="77CB538B" w14:textId="3F98BCA6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C0C0C0" w:themeFill="accent3" w:themeFillTint="99"/>
          </w:tcPr>
          <w:p w14:paraId="4E50E2D2" w14:textId="645EF307" w:rsidR="00617D80" w:rsidRDefault="00733A28" w:rsidP="00617D80">
            <w:pPr>
              <w:rPr>
                <w:lang w:bidi="he-IL"/>
              </w:rPr>
            </w:pPr>
            <w:r>
              <w:rPr>
                <w:lang w:bidi="he-IL"/>
              </w:rPr>
              <w:t>Courses in Education</w:t>
            </w:r>
          </w:p>
        </w:tc>
        <w:tc>
          <w:tcPr>
            <w:tcW w:w="796" w:type="dxa"/>
            <w:shd w:val="clear" w:color="auto" w:fill="C0C0C0" w:themeFill="accent3" w:themeFillTint="99"/>
          </w:tcPr>
          <w:p w14:paraId="101A7EB7" w14:textId="77777777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C0C0C0" w:themeFill="accent3" w:themeFillTint="99"/>
          </w:tcPr>
          <w:p w14:paraId="637BDF96" w14:textId="77777777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C0C0C0" w:themeFill="accent3" w:themeFillTint="99"/>
          </w:tcPr>
          <w:p w14:paraId="223D64AC" w14:textId="77777777" w:rsidR="00617D80" w:rsidRDefault="00617D80" w:rsidP="00617D80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C0C0C0" w:themeFill="accent3" w:themeFillTint="99"/>
          </w:tcPr>
          <w:p w14:paraId="284BD288" w14:textId="77777777" w:rsidR="00617D80" w:rsidRDefault="00617D80" w:rsidP="00617D80">
            <w:pPr>
              <w:rPr>
                <w:lang w:bidi="he-IL"/>
              </w:rPr>
            </w:pPr>
          </w:p>
        </w:tc>
      </w:tr>
      <w:tr w:rsidR="000C57A6" w14:paraId="7A735BC4" w14:textId="77777777" w:rsidTr="00AA2763">
        <w:tc>
          <w:tcPr>
            <w:tcW w:w="806" w:type="dxa"/>
          </w:tcPr>
          <w:p w14:paraId="2FB91C5B" w14:textId="3B610C46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5772</w:t>
            </w:r>
          </w:p>
        </w:tc>
        <w:tc>
          <w:tcPr>
            <w:tcW w:w="1238" w:type="dxa"/>
          </w:tcPr>
          <w:p w14:paraId="6B818DEC" w14:textId="58905558" w:rsidR="00617D80" w:rsidRDefault="0082327B" w:rsidP="00617D80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642E7FC8" w14:textId="1EF25920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60001.1.1</w:t>
            </w:r>
          </w:p>
        </w:tc>
        <w:tc>
          <w:tcPr>
            <w:tcW w:w="2698" w:type="dxa"/>
          </w:tcPr>
          <w:p w14:paraId="66E90EF8" w14:textId="05EB0C46" w:rsidR="00617D80" w:rsidRDefault="00733A28" w:rsidP="00617D80">
            <w:pPr>
              <w:rPr>
                <w:lang w:bidi="he-IL"/>
              </w:rPr>
            </w:pPr>
            <w:r>
              <w:rPr>
                <w:rFonts w:hint="cs"/>
                <w:lang w:bidi="he-IL"/>
              </w:rPr>
              <w:t>T</w:t>
            </w:r>
            <w:r>
              <w:rPr>
                <w:lang w:bidi="he-IL"/>
              </w:rPr>
              <w:t>eaching Skills</w:t>
            </w:r>
          </w:p>
        </w:tc>
        <w:tc>
          <w:tcPr>
            <w:tcW w:w="796" w:type="dxa"/>
          </w:tcPr>
          <w:p w14:paraId="15F02ED7" w14:textId="38FD8E47" w:rsidR="00617D80" w:rsidRDefault="00733A28" w:rsidP="00617D8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A41B36A" w14:textId="2734A90C" w:rsidR="00617D80" w:rsidRDefault="00733A28" w:rsidP="00617D8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58CC406" w14:textId="77EE565E" w:rsidR="00617D80" w:rsidRDefault="00733A28" w:rsidP="00617D80">
            <w:pPr>
              <w:rPr>
                <w:lang w:bidi="he-IL"/>
              </w:rPr>
            </w:pPr>
            <w:r>
              <w:rPr>
                <w:lang w:bidi="he-IL"/>
              </w:rPr>
              <w:t>Parness Esther</w:t>
            </w:r>
          </w:p>
        </w:tc>
        <w:tc>
          <w:tcPr>
            <w:tcW w:w="812" w:type="dxa"/>
          </w:tcPr>
          <w:p w14:paraId="0448DDD8" w14:textId="41EEDCCA" w:rsidR="00617D80" w:rsidRDefault="00733A28" w:rsidP="00617D80">
            <w:pPr>
              <w:rPr>
                <w:lang w:bidi="he-IL"/>
              </w:rPr>
            </w:pPr>
            <w:r>
              <w:rPr>
                <w:lang w:bidi="he-IL"/>
              </w:rPr>
              <w:t>88</w:t>
            </w:r>
          </w:p>
        </w:tc>
      </w:tr>
      <w:tr w:rsidR="000C57A6" w14:paraId="4BD8E2FE" w14:textId="77777777" w:rsidTr="00AA2763">
        <w:tc>
          <w:tcPr>
            <w:tcW w:w="806" w:type="dxa"/>
          </w:tcPr>
          <w:p w14:paraId="3694662A" w14:textId="77E27F93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76202BC0" w14:textId="5139B072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4B3B646D" w14:textId="0B54F8FE" w:rsidR="0082327B" w:rsidRDefault="005E062D" w:rsidP="0082327B">
            <w:pPr>
              <w:rPr>
                <w:lang w:bidi="he-IL"/>
              </w:rPr>
            </w:pPr>
            <w:r>
              <w:rPr>
                <w:lang w:bidi="he-IL"/>
              </w:rPr>
              <w:t>60003.1.2</w:t>
            </w:r>
          </w:p>
        </w:tc>
        <w:tc>
          <w:tcPr>
            <w:tcW w:w="2698" w:type="dxa"/>
          </w:tcPr>
          <w:p w14:paraId="40889738" w14:textId="344CCCA2" w:rsidR="0082327B" w:rsidRDefault="00426D17" w:rsidP="0082327B">
            <w:pPr>
              <w:rPr>
                <w:lang w:bidi="he-IL"/>
              </w:rPr>
            </w:pPr>
            <w:r>
              <w:rPr>
                <w:lang w:bidi="he-IL"/>
              </w:rPr>
              <w:t>Learning disabilities</w:t>
            </w:r>
          </w:p>
        </w:tc>
        <w:tc>
          <w:tcPr>
            <w:tcW w:w="796" w:type="dxa"/>
          </w:tcPr>
          <w:p w14:paraId="531E0F37" w14:textId="60476180" w:rsidR="0082327B" w:rsidRDefault="00A076BF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33AA2F2" w14:textId="590CCC70" w:rsidR="0082327B" w:rsidRDefault="00A076BF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3B8A0252" w14:textId="60B10DEF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Raz Yael</w:t>
            </w:r>
          </w:p>
        </w:tc>
        <w:tc>
          <w:tcPr>
            <w:tcW w:w="812" w:type="dxa"/>
          </w:tcPr>
          <w:p w14:paraId="3887C68D" w14:textId="14D71B0B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0C57A6" w14:paraId="088DEEFC" w14:textId="77777777" w:rsidTr="00AA2763">
        <w:tc>
          <w:tcPr>
            <w:tcW w:w="806" w:type="dxa"/>
          </w:tcPr>
          <w:p w14:paraId="5A8906F5" w14:textId="1FF9665A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5DCD94B" w14:textId="2D32F668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488E87E" w14:textId="281DE18E" w:rsidR="0082327B" w:rsidRDefault="005E062D" w:rsidP="0082327B">
            <w:pPr>
              <w:rPr>
                <w:lang w:bidi="he-IL"/>
              </w:rPr>
            </w:pPr>
            <w:r>
              <w:rPr>
                <w:lang w:bidi="he-IL"/>
              </w:rPr>
              <w:t>60006.1.2</w:t>
            </w:r>
          </w:p>
        </w:tc>
        <w:tc>
          <w:tcPr>
            <w:tcW w:w="2698" w:type="dxa"/>
          </w:tcPr>
          <w:p w14:paraId="634BDFDF" w14:textId="24889E7D" w:rsidR="0082327B" w:rsidRDefault="00426D17" w:rsidP="0082327B">
            <w:pPr>
              <w:rPr>
                <w:lang w:bidi="he-IL"/>
              </w:rPr>
            </w:pPr>
            <w:r>
              <w:rPr>
                <w:lang w:bidi="he-IL"/>
              </w:rPr>
              <w:t>Student Assessment</w:t>
            </w:r>
          </w:p>
        </w:tc>
        <w:tc>
          <w:tcPr>
            <w:tcW w:w="796" w:type="dxa"/>
          </w:tcPr>
          <w:p w14:paraId="70D84D65" w14:textId="5A3BABFD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51DFE4C" w14:textId="29302BE1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5AB184F2" w14:textId="253F7EA2" w:rsidR="0082327B" w:rsidRDefault="005E58BE" w:rsidP="0082327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Cherlow</w:t>
            </w:r>
            <w:proofErr w:type="spellEnd"/>
            <w:r>
              <w:rPr>
                <w:lang w:bidi="he-IL"/>
              </w:rPr>
              <w:t xml:space="preserve"> Yair</w:t>
            </w:r>
          </w:p>
        </w:tc>
        <w:tc>
          <w:tcPr>
            <w:tcW w:w="812" w:type="dxa"/>
          </w:tcPr>
          <w:p w14:paraId="674621DC" w14:textId="16D4790F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87</w:t>
            </w:r>
          </w:p>
        </w:tc>
      </w:tr>
      <w:tr w:rsidR="000C57A6" w14:paraId="28F28652" w14:textId="77777777" w:rsidTr="00AA2763">
        <w:tc>
          <w:tcPr>
            <w:tcW w:w="806" w:type="dxa"/>
          </w:tcPr>
          <w:p w14:paraId="4815E8E7" w14:textId="3DD85A0B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0B94B7F8" w14:textId="1723CA54" w:rsidR="0082327B" w:rsidRDefault="0082327B" w:rsidP="0082327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63625499" w14:textId="4FDD9D34" w:rsidR="0082327B" w:rsidRDefault="005E062D" w:rsidP="0082327B">
            <w:pPr>
              <w:rPr>
                <w:lang w:bidi="he-IL"/>
              </w:rPr>
            </w:pPr>
            <w:r>
              <w:rPr>
                <w:lang w:bidi="he-IL"/>
              </w:rPr>
              <w:t>60010.1.3</w:t>
            </w:r>
          </w:p>
        </w:tc>
        <w:tc>
          <w:tcPr>
            <w:tcW w:w="2698" w:type="dxa"/>
          </w:tcPr>
          <w:p w14:paraId="4E545191" w14:textId="202E7703" w:rsidR="0082327B" w:rsidRDefault="00426D17" w:rsidP="0082327B">
            <w:pPr>
              <w:rPr>
                <w:lang w:bidi="he-IL"/>
              </w:rPr>
            </w:pPr>
            <w:r>
              <w:rPr>
                <w:lang w:bidi="he-IL"/>
              </w:rPr>
              <w:t>Coping with the influence of progress</w:t>
            </w:r>
          </w:p>
        </w:tc>
        <w:tc>
          <w:tcPr>
            <w:tcW w:w="796" w:type="dxa"/>
          </w:tcPr>
          <w:p w14:paraId="13C9F54E" w14:textId="65D826B1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5D46BB4" w14:textId="1FE9D439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134C557" w14:textId="08AEA128" w:rsidR="0082327B" w:rsidRDefault="005E58BE" w:rsidP="0082327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Siman</w:t>
            </w:r>
            <w:proofErr w:type="spellEnd"/>
            <w:r>
              <w:rPr>
                <w:lang w:bidi="he-IL"/>
              </w:rPr>
              <w:t xml:space="preserve"> Tov </w:t>
            </w:r>
            <w:proofErr w:type="spellStart"/>
            <w:r>
              <w:rPr>
                <w:lang w:bidi="he-IL"/>
              </w:rPr>
              <w:t>Yocheved</w:t>
            </w:r>
            <w:proofErr w:type="spellEnd"/>
          </w:p>
        </w:tc>
        <w:tc>
          <w:tcPr>
            <w:tcW w:w="812" w:type="dxa"/>
          </w:tcPr>
          <w:p w14:paraId="60835220" w14:textId="127CC594" w:rsidR="0082327B" w:rsidRDefault="005E58BE" w:rsidP="0082327B">
            <w:pPr>
              <w:rPr>
                <w:lang w:bidi="he-IL"/>
              </w:rPr>
            </w:pPr>
            <w:r>
              <w:rPr>
                <w:lang w:bidi="he-IL"/>
              </w:rPr>
              <w:t>88</w:t>
            </w:r>
          </w:p>
        </w:tc>
      </w:tr>
      <w:tr w:rsidR="000C57A6" w14:paraId="44831E01" w14:textId="77777777" w:rsidTr="00AA2763">
        <w:tc>
          <w:tcPr>
            <w:tcW w:w="806" w:type="dxa"/>
          </w:tcPr>
          <w:p w14:paraId="7B17BDEB" w14:textId="30033F8C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8DDE12C" w14:textId="67952D25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5314381D" w14:textId="45677AB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40602.1.1</w:t>
            </w:r>
          </w:p>
        </w:tc>
        <w:tc>
          <w:tcPr>
            <w:tcW w:w="2698" w:type="dxa"/>
          </w:tcPr>
          <w:p w14:paraId="49B9964A" w14:textId="1D0526F8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The museum as a learning environment</w:t>
            </w:r>
          </w:p>
        </w:tc>
        <w:tc>
          <w:tcPr>
            <w:tcW w:w="796" w:type="dxa"/>
          </w:tcPr>
          <w:p w14:paraId="6FC761FB" w14:textId="314C3BB3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4F06D6DD" w14:textId="5CD3CD77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546DBFB7" w14:textId="61FBBCAF" w:rsidR="005E58BE" w:rsidRDefault="005E58B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Yechieli</w:t>
            </w:r>
            <w:proofErr w:type="spellEnd"/>
            <w:r>
              <w:rPr>
                <w:lang w:bidi="he-IL"/>
              </w:rPr>
              <w:t xml:space="preserve"> Tamar</w:t>
            </w:r>
          </w:p>
        </w:tc>
        <w:tc>
          <w:tcPr>
            <w:tcW w:w="812" w:type="dxa"/>
          </w:tcPr>
          <w:p w14:paraId="1160AABF" w14:textId="75AA1542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Pass</w:t>
            </w:r>
          </w:p>
        </w:tc>
      </w:tr>
      <w:tr w:rsidR="005E58BE" w14:paraId="24E5F5B4" w14:textId="77777777" w:rsidTr="00AA2763">
        <w:tc>
          <w:tcPr>
            <w:tcW w:w="806" w:type="dxa"/>
          </w:tcPr>
          <w:p w14:paraId="5215E52B" w14:textId="782E025B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2D057DCF" w14:textId="60F1CED7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46B84A36" w14:textId="402057C1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40605.1.1</w:t>
            </w:r>
          </w:p>
        </w:tc>
        <w:tc>
          <w:tcPr>
            <w:tcW w:w="2698" w:type="dxa"/>
          </w:tcPr>
          <w:p w14:paraId="2703D58E" w14:textId="09855BC7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Challenges in the teaching of Chemistry</w:t>
            </w:r>
          </w:p>
        </w:tc>
        <w:tc>
          <w:tcPr>
            <w:tcW w:w="796" w:type="dxa"/>
          </w:tcPr>
          <w:p w14:paraId="59247D8E" w14:textId="14C913C2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7F189AC" w14:textId="0107C7C8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383B8A90" w14:textId="2F24B0BD" w:rsidR="005E58BE" w:rsidRDefault="005E58B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Tziboleski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Tzila</w:t>
            </w:r>
            <w:proofErr w:type="spellEnd"/>
          </w:p>
        </w:tc>
        <w:tc>
          <w:tcPr>
            <w:tcW w:w="812" w:type="dxa"/>
          </w:tcPr>
          <w:p w14:paraId="5F3F928C" w14:textId="7EF0D0F4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95</w:t>
            </w:r>
          </w:p>
        </w:tc>
      </w:tr>
      <w:tr w:rsidR="005E58BE" w14:paraId="56A2C4B2" w14:textId="77777777" w:rsidTr="00AA2763">
        <w:tc>
          <w:tcPr>
            <w:tcW w:w="806" w:type="dxa"/>
          </w:tcPr>
          <w:p w14:paraId="22206FE7" w14:textId="25BDDE08" w:rsidR="005E58BE" w:rsidRDefault="005E58BE" w:rsidP="005E58BE">
            <w:pPr>
              <w:rPr>
                <w:lang w:bidi="he-IL"/>
              </w:rPr>
            </w:pPr>
            <w:r w:rsidRPr="00554BF1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5171B208" w14:textId="3798E53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1C7B0D4" w14:textId="6AD9A1F3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60005.1.1</w:t>
            </w:r>
          </w:p>
        </w:tc>
        <w:tc>
          <w:tcPr>
            <w:tcW w:w="2698" w:type="dxa"/>
          </w:tcPr>
          <w:p w14:paraId="34D77947" w14:textId="2F280960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Research methods - introduction</w:t>
            </w:r>
          </w:p>
        </w:tc>
        <w:tc>
          <w:tcPr>
            <w:tcW w:w="796" w:type="dxa"/>
          </w:tcPr>
          <w:p w14:paraId="49545E7A" w14:textId="2287F004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4B94550" w14:textId="540F914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12A4E37C" w14:textId="50508AFC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 xml:space="preserve">Oren </w:t>
            </w:r>
            <w:proofErr w:type="spellStart"/>
            <w:r>
              <w:rPr>
                <w:lang w:bidi="he-IL"/>
              </w:rPr>
              <w:t>Tzila</w:t>
            </w:r>
            <w:proofErr w:type="spellEnd"/>
          </w:p>
        </w:tc>
        <w:tc>
          <w:tcPr>
            <w:tcW w:w="812" w:type="dxa"/>
          </w:tcPr>
          <w:p w14:paraId="5AB7C238" w14:textId="7DEA881A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86</w:t>
            </w:r>
          </w:p>
        </w:tc>
      </w:tr>
      <w:tr w:rsidR="005E58BE" w14:paraId="6F86C2A3" w14:textId="77777777" w:rsidTr="00AA2763">
        <w:tc>
          <w:tcPr>
            <w:tcW w:w="806" w:type="dxa"/>
          </w:tcPr>
          <w:p w14:paraId="01958F06" w14:textId="7FFBA1A8" w:rsidR="005E58BE" w:rsidRDefault="005E58BE" w:rsidP="005E58BE">
            <w:pPr>
              <w:rPr>
                <w:lang w:bidi="he-IL"/>
              </w:rPr>
            </w:pPr>
            <w:r w:rsidRPr="00554BF1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619C8323" w14:textId="7F9F853D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C5FCB21" w14:textId="26CE0D08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40606.1.1</w:t>
            </w:r>
          </w:p>
        </w:tc>
        <w:tc>
          <w:tcPr>
            <w:tcW w:w="2698" w:type="dxa"/>
          </w:tcPr>
          <w:p w14:paraId="12008822" w14:textId="1542F9F5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Philosophy of science and education</w:t>
            </w:r>
          </w:p>
        </w:tc>
        <w:tc>
          <w:tcPr>
            <w:tcW w:w="796" w:type="dxa"/>
          </w:tcPr>
          <w:p w14:paraId="39733D58" w14:textId="74467074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15052D44" w14:textId="4D55181D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2A64A72" w14:textId="1CFF92D6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 xml:space="preserve">Nussbaum Yossef </w:t>
            </w:r>
          </w:p>
        </w:tc>
        <w:tc>
          <w:tcPr>
            <w:tcW w:w="812" w:type="dxa"/>
          </w:tcPr>
          <w:p w14:paraId="4082A87E" w14:textId="4E2B1CBC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Failed</w:t>
            </w:r>
          </w:p>
        </w:tc>
      </w:tr>
      <w:tr w:rsidR="005E58BE" w14:paraId="6081D406" w14:textId="77777777" w:rsidTr="00AA2763">
        <w:tc>
          <w:tcPr>
            <w:tcW w:w="806" w:type="dxa"/>
          </w:tcPr>
          <w:p w14:paraId="28BB69AA" w14:textId="7375B88B" w:rsidR="005E58BE" w:rsidRDefault="005E58BE" w:rsidP="005E58BE">
            <w:pPr>
              <w:rPr>
                <w:lang w:bidi="he-IL"/>
              </w:rPr>
            </w:pPr>
            <w:r w:rsidRPr="00554BF1">
              <w:rPr>
                <w:lang w:bidi="he-IL"/>
              </w:rPr>
              <w:lastRenderedPageBreak/>
              <w:t>5774</w:t>
            </w:r>
          </w:p>
        </w:tc>
        <w:tc>
          <w:tcPr>
            <w:tcW w:w="1238" w:type="dxa"/>
          </w:tcPr>
          <w:p w14:paraId="38D15861" w14:textId="25C76FD2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52384EDD" w14:textId="5F13DF1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60011.1.3</w:t>
            </w:r>
          </w:p>
        </w:tc>
        <w:tc>
          <w:tcPr>
            <w:tcW w:w="2698" w:type="dxa"/>
          </w:tcPr>
          <w:p w14:paraId="55365504" w14:textId="1E7B6BA0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Facing real challenges in faith</w:t>
            </w:r>
          </w:p>
        </w:tc>
        <w:tc>
          <w:tcPr>
            <w:tcW w:w="796" w:type="dxa"/>
          </w:tcPr>
          <w:p w14:paraId="20686767" w14:textId="052B9025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05391F0" w14:textId="7345889F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11294E2" w14:textId="2BC965E0" w:rsidR="005E58BE" w:rsidRDefault="005E58B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Rudik</w:t>
            </w:r>
            <w:proofErr w:type="spellEnd"/>
            <w:r>
              <w:rPr>
                <w:lang w:bidi="he-IL"/>
              </w:rPr>
              <w:t xml:space="preserve"> Yochai</w:t>
            </w:r>
          </w:p>
        </w:tc>
        <w:tc>
          <w:tcPr>
            <w:tcW w:w="812" w:type="dxa"/>
          </w:tcPr>
          <w:p w14:paraId="40E65CC5" w14:textId="4A1AE070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85</w:t>
            </w:r>
          </w:p>
        </w:tc>
      </w:tr>
      <w:tr w:rsidR="005E58BE" w14:paraId="6F89B587" w14:textId="77777777" w:rsidTr="00AA2763">
        <w:tc>
          <w:tcPr>
            <w:tcW w:w="806" w:type="dxa"/>
          </w:tcPr>
          <w:p w14:paraId="7B5FA8A0" w14:textId="063598EC" w:rsidR="005E58BE" w:rsidRDefault="005E58BE" w:rsidP="005E58BE">
            <w:pPr>
              <w:rPr>
                <w:lang w:bidi="he-IL"/>
              </w:rPr>
            </w:pPr>
            <w:r w:rsidRPr="00554BF1"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1FD5052D" w14:textId="733B2EE8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4A345D59" w14:textId="15F774E6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60026.1.1</w:t>
            </w:r>
          </w:p>
        </w:tc>
        <w:tc>
          <w:tcPr>
            <w:tcW w:w="2698" w:type="dxa"/>
          </w:tcPr>
          <w:p w14:paraId="55EDFC8B" w14:textId="080F98E3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Research seminar on challenges in education</w:t>
            </w:r>
          </w:p>
        </w:tc>
        <w:tc>
          <w:tcPr>
            <w:tcW w:w="796" w:type="dxa"/>
          </w:tcPr>
          <w:p w14:paraId="25FE38D7" w14:textId="4D9729E8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24D74981" w14:textId="3B2F83B8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722B9295" w14:textId="5574C554" w:rsidR="005E58BE" w:rsidRDefault="005E58B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Zaretzki</w:t>
            </w:r>
            <w:proofErr w:type="spellEnd"/>
            <w:r>
              <w:rPr>
                <w:lang w:bidi="he-IL"/>
              </w:rPr>
              <w:t xml:space="preserve"> Rachel</w:t>
            </w:r>
          </w:p>
        </w:tc>
        <w:tc>
          <w:tcPr>
            <w:tcW w:w="812" w:type="dxa"/>
          </w:tcPr>
          <w:p w14:paraId="0CA34B3A" w14:textId="39F600C2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5E58BE" w14:paraId="0A6BDA1C" w14:textId="77777777" w:rsidTr="00AA2763">
        <w:tc>
          <w:tcPr>
            <w:tcW w:w="806" w:type="dxa"/>
          </w:tcPr>
          <w:p w14:paraId="778E838C" w14:textId="075951C0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31599A9B" w14:textId="2277FD54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558CF2D1" w14:textId="36CEEAC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40603.1.1</w:t>
            </w:r>
          </w:p>
        </w:tc>
        <w:tc>
          <w:tcPr>
            <w:tcW w:w="2698" w:type="dxa"/>
          </w:tcPr>
          <w:p w14:paraId="1B4C12D8" w14:textId="60BE4E9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How the student thinks</w:t>
            </w:r>
          </w:p>
        </w:tc>
        <w:tc>
          <w:tcPr>
            <w:tcW w:w="796" w:type="dxa"/>
          </w:tcPr>
          <w:p w14:paraId="507BB6EB" w14:textId="28DD0CE7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5253608" w14:textId="4344B257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F969085" w14:textId="1739D5A0" w:rsidR="005E58BE" w:rsidRDefault="00137EC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Yechieli</w:t>
            </w:r>
            <w:proofErr w:type="spellEnd"/>
            <w:r>
              <w:rPr>
                <w:lang w:bidi="he-IL"/>
              </w:rPr>
              <w:t xml:space="preserve"> Tamar</w:t>
            </w:r>
          </w:p>
        </w:tc>
        <w:tc>
          <w:tcPr>
            <w:tcW w:w="812" w:type="dxa"/>
          </w:tcPr>
          <w:p w14:paraId="7E332052" w14:textId="41DC867B" w:rsidR="005E58BE" w:rsidRDefault="00137ECE" w:rsidP="005E58BE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5E58BE" w14:paraId="6879260C" w14:textId="77777777" w:rsidTr="00AA2763">
        <w:tc>
          <w:tcPr>
            <w:tcW w:w="806" w:type="dxa"/>
          </w:tcPr>
          <w:p w14:paraId="587FF6B6" w14:textId="0CD9CC44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402880A7" w14:textId="703E3BC1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6CDC6D05" w14:textId="050E1A06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60004.1.1</w:t>
            </w:r>
          </w:p>
        </w:tc>
        <w:tc>
          <w:tcPr>
            <w:tcW w:w="2698" w:type="dxa"/>
          </w:tcPr>
          <w:p w14:paraId="5F4F374D" w14:textId="144B3266" w:rsidR="005E58BE" w:rsidRDefault="005E58BE" w:rsidP="005E58BE">
            <w:pPr>
              <w:rPr>
                <w:rtl/>
                <w:lang w:bidi="he-IL"/>
              </w:rPr>
            </w:pPr>
            <w:r>
              <w:rPr>
                <w:lang w:bidi="he-IL"/>
              </w:rPr>
              <w:t>Developmental Psychology – introduction – online course</w:t>
            </w:r>
          </w:p>
        </w:tc>
        <w:tc>
          <w:tcPr>
            <w:tcW w:w="796" w:type="dxa"/>
          </w:tcPr>
          <w:p w14:paraId="7D0960C2" w14:textId="3D7A84D4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BD1DFDF" w14:textId="20468EF6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D864F57" w14:textId="325A6E9F" w:rsidR="005E58BE" w:rsidRDefault="00137EC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Segel</w:t>
            </w:r>
            <w:proofErr w:type="spellEnd"/>
            <w:r>
              <w:rPr>
                <w:lang w:bidi="he-IL"/>
              </w:rPr>
              <w:t xml:space="preserve"> Yaakov</w:t>
            </w:r>
          </w:p>
        </w:tc>
        <w:tc>
          <w:tcPr>
            <w:tcW w:w="812" w:type="dxa"/>
          </w:tcPr>
          <w:p w14:paraId="549EBB02" w14:textId="0F3410BB" w:rsidR="005E58BE" w:rsidRDefault="00137ECE" w:rsidP="005E58BE">
            <w:pPr>
              <w:rPr>
                <w:lang w:bidi="he-IL"/>
              </w:rPr>
            </w:pPr>
            <w:r>
              <w:rPr>
                <w:lang w:bidi="he-IL"/>
              </w:rPr>
              <w:t>92</w:t>
            </w:r>
          </w:p>
        </w:tc>
      </w:tr>
      <w:tr w:rsidR="005E58BE" w14:paraId="4A098CF8" w14:textId="77777777" w:rsidTr="00AA2763">
        <w:tc>
          <w:tcPr>
            <w:tcW w:w="806" w:type="dxa"/>
          </w:tcPr>
          <w:p w14:paraId="49EAAD11" w14:textId="0808FE0F" w:rsidR="005E58BE" w:rsidRDefault="005E58BE" w:rsidP="005E58BE">
            <w:pPr>
              <w:rPr>
                <w:lang w:bidi="he-IL"/>
              </w:rPr>
            </w:pPr>
            <w:r w:rsidRPr="006D5283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4AFE43A9" w14:textId="1E875CD1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776861C" w14:textId="71CD1AEF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60008.1.1</w:t>
            </w:r>
          </w:p>
        </w:tc>
        <w:tc>
          <w:tcPr>
            <w:tcW w:w="2698" w:type="dxa"/>
          </w:tcPr>
          <w:p w14:paraId="3903A03C" w14:textId="44C263ED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Class administration</w:t>
            </w:r>
          </w:p>
        </w:tc>
        <w:tc>
          <w:tcPr>
            <w:tcW w:w="796" w:type="dxa"/>
          </w:tcPr>
          <w:p w14:paraId="5B270340" w14:textId="4DE733F4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2B485D8" w14:textId="39C10782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627F6FE8" w14:textId="2AFC2249" w:rsidR="005E58BE" w:rsidRDefault="00137EC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Avichai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Vardit</w:t>
            </w:r>
            <w:proofErr w:type="spellEnd"/>
          </w:p>
        </w:tc>
        <w:tc>
          <w:tcPr>
            <w:tcW w:w="812" w:type="dxa"/>
          </w:tcPr>
          <w:p w14:paraId="4DF4F937" w14:textId="3DCBAF18" w:rsidR="005E58BE" w:rsidRDefault="00137ECE" w:rsidP="005E58BE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5E58BE" w14:paraId="55415F61" w14:textId="77777777" w:rsidTr="00AA2763">
        <w:tc>
          <w:tcPr>
            <w:tcW w:w="806" w:type="dxa"/>
          </w:tcPr>
          <w:p w14:paraId="2FB72052" w14:textId="5C07303B" w:rsidR="005E58BE" w:rsidRDefault="005E58BE" w:rsidP="005E58BE">
            <w:pPr>
              <w:rPr>
                <w:lang w:bidi="he-IL"/>
              </w:rPr>
            </w:pPr>
            <w:r w:rsidRPr="006D5283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1F5FC1E8" w14:textId="4A008196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379EAC23" w14:textId="7D43989D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40610.1.1</w:t>
            </w:r>
          </w:p>
        </w:tc>
        <w:tc>
          <w:tcPr>
            <w:tcW w:w="2698" w:type="dxa"/>
          </w:tcPr>
          <w:p w14:paraId="5D3E7FCC" w14:textId="3C94089A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Science and Technology in society</w:t>
            </w:r>
          </w:p>
        </w:tc>
        <w:tc>
          <w:tcPr>
            <w:tcW w:w="796" w:type="dxa"/>
          </w:tcPr>
          <w:p w14:paraId="41B9A115" w14:textId="3D49E756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96572A8" w14:textId="573C914D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13EC4A36" w14:textId="6749A99F" w:rsidR="005E58BE" w:rsidRDefault="00137EC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Shitrich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Batya</w:t>
            </w:r>
            <w:proofErr w:type="spellEnd"/>
          </w:p>
        </w:tc>
        <w:tc>
          <w:tcPr>
            <w:tcW w:w="812" w:type="dxa"/>
          </w:tcPr>
          <w:p w14:paraId="6AE7AF6A" w14:textId="7F14FDB2" w:rsidR="005E58BE" w:rsidRDefault="00137ECE" w:rsidP="005E58BE">
            <w:pPr>
              <w:rPr>
                <w:lang w:bidi="he-IL"/>
              </w:rPr>
            </w:pPr>
            <w:r>
              <w:rPr>
                <w:lang w:bidi="he-IL"/>
              </w:rPr>
              <w:t>95</w:t>
            </w:r>
          </w:p>
        </w:tc>
      </w:tr>
      <w:tr w:rsidR="005E58BE" w14:paraId="4744C399" w14:textId="77777777" w:rsidTr="00AA2763">
        <w:tc>
          <w:tcPr>
            <w:tcW w:w="806" w:type="dxa"/>
          </w:tcPr>
          <w:p w14:paraId="68180EDF" w14:textId="1AD23CC6" w:rsidR="005E58BE" w:rsidRDefault="005E58BE" w:rsidP="005E58BE">
            <w:pPr>
              <w:rPr>
                <w:lang w:bidi="he-IL"/>
              </w:rPr>
            </w:pPr>
            <w:r w:rsidRPr="006D5283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7DFF5C7F" w14:textId="35109669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88C6C06" w14:textId="7DC240C6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>60004.2.1</w:t>
            </w:r>
          </w:p>
        </w:tc>
        <w:tc>
          <w:tcPr>
            <w:tcW w:w="2698" w:type="dxa"/>
          </w:tcPr>
          <w:p w14:paraId="4E18EDA2" w14:textId="54A48F6D" w:rsidR="005E58BE" w:rsidRDefault="005E58BE" w:rsidP="005E58BE">
            <w:pPr>
              <w:rPr>
                <w:lang w:bidi="he-IL"/>
              </w:rPr>
            </w:pPr>
            <w:r>
              <w:rPr>
                <w:lang w:bidi="he-IL"/>
              </w:rPr>
              <w:t xml:space="preserve">Educational and Cognitive </w:t>
            </w:r>
            <w:proofErr w:type="spellStart"/>
            <w:r>
              <w:rPr>
                <w:lang w:bidi="he-IL"/>
              </w:rPr>
              <w:t>Psycology</w:t>
            </w:r>
            <w:proofErr w:type="spellEnd"/>
            <w:r>
              <w:rPr>
                <w:lang w:bidi="he-IL"/>
              </w:rPr>
              <w:t xml:space="preserve"> – introduction – online course</w:t>
            </w:r>
          </w:p>
        </w:tc>
        <w:tc>
          <w:tcPr>
            <w:tcW w:w="796" w:type="dxa"/>
          </w:tcPr>
          <w:p w14:paraId="2D613652" w14:textId="499F269E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56DB2CC" w14:textId="79994799" w:rsidR="005E58BE" w:rsidRPr="005E58BE" w:rsidRDefault="005E58BE" w:rsidP="005E58BE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5C70E8C4" w14:textId="79847000" w:rsidR="005E58BE" w:rsidRDefault="00137ECE" w:rsidP="005E58B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Segel</w:t>
            </w:r>
            <w:proofErr w:type="spellEnd"/>
            <w:r>
              <w:rPr>
                <w:lang w:bidi="he-IL"/>
              </w:rPr>
              <w:t xml:space="preserve"> Yaakov</w:t>
            </w:r>
          </w:p>
        </w:tc>
        <w:tc>
          <w:tcPr>
            <w:tcW w:w="812" w:type="dxa"/>
          </w:tcPr>
          <w:p w14:paraId="729E8AEE" w14:textId="1B4E9A17" w:rsidR="005E58BE" w:rsidRDefault="00137ECE" w:rsidP="005E58BE">
            <w:pPr>
              <w:rPr>
                <w:lang w:bidi="he-IL"/>
              </w:rPr>
            </w:pPr>
            <w:r>
              <w:rPr>
                <w:lang w:bidi="he-IL"/>
              </w:rPr>
              <w:t>72</w:t>
            </w:r>
          </w:p>
        </w:tc>
      </w:tr>
      <w:tr w:rsidR="00137ECE" w14:paraId="0A979A9E" w14:textId="77777777" w:rsidTr="00AA2763">
        <w:tc>
          <w:tcPr>
            <w:tcW w:w="806" w:type="dxa"/>
          </w:tcPr>
          <w:p w14:paraId="05E67409" w14:textId="0E723CA4" w:rsidR="00137ECE" w:rsidRDefault="00137ECE" w:rsidP="00137ECE">
            <w:pPr>
              <w:rPr>
                <w:lang w:bidi="he-IL"/>
              </w:rPr>
            </w:pPr>
            <w:r w:rsidRPr="006D5283"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74FE24D4" w14:textId="58670C7D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54D7D59F" w14:textId="0A8B4FA6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60009.2.2</w:t>
            </w:r>
          </w:p>
        </w:tc>
        <w:tc>
          <w:tcPr>
            <w:tcW w:w="2698" w:type="dxa"/>
          </w:tcPr>
          <w:p w14:paraId="772B114C" w14:textId="39DDEBFC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Teaching heterogenous classes</w:t>
            </w:r>
          </w:p>
        </w:tc>
        <w:tc>
          <w:tcPr>
            <w:tcW w:w="796" w:type="dxa"/>
          </w:tcPr>
          <w:p w14:paraId="4A4376F6" w14:textId="2A2C0CB0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19379A01" w14:textId="76EF96F9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51BDBA7" w14:textId="475204E2" w:rsidR="00137ECE" w:rsidRDefault="00137ECE" w:rsidP="00137ECE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Aran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Tzilla</w:t>
            </w:r>
            <w:proofErr w:type="spellEnd"/>
          </w:p>
        </w:tc>
        <w:tc>
          <w:tcPr>
            <w:tcW w:w="812" w:type="dxa"/>
          </w:tcPr>
          <w:p w14:paraId="18C64D7E" w14:textId="7302CA57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137ECE" w14:paraId="015304A8" w14:textId="77777777" w:rsidTr="00AA2763">
        <w:tc>
          <w:tcPr>
            <w:tcW w:w="806" w:type="dxa"/>
            <w:tcBorders>
              <w:bottom w:val="single" w:sz="4" w:space="0" w:color="auto"/>
            </w:tcBorders>
          </w:tcPr>
          <w:p w14:paraId="336E61E2" w14:textId="4F8D28B5" w:rsidR="00137ECE" w:rsidRDefault="00137ECE" w:rsidP="00137ECE">
            <w:pPr>
              <w:rPr>
                <w:lang w:bidi="he-IL"/>
              </w:rPr>
            </w:pPr>
            <w:r w:rsidRPr="006D5283"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CADDA0B" w14:textId="2BF1AC69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2492A1A7" w14:textId="58599ECD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40601.1.1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28504C5A" w14:textId="26C21A9A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Teaching science and technology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2B8DD384" w14:textId="607FC2E5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7AF838FB" w14:textId="2064AF86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1FAEE0B5" w14:textId="521CB143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Deutsch Tamara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12EF4C69" w14:textId="1047EE2D" w:rsidR="00137ECE" w:rsidRDefault="00137ECE" w:rsidP="00137ECE">
            <w:pPr>
              <w:rPr>
                <w:lang w:bidi="he-IL"/>
              </w:rPr>
            </w:pPr>
            <w:r>
              <w:rPr>
                <w:lang w:bidi="he-IL"/>
              </w:rPr>
              <w:t>85</w:t>
            </w:r>
          </w:p>
        </w:tc>
      </w:tr>
      <w:tr w:rsidR="007319AF" w14:paraId="6FFFA7C7" w14:textId="77777777" w:rsidTr="00AA2763">
        <w:tc>
          <w:tcPr>
            <w:tcW w:w="806" w:type="dxa"/>
            <w:shd w:val="clear" w:color="auto" w:fill="B2B2B2" w:themeFill="accent4" w:themeFillTint="99"/>
          </w:tcPr>
          <w:p w14:paraId="377A629F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B2B2B2" w:themeFill="accent4" w:themeFillTint="99"/>
          </w:tcPr>
          <w:p w14:paraId="6D264FEA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B2B2B2" w:themeFill="accent4" w:themeFillTint="99"/>
          </w:tcPr>
          <w:p w14:paraId="71D4C242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B2B2B2" w:themeFill="accent4" w:themeFillTint="99"/>
          </w:tcPr>
          <w:p w14:paraId="0A2D60BB" w14:textId="224B2112" w:rsidR="007319AF" w:rsidRDefault="007319AF" w:rsidP="007319AF">
            <w:pPr>
              <w:rPr>
                <w:rtl/>
                <w:lang w:bidi="he-IL"/>
              </w:rPr>
            </w:pPr>
            <w:r>
              <w:rPr>
                <w:lang w:bidi="he-IL"/>
              </w:rPr>
              <w:t>Teacher's Training</w:t>
            </w:r>
          </w:p>
        </w:tc>
        <w:tc>
          <w:tcPr>
            <w:tcW w:w="796" w:type="dxa"/>
            <w:shd w:val="clear" w:color="auto" w:fill="B2B2B2" w:themeFill="accent4" w:themeFillTint="99"/>
          </w:tcPr>
          <w:p w14:paraId="09E49810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B2B2B2" w:themeFill="accent4" w:themeFillTint="99"/>
          </w:tcPr>
          <w:p w14:paraId="21AA6525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B2B2B2" w:themeFill="accent4" w:themeFillTint="99"/>
          </w:tcPr>
          <w:p w14:paraId="20F71349" w14:textId="77777777" w:rsidR="007319AF" w:rsidRDefault="007319AF" w:rsidP="007319AF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B2B2B2" w:themeFill="accent4" w:themeFillTint="99"/>
          </w:tcPr>
          <w:p w14:paraId="41AB9F00" w14:textId="77777777" w:rsidR="007319AF" w:rsidRDefault="007319AF" w:rsidP="007319AF">
            <w:pPr>
              <w:rPr>
                <w:lang w:bidi="he-IL"/>
              </w:rPr>
            </w:pPr>
          </w:p>
        </w:tc>
      </w:tr>
      <w:tr w:rsidR="007319AF" w14:paraId="1B23101A" w14:textId="77777777" w:rsidTr="00AA2763">
        <w:tc>
          <w:tcPr>
            <w:tcW w:w="806" w:type="dxa"/>
          </w:tcPr>
          <w:p w14:paraId="5A860670" w14:textId="1362A6A9" w:rsidR="007319AF" w:rsidRDefault="00BC291B" w:rsidP="007319AF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62B1D0D2" w14:textId="263DA097" w:rsidR="007319AF" w:rsidRDefault="00BC291B" w:rsidP="007319AF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5AA4EE31" w14:textId="0B208DD8" w:rsidR="007319AF" w:rsidRDefault="00BC291B" w:rsidP="007319AF">
            <w:pPr>
              <w:rPr>
                <w:lang w:bidi="he-IL"/>
              </w:rPr>
            </w:pPr>
            <w:r>
              <w:rPr>
                <w:lang w:bidi="he-IL"/>
              </w:rPr>
              <w:t>61001.1.4</w:t>
            </w:r>
          </w:p>
        </w:tc>
        <w:tc>
          <w:tcPr>
            <w:tcW w:w="2698" w:type="dxa"/>
          </w:tcPr>
          <w:p w14:paraId="0452A8D8" w14:textId="0095B6C0" w:rsidR="007319AF" w:rsidRDefault="00BC291B" w:rsidP="007319AF">
            <w:pPr>
              <w:rPr>
                <w:lang w:bidi="he-IL"/>
              </w:rPr>
            </w:pPr>
            <w:r>
              <w:rPr>
                <w:lang w:bidi="he-IL"/>
              </w:rPr>
              <w:t xml:space="preserve">Pedagogical </w:t>
            </w:r>
            <w:r w:rsidR="001A10BC">
              <w:rPr>
                <w:lang w:bidi="he-IL"/>
              </w:rPr>
              <w:t>Field Trip</w:t>
            </w:r>
            <w:r>
              <w:rPr>
                <w:lang w:bidi="he-IL"/>
              </w:rPr>
              <w:t>s to become familiar with the structure of the Educational System</w:t>
            </w:r>
          </w:p>
        </w:tc>
        <w:tc>
          <w:tcPr>
            <w:tcW w:w="796" w:type="dxa"/>
          </w:tcPr>
          <w:p w14:paraId="72240E2E" w14:textId="76313A87" w:rsidR="007319AF" w:rsidRDefault="00B932ED" w:rsidP="007319AF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6C40DEE3" w14:textId="0D780527" w:rsidR="007319AF" w:rsidRDefault="00B932ED" w:rsidP="007319AF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0FB3A520" w14:textId="67241121" w:rsidR="007319AF" w:rsidRDefault="00B932ED" w:rsidP="007319AF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Gelbar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Naaomi</w:t>
            </w:r>
            <w:proofErr w:type="spellEnd"/>
          </w:p>
        </w:tc>
        <w:tc>
          <w:tcPr>
            <w:tcW w:w="812" w:type="dxa"/>
          </w:tcPr>
          <w:p w14:paraId="79D27D6F" w14:textId="6588CACA" w:rsidR="007319AF" w:rsidRDefault="00B932ED" w:rsidP="007319AF">
            <w:pPr>
              <w:rPr>
                <w:lang w:bidi="he-IL"/>
              </w:rPr>
            </w:pPr>
            <w:r>
              <w:rPr>
                <w:lang w:bidi="he-IL"/>
              </w:rPr>
              <w:t>96</w:t>
            </w:r>
          </w:p>
        </w:tc>
      </w:tr>
      <w:tr w:rsidR="00B932ED" w14:paraId="3B031850" w14:textId="77777777" w:rsidTr="00AA2763">
        <w:tc>
          <w:tcPr>
            <w:tcW w:w="806" w:type="dxa"/>
          </w:tcPr>
          <w:p w14:paraId="7B7FD697" w14:textId="7F4F0C8F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lastRenderedPageBreak/>
              <w:t>5773</w:t>
            </w:r>
          </w:p>
        </w:tc>
        <w:tc>
          <w:tcPr>
            <w:tcW w:w="1238" w:type="dxa"/>
          </w:tcPr>
          <w:p w14:paraId="72585F94" w14:textId="2546868A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4357B35E" w14:textId="4CA4CB1A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61002.1.3</w:t>
            </w:r>
          </w:p>
        </w:tc>
        <w:tc>
          <w:tcPr>
            <w:tcW w:w="2698" w:type="dxa"/>
          </w:tcPr>
          <w:p w14:paraId="1688E7B4" w14:textId="3E813409" w:rsidR="00B932ED" w:rsidRDefault="00B932ED" w:rsidP="00B932ED">
            <w:pPr>
              <w:rPr>
                <w:lang w:bidi="he-IL"/>
              </w:rPr>
            </w:pPr>
            <w:r>
              <w:rPr>
                <w:rFonts w:hint="cs"/>
                <w:lang w:bidi="he-IL"/>
              </w:rPr>
              <w:t>P</w:t>
            </w:r>
            <w:r>
              <w:rPr>
                <w:lang w:bidi="he-IL"/>
              </w:rPr>
              <w:t>ractical experience, concentrated</w:t>
            </w:r>
          </w:p>
        </w:tc>
        <w:tc>
          <w:tcPr>
            <w:tcW w:w="796" w:type="dxa"/>
          </w:tcPr>
          <w:p w14:paraId="1D2DB3F8" w14:textId="0ACF7A1B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7D5DE0D2" w14:textId="691EA63F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1586CD2E" w14:textId="42B0B6B5" w:rsidR="00B932ED" w:rsidRDefault="00B932ED" w:rsidP="00B932ED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Gelbar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Naaomi</w:t>
            </w:r>
            <w:proofErr w:type="spellEnd"/>
          </w:p>
        </w:tc>
        <w:tc>
          <w:tcPr>
            <w:tcW w:w="812" w:type="dxa"/>
          </w:tcPr>
          <w:p w14:paraId="6F7A1EF9" w14:textId="01C51609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93</w:t>
            </w:r>
          </w:p>
        </w:tc>
      </w:tr>
      <w:tr w:rsidR="00B932ED" w14:paraId="2E724BF5" w14:textId="77777777" w:rsidTr="00AA2763">
        <w:tc>
          <w:tcPr>
            <w:tcW w:w="806" w:type="dxa"/>
          </w:tcPr>
          <w:p w14:paraId="769AFF55" w14:textId="5783CF40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33424A6E" w14:textId="1DA43321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112E1CD4" w14:textId="305639C5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40608.1.1</w:t>
            </w:r>
          </w:p>
        </w:tc>
        <w:tc>
          <w:tcPr>
            <w:tcW w:w="2698" w:type="dxa"/>
          </w:tcPr>
          <w:p w14:paraId="3114B3B4" w14:textId="432030C7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Practical experience in the Science Museum</w:t>
            </w:r>
          </w:p>
        </w:tc>
        <w:tc>
          <w:tcPr>
            <w:tcW w:w="796" w:type="dxa"/>
          </w:tcPr>
          <w:p w14:paraId="023ECD32" w14:textId="6D72BD8E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903" w:type="dxa"/>
          </w:tcPr>
          <w:p w14:paraId="3E52B19C" w14:textId="33BCC522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1933" w:type="dxa"/>
          </w:tcPr>
          <w:p w14:paraId="05747B3B" w14:textId="4D88BBE3" w:rsidR="00B932ED" w:rsidRDefault="00B932ED" w:rsidP="00B932ED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Yechieli</w:t>
            </w:r>
            <w:proofErr w:type="spellEnd"/>
            <w:r>
              <w:rPr>
                <w:lang w:bidi="he-IL"/>
              </w:rPr>
              <w:t xml:space="preserve"> Tamar</w:t>
            </w:r>
          </w:p>
        </w:tc>
        <w:tc>
          <w:tcPr>
            <w:tcW w:w="812" w:type="dxa"/>
          </w:tcPr>
          <w:p w14:paraId="60A82A79" w14:textId="4A9EF6ED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B932ED" w14:paraId="7F48D9D9" w14:textId="77777777" w:rsidTr="00AA2763">
        <w:tc>
          <w:tcPr>
            <w:tcW w:w="806" w:type="dxa"/>
          </w:tcPr>
          <w:p w14:paraId="1A0CC630" w14:textId="16C2390C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771BDD53" w14:textId="3F4A280B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0306BAB5" w14:textId="18BE8C35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40609.1.1</w:t>
            </w:r>
          </w:p>
        </w:tc>
        <w:tc>
          <w:tcPr>
            <w:tcW w:w="2698" w:type="dxa"/>
          </w:tcPr>
          <w:p w14:paraId="3435677B" w14:textId="3F077633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Practical experience in the school</w:t>
            </w:r>
          </w:p>
        </w:tc>
        <w:tc>
          <w:tcPr>
            <w:tcW w:w="796" w:type="dxa"/>
          </w:tcPr>
          <w:p w14:paraId="7FCF9639" w14:textId="285BAD67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903" w:type="dxa"/>
          </w:tcPr>
          <w:p w14:paraId="59C316EB" w14:textId="67665808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1933" w:type="dxa"/>
          </w:tcPr>
          <w:p w14:paraId="2C532C49" w14:textId="54BB61E9" w:rsidR="00B932ED" w:rsidRDefault="00B932ED" w:rsidP="00B932ED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Yechieli</w:t>
            </w:r>
            <w:proofErr w:type="spellEnd"/>
            <w:r>
              <w:rPr>
                <w:lang w:bidi="he-IL"/>
              </w:rPr>
              <w:t xml:space="preserve"> Tamar</w:t>
            </w:r>
          </w:p>
        </w:tc>
        <w:tc>
          <w:tcPr>
            <w:tcW w:w="812" w:type="dxa"/>
          </w:tcPr>
          <w:p w14:paraId="0DD6AA1D" w14:textId="322295D1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80</w:t>
            </w:r>
          </w:p>
        </w:tc>
      </w:tr>
      <w:tr w:rsidR="00B932ED" w14:paraId="43679D9F" w14:textId="77777777" w:rsidTr="00AA2763">
        <w:tc>
          <w:tcPr>
            <w:tcW w:w="806" w:type="dxa"/>
            <w:tcBorders>
              <w:bottom w:val="single" w:sz="4" w:space="0" w:color="auto"/>
            </w:tcBorders>
          </w:tcPr>
          <w:p w14:paraId="3805E742" w14:textId="45CB6063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55859209" w14:textId="2916F949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004052EB" w14:textId="639908F2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40607.1.2</w:t>
            </w: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3EB9A736" w14:textId="77D6BBEE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Guided teaching experience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7350920A" w14:textId="7C81F4BB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5.00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74FF8689" w14:textId="084CD23C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09D92E2F" w14:textId="6B245DBB" w:rsidR="00B932ED" w:rsidRDefault="00B932ED" w:rsidP="00B932ED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Se'anni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Meirav</w:t>
            </w:r>
            <w:proofErr w:type="spellEnd"/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6BCD70A7" w14:textId="68B79E9E" w:rsidR="00B932ED" w:rsidRDefault="00B932ED" w:rsidP="00B932ED">
            <w:pPr>
              <w:rPr>
                <w:lang w:bidi="he-IL"/>
              </w:rPr>
            </w:pPr>
            <w:r>
              <w:rPr>
                <w:lang w:bidi="he-IL"/>
              </w:rPr>
              <w:t>94</w:t>
            </w:r>
          </w:p>
        </w:tc>
      </w:tr>
      <w:tr w:rsidR="00B932ED" w14:paraId="37C5A7AF" w14:textId="77777777" w:rsidTr="00AA2763">
        <w:tc>
          <w:tcPr>
            <w:tcW w:w="806" w:type="dxa"/>
            <w:shd w:val="clear" w:color="auto" w:fill="B2B2B2" w:themeFill="accent4" w:themeFillTint="99"/>
          </w:tcPr>
          <w:p w14:paraId="7F63D40C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1238" w:type="dxa"/>
            <w:shd w:val="clear" w:color="auto" w:fill="B2B2B2" w:themeFill="accent4" w:themeFillTint="99"/>
          </w:tcPr>
          <w:p w14:paraId="33CAD163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1380" w:type="dxa"/>
            <w:shd w:val="clear" w:color="auto" w:fill="B2B2B2" w:themeFill="accent4" w:themeFillTint="99"/>
          </w:tcPr>
          <w:p w14:paraId="06CF94B7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2698" w:type="dxa"/>
            <w:shd w:val="clear" w:color="auto" w:fill="B2B2B2" w:themeFill="accent4" w:themeFillTint="99"/>
          </w:tcPr>
          <w:p w14:paraId="6488EA79" w14:textId="47F4CF7A" w:rsidR="00B932ED" w:rsidRDefault="00974EF5" w:rsidP="00B932ED">
            <w:pPr>
              <w:rPr>
                <w:lang w:bidi="he-IL"/>
              </w:rPr>
            </w:pPr>
            <w:r>
              <w:rPr>
                <w:lang w:bidi="he-IL"/>
              </w:rPr>
              <w:t>Natural Sciences: Biology Division</w:t>
            </w:r>
          </w:p>
        </w:tc>
        <w:tc>
          <w:tcPr>
            <w:tcW w:w="796" w:type="dxa"/>
            <w:shd w:val="clear" w:color="auto" w:fill="B2B2B2" w:themeFill="accent4" w:themeFillTint="99"/>
          </w:tcPr>
          <w:p w14:paraId="7398146C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B2B2B2" w:themeFill="accent4" w:themeFillTint="99"/>
          </w:tcPr>
          <w:p w14:paraId="2C5465BA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1933" w:type="dxa"/>
            <w:shd w:val="clear" w:color="auto" w:fill="B2B2B2" w:themeFill="accent4" w:themeFillTint="99"/>
          </w:tcPr>
          <w:p w14:paraId="3CCF5907" w14:textId="77777777" w:rsidR="00B932ED" w:rsidRDefault="00B932ED" w:rsidP="00B932ED">
            <w:pPr>
              <w:rPr>
                <w:lang w:bidi="he-IL"/>
              </w:rPr>
            </w:pPr>
          </w:p>
        </w:tc>
        <w:tc>
          <w:tcPr>
            <w:tcW w:w="812" w:type="dxa"/>
            <w:shd w:val="clear" w:color="auto" w:fill="B2B2B2" w:themeFill="accent4" w:themeFillTint="99"/>
          </w:tcPr>
          <w:p w14:paraId="79972DD1" w14:textId="77777777" w:rsidR="00B932ED" w:rsidRDefault="00B932ED" w:rsidP="00B932ED">
            <w:pPr>
              <w:rPr>
                <w:lang w:bidi="he-IL"/>
              </w:rPr>
            </w:pPr>
          </w:p>
        </w:tc>
      </w:tr>
      <w:tr w:rsidR="00B932ED" w14:paraId="22511ECE" w14:textId="77777777" w:rsidTr="00AA2763">
        <w:tc>
          <w:tcPr>
            <w:tcW w:w="806" w:type="dxa"/>
          </w:tcPr>
          <w:p w14:paraId="7A47A3B7" w14:textId="144F2B11" w:rsidR="00B932ED" w:rsidRDefault="005C794B" w:rsidP="00B932ED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29609C91" w14:textId="3C33E9AB" w:rsidR="00B932ED" w:rsidRDefault="005C794B" w:rsidP="00B932ED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7A632E87" w14:textId="660951DB" w:rsidR="00B932ED" w:rsidRDefault="00EC23FE" w:rsidP="00B932ED">
            <w:pPr>
              <w:rPr>
                <w:lang w:bidi="he-IL"/>
              </w:rPr>
            </w:pPr>
            <w:r>
              <w:rPr>
                <w:lang w:bidi="he-IL"/>
              </w:rPr>
              <w:t>40002.1.1</w:t>
            </w:r>
          </w:p>
        </w:tc>
        <w:tc>
          <w:tcPr>
            <w:tcW w:w="2698" w:type="dxa"/>
          </w:tcPr>
          <w:p w14:paraId="49FCF8AA" w14:textId="68F7D2E1" w:rsidR="00B932ED" w:rsidRDefault="00EC23FE" w:rsidP="00B932ED">
            <w:pPr>
              <w:rPr>
                <w:lang w:bidi="he-IL"/>
              </w:rPr>
            </w:pPr>
            <w:r>
              <w:rPr>
                <w:lang w:bidi="he-IL"/>
              </w:rPr>
              <w:t xml:space="preserve">Introduction to Ecology + </w:t>
            </w:r>
            <w:r w:rsidR="001A10BC">
              <w:rPr>
                <w:lang w:bidi="he-IL"/>
              </w:rPr>
              <w:t>Field Trip</w:t>
            </w:r>
            <w:r>
              <w:rPr>
                <w:lang w:bidi="he-IL"/>
              </w:rPr>
              <w:t>s</w:t>
            </w:r>
          </w:p>
        </w:tc>
        <w:tc>
          <w:tcPr>
            <w:tcW w:w="796" w:type="dxa"/>
          </w:tcPr>
          <w:p w14:paraId="08DC62E9" w14:textId="344431C6" w:rsidR="00B932ED" w:rsidRDefault="00EC23FE" w:rsidP="00B932ED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09CB2D42" w14:textId="65E6F39F" w:rsidR="00B932ED" w:rsidRDefault="00EC23FE" w:rsidP="00B932ED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529401AF" w14:textId="0A5E64F2" w:rsidR="00B932ED" w:rsidRDefault="008364B9" w:rsidP="00B932ED">
            <w:pPr>
              <w:rPr>
                <w:lang w:bidi="he-IL"/>
              </w:rPr>
            </w:pPr>
            <w:r>
              <w:rPr>
                <w:lang w:bidi="he-IL"/>
              </w:rPr>
              <w:t>Bar-Shai Noam</w:t>
            </w:r>
          </w:p>
        </w:tc>
        <w:tc>
          <w:tcPr>
            <w:tcW w:w="812" w:type="dxa"/>
          </w:tcPr>
          <w:p w14:paraId="13118612" w14:textId="30800D00" w:rsidR="00B932ED" w:rsidRDefault="008364B9" w:rsidP="00B932ED">
            <w:pPr>
              <w:rPr>
                <w:lang w:bidi="he-IL"/>
              </w:rPr>
            </w:pPr>
            <w:r>
              <w:rPr>
                <w:lang w:bidi="he-IL"/>
              </w:rPr>
              <w:t>84</w:t>
            </w:r>
          </w:p>
        </w:tc>
      </w:tr>
      <w:tr w:rsidR="005C794B" w14:paraId="637A12F5" w14:textId="77777777" w:rsidTr="00AA2763">
        <w:tc>
          <w:tcPr>
            <w:tcW w:w="806" w:type="dxa"/>
          </w:tcPr>
          <w:p w14:paraId="02667F18" w14:textId="3670856D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31265D5D" w14:textId="15BB68FD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27D8819F" w14:textId="06672CD7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40009.1.1</w:t>
            </w:r>
          </w:p>
        </w:tc>
        <w:tc>
          <w:tcPr>
            <w:tcW w:w="2698" w:type="dxa"/>
          </w:tcPr>
          <w:p w14:paraId="37F16A28" w14:textId="74B70CF3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 xml:space="preserve">Introduction to Botany + </w:t>
            </w:r>
            <w:r w:rsidR="001A10BC">
              <w:rPr>
                <w:lang w:bidi="he-IL"/>
              </w:rPr>
              <w:t>Field Trip</w:t>
            </w:r>
            <w:r>
              <w:rPr>
                <w:lang w:bidi="he-IL"/>
              </w:rPr>
              <w:t>s</w:t>
            </w:r>
          </w:p>
        </w:tc>
        <w:tc>
          <w:tcPr>
            <w:tcW w:w="796" w:type="dxa"/>
          </w:tcPr>
          <w:p w14:paraId="43825F9E" w14:textId="4B1E4B9C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903" w:type="dxa"/>
          </w:tcPr>
          <w:p w14:paraId="7B9AF721" w14:textId="538C70C8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1933" w:type="dxa"/>
          </w:tcPr>
          <w:p w14:paraId="030798D0" w14:textId="575FBBA3" w:rsidR="005C794B" w:rsidRDefault="008364B9" w:rsidP="005C79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Reuveni</w:t>
            </w:r>
            <w:proofErr w:type="spellEnd"/>
            <w:r>
              <w:rPr>
                <w:lang w:bidi="he-IL"/>
              </w:rPr>
              <w:t xml:space="preserve"> Yosef</w:t>
            </w:r>
          </w:p>
        </w:tc>
        <w:tc>
          <w:tcPr>
            <w:tcW w:w="812" w:type="dxa"/>
          </w:tcPr>
          <w:p w14:paraId="557E25B9" w14:textId="4BC42F9D" w:rsidR="005C794B" w:rsidRDefault="008364B9" w:rsidP="005C794B">
            <w:pPr>
              <w:rPr>
                <w:lang w:bidi="he-IL"/>
              </w:rPr>
            </w:pPr>
            <w:r>
              <w:rPr>
                <w:lang w:bidi="he-IL"/>
              </w:rPr>
              <w:t>90</w:t>
            </w:r>
          </w:p>
        </w:tc>
      </w:tr>
      <w:tr w:rsidR="005C794B" w14:paraId="1EEC6589" w14:textId="77777777" w:rsidTr="00AA2763">
        <w:tc>
          <w:tcPr>
            <w:tcW w:w="806" w:type="dxa"/>
          </w:tcPr>
          <w:p w14:paraId="1EC33B5C" w14:textId="51B762D6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42C8FA36" w14:textId="03579D0A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3333AF87" w14:textId="2F99B46B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40012.1.1</w:t>
            </w:r>
          </w:p>
        </w:tc>
        <w:tc>
          <w:tcPr>
            <w:tcW w:w="2698" w:type="dxa"/>
          </w:tcPr>
          <w:p w14:paraId="60E19393" w14:textId="5514F3A6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Introduction to Zoology</w:t>
            </w:r>
          </w:p>
        </w:tc>
        <w:tc>
          <w:tcPr>
            <w:tcW w:w="796" w:type="dxa"/>
          </w:tcPr>
          <w:p w14:paraId="48E75DD2" w14:textId="3A4537F6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6F071EF2" w14:textId="58DCAD29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7F3B2C10" w14:textId="73F258EE" w:rsidR="005C794B" w:rsidRDefault="008364B9" w:rsidP="005C79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Viscoth</w:t>
            </w:r>
            <w:proofErr w:type="spellEnd"/>
            <w:r>
              <w:rPr>
                <w:lang w:bidi="he-IL"/>
              </w:rPr>
              <w:t xml:space="preserve"> Ruth</w:t>
            </w:r>
          </w:p>
        </w:tc>
        <w:tc>
          <w:tcPr>
            <w:tcW w:w="812" w:type="dxa"/>
          </w:tcPr>
          <w:p w14:paraId="1C164F49" w14:textId="51F5DE01" w:rsidR="005C794B" w:rsidRDefault="008364B9" w:rsidP="005C794B">
            <w:pPr>
              <w:rPr>
                <w:lang w:bidi="he-IL"/>
              </w:rPr>
            </w:pPr>
            <w:r>
              <w:rPr>
                <w:lang w:bidi="he-IL"/>
              </w:rPr>
              <w:t>91</w:t>
            </w:r>
          </w:p>
        </w:tc>
      </w:tr>
      <w:tr w:rsidR="005C794B" w14:paraId="25EFE3DF" w14:textId="77777777" w:rsidTr="00AA2763">
        <w:tc>
          <w:tcPr>
            <w:tcW w:w="806" w:type="dxa"/>
          </w:tcPr>
          <w:p w14:paraId="0606EB93" w14:textId="53302E52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288268A" w14:textId="7A6DE7A3" w:rsidR="005C794B" w:rsidRDefault="005C794B" w:rsidP="005C794B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4C3B688E" w14:textId="320ACC23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40030.1.1</w:t>
            </w:r>
          </w:p>
        </w:tc>
        <w:tc>
          <w:tcPr>
            <w:tcW w:w="2698" w:type="dxa"/>
          </w:tcPr>
          <w:p w14:paraId="1E26E30F" w14:textId="7A1D7727" w:rsidR="005C794B" w:rsidRDefault="00EC23FE" w:rsidP="005C794B">
            <w:pPr>
              <w:rPr>
                <w:lang w:bidi="he-IL"/>
              </w:rPr>
            </w:pPr>
            <w:r>
              <w:rPr>
                <w:lang w:bidi="he-IL"/>
              </w:rPr>
              <w:t>Fundamentals in Biology</w:t>
            </w:r>
          </w:p>
        </w:tc>
        <w:tc>
          <w:tcPr>
            <w:tcW w:w="796" w:type="dxa"/>
          </w:tcPr>
          <w:p w14:paraId="54E17743" w14:textId="7495E257" w:rsidR="005C794B" w:rsidRDefault="008364B9" w:rsidP="005C794B">
            <w:pPr>
              <w:rPr>
                <w:lang w:bidi="he-IL"/>
              </w:rPr>
            </w:pPr>
            <w:r>
              <w:rPr>
                <w:lang w:bidi="he-IL"/>
              </w:rPr>
              <w:t>0.50</w:t>
            </w:r>
          </w:p>
        </w:tc>
        <w:tc>
          <w:tcPr>
            <w:tcW w:w="903" w:type="dxa"/>
          </w:tcPr>
          <w:p w14:paraId="68A923BF" w14:textId="3864C51E" w:rsidR="005C794B" w:rsidRDefault="008364B9" w:rsidP="005C794B">
            <w:pPr>
              <w:rPr>
                <w:lang w:bidi="he-IL"/>
              </w:rPr>
            </w:pPr>
            <w:r>
              <w:rPr>
                <w:lang w:bidi="he-IL"/>
              </w:rPr>
              <w:t>0.50</w:t>
            </w:r>
          </w:p>
        </w:tc>
        <w:tc>
          <w:tcPr>
            <w:tcW w:w="1933" w:type="dxa"/>
          </w:tcPr>
          <w:p w14:paraId="3BCD517F" w14:textId="119E1988" w:rsidR="005C794B" w:rsidRDefault="008364B9" w:rsidP="005C794B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Ra'anan</w:t>
            </w:r>
            <w:proofErr w:type="spellEnd"/>
            <w:r>
              <w:rPr>
                <w:lang w:bidi="he-IL"/>
              </w:rPr>
              <w:t xml:space="preserve"> Moshe</w:t>
            </w:r>
          </w:p>
        </w:tc>
        <w:tc>
          <w:tcPr>
            <w:tcW w:w="812" w:type="dxa"/>
          </w:tcPr>
          <w:p w14:paraId="4EBC3952" w14:textId="5D7DDDD9" w:rsidR="005C794B" w:rsidRDefault="00CE13F5" w:rsidP="005C794B">
            <w:pPr>
              <w:rPr>
                <w:lang w:bidi="he-IL"/>
              </w:rPr>
            </w:pPr>
            <w:r>
              <w:rPr>
                <w:lang w:bidi="he-IL"/>
              </w:rPr>
              <w:t>67</w:t>
            </w:r>
          </w:p>
        </w:tc>
      </w:tr>
      <w:tr w:rsidR="00952FCA" w14:paraId="71728EE8" w14:textId="77777777" w:rsidTr="00AA2763">
        <w:tc>
          <w:tcPr>
            <w:tcW w:w="806" w:type="dxa"/>
          </w:tcPr>
          <w:p w14:paraId="17423A1E" w14:textId="51190B67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62BC5651" w14:textId="5549D135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6E485992" w14:textId="61675D05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40010.1.1</w:t>
            </w:r>
          </w:p>
        </w:tc>
        <w:tc>
          <w:tcPr>
            <w:tcW w:w="2698" w:type="dxa"/>
          </w:tcPr>
          <w:p w14:paraId="68A12D06" w14:textId="71BEB9B8" w:rsidR="00952FCA" w:rsidRPr="00EC23FE" w:rsidRDefault="00EC23FE" w:rsidP="00952FCA">
            <w:r>
              <w:t>Introduction to the Cell Biology</w:t>
            </w:r>
          </w:p>
        </w:tc>
        <w:tc>
          <w:tcPr>
            <w:tcW w:w="796" w:type="dxa"/>
          </w:tcPr>
          <w:p w14:paraId="0A492A1B" w14:textId="4A7AAB41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33E10901" w14:textId="745B359D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5B2331DF" w14:textId="77E61008" w:rsidR="00952FCA" w:rsidRDefault="00CE13F5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Bazak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Ziva</w:t>
            </w:r>
            <w:proofErr w:type="spellEnd"/>
          </w:p>
        </w:tc>
        <w:tc>
          <w:tcPr>
            <w:tcW w:w="812" w:type="dxa"/>
          </w:tcPr>
          <w:p w14:paraId="703D0EED" w14:textId="79A28AE1" w:rsidR="00952FCA" w:rsidRDefault="00CE13F5" w:rsidP="00952FCA">
            <w:pPr>
              <w:rPr>
                <w:lang w:bidi="he-IL"/>
              </w:rPr>
            </w:pPr>
            <w:r>
              <w:rPr>
                <w:lang w:bidi="he-IL"/>
              </w:rPr>
              <w:t>92</w:t>
            </w:r>
          </w:p>
        </w:tc>
      </w:tr>
      <w:tr w:rsidR="00952FCA" w14:paraId="0F4C0946" w14:textId="77777777" w:rsidTr="00AA2763">
        <w:tc>
          <w:tcPr>
            <w:tcW w:w="806" w:type="dxa"/>
          </w:tcPr>
          <w:p w14:paraId="37AB8EBC" w14:textId="0888604C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4B8F84C2" w14:textId="0BEBC91B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5BE4E4BC" w14:textId="7A30D0F4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4016.2.1</w:t>
            </w:r>
          </w:p>
        </w:tc>
        <w:tc>
          <w:tcPr>
            <w:tcW w:w="2698" w:type="dxa"/>
          </w:tcPr>
          <w:p w14:paraId="7727ED77" w14:textId="0F38207A" w:rsidR="00952FCA" w:rsidRDefault="00587CF3" w:rsidP="00952FCA">
            <w:pPr>
              <w:rPr>
                <w:lang w:bidi="he-IL"/>
              </w:rPr>
            </w:pPr>
            <w:r>
              <w:rPr>
                <w:lang w:bidi="he-IL"/>
              </w:rPr>
              <w:t>Microbiology, Lecture</w:t>
            </w:r>
          </w:p>
        </w:tc>
        <w:tc>
          <w:tcPr>
            <w:tcW w:w="796" w:type="dxa"/>
          </w:tcPr>
          <w:p w14:paraId="51CDE105" w14:textId="5102A0A6" w:rsidR="00952FCA" w:rsidRDefault="00587CF3" w:rsidP="00952FCA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623E6125" w14:textId="1D90852F" w:rsidR="00952FCA" w:rsidRDefault="00587CF3" w:rsidP="00952FCA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0E21AA9A" w14:textId="59C44EDB" w:rsidR="00952FCA" w:rsidRDefault="00CE13F5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Frankenburg</w:t>
            </w:r>
            <w:proofErr w:type="spellEnd"/>
            <w:r>
              <w:rPr>
                <w:lang w:bidi="he-IL"/>
              </w:rPr>
              <w:t xml:space="preserve"> Shoshana</w:t>
            </w:r>
          </w:p>
        </w:tc>
        <w:tc>
          <w:tcPr>
            <w:tcW w:w="812" w:type="dxa"/>
          </w:tcPr>
          <w:p w14:paraId="3C9A8779" w14:textId="5D05F523" w:rsidR="00952FCA" w:rsidRDefault="00CE13F5" w:rsidP="00952FCA">
            <w:pPr>
              <w:rPr>
                <w:lang w:bidi="he-IL"/>
              </w:rPr>
            </w:pPr>
            <w:r>
              <w:rPr>
                <w:lang w:bidi="he-IL"/>
              </w:rPr>
              <w:t>84</w:t>
            </w:r>
          </w:p>
        </w:tc>
      </w:tr>
      <w:tr w:rsidR="00952FCA" w14:paraId="473D2E34" w14:textId="77777777" w:rsidTr="00AA2763">
        <w:tc>
          <w:tcPr>
            <w:tcW w:w="806" w:type="dxa"/>
          </w:tcPr>
          <w:p w14:paraId="211F3C40" w14:textId="05E652EC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46571D05" w14:textId="6F8EC508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17012462" w14:textId="62A1C5B9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40005.1.1</w:t>
            </w:r>
          </w:p>
        </w:tc>
        <w:tc>
          <w:tcPr>
            <w:tcW w:w="2698" w:type="dxa"/>
          </w:tcPr>
          <w:p w14:paraId="21DD75BB" w14:textId="11261382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Molecular Biology</w:t>
            </w:r>
          </w:p>
        </w:tc>
        <w:tc>
          <w:tcPr>
            <w:tcW w:w="796" w:type="dxa"/>
          </w:tcPr>
          <w:p w14:paraId="47FA4E44" w14:textId="0FAC9E21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68995D8B" w14:textId="38E4E5F5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5EA68B57" w14:textId="2508C5E8" w:rsidR="00952FCA" w:rsidRDefault="000C57A6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Ruzitzky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Bracha</w:t>
            </w:r>
            <w:proofErr w:type="spellEnd"/>
          </w:p>
        </w:tc>
        <w:tc>
          <w:tcPr>
            <w:tcW w:w="812" w:type="dxa"/>
          </w:tcPr>
          <w:p w14:paraId="363C6D63" w14:textId="525E3EF4" w:rsidR="00952FCA" w:rsidRDefault="000C57A6" w:rsidP="00952FCA">
            <w:pPr>
              <w:rPr>
                <w:lang w:bidi="he-IL"/>
              </w:rPr>
            </w:pPr>
            <w:r>
              <w:rPr>
                <w:lang w:bidi="he-IL"/>
              </w:rPr>
              <w:t>86</w:t>
            </w:r>
          </w:p>
        </w:tc>
      </w:tr>
      <w:tr w:rsidR="00952FCA" w14:paraId="477034FA" w14:textId="77777777" w:rsidTr="00AA2763">
        <w:tc>
          <w:tcPr>
            <w:tcW w:w="806" w:type="dxa"/>
          </w:tcPr>
          <w:p w14:paraId="0238E77A" w14:textId="774685BC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5C14E43F" w14:textId="5329B4E6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2885362F" w14:textId="7E024D77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40007.1.1</w:t>
            </w:r>
          </w:p>
        </w:tc>
        <w:tc>
          <w:tcPr>
            <w:tcW w:w="2698" w:type="dxa"/>
          </w:tcPr>
          <w:p w14:paraId="197C65C5" w14:textId="0CF8EF4B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Genetics, Lecture</w:t>
            </w:r>
          </w:p>
        </w:tc>
        <w:tc>
          <w:tcPr>
            <w:tcW w:w="796" w:type="dxa"/>
          </w:tcPr>
          <w:p w14:paraId="5458EEFD" w14:textId="0BA63978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72D53121" w14:textId="2771AFDE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933" w:type="dxa"/>
          </w:tcPr>
          <w:p w14:paraId="77CABB4B" w14:textId="11CCF07A" w:rsidR="00952FCA" w:rsidRDefault="000C57A6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Ruzitzky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Bracha</w:t>
            </w:r>
            <w:proofErr w:type="spellEnd"/>
          </w:p>
        </w:tc>
        <w:tc>
          <w:tcPr>
            <w:tcW w:w="812" w:type="dxa"/>
          </w:tcPr>
          <w:p w14:paraId="37801346" w14:textId="53823121" w:rsidR="00952FCA" w:rsidRDefault="000C57A6" w:rsidP="00952FCA">
            <w:pPr>
              <w:rPr>
                <w:lang w:bidi="he-IL"/>
              </w:rPr>
            </w:pPr>
            <w:r>
              <w:rPr>
                <w:lang w:bidi="he-IL"/>
              </w:rPr>
              <w:t>80</w:t>
            </w:r>
          </w:p>
        </w:tc>
      </w:tr>
      <w:tr w:rsidR="00952FCA" w14:paraId="4CD3CF78" w14:textId="77777777" w:rsidTr="00AA2763">
        <w:tc>
          <w:tcPr>
            <w:tcW w:w="806" w:type="dxa"/>
          </w:tcPr>
          <w:p w14:paraId="1425A96B" w14:textId="081DDE63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38" w:type="dxa"/>
          </w:tcPr>
          <w:p w14:paraId="03E13761" w14:textId="2F07178F" w:rsidR="00952FCA" w:rsidRDefault="00952FCA" w:rsidP="00952FCA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80" w:type="dxa"/>
          </w:tcPr>
          <w:p w14:paraId="72163EFB" w14:textId="055A4083" w:rsidR="00952FCA" w:rsidRDefault="00EC23FE" w:rsidP="00952FCA">
            <w:pPr>
              <w:rPr>
                <w:lang w:bidi="he-IL"/>
              </w:rPr>
            </w:pPr>
            <w:r>
              <w:rPr>
                <w:lang w:bidi="he-IL"/>
              </w:rPr>
              <w:t>40018.1.1</w:t>
            </w:r>
          </w:p>
        </w:tc>
        <w:tc>
          <w:tcPr>
            <w:tcW w:w="2698" w:type="dxa"/>
          </w:tcPr>
          <w:p w14:paraId="5A7B0C9B" w14:textId="3142C583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Mathematics</w:t>
            </w:r>
          </w:p>
        </w:tc>
        <w:tc>
          <w:tcPr>
            <w:tcW w:w="796" w:type="dxa"/>
          </w:tcPr>
          <w:p w14:paraId="3D9F8607" w14:textId="1C466F56" w:rsidR="00952FCA" w:rsidRDefault="0051319C" w:rsidP="00952FCA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903" w:type="dxa"/>
          </w:tcPr>
          <w:p w14:paraId="2BE58DB7" w14:textId="6BC834B3" w:rsidR="0051319C" w:rsidRDefault="0051319C" w:rsidP="0051319C">
            <w:pPr>
              <w:rPr>
                <w:lang w:bidi="he-IL"/>
              </w:rPr>
            </w:pPr>
            <w:r>
              <w:rPr>
                <w:lang w:bidi="he-IL"/>
              </w:rPr>
              <w:t>2.50</w:t>
            </w:r>
          </w:p>
        </w:tc>
        <w:tc>
          <w:tcPr>
            <w:tcW w:w="1933" w:type="dxa"/>
          </w:tcPr>
          <w:p w14:paraId="207A70C9" w14:textId="02897236" w:rsidR="00952FCA" w:rsidRDefault="000C57A6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Lavrik</w:t>
            </w:r>
            <w:proofErr w:type="spellEnd"/>
            <w:r>
              <w:rPr>
                <w:lang w:bidi="he-IL"/>
              </w:rPr>
              <w:t xml:space="preserve"> Valentina</w:t>
            </w:r>
          </w:p>
        </w:tc>
        <w:tc>
          <w:tcPr>
            <w:tcW w:w="812" w:type="dxa"/>
          </w:tcPr>
          <w:p w14:paraId="1445978E" w14:textId="06FFE8E5" w:rsidR="00952FCA" w:rsidRDefault="000C57A6" w:rsidP="00952FCA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952FCA" w14:paraId="3FD3015B" w14:textId="77777777" w:rsidTr="00AA2763">
        <w:tc>
          <w:tcPr>
            <w:tcW w:w="806" w:type="dxa"/>
          </w:tcPr>
          <w:p w14:paraId="6EE0B0AD" w14:textId="5BBC3519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lastRenderedPageBreak/>
              <w:t>5774</w:t>
            </w:r>
          </w:p>
        </w:tc>
        <w:tc>
          <w:tcPr>
            <w:tcW w:w="1238" w:type="dxa"/>
          </w:tcPr>
          <w:p w14:paraId="3CE6C5AC" w14:textId="17D12F4A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A</w:t>
            </w:r>
          </w:p>
        </w:tc>
        <w:tc>
          <w:tcPr>
            <w:tcW w:w="1380" w:type="dxa"/>
          </w:tcPr>
          <w:p w14:paraId="7C3A35D1" w14:textId="40258563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40015.1.1</w:t>
            </w:r>
          </w:p>
        </w:tc>
        <w:tc>
          <w:tcPr>
            <w:tcW w:w="2698" w:type="dxa"/>
          </w:tcPr>
          <w:p w14:paraId="602F8710" w14:textId="393E3522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Introduction to Animal Physiology</w:t>
            </w:r>
          </w:p>
        </w:tc>
        <w:tc>
          <w:tcPr>
            <w:tcW w:w="796" w:type="dxa"/>
          </w:tcPr>
          <w:p w14:paraId="1A5D5FA2" w14:textId="21CAD2EF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0B2A9622" w14:textId="6C781BBA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7BCE4661" w14:textId="1E8B9902" w:rsidR="00952FCA" w:rsidRDefault="00AA2763" w:rsidP="00952FCA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Pentilat</w:t>
            </w:r>
            <w:proofErr w:type="spellEnd"/>
            <w:r>
              <w:rPr>
                <w:lang w:bidi="he-IL"/>
              </w:rPr>
              <w:t xml:space="preserve"> Sarah</w:t>
            </w:r>
          </w:p>
        </w:tc>
        <w:tc>
          <w:tcPr>
            <w:tcW w:w="812" w:type="dxa"/>
          </w:tcPr>
          <w:p w14:paraId="336EE1A3" w14:textId="1199C3D4" w:rsidR="00952FCA" w:rsidRDefault="00AA2763" w:rsidP="00952FCA">
            <w:pPr>
              <w:rPr>
                <w:lang w:bidi="he-IL"/>
              </w:rPr>
            </w:pPr>
            <w:r>
              <w:rPr>
                <w:lang w:bidi="he-IL"/>
              </w:rPr>
              <w:t>89</w:t>
            </w:r>
          </w:p>
        </w:tc>
      </w:tr>
      <w:tr w:rsidR="00AA2763" w14:paraId="6477A175" w14:textId="77777777" w:rsidTr="00AA2763">
        <w:tc>
          <w:tcPr>
            <w:tcW w:w="806" w:type="dxa"/>
          </w:tcPr>
          <w:p w14:paraId="7361B5C3" w14:textId="673D9FCA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0686FD45" w14:textId="4F0FFA21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03AEE443" w14:textId="3C64C22A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40023.1.1</w:t>
            </w:r>
          </w:p>
        </w:tc>
        <w:tc>
          <w:tcPr>
            <w:tcW w:w="2698" w:type="dxa"/>
          </w:tcPr>
          <w:p w14:paraId="6777878C" w14:textId="67E6E078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 xml:space="preserve">Physiology of the Blood and Respiration </w:t>
            </w:r>
          </w:p>
        </w:tc>
        <w:tc>
          <w:tcPr>
            <w:tcW w:w="796" w:type="dxa"/>
          </w:tcPr>
          <w:p w14:paraId="6F980250" w14:textId="64B03FCF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59DABF4" w14:textId="588CE747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7CDA70E6" w14:textId="486859BF" w:rsidR="00AA2763" w:rsidRDefault="00AA2763" w:rsidP="00AA2763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Pentilat</w:t>
            </w:r>
            <w:proofErr w:type="spellEnd"/>
            <w:r>
              <w:rPr>
                <w:lang w:bidi="he-IL"/>
              </w:rPr>
              <w:t xml:space="preserve"> Sarah</w:t>
            </w:r>
          </w:p>
        </w:tc>
        <w:tc>
          <w:tcPr>
            <w:tcW w:w="812" w:type="dxa"/>
          </w:tcPr>
          <w:p w14:paraId="632A2FC6" w14:textId="15DC2500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78</w:t>
            </w:r>
          </w:p>
        </w:tc>
      </w:tr>
      <w:tr w:rsidR="00AA2763" w14:paraId="4531B07B" w14:textId="77777777" w:rsidTr="00AA2763">
        <w:tc>
          <w:tcPr>
            <w:tcW w:w="806" w:type="dxa"/>
          </w:tcPr>
          <w:p w14:paraId="00088C18" w14:textId="114947EA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5774</w:t>
            </w:r>
          </w:p>
        </w:tc>
        <w:tc>
          <w:tcPr>
            <w:tcW w:w="1238" w:type="dxa"/>
          </w:tcPr>
          <w:p w14:paraId="62F32738" w14:textId="3829817D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Summer</w:t>
            </w:r>
          </w:p>
        </w:tc>
        <w:tc>
          <w:tcPr>
            <w:tcW w:w="1380" w:type="dxa"/>
          </w:tcPr>
          <w:p w14:paraId="25347985" w14:textId="5207D437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40026.1.1</w:t>
            </w:r>
          </w:p>
        </w:tc>
        <w:tc>
          <w:tcPr>
            <w:tcW w:w="2698" w:type="dxa"/>
          </w:tcPr>
          <w:p w14:paraId="6926B330" w14:textId="7FF476DE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Plant Physiology</w:t>
            </w:r>
          </w:p>
        </w:tc>
        <w:tc>
          <w:tcPr>
            <w:tcW w:w="796" w:type="dxa"/>
          </w:tcPr>
          <w:p w14:paraId="0CB52A68" w14:textId="10EBF4C9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1D2895D3" w14:textId="1182CCFD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933" w:type="dxa"/>
          </w:tcPr>
          <w:p w14:paraId="3908826A" w14:textId="5CD1BBDC" w:rsidR="00AA2763" w:rsidRDefault="0064797C" w:rsidP="00AA2763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Reuveni</w:t>
            </w:r>
            <w:proofErr w:type="spellEnd"/>
            <w:r>
              <w:rPr>
                <w:lang w:bidi="he-IL"/>
              </w:rPr>
              <w:t xml:space="preserve"> Yosef</w:t>
            </w:r>
          </w:p>
        </w:tc>
        <w:tc>
          <w:tcPr>
            <w:tcW w:w="812" w:type="dxa"/>
          </w:tcPr>
          <w:p w14:paraId="167FF048" w14:textId="5F3B39E5" w:rsidR="00AA2763" w:rsidRDefault="0064797C" w:rsidP="00AA2763">
            <w:pPr>
              <w:rPr>
                <w:lang w:bidi="he-IL"/>
              </w:rPr>
            </w:pPr>
            <w:r>
              <w:rPr>
                <w:lang w:bidi="he-IL"/>
              </w:rPr>
              <w:t>85</w:t>
            </w:r>
          </w:p>
        </w:tc>
      </w:tr>
      <w:tr w:rsidR="00AA2763" w14:paraId="2C04807A" w14:textId="77777777" w:rsidTr="00AA2763">
        <w:tc>
          <w:tcPr>
            <w:tcW w:w="806" w:type="dxa"/>
          </w:tcPr>
          <w:p w14:paraId="1B5B2CA9" w14:textId="2CA02C53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5775</w:t>
            </w:r>
          </w:p>
        </w:tc>
        <w:tc>
          <w:tcPr>
            <w:tcW w:w="1238" w:type="dxa"/>
          </w:tcPr>
          <w:p w14:paraId="13CCFED4" w14:textId="2B596630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80" w:type="dxa"/>
          </w:tcPr>
          <w:p w14:paraId="3A58D4AC" w14:textId="6340CE88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40003.1.1</w:t>
            </w:r>
          </w:p>
        </w:tc>
        <w:tc>
          <w:tcPr>
            <w:tcW w:w="2698" w:type="dxa"/>
          </w:tcPr>
          <w:p w14:paraId="7CE39329" w14:textId="0AA5CDFD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 xml:space="preserve">Plant Ecology, + </w:t>
            </w:r>
            <w:r w:rsidR="001A10BC">
              <w:rPr>
                <w:lang w:bidi="he-IL"/>
              </w:rPr>
              <w:t>Field Trip</w:t>
            </w:r>
            <w:r>
              <w:rPr>
                <w:lang w:bidi="he-IL"/>
              </w:rPr>
              <w:t>s</w:t>
            </w:r>
          </w:p>
        </w:tc>
        <w:tc>
          <w:tcPr>
            <w:tcW w:w="796" w:type="dxa"/>
          </w:tcPr>
          <w:p w14:paraId="41919371" w14:textId="48F6F97C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903" w:type="dxa"/>
          </w:tcPr>
          <w:p w14:paraId="08D22029" w14:textId="049B64F0" w:rsidR="00AA2763" w:rsidRDefault="00AA2763" w:rsidP="00AA2763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933" w:type="dxa"/>
          </w:tcPr>
          <w:p w14:paraId="00286AAA" w14:textId="6D0876E2" w:rsidR="00AA2763" w:rsidRDefault="0064797C" w:rsidP="00AA2763">
            <w:pPr>
              <w:rPr>
                <w:lang w:bidi="he-IL"/>
              </w:rPr>
            </w:pPr>
            <w:r>
              <w:rPr>
                <w:lang w:bidi="he-IL"/>
              </w:rPr>
              <w:t xml:space="preserve">Bar Shai </w:t>
            </w:r>
            <w:proofErr w:type="spellStart"/>
            <w:r>
              <w:rPr>
                <w:lang w:bidi="he-IL"/>
              </w:rPr>
              <w:t>No'am</w:t>
            </w:r>
            <w:proofErr w:type="spellEnd"/>
          </w:p>
        </w:tc>
        <w:tc>
          <w:tcPr>
            <w:tcW w:w="812" w:type="dxa"/>
          </w:tcPr>
          <w:p w14:paraId="29909DDA" w14:textId="530CC292" w:rsidR="00AA2763" w:rsidRDefault="0064797C" w:rsidP="00AA2763">
            <w:pPr>
              <w:rPr>
                <w:lang w:bidi="he-IL"/>
              </w:rPr>
            </w:pPr>
            <w:r>
              <w:rPr>
                <w:lang w:bidi="he-IL"/>
              </w:rPr>
              <w:t>80</w:t>
            </w:r>
          </w:p>
        </w:tc>
      </w:tr>
    </w:tbl>
    <w:p w14:paraId="21718FDD" w14:textId="77777777" w:rsidR="00617D80" w:rsidRPr="00617D80" w:rsidRDefault="00617D80" w:rsidP="00617D80">
      <w:pPr>
        <w:rPr>
          <w:lang w:bidi="he-IL"/>
        </w:rPr>
      </w:pPr>
    </w:p>
    <w:sectPr w:rsidR="00617D80" w:rsidRPr="00617D80" w:rsidSect="00617D80">
      <w:headerReference w:type="first" r:id="rId11"/>
      <w:footerReference w:type="first" r:id="rId12"/>
      <w:pgSz w:w="12240" w:h="15840" w:code="1"/>
      <w:pgMar w:top="1134" w:right="851" w:bottom="1418" w:left="851" w:header="720" w:footer="8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DA1B4" w14:textId="77777777" w:rsidR="00973BCD" w:rsidRDefault="00973BCD">
      <w:pPr>
        <w:spacing w:after="0" w:line="240" w:lineRule="auto"/>
      </w:pPr>
      <w:r>
        <w:separator/>
      </w:r>
    </w:p>
    <w:p w14:paraId="7A415253" w14:textId="77777777" w:rsidR="00973BCD" w:rsidRDefault="00973BCD"/>
  </w:endnote>
  <w:endnote w:type="continuationSeparator" w:id="0">
    <w:p w14:paraId="1E10AF4A" w14:textId="77777777" w:rsidR="00973BCD" w:rsidRDefault="00973BCD">
      <w:pPr>
        <w:spacing w:after="0" w:line="240" w:lineRule="auto"/>
      </w:pPr>
      <w:r>
        <w:continuationSeparator/>
      </w:r>
    </w:p>
    <w:p w14:paraId="01216A2D" w14:textId="77777777" w:rsidR="00973BCD" w:rsidRDefault="00973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F0BD" w14:textId="019E909D" w:rsidR="00752FC4" w:rsidRDefault="00973BCD" w:rsidP="00924EC0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hyperlink r:id="rId1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info@michlalah.edu</w:t>
      </w:r>
    </w:hyperlink>
    <w:r w:rsidR="00394149">
      <w:rPr>
        <w:rFonts w:asciiTheme="minorHAnsi" w:hAnsiTheme="minorHAnsi" w:cstheme="minorHAnsi"/>
        <w:b/>
        <w:bCs/>
      </w:rPr>
      <w:tab/>
    </w:r>
    <w:r w:rsidR="00394149" w:rsidRPr="00394149">
      <w:rPr>
        <w:rFonts w:asciiTheme="minorHAnsi" w:hAnsiTheme="minorHAnsi" w:cstheme="minorHAnsi"/>
        <w:b/>
        <w:bCs/>
      </w:rPr>
      <w:tab/>
    </w:r>
    <w:hyperlink r:id="rId2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www.michlalah.edu</w:t>
      </w:r>
    </w:hyperlink>
    <w:r w:rsidR="00394149">
      <w:rPr>
        <w:rFonts w:asciiTheme="minorHAnsi" w:hAnsiTheme="minorHAnsi" w:cstheme="minorHAnsi"/>
        <w:b/>
        <w:bCs/>
      </w:rPr>
      <w:t xml:space="preserve">          </w:t>
    </w:r>
    <w:r w:rsidR="00394149" w:rsidRPr="00394149">
      <w:rPr>
        <w:rFonts w:asciiTheme="minorHAnsi" w:hAnsiTheme="minorHAnsi" w:cstheme="minorHAnsi"/>
        <w:b/>
        <w:bCs/>
      </w:rPr>
      <w:tab/>
      <w:t>fax: 02-6750917</w:t>
    </w:r>
    <w:r w:rsidR="00394149">
      <w:rPr>
        <w:rFonts w:asciiTheme="minorHAnsi" w:hAnsiTheme="minorHAnsi" w:cstheme="minorHAnsi"/>
        <w:b/>
        <w:bCs/>
      </w:rPr>
      <w:t xml:space="preserve">        </w:t>
    </w:r>
    <w:proofErr w:type="spellStart"/>
    <w:r w:rsidR="00394149" w:rsidRPr="00394149">
      <w:rPr>
        <w:rFonts w:asciiTheme="minorHAnsi" w:hAnsiTheme="minorHAnsi" w:cstheme="minorHAnsi"/>
        <w:b/>
        <w:bCs/>
      </w:rPr>
      <w:t>tel</w:t>
    </w:r>
    <w:proofErr w:type="spellEnd"/>
    <w:r w:rsidR="00394149" w:rsidRPr="00394149">
      <w:rPr>
        <w:rFonts w:asciiTheme="minorHAnsi" w:hAnsiTheme="minorHAnsi" w:cstheme="minorHAnsi"/>
        <w:b/>
        <w:bCs/>
      </w:rPr>
      <w:t>: 02-6750911</w:t>
    </w:r>
  </w:p>
  <w:p w14:paraId="3B1E7D8D" w14:textId="1F086044" w:rsidR="00394149" w:rsidRPr="00394149" w:rsidRDefault="00394149" w:rsidP="00F603A5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proofErr w:type="spellStart"/>
    <w:r>
      <w:rPr>
        <w:rFonts w:asciiTheme="minorHAnsi" w:hAnsiTheme="minorHAnsi" w:cstheme="minorHAnsi"/>
        <w:b/>
        <w:bCs/>
      </w:rPr>
      <w:t>P.</w:t>
    </w:r>
    <w:proofErr w:type="gramStart"/>
    <w:r>
      <w:rPr>
        <w:rFonts w:asciiTheme="minorHAnsi" w:hAnsiTheme="minorHAnsi" w:cstheme="minorHAnsi"/>
        <w:b/>
        <w:bCs/>
      </w:rPr>
      <w:t>O.Box</w:t>
    </w:r>
    <w:proofErr w:type="spellEnd"/>
    <w:proofErr w:type="gramEnd"/>
    <w:r>
      <w:rPr>
        <w:rFonts w:asciiTheme="minorHAnsi" w:hAnsiTheme="minorHAnsi" w:cstheme="minorHAnsi"/>
        <w:b/>
        <w:bCs/>
      </w:rPr>
      <w:t xml:space="preserve"> 16078 Jerusalem, Israel 9116002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480D6" w14:textId="77777777" w:rsidR="00973BCD" w:rsidRDefault="00973BCD">
      <w:pPr>
        <w:spacing w:after="0" w:line="240" w:lineRule="auto"/>
      </w:pPr>
      <w:r>
        <w:separator/>
      </w:r>
    </w:p>
    <w:p w14:paraId="06FF8702" w14:textId="77777777" w:rsidR="00973BCD" w:rsidRDefault="00973BCD"/>
  </w:footnote>
  <w:footnote w:type="continuationSeparator" w:id="0">
    <w:p w14:paraId="3CA369D8" w14:textId="77777777" w:rsidR="00973BCD" w:rsidRDefault="00973BCD">
      <w:pPr>
        <w:spacing w:after="0" w:line="240" w:lineRule="auto"/>
      </w:pPr>
      <w:r>
        <w:continuationSeparator/>
      </w:r>
    </w:p>
    <w:p w14:paraId="642067B9" w14:textId="77777777" w:rsidR="00973BCD" w:rsidRDefault="00973B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8E53" w14:textId="77777777" w:rsidR="00617D80" w:rsidRDefault="00617D80" w:rsidP="00617D80">
    <w:pPr>
      <w:pStyle w:val="Name"/>
      <w:jc w:val="center"/>
    </w:pPr>
    <w:proofErr w:type="spellStart"/>
    <w:r>
      <w:t>Michlalah</w:t>
    </w:r>
    <w:proofErr w:type="spellEnd"/>
    <w:r>
      <w:t xml:space="preserve"> Jerusalem College</w:t>
    </w:r>
  </w:p>
  <w:p w14:paraId="32D9E7C2" w14:textId="2D70A82C" w:rsidR="00394149" w:rsidRDefault="00617D80" w:rsidP="00617D80">
    <w:pPr>
      <w:pStyle w:val="Header"/>
      <w:jc w:val="center"/>
    </w:pPr>
    <w:r>
      <w:t>The epitome of Torah, academia and 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49"/>
    <w:rsid w:val="000115CE"/>
    <w:rsid w:val="000828F4"/>
    <w:rsid w:val="000C57A6"/>
    <w:rsid w:val="000F51EC"/>
    <w:rsid w:val="000F7122"/>
    <w:rsid w:val="00137ECE"/>
    <w:rsid w:val="001A10BC"/>
    <w:rsid w:val="001B689C"/>
    <w:rsid w:val="00200635"/>
    <w:rsid w:val="0038000D"/>
    <w:rsid w:val="00385ACF"/>
    <w:rsid w:val="00394149"/>
    <w:rsid w:val="00426D17"/>
    <w:rsid w:val="00477474"/>
    <w:rsid w:val="00480B7F"/>
    <w:rsid w:val="00490D83"/>
    <w:rsid w:val="004A1893"/>
    <w:rsid w:val="004C4A44"/>
    <w:rsid w:val="004C52A8"/>
    <w:rsid w:val="005125BB"/>
    <w:rsid w:val="0051319C"/>
    <w:rsid w:val="00537F9C"/>
    <w:rsid w:val="00572222"/>
    <w:rsid w:val="00587CF3"/>
    <w:rsid w:val="005C794B"/>
    <w:rsid w:val="005D3DA6"/>
    <w:rsid w:val="005E062D"/>
    <w:rsid w:val="005E58BE"/>
    <w:rsid w:val="00617D80"/>
    <w:rsid w:val="0064797C"/>
    <w:rsid w:val="006E3CCB"/>
    <w:rsid w:val="007319AF"/>
    <w:rsid w:val="00733A28"/>
    <w:rsid w:val="00744EA9"/>
    <w:rsid w:val="00752FC4"/>
    <w:rsid w:val="00757E9C"/>
    <w:rsid w:val="007B4C91"/>
    <w:rsid w:val="007D70F7"/>
    <w:rsid w:val="0082327B"/>
    <w:rsid w:val="00830C5F"/>
    <w:rsid w:val="00834A33"/>
    <w:rsid w:val="008364B9"/>
    <w:rsid w:val="00896EE1"/>
    <w:rsid w:val="008C1482"/>
    <w:rsid w:val="008D0AA7"/>
    <w:rsid w:val="009104CD"/>
    <w:rsid w:val="00912A0A"/>
    <w:rsid w:val="00924EC0"/>
    <w:rsid w:val="00926085"/>
    <w:rsid w:val="00952FCA"/>
    <w:rsid w:val="00973BCD"/>
    <w:rsid w:val="00974EF5"/>
    <w:rsid w:val="00A076BF"/>
    <w:rsid w:val="00A763AE"/>
    <w:rsid w:val="00AA2763"/>
    <w:rsid w:val="00B63133"/>
    <w:rsid w:val="00B932ED"/>
    <w:rsid w:val="00BB66BE"/>
    <w:rsid w:val="00BC0F0A"/>
    <w:rsid w:val="00BC291B"/>
    <w:rsid w:val="00C11980"/>
    <w:rsid w:val="00C370D1"/>
    <w:rsid w:val="00CE13F5"/>
    <w:rsid w:val="00D04123"/>
    <w:rsid w:val="00D272BF"/>
    <w:rsid w:val="00D92D59"/>
    <w:rsid w:val="00DC7840"/>
    <w:rsid w:val="00EC23FE"/>
    <w:rsid w:val="00F603A5"/>
    <w:rsid w:val="00F70F5C"/>
    <w:rsid w:val="00F71D73"/>
    <w:rsid w:val="00F763B1"/>
    <w:rsid w:val="00FA2E38"/>
    <w:rsid w:val="00FA402E"/>
    <w:rsid w:val="00FA7395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DBEF"/>
  <w15:chartTrackingRefBased/>
  <w15:docId w15:val="{6CDB950B-4330-4D16-8038-D507048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149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595959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595959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474747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595959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595959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semiHidden/>
    <w:rsid w:val="000F51EC"/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DDDDDD" w:themeColor="accent1" w:frame="1"/>
        <w:left w:val="single" w:sz="2" w:space="10" w:color="DDDDDD" w:themeColor="accent1" w:frame="1"/>
        <w:bottom w:val="single" w:sz="2" w:space="10" w:color="DDDDDD" w:themeColor="accent1" w:frame="1"/>
        <w:right w:val="single" w:sz="2" w:space="10" w:color="DDDDDD" w:themeColor="accent1" w:frame="1"/>
      </w:pBdr>
      <w:ind w:left="1152" w:right="1152"/>
    </w:pPr>
    <w:rPr>
      <w:rFonts w:eastAsiaTheme="minorEastAsia"/>
      <w:i/>
      <w:iCs/>
      <w:color w:val="A5A5A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595959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404040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A5A5A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A5A5A5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A5A5A5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line="240" w:lineRule="auto"/>
      <w:ind w:right="-720"/>
      <w:contextualSpacing/>
      <w:jc w:val="right"/>
    </w:pPr>
    <w:rPr>
      <w:rFonts w:asciiTheme="majorHAnsi" w:hAnsiTheme="majorHAnsi"/>
      <w:color w:val="595959" w:themeColor="accent2" w:themeShade="80"/>
    </w:rPr>
  </w:style>
  <w:style w:type="character" w:styleId="UnresolvedMention">
    <w:name w:val="Unresolved Mention"/>
    <w:basedOn w:val="DefaultParagraphFont"/>
    <w:uiPriority w:val="99"/>
    <w:semiHidden/>
    <w:unhideWhenUsed/>
    <w:rsid w:val="00394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chlalah.edu" TargetMode="External"/><Relationship Id="rId1" Type="http://schemas.openxmlformats.org/officeDocument/2006/relationships/hyperlink" Target="mailto:info@michlalah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shana\AppData\Roaming\Microsoft\Templates\Persona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4137F91D2E4FE68A6299A9DD02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0B577-0B7D-42F3-AFF5-3A7544C615B8}"/>
      </w:docPartPr>
      <w:docPartBody>
        <w:p w:rsidR="00991831" w:rsidRDefault="00BE1FEF">
          <w:pPr>
            <w:pStyle w:val="5A4137F91D2E4FE68A6299A9DD02F1C3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EF"/>
    <w:rsid w:val="00991831"/>
    <w:rsid w:val="00A00CA4"/>
    <w:rsid w:val="00BE1FEF"/>
    <w:rsid w:val="00DB6B8B"/>
    <w:rsid w:val="00F1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9BBC293F184851AB7DC766F18B0CCE">
    <w:name w:val="069BBC293F184851AB7DC766F18B0CCE"/>
    <w:pPr>
      <w:bidi/>
    </w:pPr>
  </w:style>
  <w:style w:type="paragraph" w:customStyle="1" w:styleId="53CD44577BFD49B191154212C6072CA9">
    <w:name w:val="53CD44577BFD49B191154212C6072CA9"/>
    <w:pPr>
      <w:bidi/>
    </w:pPr>
  </w:style>
  <w:style w:type="paragraph" w:customStyle="1" w:styleId="27D0B7F0F93A4B2BAE4E7D0F285E5204">
    <w:name w:val="27D0B7F0F93A4B2BAE4E7D0F285E5204"/>
    <w:pPr>
      <w:bidi/>
    </w:pPr>
  </w:style>
  <w:style w:type="paragraph" w:customStyle="1" w:styleId="38CEC749B5694A14AB77443DD6B77E18">
    <w:name w:val="38CEC749B5694A14AB77443DD6B77E18"/>
    <w:pPr>
      <w:bidi/>
    </w:pPr>
  </w:style>
  <w:style w:type="character" w:styleId="PlaceholderText">
    <w:name w:val="Placeholder Text"/>
    <w:basedOn w:val="DefaultParagraphFont"/>
    <w:uiPriority w:val="99"/>
    <w:semiHidden/>
    <w:rPr>
      <w:color w:val="2E74B5" w:themeColor="accent5" w:themeShade="BF"/>
      <w:sz w:val="22"/>
    </w:rPr>
  </w:style>
  <w:style w:type="paragraph" w:customStyle="1" w:styleId="5A4137F91D2E4FE68A6299A9DD02F1C3">
    <w:name w:val="5A4137F91D2E4FE68A6299A9DD02F1C3"/>
    <w:pPr>
      <w:bidi/>
    </w:pPr>
  </w:style>
  <w:style w:type="paragraph" w:customStyle="1" w:styleId="3DDC994510504290A4F32C803F17DEFF">
    <w:name w:val="3DDC994510504290A4F32C803F17DEFF"/>
    <w:pPr>
      <w:bidi/>
    </w:pPr>
  </w:style>
  <w:style w:type="paragraph" w:customStyle="1" w:styleId="1223C782C24644FCA18B69A9FDB86EA2">
    <w:name w:val="1223C782C24644FCA18B69A9FDB86EA2"/>
    <w:pPr>
      <w:bidi/>
    </w:pPr>
  </w:style>
  <w:style w:type="paragraph" w:customStyle="1" w:styleId="2739B59426F24DE2BF4AEDA64D98A1E1">
    <w:name w:val="2739B59426F24DE2BF4AEDA64D98A1E1"/>
    <w:pPr>
      <w:bidi/>
    </w:pPr>
  </w:style>
  <w:style w:type="paragraph" w:customStyle="1" w:styleId="C056D582431F4A5BA5477F4143929F03">
    <w:name w:val="C056D582431F4A5BA5477F4143929F0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6">
      <a:majorFont>
        <a:latin typeface="Aharoni"/>
        <a:ea typeface=""/>
        <a:cs typeface="AlonimBlackMF"/>
      </a:majorFont>
      <a:minorFont>
        <a:latin typeface="Calibri"/>
        <a:ea typeface=""/>
        <a:cs typeface="AlonimLightMF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42E01-1233-4C03-9F7B-A7D0B198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letterhead</Template>
  <TotalTime>0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Shoshana</dc:creator>
  <cp:lastModifiedBy>Liron</cp:lastModifiedBy>
  <cp:revision>2</cp:revision>
  <dcterms:created xsi:type="dcterms:W3CDTF">2018-10-18T19:11:00Z</dcterms:created>
  <dcterms:modified xsi:type="dcterms:W3CDTF">2018-10-18T19:11:00Z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