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36F5E" w14:textId="77777777" w:rsidR="001677A8" w:rsidRPr="0032060C" w:rsidRDefault="0032060C" w:rsidP="008271FB">
      <w:pPr>
        <w:pStyle w:val="Title"/>
      </w:pPr>
      <w:r w:rsidRPr="0032060C">
        <w:t>Michlalah – Jerusalem College</w:t>
      </w:r>
    </w:p>
    <w:p w14:paraId="46943533" w14:textId="57028364" w:rsidR="0032060C" w:rsidRDefault="0032060C" w:rsidP="008271FB">
      <w:pPr>
        <w:pStyle w:val="Subtitle"/>
        <w:bidi w:val="0"/>
      </w:pPr>
      <w:r>
        <w:t xml:space="preserve">The President of the </w:t>
      </w:r>
      <w:proofErr w:type="spellStart"/>
      <w:r>
        <w:t>Michlalah</w:t>
      </w:r>
      <w:proofErr w:type="spellEnd"/>
      <w:r>
        <w:t xml:space="preserve">, the Rector and the Academic Council hereby confer on </w:t>
      </w:r>
      <w:r w:rsidR="0061207B">
        <w:t>M</w:t>
      </w:r>
      <w:r w:rsidR="003D18DD">
        <w:t>r</w:t>
      </w:r>
      <w:r w:rsidR="0061207B">
        <w:t>s</w:t>
      </w:r>
      <w:r>
        <w:t>.</w:t>
      </w:r>
    </w:p>
    <w:p w14:paraId="3EC9CD61" w14:textId="68DB959E" w:rsidR="0032060C" w:rsidRPr="0032060C" w:rsidRDefault="0032060C" w:rsidP="008271FB">
      <w:pPr>
        <w:pStyle w:val="Heading2"/>
      </w:pPr>
      <w:r w:rsidRPr="0032060C">
        <w:t>Yona Kimchi (Schiff)</w:t>
      </w:r>
    </w:p>
    <w:p w14:paraId="5ED8D2A3" w14:textId="77777777" w:rsidR="0032060C" w:rsidRDefault="0032060C" w:rsidP="008271FB">
      <w:pPr>
        <w:pStyle w:val="Subtitle"/>
        <w:bidi w:val="0"/>
      </w:pPr>
      <w:r>
        <w:t>I.D. 308057728</w:t>
      </w:r>
    </w:p>
    <w:p w14:paraId="3F158D3C" w14:textId="3078FDD5" w:rsidR="0032060C" w:rsidRDefault="0032060C" w:rsidP="008271FB">
      <w:pPr>
        <w:pStyle w:val="Subtitle"/>
        <w:bidi w:val="0"/>
      </w:pPr>
      <w:r>
        <w:t>The degree</w:t>
      </w:r>
      <w:r w:rsidR="00341E84">
        <w:t xml:space="preserve"> of</w:t>
      </w:r>
    </w:p>
    <w:p w14:paraId="38D7FE5B" w14:textId="77777777" w:rsidR="0032060C" w:rsidRPr="00A45345" w:rsidRDefault="0032060C" w:rsidP="008271FB">
      <w:pPr>
        <w:pStyle w:val="Heading3"/>
        <w:rPr>
          <w:rStyle w:val="IntenseEmphasis"/>
        </w:rPr>
      </w:pPr>
      <w:r w:rsidRPr="00A45345">
        <w:rPr>
          <w:rStyle w:val="IntenseEmphasis"/>
        </w:rPr>
        <w:t>Bachelor of Education</w:t>
      </w:r>
    </w:p>
    <w:p w14:paraId="5145AE71" w14:textId="77777777" w:rsidR="004D56FA" w:rsidRDefault="004D56FA" w:rsidP="008271FB">
      <w:pPr>
        <w:pStyle w:val="BodyTextCenter"/>
      </w:pPr>
      <w:r>
        <w:t xml:space="preserve">After completing her studies with </w:t>
      </w:r>
      <w:r w:rsidR="0061207B">
        <w:t>excellence</w:t>
      </w:r>
    </w:p>
    <w:p w14:paraId="79420688" w14:textId="77777777" w:rsidR="004D56FA" w:rsidRDefault="004D56FA" w:rsidP="008271FB">
      <w:pPr>
        <w:pStyle w:val="BodyTextCenter"/>
      </w:pPr>
      <w:r>
        <w:t>And complying with all the pedagogical and academic requisites</w:t>
      </w:r>
    </w:p>
    <w:p w14:paraId="7501754E" w14:textId="5D38D8A2" w:rsidR="004D56FA" w:rsidRDefault="00300C78" w:rsidP="008271FB">
      <w:pPr>
        <w:pStyle w:val="Heading3"/>
      </w:pPr>
      <w:r>
        <w:t>o</w:t>
      </w:r>
      <w:r w:rsidR="0061207B">
        <w:t>f</w:t>
      </w:r>
      <w:r w:rsidR="00A45345">
        <w:t xml:space="preserve"> the High School Track</w:t>
      </w:r>
    </w:p>
    <w:p w14:paraId="53FE32BC" w14:textId="181E8338" w:rsidR="00A45345" w:rsidRDefault="00EA4DE7" w:rsidP="008271FB">
      <w:pPr>
        <w:pStyle w:val="Heading2"/>
      </w:pPr>
      <w:r>
        <w:t>i</w:t>
      </w:r>
      <w:r w:rsidR="00A45345">
        <w:t>n the</w:t>
      </w:r>
      <w:r w:rsidR="00A45345">
        <w:rPr>
          <w:rFonts w:hint="cs"/>
          <w:rtl/>
        </w:rPr>
        <w:t xml:space="preserve"> </w:t>
      </w:r>
      <w:r>
        <w:t>f</w:t>
      </w:r>
      <w:bookmarkStart w:id="0" w:name="_GoBack"/>
      <w:bookmarkEnd w:id="0"/>
      <w:r w:rsidR="00A45345">
        <w:t>ield of Natural Sciences</w:t>
      </w:r>
    </w:p>
    <w:p w14:paraId="59ED4ACF" w14:textId="77777777" w:rsidR="00A45345" w:rsidRDefault="00A45345" w:rsidP="008271FB">
      <w:pPr>
        <w:pStyle w:val="BodyTextCenter"/>
      </w:pPr>
      <w:r>
        <w:t xml:space="preserve">In testimony </w:t>
      </w:r>
      <w:r w:rsidR="0061207B">
        <w:t>whereof,</w:t>
      </w:r>
      <w:r>
        <w:t xml:space="preserve"> we have signed </w:t>
      </w:r>
    </w:p>
    <w:p w14:paraId="7F5BD258" w14:textId="77777777" w:rsidR="00A45345" w:rsidRPr="00341E84" w:rsidRDefault="00A45345" w:rsidP="008271FB">
      <w:pPr>
        <w:pStyle w:val="BodyTextCenter"/>
        <w:rPr>
          <w:spacing w:val="-6"/>
        </w:rPr>
      </w:pPr>
      <w:r w:rsidRPr="00341E84">
        <w:rPr>
          <w:spacing w:val="-6"/>
        </w:rPr>
        <w:t>Jerusalem, The Holy City, May She be Restored Soon, on Monday, 28 of Sivan 5778</w:t>
      </w:r>
    </w:p>
    <w:p w14:paraId="00A1706F" w14:textId="77777777" w:rsidR="00A45345" w:rsidRDefault="00A45345" w:rsidP="008271FB">
      <w:pPr>
        <w:pStyle w:val="BodyTextCenter"/>
      </w:pPr>
    </w:p>
    <w:p w14:paraId="4C630C8B" w14:textId="77777777" w:rsidR="00A45345" w:rsidRDefault="00A45345" w:rsidP="008271FB">
      <w:pPr>
        <w:pStyle w:val="BodyTextCenter"/>
      </w:pPr>
    </w:p>
    <w:p w14:paraId="0EE50F82" w14:textId="77777777" w:rsidR="00A45345" w:rsidRPr="008271FB" w:rsidRDefault="00A45345" w:rsidP="008271FB">
      <w:pPr>
        <w:bidi w:val="0"/>
      </w:pPr>
      <w:r w:rsidRPr="008271FB">
        <w:t>________________[-]________________</w:t>
      </w:r>
      <w:r w:rsidRPr="008271FB">
        <w:tab/>
      </w:r>
      <w:r w:rsidR="008271FB" w:rsidRPr="008271FB">
        <w:t xml:space="preserve">        </w:t>
      </w:r>
      <w:r w:rsidRPr="008271FB">
        <w:t xml:space="preserve">             _</w:t>
      </w:r>
      <w:r w:rsidR="008271FB">
        <w:t>____</w:t>
      </w:r>
      <w:r w:rsidRPr="008271FB">
        <w:t>___________[-]____</w:t>
      </w:r>
      <w:r w:rsidR="008271FB">
        <w:t>_______</w:t>
      </w:r>
      <w:r w:rsidRPr="008271FB">
        <w:t>________</w:t>
      </w:r>
    </w:p>
    <w:p w14:paraId="0490B975" w14:textId="77777777" w:rsidR="00A45345" w:rsidRPr="008271FB" w:rsidRDefault="008271FB" w:rsidP="008271FB">
      <w:pPr>
        <w:bidi w:val="0"/>
      </w:pPr>
      <w:r>
        <w:t xml:space="preserve">      </w:t>
      </w:r>
      <w:proofErr w:type="spellStart"/>
      <w:r w:rsidR="00A45345" w:rsidRPr="008271FB">
        <w:t>Dr.</w:t>
      </w:r>
      <w:proofErr w:type="spellEnd"/>
      <w:r w:rsidR="00A45345" w:rsidRPr="008271FB">
        <w:t xml:space="preserve"> Devora </w:t>
      </w:r>
      <w:proofErr w:type="spellStart"/>
      <w:r w:rsidR="00A45345" w:rsidRPr="008271FB">
        <w:t>Rosenwasser</w:t>
      </w:r>
      <w:proofErr w:type="spellEnd"/>
      <w:r w:rsidR="00A45345" w:rsidRPr="008271FB">
        <w:tab/>
      </w:r>
      <w:r w:rsidR="00A45345" w:rsidRPr="008271FB">
        <w:tab/>
      </w:r>
      <w:r w:rsidR="00A45345" w:rsidRPr="008271FB">
        <w:tab/>
      </w:r>
      <w:r w:rsidR="00A45345" w:rsidRPr="008271FB">
        <w:tab/>
      </w:r>
      <w:r>
        <w:t xml:space="preserve">         P</w:t>
      </w:r>
      <w:r w:rsidR="00A45345" w:rsidRPr="008271FB">
        <w:t>rof. Yaakov Katz</w:t>
      </w:r>
    </w:p>
    <w:p w14:paraId="3F277F11" w14:textId="4057E4DE" w:rsidR="00A45345" w:rsidRPr="008271FB" w:rsidRDefault="00341E84" w:rsidP="00341E84">
      <w:pPr>
        <w:bidi w:val="0"/>
      </w:pPr>
      <w:r>
        <w:t xml:space="preserve">        Rector of the </w:t>
      </w:r>
      <w:proofErr w:type="spellStart"/>
      <w:r>
        <w:t>Michlalah</w:t>
      </w:r>
      <w:proofErr w:type="spellEnd"/>
      <w:r w:rsidR="008271FB" w:rsidRPr="008271FB">
        <w:tab/>
      </w:r>
      <w:r w:rsidR="008271FB" w:rsidRPr="008271FB">
        <w:tab/>
      </w:r>
      <w:r w:rsidR="008271FB" w:rsidRPr="008271FB">
        <w:tab/>
      </w:r>
      <w:r w:rsidR="008271FB" w:rsidRPr="008271FB">
        <w:tab/>
      </w:r>
      <w:r w:rsidR="00A45345" w:rsidRPr="008271FB">
        <w:t xml:space="preserve">President of the </w:t>
      </w:r>
      <w:proofErr w:type="spellStart"/>
      <w:r w:rsidR="00A45345" w:rsidRPr="008271FB">
        <w:t>Michlalah</w:t>
      </w:r>
      <w:proofErr w:type="spellEnd"/>
    </w:p>
    <w:sectPr w:rsidR="00A45345" w:rsidRPr="008271FB" w:rsidSect="00577A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4507"/>
    <w:multiLevelType w:val="multilevel"/>
    <w:tmpl w:val="2EFCF76E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6"/>
        </w:tabs>
        <w:ind w:left="1076" w:hanging="79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5FF6360"/>
    <w:multiLevelType w:val="hybridMultilevel"/>
    <w:tmpl w:val="A97A31D0"/>
    <w:lvl w:ilvl="0" w:tplc="6506F3DC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6233C"/>
    <w:multiLevelType w:val="hybridMultilevel"/>
    <w:tmpl w:val="5CFC8C02"/>
    <w:lvl w:ilvl="0" w:tplc="31DAC17E">
      <w:start w:val="1"/>
      <w:numFmt w:val="bullet"/>
      <w:pStyle w:val="bulletedlis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19"/>
    <w:rsid w:val="000009BC"/>
    <w:rsid w:val="00001661"/>
    <w:rsid w:val="00002A1E"/>
    <w:rsid w:val="00003B39"/>
    <w:rsid w:val="00004ADD"/>
    <w:rsid w:val="000061E9"/>
    <w:rsid w:val="00013348"/>
    <w:rsid w:val="00014F45"/>
    <w:rsid w:val="00016BD0"/>
    <w:rsid w:val="000178CD"/>
    <w:rsid w:val="000179E0"/>
    <w:rsid w:val="0002121E"/>
    <w:rsid w:val="000234B9"/>
    <w:rsid w:val="000237D0"/>
    <w:rsid w:val="000318EB"/>
    <w:rsid w:val="00031CB4"/>
    <w:rsid w:val="000320D5"/>
    <w:rsid w:val="00032365"/>
    <w:rsid w:val="00032612"/>
    <w:rsid w:val="000354C5"/>
    <w:rsid w:val="000370A2"/>
    <w:rsid w:val="000372C1"/>
    <w:rsid w:val="00037B8A"/>
    <w:rsid w:val="00041414"/>
    <w:rsid w:val="00041416"/>
    <w:rsid w:val="00044AA4"/>
    <w:rsid w:val="00047C03"/>
    <w:rsid w:val="00050343"/>
    <w:rsid w:val="0005360E"/>
    <w:rsid w:val="00054537"/>
    <w:rsid w:val="00055265"/>
    <w:rsid w:val="00056A52"/>
    <w:rsid w:val="00057446"/>
    <w:rsid w:val="000579B9"/>
    <w:rsid w:val="000660A5"/>
    <w:rsid w:val="00066373"/>
    <w:rsid w:val="000676A1"/>
    <w:rsid w:val="00070326"/>
    <w:rsid w:val="0007201A"/>
    <w:rsid w:val="00073DBE"/>
    <w:rsid w:val="00075620"/>
    <w:rsid w:val="00076190"/>
    <w:rsid w:val="000772AE"/>
    <w:rsid w:val="000819C0"/>
    <w:rsid w:val="00081CBD"/>
    <w:rsid w:val="00081DD0"/>
    <w:rsid w:val="00082620"/>
    <w:rsid w:val="000831EC"/>
    <w:rsid w:val="000833B4"/>
    <w:rsid w:val="000872F9"/>
    <w:rsid w:val="00087EE2"/>
    <w:rsid w:val="000913FB"/>
    <w:rsid w:val="000935D2"/>
    <w:rsid w:val="00093CD3"/>
    <w:rsid w:val="00094428"/>
    <w:rsid w:val="00094857"/>
    <w:rsid w:val="00095C0B"/>
    <w:rsid w:val="0009619A"/>
    <w:rsid w:val="000968F3"/>
    <w:rsid w:val="00096F48"/>
    <w:rsid w:val="000A26F8"/>
    <w:rsid w:val="000A38D7"/>
    <w:rsid w:val="000A434A"/>
    <w:rsid w:val="000A4DFE"/>
    <w:rsid w:val="000B03F8"/>
    <w:rsid w:val="000B3C1F"/>
    <w:rsid w:val="000B3D6D"/>
    <w:rsid w:val="000B63DB"/>
    <w:rsid w:val="000C0B8E"/>
    <w:rsid w:val="000C22E2"/>
    <w:rsid w:val="000C3235"/>
    <w:rsid w:val="000C37F3"/>
    <w:rsid w:val="000D0CEC"/>
    <w:rsid w:val="000D0E8D"/>
    <w:rsid w:val="000D2BDF"/>
    <w:rsid w:val="000D490A"/>
    <w:rsid w:val="000D4BA2"/>
    <w:rsid w:val="000D6F20"/>
    <w:rsid w:val="000D70E5"/>
    <w:rsid w:val="000E0364"/>
    <w:rsid w:val="000E6E3E"/>
    <w:rsid w:val="000F2F2A"/>
    <w:rsid w:val="000F3E75"/>
    <w:rsid w:val="000F3FF1"/>
    <w:rsid w:val="000F58A8"/>
    <w:rsid w:val="0010001C"/>
    <w:rsid w:val="0010087A"/>
    <w:rsid w:val="00100F68"/>
    <w:rsid w:val="0010140F"/>
    <w:rsid w:val="00101864"/>
    <w:rsid w:val="00103383"/>
    <w:rsid w:val="00106E01"/>
    <w:rsid w:val="00106F24"/>
    <w:rsid w:val="00110B03"/>
    <w:rsid w:val="00114073"/>
    <w:rsid w:val="001140DE"/>
    <w:rsid w:val="001143DF"/>
    <w:rsid w:val="001149D6"/>
    <w:rsid w:val="00115F40"/>
    <w:rsid w:val="00121EBF"/>
    <w:rsid w:val="00123B5D"/>
    <w:rsid w:val="0012767B"/>
    <w:rsid w:val="00131BF2"/>
    <w:rsid w:val="00134DFB"/>
    <w:rsid w:val="00137F01"/>
    <w:rsid w:val="00143A33"/>
    <w:rsid w:val="00144D68"/>
    <w:rsid w:val="0015306F"/>
    <w:rsid w:val="00153C41"/>
    <w:rsid w:val="00154EB4"/>
    <w:rsid w:val="001550B0"/>
    <w:rsid w:val="00160E51"/>
    <w:rsid w:val="00164812"/>
    <w:rsid w:val="00164A6A"/>
    <w:rsid w:val="001658CC"/>
    <w:rsid w:val="00166C27"/>
    <w:rsid w:val="001677A8"/>
    <w:rsid w:val="00167F55"/>
    <w:rsid w:val="0017030C"/>
    <w:rsid w:val="001720A7"/>
    <w:rsid w:val="00172558"/>
    <w:rsid w:val="001731C6"/>
    <w:rsid w:val="00173A1F"/>
    <w:rsid w:val="00174867"/>
    <w:rsid w:val="00175B3B"/>
    <w:rsid w:val="00175C7B"/>
    <w:rsid w:val="00176500"/>
    <w:rsid w:val="00177D9A"/>
    <w:rsid w:val="00186677"/>
    <w:rsid w:val="00186A25"/>
    <w:rsid w:val="00187E1D"/>
    <w:rsid w:val="001947B2"/>
    <w:rsid w:val="001963EB"/>
    <w:rsid w:val="00197C59"/>
    <w:rsid w:val="001A25A4"/>
    <w:rsid w:val="001A2982"/>
    <w:rsid w:val="001A41D4"/>
    <w:rsid w:val="001A4C70"/>
    <w:rsid w:val="001A7B14"/>
    <w:rsid w:val="001B29F5"/>
    <w:rsid w:val="001B5832"/>
    <w:rsid w:val="001B59A2"/>
    <w:rsid w:val="001B724B"/>
    <w:rsid w:val="001C04F0"/>
    <w:rsid w:val="001C5A29"/>
    <w:rsid w:val="001D276D"/>
    <w:rsid w:val="001D3DA9"/>
    <w:rsid w:val="001D4FAA"/>
    <w:rsid w:val="001D7EC8"/>
    <w:rsid w:val="001E2911"/>
    <w:rsid w:val="001E55E4"/>
    <w:rsid w:val="001E67C4"/>
    <w:rsid w:val="001E7388"/>
    <w:rsid w:val="001F4A3A"/>
    <w:rsid w:val="001F7390"/>
    <w:rsid w:val="0020245E"/>
    <w:rsid w:val="002042DA"/>
    <w:rsid w:val="0020484F"/>
    <w:rsid w:val="00204A8E"/>
    <w:rsid w:val="00205530"/>
    <w:rsid w:val="002079EF"/>
    <w:rsid w:val="00213B07"/>
    <w:rsid w:val="0021447B"/>
    <w:rsid w:val="0021499F"/>
    <w:rsid w:val="0021794A"/>
    <w:rsid w:val="00220216"/>
    <w:rsid w:val="002215AD"/>
    <w:rsid w:val="002219B3"/>
    <w:rsid w:val="0022719E"/>
    <w:rsid w:val="00232808"/>
    <w:rsid w:val="00232CA6"/>
    <w:rsid w:val="0023379D"/>
    <w:rsid w:val="00236A86"/>
    <w:rsid w:val="00237596"/>
    <w:rsid w:val="002379E7"/>
    <w:rsid w:val="00237E7D"/>
    <w:rsid w:val="002411E6"/>
    <w:rsid w:val="00244FEB"/>
    <w:rsid w:val="00245A0F"/>
    <w:rsid w:val="00247488"/>
    <w:rsid w:val="0025117B"/>
    <w:rsid w:val="002545A5"/>
    <w:rsid w:val="00255CD9"/>
    <w:rsid w:val="002612D1"/>
    <w:rsid w:val="002627CB"/>
    <w:rsid w:val="00262D3A"/>
    <w:rsid w:val="00263F59"/>
    <w:rsid w:val="00266771"/>
    <w:rsid w:val="00272175"/>
    <w:rsid w:val="00273068"/>
    <w:rsid w:val="002731C8"/>
    <w:rsid w:val="00274EBE"/>
    <w:rsid w:val="00277BF3"/>
    <w:rsid w:val="00280D68"/>
    <w:rsid w:val="00281BC3"/>
    <w:rsid w:val="002830E5"/>
    <w:rsid w:val="0028564F"/>
    <w:rsid w:val="00291893"/>
    <w:rsid w:val="00292466"/>
    <w:rsid w:val="00292FDE"/>
    <w:rsid w:val="002930A2"/>
    <w:rsid w:val="00293B5D"/>
    <w:rsid w:val="00294D6F"/>
    <w:rsid w:val="00295184"/>
    <w:rsid w:val="002958F5"/>
    <w:rsid w:val="002A1D59"/>
    <w:rsid w:val="002A4F48"/>
    <w:rsid w:val="002A501E"/>
    <w:rsid w:val="002A57F3"/>
    <w:rsid w:val="002A605C"/>
    <w:rsid w:val="002A7828"/>
    <w:rsid w:val="002B3117"/>
    <w:rsid w:val="002B4140"/>
    <w:rsid w:val="002B65B1"/>
    <w:rsid w:val="002C1BD5"/>
    <w:rsid w:val="002C642B"/>
    <w:rsid w:val="002C6D00"/>
    <w:rsid w:val="002D2325"/>
    <w:rsid w:val="002D29B3"/>
    <w:rsid w:val="002D38FE"/>
    <w:rsid w:val="002D4E93"/>
    <w:rsid w:val="002E100F"/>
    <w:rsid w:val="002E4037"/>
    <w:rsid w:val="002F10E4"/>
    <w:rsid w:val="002F116B"/>
    <w:rsid w:val="002F64F9"/>
    <w:rsid w:val="00300B60"/>
    <w:rsid w:val="00300C78"/>
    <w:rsid w:val="00304788"/>
    <w:rsid w:val="00310606"/>
    <w:rsid w:val="003172BC"/>
    <w:rsid w:val="003178D8"/>
    <w:rsid w:val="003178F0"/>
    <w:rsid w:val="00317DDE"/>
    <w:rsid w:val="0032060C"/>
    <w:rsid w:val="00320C1F"/>
    <w:rsid w:val="003215ED"/>
    <w:rsid w:val="0032204F"/>
    <w:rsid w:val="0032281D"/>
    <w:rsid w:val="00322934"/>
    <w:rsid w:val="003229B5"/>
    <w:rsid w:val="003257D2"/>
    <w:rsid w:val="00325C14"/>
    <w:rsid w:val="00330CF6"/>
    <w:rsid w:val="00334D86"/>
    <w:rsid w:val="00335AD1"/>
    <w:rsid w:val="00337B85"/>
    <w:rsid w:val="003400E8"/>
    <w:rsid w:val="00341E84"/>
    <w:rsid w:val="003456A1"/>
    <w:rsid w:val="0034699C"/>
    <w:rsid w:val="00352767"/>
    <w:rsid w:val="003545F3"/>
    <w:rsid w:val="0036201A"/>
    <w:rsid w:val="00362464"/>
    <w:rsid w:val="003678CD"/>
    <w:rsid w:val="0037093F"/>
    <w:rsid w:val="003730A4"/>
    <w:rsid w:val="00374EE2"/>
    <w:rsid w:val="00375C4B"/>
    <w:rsid w:val="00377B8F"/>
    <w:rsid w:val="00382683"/>
    <w:rsid w:val="00382B25"/>
    <w:rsid w:val="00385622"/>
    <w:rsid w:val="00394291"/>
    <w:rsid w:val="003963D9"/>
    <w:rsid w:val="00396BCA"/>
    <w:rsid w:val="00397A0D"/>
    <w:rsid w:val="003A04EC"/>
    <w:rsid w:val="003A088B"/>
    <w:rsid w:val="003A3354"/>
    <w:rsid w:val="003A4B66"/>
    <w:rsid w:val="003A70F9"/>
    <w:rsid w:val="003B003E"/>
    <w:rsid w:val="003B11C4"/>
    <w:rsid w:val="003B4A09"/>
    <w:rsid w:val="003B5D3C"/>
    <w:rsid w:val="003C0683"/>
    <w:rsid w:val="003C0D78"/>
    <w:rsid w:val="003C4CF8"/>
    <w:rsid w:val="003C54BD"/>
    <w:rsid w:val="003C5FE0"/>
    <w:rsid w:val="003C6C2F"/>
    <w:rsid w:val="003C706A"/>
    <w:rsid w:val="003C7591"/>
    <w:rsid w:val="003D07C7"/>
    <w:rsid w:val="003D18DD"/>
    <w:rsid w:val="003D3727"/>
    <w:rsid w:val="003D37A3"/>
    <w:rsid w:val="003D4EFD"/>
    <w:rsid w:val="003D7F2B"/>
    <w:rsid w:val="003E06FA"/>
    <w:rsid w:val="003E0B6D"/>
    <w:rsid w:val="003E11D2"/>
    <w:rsid w:val="003E1634"/>
    <w:rsid w:val="003E2059"/>
    <w:rsid w:val="003E2EBB"/>
    <w:rsid w:val="003E38FD"/>
    <w:rsid w:val="003E676D"/>
    <w:rsid w:val="003F15E6"/>
    <w:rsid w:val="003F197F"/>
    <w:rsid w:val="003F1D7B"/>
    <w:rsid w:val="003F3674"/>
    <w:rsid w:val="003F57F0"/>
    <w:rsid w:val="00402E49"/>
    <w:rsid w:val="00403EC0"/>
    <w:rsid w:val="004044CC"/>
    <w:rsid w:val="00405460"/>
    <w:rsid w:val="00405A9F"/>
    <w:rsid w:val="004060BF"/>
    <w:rsid w:val="004060EA"/>
    <w:rsid w:val="00406A1B"/>
    <w:rsid w:val="00407955"/>
    <w:rsid w:val="00414D7D"/>
    <w:rsid w:val="00417C33"/>
    <w:rsid w:val="004203F7"/>
    <w:rsid w:val="00420DB6"/>
    <w:rsid w:val="00421423"/>
    <w:rsid w:val="004262A9"/>
    <w:rsid w:val="004300E4"/>
    <w:rsid w:val="00430AB8"/>
    <w:rsid w:val="0043753C"/>
    <w:rsid w:val="00440B6C"/>
    <w:rsid w:val="004411E9"/>
    <w:rsid w:val="004454DD"/>
    <w:rsid w:val="0044587C"/>
    <w:rsid w:val="0044679C"/>
    <w:rsid w:val="00446E0D"/>
    <w:rsid w:val="004470E1"/>
    <w:rsid w:val="00451763"/>
    <w:rsid w:val="00451D88"/>
    <w:rsid w:val="0045724A"/>
    <w:rsid w:val="0045746B"/>
    <w:rsid w:val="00462BAB"/>
    <w:rsid w:val="0046330B"/>
    <w:rsid w:val="004702D6"/>
    <w:rsid w:val="004703E4"/>
    <w:rsid w:val="004705DF"/>
    <w:rsid w:val="00471E16"/>
    <w:rsid w:val="00474C74"/>
    <w:rsid w:val="00480056"/>
    <w:rsid w:val="00481B85"/>
    <w:rsid w:val="00481D66"/>
    <w:rsid w:val="00483667"/>
    <w:rsid w:val="00485C1A"/>
    <w:rsid w:val="00487A38"/>
    <w:rsid w:val="00490150"/>
    <w:rsid w:val="00491679"/>
    <w:rsid w:val="004947EC"/>
    <w:rsid w:val="00495D38"/>
    <w:rsid w:val="0049603B"/>
    <w:rsid w:val="0049646F"/>
    <w:rsid w:val="00497B12"/>
    <w:rsid w:val="004A0EDF"/>
    <w:rsid w:val="004A3889"/>
    <w:rsid w:val="004A4023"/>
    <w:rsid w:val="004A44A3"/>
    <w:rsid w:val="004A4BAE"/>
    <w:rsid w:val="004A5A87"/>
    <w:rsid w:val="004A5C56"/>
    <w:rsid w:val="004A5D4F"/>
    <w:rsid w:val="004A7379"/>
    <w:rsid w:val="004A7E90"/>
    <w:rsid w:val="004B68FA"/>
    <w:rsid w:val="004B79D5"/>
    <w:rsid w:val="004C29EB"/>
    <w:rsid w:val="004C2FFD"/>
    <w:rsid w:val="004C6F06"/>
    <w:rsid w:val="004C7923"/>
    <w:rsid w:val="004D0A80"/>
    <w:rsid w:val="004D0F95"/>
    <w:rsid w:val="004D1C90"/>
    <w:rsid w:val="004D28DB"/>
    <w:rsid w:val="004D2A75"/>
    <w:rsid w:val="004D3912"/>
    <w:rsid w:val="004D455C"/>
    <w:rsid w:val="004D56FA"/>
    <w:rsid w:val="004D7324"/>
    <w:rsid w:val="004D758F"/>
    <w:rsid w:val="004E15EC"/>
    <w:rsid w:val="004E1A48"/>
    <w:rsid w:val="004E6775"/>
    <w:rsid w:val="004E6B4D"/>
    <w:rsid w:val="004F3658"/>
    <w:rsid w:val="0050199C"/>
    <w:rsid w:val="0050292F"/>
    <w:rsid w:val="00504BAA"/>
    <w:rsid w:val="00506E9E"/>
    <w:rsid w:val="005074D0"/>
    <w:rsid w:val="00507E16"/>
    <w:rsid w:val="00510E25"/>
    <w:rsid w:val="0051185A"/>
    <w:rsid w:val="00514372"/>
    <w:rsid w:val="00522212"/>
    <w:rsid w:val="0052257E"/>
    <w:rsid w:val="00522B2F"/>
    <w:rsid w:val="00523CEE"/>
    <w:rsid w:val="005251AE"/>
    <w:rsid w:val="00526111"/>
    <w:rsid w:val="0052621A"/>
    <w:rsid w:val="005272EF"/>
    <w:rsid w:val="00527B6C"/>
    <w:rsid w:val="00531C38"/>
    <w:rsid w:val="00532170"/>
    <w:rsid w:val="005321F4"/>
    <w:rsid w:val="005326C6"/>
    <w:rsid w:val="00532BF2"/>
    <w:rsid w:val="0054088E"/>
    <w:rsid w:val="00541398"/>
    <w:rsid w:val="005428E3"/>
    <w:rsid w:val="00542B25"/>
    <w:rsid w:val="00542D5D"/>
    <w:rsid w:val="005431E7"/>
    <w:rsid w:val="00546EC6"/>
    <w:rsid w:val="00547358"/>
    <w:rsid w:val="00547724"/>
    <w:rsid w:val="0055053D"/>
    <w:rsid w:val="00550C65"/>
    <w:rsid w:val="00554D86"/>
    <w:rsid w:val="00554E02"/>
    <w:rsid w:val="00557D44"/>
    <w:rsid w:val="00557E24"/>
    <w:rsid w:val="00557FE2"/>
    <w:rsid w:val="005602C7"/>
    <w:rsid w:val="00560E4D"/>
    <w:rsid w:val="005619E2"/>
    <w:rsid w:val="00564848"/>
    <w:rsid w:val="005651D4"/>
    <w:rsid w:val="00567C72"/>
    <w:rsid w:val="00570170"/>
    <w:rsid w:val="005725C0"/>
    <w:rsid w:val="0057467E"/>
    <w:rsid w:val="005758C9"/>
    <w:rsid w:val="00575C32"/>
    <w:rsid w:val="00576C2D"/>
    <w:rsid w:val="00576C4A"/>
    <w:rsid w:val="00577A4E"/>
    <w:rsid w:val="00581429"/>
    <w:rsid w:val="005821E9"/>
    <w:rsid w:val="00584345"/>
    <w:rsid w:val="00585B9B"/>
    <w:rsid w:val="00586560"/>
    <w:rsid w:val="00591CBB"/>
    <w:rsid w:val="00593FAD"/>
    <w:rsid w:val="0059513D"/>
    <w:rsid w:val="005951B1"/>
    <w:rsid w:val="00595A4E"/>
    <w:rsid w:val="005A199D"/>
    <w:rsid w:val="005A41C2"/>
    <w:rsid w:val="005A56C7"/>
    <w:rsid w:val="005A5739"/>
    <w:rsid w:val="005A5A02"/>
    <w:rsid w:val="005A60F2"/>
    <w:rsid w:val="005A6C15"/>
    <w:rsid w:val="005B39BB"/>
    <w:rsid w:val="005B6B85"/>
    <w:rsid w:val="005B6FF4"/>
    <w:rsid w:val="005C186D"/>
    <w:rsid w:val="005C2B07"/>
    <w:rsid w:val="005C601E"/>
    <w:rsid w:val="005D0BE7"/>
    <w:rsid w:val="005D2DC3"/>
    <w:rsid w:val="005D3FCC"/>
    <w:rsid w:val="005D6070"/>
    <w:rsid w:val="005D69A3"/>
    <w:rsid w:val="005D7531"/>
    <w:rsid w:val="005E02BC"/>
    <w:rsid w:val="005E1208"/>
    <w:rsid w:val="005E4227"/>
    <w:rsid w:val="005E4B67"/>
    <w:rsid w:val="005E5B63"/>
    <w:rsid w:val="005E68A3"/>
    <w:rsid w:val="005F1967"/>
    <w:rsid w:val="005F1E3E"/>
    <w:rsid w:val="005F37AE"/>
    <w:rsid w:val="005F57A3"/>
    <w:rsid w:val="005F58B1"/>
    <w:rsid w:val="005F7A1C"/>
    <w:rsid w:val="006000DF"/>
    <w:rsid w:val="006001F3"/>
    <w:rsid w:val="00600350"/>
    <w:rsid w:val="006007D3"/>
    <w:rsid w:val="00601863"/>
    <w:rsid w:val="0060555F"/>
    <w:rsid w:val="00605EBB"/>
    <w:rsid w:val="00607DA0"/>
    <w:rsid w:val="0061207B"/>
    <w:rsid w:val="0061329A"/>
    <w:rsid w:val="006145B7"/>
    <w:rsid w:val="0061478B"/>
    <w:rsid w:val="00616BFE"/>
    <w:rsid w:val="006209C4"/>
    <w:rsid w:val="0062433F"/>
    <w:rsid w:val="006243C2"/>
    <w:rsid w:val="00625229"/>
    <w:rsid w:val="00625440"/>
    <w:rsid w:val="00625889"/>
    <w:rsid w:val="00632671"/>
    <w:rsid w:val="00632DFB"/>
    <w:rsid w:val="0063489B"/>
    <w:rsid w:val="006361C5"/>
    <w:rsid w:val="00636A27"/>
    <w:rsid w:val="00637064"/>
    <w:rsid w:val="00640B40"/>
    <w:rsid w:val="00644DCB"/>
    <w:rsid w:val="00650FEC"/>
    <w:rsid w:val="00651F8F"/>
    <w:rsid w:val="0065264D"/>
    <w:rsid w:val="00653284"/>
    <w:rsid w:val="00653577"/>
    <w:rsid w:val="00653AE3"/>
    <w:rsid w:val="00655D96"/>
    <w:rsid w:val="00656107"/>
    <w:rsid w:val="00657CEE"/>
    <w:rsid w:val="00667554"/>
    <w:rsid w:val="00667C5F"/>
    <w:rsid w:val="006759AC"/>
    <w:rsid w:val="00677E9A"/>
    <w:rsid w:val="0068326D"/>
    <w:rsid w:val="00683F44"/>
    <w:rsid w:val="00685AE5"/>
    <w:rsid w:val="00686065"/>
    <w:rsid w:val="00686119"/>
    <w:rsid w:val="00691326"/>
    <w:rsid w:val="006930D3"/>
    <w:rsid w:val="006945D9"/>
    <w:rsid w:val="0069488C"/>
    <w:rsid w:val="00695E2A"/>
    <w:rsid w:val="006A0A4E"/>
    <w:rsid w:val="006A11F3"/>
    <w:rsid w:val="006A1332"/>
    <w:rsid w:val="006A2294"/>
    <w:rsid w:val="006A30CC"/>
    <w:rsid w:val="006A48E1"/>
    <w:rsid w:val="006A6D66"/>
    <w:rsid w:val="006B2195"/>
    <w:rsid w:val="006B2333"/>
    <w:rsid w:val="006B2991"/>
    <w:rsid w:val="006C141B"/>
    <w:rsid w:val="006C3919"/>
    <w:rsid w:val="006C3B9A"/>
    <w:rsid w:val="006C65AD"/>
    <w:rsid w:val="006C67B9"/>
    <w:rsid w:val="006C748C"/>
    <w:rsid w:val="006D0A37"/>
    <w:rsid w:val="006D0F00"/>
    <w:rsid w:val="006D5529"/>
    <w:rsid w:val="006D61C4"/>
    <w:rsid w:val="006D6E75"/>
    <w:rsid w:val="006E064A"/>
    <w:rsid w:val="006E070A"/>
    <w:rsid w:val="006E1880"/>
    <w:rsid w:val="006E1B9A"/>
    <w:rsid w:val="006E34FE"/>
    <w:rsid w:val="006E3ED6"/>
    <w:rsid w:val="006E41B5"/>
    <w:rsid w:val="006E6C22"/>
    <w:rsid w:val="006F4345"/>
    <w:rsid w:val="006F59F8"/>
    <w:rsid w:val="007022EB"/>
    <w:rsid w:val="00707025"/>
    <w:rsid w:val="00710DC5"/>
    <w:rsid w:val="007123C0"/>
    <w:rsid w:val="00712ED4"/>
    <w:rsid w:val="00715425"/>
    <w:rsid w:val="00715EA5"/>
    <w:rsid w:val="007166F0"/>
    <w:rsid w:val="0071712F"/>
    <w:rsid w:val="007176D4"/>
    <w:rsid w:val="0072432F"/>
    <w:rsid w:val="00725E43"/>
    <w:rsid w:val="00726400"/>
    <w:rsid w:val="0072658A"/>
    <w:rsid w:val="007345D8"/>
    <w:rsid w:val="007345FE"/>
    <w:rsid w:val="00740A7C"/>
    <w:rsid w:val="007456EB"/>
    <w:rsid w:val="00746EDB"/>
    <w:rsid w:val="00747753"/>
    <w:rsid w:val="00747F02"/>
    <w:rsid w:val="007504A0"/>
    <w:rsid w:val="00751189"/>
    <w:rsid w:val="007516DA"/>
    <w:rsid w:val="00751AB6"/>
    <w:rsid w:val="0075265B"/>
    <w:rsid w:val="00753269"/>
    <w:rsid w:val="00754953"/>
    <w:rsid w:val="00755484"/>
    <w:rsid w:val="00762E23"/>
    <w:rsid w:val="00765193"/>
    <w:rsid w:val="007657D3"/>
    <w:rsid w:val="00766027"/>
    <w:rsid w:val="007666DA"/>
    <w:rsid w:val="00770E50"/>
    <w:rsid w:val="0077272C"/>
    <w:rsid w:val="007741EF"/>
    <w:rsid w:val="007764CE"/>
    <w:rsid w:val="007806B8"/>
    <w:rsid w:val="0078744F"/>
    <w:rsid w:val="007902A7"/>
    <w:rsid w:val="00791796"/>
    <w:rsid w:val="00795B61"/>
    <w:rsid w:val="007A0F12"/>
    <w:rsid w:val="007A2D4A"/>
    <w:rsid w:val="007A4A49"/>
    <w:rsid w:val="007A5398"/>
    <w:rsid w:val="007B0556"/>
    <w:rsid w:val="007B0679"/>
    <w:rsid w:val="007B6D83"/>
    <w:rsid w:val="007C01DA"/>
    <w:rsid w:val="007C0F18"/>
    <w:rsid w:val="007C29A3"/>
    <w:rsid w:val="007C39FB"/>
    <w:rsid w:val="007C5CDC"/>
    <w:rsid w:val="007C5D4D"/>
    <w:rsid w:val="007C673E"/>
    <w:rsid w:val="007C7043"/>
    <w:rsid w:val="007C789C"/>
    <w:rsid w:val="007C7944"/>
    <w:rsid w:val="007D08B1"/>
    <w:rsid w:val="007D0CBC"/>
    <w:rsid w:val="007D2185"/>
    <w:rsid w:val="007D5AA6"/>
    <w:rsid w:val="007D6AFB"/>
    <w:rsid w:val="007D6D8B"/>
    <w:rsid w:val="007E03C3"/>
    <w:rsid w:val="007E079A"/>
    <w:rsid w:val="007E08EA"/>
    <w:rsid w:val="007E1C1C"/>
    <w:rsid w:val="007E2F9C"/>
    <w:rsid w:val="007E69CB"/>
    <w:rsid w:val="007F038D"/>
    <w:rsid w:val="007F22E8"/>
    <w:rsid w:val="007F3F51"/>
    <w:rsid w:val="007F5532"/>
    <w:rsid w:val="00801965"/>
    <w:rsid w:val="008019FA"/>
    <w:rsid w:val="00802609"/>
    <w:rsid w:val="00802B8A"/>
    <w:rsid w:val="008031FE"/>
    <w:rsid w:val="008073D9"/>
    <w:rsid w:val="0080743D"/>
    <w:rsid w:val="00811154"/>
    <w:rsid w:val="00811E4B"/>
    <w:rsid w:val="0081263F"/>
    <w:rsid w:val="00812E13"/>
    <w:rsid w:val="008157E5"/>
    <w:rsid w:val="00816E22"/>
    <w:rsid w:val="008251A7"/>
    <w:rsid w:val="008271FB"/>
    <w:rsid w:val="00830288"/>
    <w:rsid w:val="008325B1"/>
    <w:rsid w:val="0083657D"/>
    <w:rsid w:val="008369FA"/>
    <w:rsid w:val="00836A68"/>
    <w:rsid w:val="00840C2F"/>
    <w:rsid w:val="00840D51"/>
    <w:rsid w:val="00842627"/>
    <w:rsid w:val="0084289E"/>
    <w:rsid w:val="008429A9"/>
    <w:rsid w:val="00846CCC"/>
    <w:rsid w:val="00847F52"/>
    <w:rsid w:val="00851BB2"/>
    <w:rsid w:val="0085347E"/>
    <w:rsid w:val="00854FC3"/>
    <w:rsid w:val="00856267"/>
    <w:rsid w:val="0085775E"/>
    <w:rsid w:val="0086023E"/>
    <w:rsid w:val="008619C1"/>
    <w:rsid w:val="008621BD"/>
    <w:rsid w:val="0086665C"/>
    <w:rsid w:val="008700B5"/>
    <w:rsid w:val="00870897"/>
    <w:rsid w:val="00870C55"/>
    <w:rsid w:val="00870CED"/>
    <w:rsid w:val="008740D3"/>
    <w:rsid w:val="00874BF6"/>
    <w:rsid w:val="00875B6C"/>
    <w:rsid w:val="00877433"/>
    <w:rsid w:val="0087749A"/>
    <w:rsid w:val="008809FA"/>
    <w:rsid w:val="00880FA0"/>
    <w:rsid w:val="00881C16"/>
    <w:rsid w:val="00883CB4"/>
    <w:rsid w:val="0088598E"/>
    <w:rsid w:val="008873EA"/>
    <w:rsid w:val="00887ED6"/>
    <w:rsid w:val="00890553"/>
    <w:rsid w:val="00890E8D"/>
    <w:rsid w:val="00892376"/>
    <w:rsid w:val="00893FF6"/>
    <w:rsid w:val="00894208"/>
    <w:rsid w:val="0089695E"/>
    <w:rsid w:val="008A054F"/>
    <w:rsid w:val="008A0B5A"/>
    <w:rsid w:val="008A0B5F"/>
    <w:rsid w:val="008A0D5C"/>
    <w:rsid w:val="008A1401"/>
    <w:rsid w:val="008A1549"/>
    <w:rsid w:val="008A1B60"/>
    <w:rsid w:val="008A3F26"/>
    <w:rsid w:val="008A46AA"/>
    <w:rsid w:val="008A65F8"/>
    <w:rsid w:val="008B1A56"/>
    <w:rsid w:val="008B2B74"/>
    <w:rsid w:val="008B636F"/>
    <w:rsid w:val="008C001B"/>
    <w:rsid w:val="008C0614"/>
    <w:rsid w:val="008C1EB6"/>
    <w:rsid w:val="008C3D4B"/>
    <w:rsid w:val="008C5C45"/>
    <w:rsid w:val="008D0248"/>
    <w:rsid w:val="008D0D3F"/>
    <w:rsid w:val="008D2E98"/>
    <w:rsid w:val="008D6732"/>
    <w:rsid w:val="008E4865"/>
    <w:rsid w:val="008E4A47"/>
    <w:rsid w:val="008E4D64"/>
    <w:rsid w:val="008E6E88"/>
    <w:rsid w:val="008F061C"/>
    <w:rsid w:val="008F0DCA"/>
    <w:rsid w:val="008F16A4"/>
    <w:rsid w:val="008F1AE0"/>
    <w:rsid w:val="008F2D35"/>
    <w:rsid w:val="008F58B8"/>
    <w:rsid w:val="008F6A5E"/>
    <w:rsid w:val="008F70FB"/>
    <w:rsid w:val="009026BE"/>
    <w:rsid w:val="00903FBF"/>
    <w:rsid w:val="00904DFA"/>
    <w:rsid w:val="00905477"/>
    <w:rsid w:val="009067EA"/>
    <w:rsid w:val="00911E35"/>
    <w:rsid w:val="00913F8F"/>
    <w:rsid w:val="0091407C"/>
    <w:rsid w:val="0091526F"/>
    <w:rsid w:val="00915DFB"/>
    <w:rsid w:val="0091616F"/>
    <w:rsid w:val="00917E47"/>
    <w:rsid w:val="00922A55"/>
    <w:rsid w:val="009251FF"/>
    <w:rsid w:val="009269E9"/>
    <w:rsid w:val="00931A60"/>
    <w:rsid w:val="009351DC"/>
    <w:rsid w:val="00936F18"/>
    <w:rsid w:val="009375F0"/>
    <w:rsid w:val="00940ED5"/>
    <w:rsid w:val="009417E9"/>
    <w:rsid w:val="009459DC"/>
    <w:rsid w:val="00945CE0"/>
    <w:rsid w:val="009462DA"/>
    <w:rsid w:val="009479CA"/>
    <w:rsid w:val="00950C79"/>
    <w:rsid w:val="00957199"/>
    <w:rsid w:val="009575A4"/>
    <w:rsid w:val="00957B02"/>
    <w:rsid w:val="00963A4D"/>
    <w:rsid w:val="00964337"/>
    <w:rsid w:val="0096550C"/>
    <w:rsid w:val="00965B1C"/>
    <w:rsid w:val="009679FF"/>
    <w:rsid w:val="00970446"/>
    <w:rsid w:val="00971805"/>
    <w:rsid w:val="00972508"/>
    <w:rsid w:val="009732F8"/>
    <w:rsid w:val="009735CA"/>
    <w:rsid w:val="00975E2B"/>
    <w:rsid w:val="00976250"/>
    <w:rsid w:val="00976B48"/>
    <w:rsid w:val="00976F7A"/>
    <w:rsid w:val="0097721F"/>
    <w:rsid w:val="0097741D"/>
    <w:rsid w:val="00981143"/>
    <w:rsid w:val="009813DF"/>
    <w:rsid w:val="0098382E"/>
    <w:rsid w:val="0098668F"/>
    <w:rsid w:val="009869C4"/>
    <w:rsid w:val="00997EFB"/>
    <w:rsid w:val="009A0376"/>
    <w:rsid w:val="009A0D9F"/>
    <w:rsid w:val="009A1DEF"/>
    <w:rsid w:val="009A229B"/>
    <w:rsid w:val="009A2823"/>
    <w:rsid w:val="009A5024"/>
    <w:rsid w:val="009A5161"/>
    <w:rsid w:val="009A585F"/>
    <w:rsid w:val="009A6BC1"/>
    <w:rsid w:val="009B7237"/>
    <w:rsid w:val="009C031F"/>
    <w:rsid w:val="009C26BB"/>
    <w:rsid w:val="009C320E"/>
    <w:rsid w:val="009C44E0"/>
    <w:rsid w:val="009C5C15"/>
    <w:rsid w:val="009C7907"/>
    <w:rsid w:val="009C7B42"/>
    <w:rsid w:val="009C7F88"/>
    <w:rsid w:val="009D14EB"/>
    <w:rsid w:val="009D1FA9"/>
    <w:rsid w:val="009D21E6"/>
    <w:rsid w:val="009D4FE1"/>
    <w:rsid w:val="009D5867"/>
    <w:rsid w:val="009D6F78"/>
    <w:rsid w:val="009D7A6B"/>
    <w:rsid w:val="009E2C9E"/>
    <w:rsid w:val="009E3BCA"/>
    <w:rsid w:val="009E5AAD"/>
    <w:rsid w:val="009E6142"/>
    <w:rsid w:val="009F1C38"/>
    <w:rsid w:val="009F3762"/>
    <w:rsid w:val="009F5844"/>
    <w:rsid w:val="00A009FE"/>
    <w:rsid w:val="00A01BF5"/>
    <w:rsid w:val="00A01E36"/>
    <w:rsid w:val="00A03B6D"/>
    <w:rsid w:val="00A04335"/>
    <w:rsid w:val="00A05036"/>
    <w:rsid w:val="00A06C42"/>
    <w:rsid w:val="00A12A75"/>
    <w:rsid w:val="00A15F3C"/>
    <w:rsid w:val="00A21149"/>
    <w:rsid w:val="00A24A60"/>
    <w:rsid w:val="00A271C3"/>
    <w:rsid w:val="00A36215"/>
    <w:rsid w:val="00A400BF"/>
    <w:rsid w:val="00A413F6"/>
    <w:rsid w:val="00A41596"/>
    <w:rsid w:val="00A419E3"/>
    <w:rsid w:val="00A42F60"/>
    <w:rsid w:val="00A43567"/>
    <w:rsid w:val="00A45345"/>
    <w:rsid w:val="00A464F3"/>
    <w:rsid w:val="00A46611"/>
    <w:rsid w:val="00A4782B"/>
    <w:rsid w:val="00A506A8"/>
    <w:rsid w:val="00A51637"/>
    <w:rsid w:val="00A5172E"/>
    <w:rsid w:val="00A5311D"/>
    <w:rsid w:val="00A536F9"/>
    <w:rsid w:val="00A53E8D"/>
    <w:rsid w:val="00A54A64"/>
    <w:rsid w:val="00A60A0A"/>
    <w:rsid w:val="00A61C9D"/>
    <w:rsid w:val="00A63FAE"/>
    <w:rsid w:val="00A6534A"/>
    <w:rsid w:val="00A654CF"/>
    <w:rsid w:val="00A65F54"/>
    <w:rsid w:val="00A660EA"/>
    <w:rsid w:val="00A7287A"/>
    <w:rsid w:val="00A73F16"/>
    <w:rsid w:val="00A74BDD"/>
    <w:rsid w:val="00A75986"/>
    <w:rsid w:val="00A760B7"/>
    <w:rsid w:val="00A7659C"/>
    <w:rsid w:val="00A76AE7"/>
    <w:rsid w:val="00A76C46"/>
    <w:rsid w:val="00A80616"/>
    <w:rsid w:val="00A80DDF"/>
    <w:rsid w:val="00A829F6"/>
    <w:rsid w:val="00A848B1"/>
    <w:rsid w:val="00A8524E"/>
    <w:rsid w:val="00A900DA"/>
    <w:rsid w:val="00A90CB5"/>
    <w:rsid w:val="00A93653"/>
    <w:rsid w:val="00A95220"/>
    <w:rsid w:val="00A95F01"/>
    <w:rsid w:val="00AA41D0"/>
    <w:rsid w:val="00AA4F05"/>
    <w:rsid w:val="00AA50EF"/>
    <w:rsid w:val="00AA665D"/>
    <w:rsid w:val="00AA70AA"/>
    <w:rsid w:val="00AB1C67"/>
    <w:rsid w:val="00AB1E61"/>
    <w:rsid w:val="00AB2F8E"/>
    <w:rsid w:val="00AB40C9"/>
    <w:rsid w:val="00AB483B"/>
    <w:rsid w:val="00AB50AE"/>
    <w:rsid w:val="00AB78BB"/>
    <w:rsid w:val="00AC179D"/>
    <w:rsid w:val="00AC300B"/>
    <w:rsid w:val="00AC4EFB"/>
    <w:rsid w:val="00AC5B10"/>
    <w:rsid w:val="00AC5EEB"/>
    <w:rsid w:val="00AD0572"/>
    <w:rsid w:val="00AD1972"/>
    <w:rsid w:val="00AD1EC6"/>
    <w:rsid w:val="00AD1FA0"/>
    <w:rsid w:val="00AD2CFE"/>
    <w:rsid w:val="00AD43DE"/>
    <w:rsid w:val="00AD6CBB"/>
    <w:rsid w:val="00AE0A9B"/>
    <w:rsid w:val="00AE2FB5"/>
    <w:rsid w:val="00AE3CF9"/>
    <w:rsid w:val="00AE426B"/>
    <w:rsid w:val="00AE5E11"/>
    <w:rsid w:val="00AE7034"/>
    <w:rsid w:val="00AE7BFE"/>
    <w:rsid w:val="00AF1AA5"/>
    <w:rsid w:val="00AF24E5"/>
    <w:rsid w:val="00AF2696"/>
    <w:rsid w:val="00AF2703"/>
    <w:rsid w:val="00AF3C9C"/>
    <w:rsid w:val="00B00E9C"/>
    <w:rsid w:val="00B03662"/>
    <w:rsid w:val="00B11A2A"/>
    <w:rsid w:val="00B12D53"/>
    <w:rsid w:val="00B1452C"/>
    <w:rsid w:val="00B15E62"/>
    <w:rsid w:val="00B15EE7"/>
    <w:rsid w:val="00B1695B"/>
    <w:rsid w:val="00B20761"/>
    <w:rsid w:val="00B22F36"/>
    <w:rsid w:val="00B23E87"/>
    <w:rsid w:val="00B242F6"/>
    <w:rsid w:val="00B24F1B"/>
    <w:rsid w:val="00B24FF9"/>
    <w:rsid w:val="00B27876"/>
    <w:rsid w:val="00B31427"/>
    <w:rsid w:val="00B33126"/>
    <w:rsid w:val="00B342B5"/>
    <w:rsid w:val="00B347CC"/>
    <w:rsid w:val="00B35AC6"/>
    <w:rsid w:val="00B423EB"/>
    <w:rsid w:val="00B43763"/>
    <w:rsid w:val="00B44599"/>
    <w:rsid w:val="00B45730"/>
    <w:rsid w:val="00B46ED4"/>
    <w:rsid w:val="00B47551"/>
    <w:rsid w:val="00B517B6"/>
    <w:rsid w:val="00B51BE4"/>
    <w:rsid w:val="00B5408E"/>
    <w:rsid w:val="00B540C0"/>
    <w:rsid w:val="00B5484E"/>
    <w:rsid w:val="00B56EDD"/>
    <w:rsid w:val="00B57982"/>
    <w:rsid w:val="00B60A5A"/>
    <w:rsid w:val="00B67FE7"/>
    <w:rsid w:val="00B730D5"/>
    <w:rsid w:val="00B74FE8"/>
    <w:rsid w:val="00B76531"/>
    <w:rsid w:val="00B775B7"/>
    <w:rsid w:val="00B80399"/>
    <w:rsid w:val="00B837FC"/>
    <w:rsid w:val="00B8541D"/>
    <w:rsid w:val="00B92648"/>
    <w:rsid w:val="00B92836"/>
    <w:rsid w:val="00B9605E"/>
    <w:rsid w:val="00BA146A"/>
    <w:rsid w:val="00BA3D19"/>
    <w:rsid w:val="00BA52D3"/>
    <w:rsid w:val="00BA5BF9"/>
    <w:rsid w:val="00BB3E25"/>
    <w:rsid w:val="00BB67B6"/>
    <w:rsid w:val="00BB6CF2"/>
    <w:rsid w:val="00BC24F6"/>
    <w:rsid w:val="00BC370D"/>
    <w:rsid w:val="00BC5913"/>
    <w:rsid w:val="00BC6AF3"/>
    <w:rsid w:val="00BC72FF"/>
    <w:rsid w:val="00BD1279"/>
    <w:rsid w:val="00BD3CBD"/>
    <w:rsid w:val="00BD7511"/>
    <w:rsid w:val="00BD7DAF"/>
    <w:rsid w:val="00BE1BD7"/>
    <w:rsid w:val="00BE3E14"/>
    <w:rsid w:val="00BE6241"/>
    <w:rsid w:val="00BE6B4C"/>
    <w:rsid w:val="00BE747B"/>
    <w:rsid w:val="00BE7FCA"/>
    <w:rsid w:val="00BF2660"/>
    <w:rsid w:val="00BF3558"/>
    <w:rsid w:val="00BF431D"/>
    <w:rsid w:val="00BF591F"/>
    <w:rsid w:val="00BF7238"/>
    <w:rsid w:val="00C012CB"/>
    <w:rsid w:val="00C01FDD"/>
    <w:rsid w:val="00C04747"/>
    <w:rsid w:val="00C12D5F"/>
    <w:rsid w:val="00C14904"/>
    <w:rsid w:val="00C14B5E"/>
    <w:rsid w:val="00C14C29"/>
    <w:rsid w:val="00C205BE"/>
    <w:rsid w:val="00C218B6"/>
    <w:rsid w:val="00C21A4A"/>
    <w:rsid w:val="00C21C04"/>
    <w:rsid w:val="00C2223E"/>
    <w:rsid w:val="00C2375B"/>
    <w:rsid w:val="00C26F5A"/>
    <w:rsid w:val="00C30ED5"/>
    <w:rsid w:val="00C322C8"/>
    <w:rsid w:val="00C358B0"/>
    <w:rsid w:val="00C41085"/>
    <w:rsid w:val="00C420D4"/>
    <w:rsid w:val="00C425A4"/>
    <w:rsid w:val="00C426E0"/>
    <w:rsid w:val="00C44FC9"/>
    <w:rsid w:val="00C4563C"/>
    <w:rsid w:val="00C458F9"/>
    <w:rsid w:val="00C46A28"/>
    <w:rsid w:val="00C5057A"/>
    <w:rsid w:val="00C53296"/>
    <w:rsid w:val="00C5375D"/>
    <w:rsid w:val="00C564FB"/>
    <w:rsid w:val="00C56BC8"/>
    <w:rsid w:val="00C57D3C"/>
    <w:rsid w:val="00C626B1"/>
    <w:rsid w:val="00C63487"/>
    <w:rsid w:val="00C65A12"/>
    <w:rsid w:val="00C65AC7"/>
    <w:rsid w:val="00C71A5D"/>
    <w:rsid w:val="00C71DE8"/>
    <w:rsid w:val="00C7209F"/>
    <w:rsid w:val="00C74DA4"/>
    <w:rsid w:val="00C7755B"/>
    <w:rsid w:val="00C80443"/>
    <w:rsid w:val="00C82672"/>
    <w:rsid w:val="00C82F91"/>
    <w:rsid w:val="00C83D7C"/>
    <w:rsid w:val="00C862ED"/>
    <w:rsid w:val="00C90898"/>
    <w:rsid w:val="00C90EF3"/>
    <w:rsid w:val="00C92734"/>
    <w:rsid w:val="00C92DB0"/>
    <w:rsid w:val="00C9403F"/>
    <w:rsid w:val="00C942B9"/>
    <w:rsid w:val="00C9432D"/>
    <w:rsid w:val="00C96823"/>
    <w:rsid w:val="00CA12E6"/>
    <w:rsid w:val="00CA2570"/>
    <w:rsid w:val="00CA41A4"/>
    <w:rsid w:val="00CA423C"/>
    <w:rsid w:val="00CA4A4C"/>
    <w:rsid w:val="00CA4D2D"/>
    <w:rsid w:val="00CA526C"/>
    <w:rsid w:val="00CA5B62"/>
    <w:rsid w:val="00CA5E8C"/>
    <w:rsid w:val="00CA6C3C"/>
    <w:rsid w:val="00CB1607"/>
    <w:rsid w:val="00CB45DB"/>
    <w:rsid w:val="00CC000B"/>
    <w:rsid w:val="00CC14BE"/>
    <w:rsid w:val="00CC3731"/>
    <w:rsid w:val="00CC5997"/>
    <w:rsid w:val="00CC5BD4"/>
    <w:rsid w:val="00CC655A"/>
    <w:rsid w:val="00CD0D0A"/>
    <w:rsid w:val="00CD2463"/>
    <w:rsid w:val="00CD315B"/>
    <w:rsid w:val="00CD3296"/>
    <w:rsid w:val="00CD3657"/>
    <w:rsid w:val="00CD63C1"/>
    <w:rsid w:val="00CE211E"/>
    <w:rsid w:val="00CE2809"/>
    <w:rsid w:val="00CE447B"/>
    <w:rsid w:val="00CE5A5E"/>
    <w:rsid w:val="00CE7193"/>
    <w:rsid w:val="00CF1B63"/>
    <w:rsid w:val="00CF33F7"/>
    <w:rsid w:val="00CF45D3"/>
    <w:rsid w:val="00CF4AA2"/>
    <w:rsid w:val="00CF4F3B"/>
    <w:rsid w:val="00CF518B"/>
    <w:rsid w:val="00CF64FD"/>
    <w:rsid w:val="00CF67D4"/>
    <w:rsid w:val="00CF78ED"/>
    <w:rsid w:val="00D00950"/>
    <w:rsid w:val="00D01405"/>
    <w:rsid w:val="00D0187E"/>
    <w:rsid w:val="00D02680"/>
    <w:rsid w:val="00D04D5B"/>
    <w:rsid w:val="00D05B6A"/>
    <w:rsid w:val="00D0614C"/>
    <w:rsid w:val="00D07B61"/>
    <w:rsid w:val="00D10D6E"/>
    <w:rsid w:val="00D1177B"/>
    <w:rsid w:val="00D1238D"/>
    <w:rsid w:val="00D15EFA"/>
    <w:rsid w:val="00D1773B"/>
    <w:rsid w:val="00D20D8B"/>
    <w:rsid w:val="00D21CA4"/>
    <w:rsid w:val="00D2354B"/>
    <w:rsid w:val="00D237F0"/>
    <w:rsid w:val="00D25B06"/>
    <w:rsid w:val="00D26723"/>
    <w:rsid w:val="00D30B30"/>
    <w:rsid w:val="00D31F13"/>
    <w:rsid w:val="00D33319"/>
    <w:rsid w:val="00D361A8"/>
    <w:rsid w:val="00D37336"/>
    <w:rsid w:val="00D37FA7"/>
    <w:rsid w:val="00D419F4"/>
    <w:rsid w:val="00D4290D"/>
    <w:rsid w:val="00D43651"/>
    <w:rsid w:val="00D43A7F"/>
    <w:rsid w:val="00D4598E"/>
    <w:rsid w:val="00D45BE6"/>
    <w:rsid w:val="00D50162"/>
    <w:rsid w:val="00D52599"/>
    <w:rsid w:val="00D53C84"/>
    <w:rsid w:val="00D54944"/>
    <w:rsid w:val="00D56453"/>
    <w:rsid w:val="00D56A1C"/>
    <w:rsid w:val="00D577B8"/>
    <w:rsid w:val="00D6292A"/>
    <w:rsid w:val="00D62FDD"/>
    <w:rsid w:val="00D638EC"/>
    <w:rsid w:val="00D6512A"/>
    <w:rsid w:val="00D65589"/>
    <w:rsid w:val="00D6568D"/>
    <w:rsid w:val="00D65A4F"/>
    <w:rsid w:val="00D65FBD"/>
    <w:rsid w:val="00D75F8C"/>
    <w:rsid w:val="00D801CA"/>
    <w:rsid w:val="00D81A04"/>
    <w:rsid w:val="00D827CA"/>
    <w:rsid w:val="00D83605"/>
    <w:rsid w:val="00D83DD9"/>
    <w:rsid w:val="00D84594"/>
    <w:rsid w:val="00D86336"/>
    <w:rsid w:val="00D86B3C"/>
    <w:rsid w:val="00D87D90"/>
    <w:rsid w:val="00D90F64"/>
    <w:rsid w:val="00D91D5F"/>
    <w:rsid w:val="00D9210E"/>
    <w:rsid w:val="00D93FF1"/>
    <w:rsid w:val="00D95049"/>
    <w:rsid w:val="00D9634B"/>
    <w:rsid w:val="00D9745A"/>
    <w:rsid w:val="00DA20CC"/>
    <w:rsid w:val="00DA7671"/>
    <w:rsid w:val="00DA7ADC"/>
    <w:rsid w:val="00DB072F"/>
    <w:rsid w:val="00DB34A1"/>
    <w:rsid w:val="00DB44DB"/>
    <w:rsid w:val="00DB5ECA"/>
    <w:rsid w:val="00DB5F16"/>
    <w:rsid w:val="00DB6055"/>
    <w:rsid w:val="00DC0C16"/>
    <w:rsid w:val="00DC1198"/>
    <w:rsid w:val="00DC241C"/>
    <w:rsid w:val="00DC48BB"/>
    <w:rsid w:val="00DC4DF2"/>
    <w:rsid w:val="00DC5DD6"/>
    <w:rsid w:val="00DC74E0"/>
    <w:rsid w:val="00DC768E"/>
    <w:rsid w:val="00DD134B"/>
    <w:rsid w:val="00DD14CB"/>
    <w:rsid w:val="00DD396A"/>
    <w:rsid w:val="00DD4122"/>
    <w:rsid w:val="00DD5A5D"/>
    <w:rsid w:val="00DD5F70"/>
    <w:rsid w:val="00DD6672"/>
    <w:rsid w:val="00DD7B55"/>
    <w:rsid w:val="00DD7E98"/>
    <w:rsid w:val="00DE0CA6"/>
    <w:rsid w:val="00DE0D1A"/>
    <w:rsid w:val="00DE410D"/>
    <w:rsid w:val="00DE41EC"/>
    <w:rsid w:val="00DE7D95"/>
    <w:rsid w:val="00DF117A"/>
    <w:rsid w:val="00DF6D83"/>
    <w:rsid w:val="00E0106A"/>
    <w:rsid w:val="00E0389B"/>
    <w:rsid w:val="00E12682"/>
    <w:rsid w:val="00E16AB7"/>
    <w:rsid w:val="00E22537"/>
    <w:rsid w:val="00E25935"/>
    <w:rsid w:val="00E25E48"/>
    <w:rsid w:val="00E25FA8"/>
    <w:rsid w:val="00E2785C"/>
    <w:rsid w:val="00E27895"/>
    <w:rsid w:val="00E303FA"/>
    <w:rsid w:val="00E320A9"/>
    <w:rsid w:val="00E362C2"/>
    <w:rsid w:val="00E37C0C"/>
    <w:rsid w:val="00E4119E"/>
    <w:rsid w:val="00E41A67"/>
    <w:rsid w:val="00E41BE8"/>
    <w:rsid w:val="00E4282D"/>
    <w:rsid w:val="00E42861"/>
    <w:rsid w:val="00E44C82"/>
    <w:rsid w:val="00E4652F"/>
    <w:rsid w:val="00E53470"/>
    <w:rsid w:val="00E563C5"/>
    <w:rsid w:val="00E56924"/>
    <w:rsid w:val="00E6065F"/>
    <w:rsid w:val="00E62584"/>
    <w:rsid w:val="00E65B12"/>
    <w:rsid w:val="00E72DA5"/>
    <w:rsid w:val="00E73CD8"/>
    <w:rsid w:val="00E74D10"/>
    <w:rsid w:val="00E759D2"/>
    <w:rsid w:val="00E765E9"/>
    <w:rsid w:val="00E77162"/>
    <w:rsid w:val="00E77461"/>
    <w:rsid w:val="00E77E31"/>
    <w:rsid w:val="00E836C4"/>
    <w:rsid w:val="00E84107"/>
    <w:rsid w:val="00E8461A"/>
    <w:rsid w:val="00E8774A"/>
    <w:rsid w:val="00E87A04"/>
    <w:rsid w:val="00E9031D"/>
    <w:rsid w:val="00E910B6"/>
    <w:rsid w:val="00E925E3"/>
    <w:rsid w:val="00EA0934"/>
    <w:rsid w:val="00EA1991"/>
    <w:rsid w:val="00EA4DE7"/>
    <w:rsid w:val="00EA6809"/>
    <w:rsid w:val="00EB0273"/>
    <w:rsid w:val="00EB0665"/>
    <w:rsid w:val="00EB0FF4"/>
    <w:rsid w:val="00EB1753"/>
    <w:rsid w:val="00EB2446"/>
    <w:rsid w:val="00EB28B9"/>
    <w:rsid w:val="00EB5174"/>
    <w:rsid w:val="00EB7108"/>
    <w:rsid w:val="00EC1919"/>
    <w:rsid w:val="00EC25B4"/>
    <w:rsid w:val="00EC295B"/>
    <w:rsid w:val="00EC3D48"/>
    <w:rsid w:val="00EC55F5"/>
    <w:rsid w:val="00EC6B79"/>
    <w:rsid w:val="00ED0810"/>
    <w:rsid w:val="00ED0B56"/>
    <w:rsid w:val="00ED17BF"/>
    <w:rsid w:val="00ED17CD"/>
    <w:rsid w:val="00ED33BC"/>
    <w:rsid w:val="00ED39D1"/>
    <w:rsid w:val="00ED64E7"/>
    <w:rsid w:val="00EE1626"/>
    <w:rsid w:val="00EE1966"/>
    <w:rsid w:val="00EE4007"/>
    <w:rsid w:val="00EE6DC9"/>
    <w:rsid w:val="00EF773A"/>
    <w:rsid w:val="00F00047"/>
    <w:rsid w:val="00F008E8"/>
    <w:rsid w:val="00F02F0F"/>
    <w:rsid w:val="00F04792"/>
    <w:rsid w:val="00F04B6D"/>
    <w:rsid w:val="00F058D3"/>
    <w:rsid w:val="00F06F57"/>
    <w:rsid w:val="00F10B68"/>
    <w:rsid w:val="00F12505"/>
    <w:rsid w:val="00F1581F"/>
    <w:rsid w:val="00F16B06"/>
    <w:rsid w:val="00F16FE4"/>
    <w:rsid w:val="00F2055B"/>
    <w:rsid w:val="00F20697"/>
    <w:rsid w:val="00F23D08"/>
    <w:rsid w:val="00F24936"/>
    <w:rsid w:val="00F249FA"/>
    <w:rsid w:val="00F24BA5"/>
    <w:rsid w:val="00F26E18"/>
    <w:rsid w:val="00F27409"/>
    <w:rsid w:val="00F27950"/>
    <w:rsid w:val="00F27BFE"/>
    <w:rsid w:val="00F3254E"/>
    <w:rsid w:val="00F32FD9"/>
    <w:rsid w:val="00F349C8"/>
    <w:rsid w:val="00F364A7"/>
    <w:rsid w:val="00F36963"/>
    <w:rsid w:val="00F37C55"/>
    <w:rsid w:val="00F41B62"/>
    <w:rsid w:val="00F42385"/>
    <w:rsid w:val="00F42462"/>
    <w:rsid w:val="00F437DF"/>
    <w:rsid w:val="00F44520"/>
    <w:rsid w:val="00F44E9A"/>
    <w:rsid w:val="00F478B7"/>
    <w:rsid w:val="00F513FC"/>
    <w:rsid w:val="00F529E4"/>
    <w:rsid w:val="00F55A33"/>
    <w:rsid w:val="00F60AE4"/>
    <w:rsid w:val="00F62F2C"/>
    <w:rsid w:val="00F6624F"/>
    <w:rsid w:val="00F67682"/>
    <w:rsid w:val="00F702AD"/>
    <w:rsid w:val="00F70B70"/>
    <w:rsid w:val="00F715B2"/>
    <w:rsid w:val="00F741ED"/>
    <w:rsid w:val="00F7498C"/>
    <w:rsid w:val="00F7503F"/>
    <w:rsid w:val="00F75AF1"/>
    <w:rsid w:val="00F75B68"/>
    <w:rsid w:val="00F75E5B"/>
    <w:rsid w:val="00F7798F"/>
    <w:rsid w:val="00F85E40"/>
    <w:rsid w:val="00F932E4"/>
    <w:rsid w:val="00F94929"/>
    <w:rsid w:val="00FA0606"/>
    <w:rsid w:val="00FA53AB"/>
    <w:rsid w:val="00FA58F4"/>
    <w:rsid w:val="00FA7791"/>
    <w:rsid w:val="00FB0364"/>
    <w:rsid w:val="00FB2BB5"/>
    <w:rsid w:val="00FB3C8A"/>
    <w:rsid w:val="00FB4A68"/>
    <w:rsid w:val="00FB50CB"/>
    <w:rsid w:val="00FB6AED"/>
    <w:rsid w:val="00FC2DE1"/>
    <w:rsid w:val="00FD0091"/>
    <w:rsid w:val="00FD2C82"/>
    <w:rsid w:val="00FD4147"/>
    <w:rsid w:val="00FD666E"/>
    <w:rsid w:val="00FE0F26"/>
    <w:rsid w:val="00FE32C9"/>
    <w:rsid w:val="00FE5218"/>
    <w:rsid w:val="00FE74E8"/>
    <w:rsid w:val="00FE781B"/>
    <w:rsid w:val="00FF2405"/>
    <w:rsid w:val="00FF6285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05465"/>
  <w15:chartTrackingRefBased/>
  <w15:docId w15:val="{A9E24AA9-3857-4CAA-815A-A415F3FB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he-IL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1FB"/>
    <w:pPr>
      <w:bidi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60C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60C"/>
    <w:pPr>
      <w:keepNext/>
      <w:keepLines/>
      <w:bidi w:val="0"/>
      <w:spacing w:before="160" w:after="120" w:line="36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56FA"/>
    <w:pPr>
      <w:keepNext/>
      <w:keepLines/>
      <w:bidi w:val="0"/>
      <w:spacing w:before="160" w:after="120" w:line="360" w:lineRule="auto"/>
      <w:jc w:val="center"/>
      <w:outlineLvl w:val="2"/>
    </w:pPr>
    <w:rPr>
      <w:rFonts w:asciiTheme="majorHAnsi" w:eastAsiaTheme="majorEastAsia" w:hAnsiTheme="majorHAnsi" w:cstheme="majorBidi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060C"/>
    <w:pPr>
      <w:keepNext/>
      <w:keepLines/>
      <w:bidi w:val="0"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060C"/>
    <w:pPr>
      <w:keepNext/>
      <w:keepLines/>
      <w:bidi w:val="0"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060C"/>
    <w:pPr>
      <w:keepNext/>
      <w:keepLines/>
      <w:bidi w:val="0"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060C"/>
    <w:pPr>
      <w:keepNext/>
      <w:keepLines/>
      <w:bidi w:val="0"/>
      <w:spacing w:before="40" w:after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060C"/>
    <w:pPr>
      <w:keepNext/>
      <w:keepLines/>
      <w:bidi w:val="0"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060C"/>
    <w:pPr>
      <w:keepNext/>
      <w:keepLines/>
      <w:bidi w:val="0"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C0B8E"/>
  </w:style>
  <w:style w:type="character" w:customStyle="1" w:styleId="BodyTextChar">
    <w:name w:val="Body Text Char"/>
    <w:link w:val="BodyText"/>
    <w:rsid w:val="000C0B8E"/>
    <w:rPr>
      <w:sz w:val="24"/>
      <w:szCs w:val="24"/>
    </w:rPr>
  </w:style>
  <w:style w:type="paragraph" w:customStyle="1" w:styleId="zerospace">
    <w:name w:val="zerospace"/>
    <w:basedOn w:val="Title"/>
    <w:rsid w:val="00656107"/>
    <w:pPr>
      <w:spacing w:line="100" w:lineRule="exact"/>
    </w:pPr>
    <w:rPr>
      <w:rFonts w:ascii="Times New Roman" w:hAnsi="Times New Roman" w:cs="David"/>
      <w:sz w:val="24"/>
      <w:szCs w:val="24"/>
      <w:lang w:eastAsia="he-IL"/>
    </w:rPr>
  </w:style>
  <w:style w:type="paragraph" w:styleId="Title">
    <w:name w:val="Title"/>
    <w:basedOn w:val="Normal"/>
    <w:next w:val="Normal"/>
    <w:link w:val="TitleChar"/>
    <w:uiPriority w:val="10"/>
    <w:qFormat/>
    <w:rsid w:val="0032060C"/>
    <w:pPr>
      <w:bidi w:val="0"/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0000" w:themeColor="text2"/>
      <w:spacing w:val="3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2060C"/>
    <w:rPr>
      <w:rFonts w:asciiTheme="majorHAnsi" w:eastAsiaTheme="majorEastAsia" w:hAnsiTheme="majorHAnsi" w:cstheme="majorBidi"/>
      <w:caps/>
      <w:color w:val="000000" w:themeColor="text2"/>
      <w:spacing w:val="30"/>
      <w:sz w:val="44"/>
      <w:szCs w:val="44"/>
      <w:lang w:val="en-GB"/>
    </w:rPr>
  </w:style>
  <w:style w:type="paragraph" w:styleId="ListParagraph">
    <w:name w:val="List Paragraph"/>
    <w:basedOn w:val="Normal"/>
    <w:uiPriority w:val="34"/>
    <w:qFormat/>
    <w:rsid w:val="00E74D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2060C"/>
    <w:rPr>
      <w:rFonts w:asciiTheme="majorHAnsi" w:eastAsiaTheme="majorEastAsia" w:hAnsiTheme="majorHAnsi" w:cstheme="majorBidi"/>
      <w:color w:val="A5A5A5" w:themeColor="accent1" w:themeShade="BF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60C"/>
    <w:pPr>
      <w:numPr>
        <w:ilvl w:val="1"/>
      </w:numPr>
      <w:jc w:val="center"/>
    </w:pPr>
    <w:rPr>
      <w:color w:val="000000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060C"/>
    <w:rPr>
      <w:color w:val="000000" w:themeColor="text2"/>
      <w:sz w:val="28"/>
      <w:szCs w:val="28"/>
    </w:rPr>
  </w:style>
  <w:style w:type="paragraph" w:styleId="TOAHeading">
    <w:name w:val="toa heading"/>
    <w:basedOn w:val="Normal"/>
    <w:next w:val="Normal"/>
    <w:unhideWhenUsed/>
    <w:rsid w:val="00C14904"/>
    <w:pPr>
      <w:keepLines/>
      <w:pageBreakBefore/>
      <w:spacing w:before="120" w:after="120" w:line="240" w:lineRule="auto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LegalNotice">
    <w:name w:val="Legal_Notice"/>
    <w:basedOn w:val="Normal"/>
    <w:rsid w:val="00C14904"/>
    <w:pPr>
      <w:spacing w:after="0" w:line="240" w:lineRule="auto"/>
      <w:jc w:val="center"/>
    </w:pPr>
    <w:rPr>
      <w:rFonts w:cstheme="minorHAnsi"/>
      <w:sz w:val="16"/>
      <w:szCs w:val="16"/>
    </w:rPr>
  </w:style>
  <w:style w:type="paragraph" w:styleId="Footer">
    <w:name w:val="footer"/>
    <w:basedOn w:val="Normal"/>
    <w:link w:val="FooterChar"/>
    <w:rsid w:val="000C0B8E"/>
    <w:pPr>
      <w:tabs>
        <w:tab w:val="center" w:pos="4320"/>
        <w:tab w:val="right" w:pos="8640"/>
      </w:tabs>
    </w:pPr>
    <w:rPr>
      <w:rFonts w:cstheme="minorHAnsi"/>
      <w:sz w:val="20"/>
      <w:szCs w:val="20"/>
    </w:rPr>
  </w:style>
  <w:style w:type="character" w:customStyle="1" w:styleId="FooterChar">
    <w:name w:val="Footer Char"/>
    <w:link w:val="Footer"/>
    <w:rsid w:val="000C0B8E"/>
    <w:rPr>
      <w:rFonts w:cstheme="minorHAnsi"/>
    </w:rPr>
  </w:style>
  <w:style w:type="character" w:customStyle="1" w:styleId="Heading2Char">
    <w:name w:val="Heading 2 Char"/>
    <w:basedOn w:val="DefaultParagraphFont"/>
    <w:link w:val="Heading2"/>
    <w:uiPriority w:val="9"/>
    <w:rsid w:val="0032060C"/>
    <w:rPr>
      <w:rFonts w:asciiTheme="majorHAnsi" w:eastAsiaTheme="majorEastAsia" w:hAnsiTheme="majorHAnsi" w:cstheme="majorBidi"/>
      <w:b/>
      <w:bCs/>
      <w:sz w:val="40"/>
      <w:szCs w:val="40"/>
      <w:lang w:val="en-GB"/>
    </w:rPr>
  </w:style>
  <w:style w:type="paragraph" w:customStyle="1" w:styleId="bulletedlist">
    <w:name w:val="bulleted list"/>
    <w:basedOn w:val="Normal"/>
    <w:rsid w:val="000C0B8E"/>
    <w:pPr>
      <w:numPr>
        <w:numId w:val="5"/>
      </w:numPr>
    </w:p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32060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CaptionChar">
    <w:name w:val="Caption Char"/>
    <w:link w:val="Caption"/>
    <w:uiPriority w:val="35"/>
    <w:locked/>
    <w:rsid w:val="000C0B8E"/>
    <w:rPr>
      <w:b/>
      <w:bCs/>
      <w:color w:val="404040" w:themeColor="text1" w:themeTint="BF"/>
      <w:sz w:val="16"/>
      <w:szCs w:val="16"/>
    </w:rPr>
  </w:style>
  <w:style w:type="paragraph" w:customStyle="1" w:styleId="Illustration">
    <w:name w:val="Illustration"/>
    <w:basedOn w:val="Caption"/>
    <w:rsid w:val="000C0B8E"/>
    <w:pPr>
      <w:spacing w:before="120"/>
    </w:pPr>
    <w:rPr>
      <w:rFonts w:eastAsia="Times New Roman"/>
      <w:b w:val="0"/>
      <w:b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4D56F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060C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060C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060C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060C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060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060C"/>
    <w:rPr>
      <w:b/>
      <w:bCs/>
      <w:i/>
      <w:iCs/>
    </w:rPr>
  </w:style>
  <w:style w:type="character" w:styleId="Strong">
    <w:name w:val="Strong"/>
    <w:basedOn w:val="DefaultParagraphFont"/>
    <w:uiPriority w:val="22"/>
    <w:qFormat/>
    <w:rsid w:val="0032060C"/>
    <w:rPr>
      <w:b/>
      <w:bCs/>
    </w:rPr>
  </w:style>
  <w:style w:type="character" w:styleId="Emphasis">
    <w:name w:val="Emphasis"/>
    <w:basedOn w:val="DefaultParagraphFont"/>
    <w:uiPriority w:val="20"/>
    <w:qFormat/>
    <w:rsid w:val="0032060C"/>
    <w:rPr>
      <w:i/>
      <w:iCs/>
      <w:color w:val="000000" w:themeColor="text1"/>
    </w:rPr>
  </w:style>
  <w:style w:type="paragraph" w:styleId="NoSpacing">
    <w:name w:val="No Spacing"/>
    <w:uiPriority w:val="1"/>
    <w:qFormat/>
    <w:rsid w:val="0032060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2060C"/>
    <w:pPr>
      <w:bidi w:val="0"/>
      <w:spacing w:before="160"/>
      <w:ind w:left="720" w:right="720"/>
      <w:jc w:val="center"/>
    </w:pPr>
    <w:rPr>
      <w:i/>
      <w:iCs/>
      <w:color w:val="707070" w:themeColor="accent3" w:themeShade="BF"/>
    </w:rPr>
  </w:style>
  <w:style w:type="character" w:customStyle="1" w:styleId="QuoteChar">
    <w:name w:val="Quote Char"/>
    <w:basedOn w:val="DefaultParagraphFont"/>
    <w:link w:val="Quote"/>
    <w:uiPriority w:val="29"/>
    <w:rsid w:val="0032060C"/>
    <w:rPr>
      <w:i/>
      <w:iCs/>
      <w:color w:val="707070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060C"/>
    <w:pPr>
      <w:bidi w:val="0"/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060C"/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32060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2060C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2060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2060C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32060C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060C"/>
    <w:pPr>
      <w:bidi w:val="0"/>
      <w:outlineLvl w:val="9"/>
    </w:pPr>
  </w:style>
  <w:style w:type="paragraph" w:customStyle="1" w:styleId="BodyTextCenter">
    <w:name w:val="Body Text Center"/>
    <w:basedOn w:val="Normal"/>
    <w:qFormat/>
    <w:rsid w:val="004D56FA"/>
    <w:pPr>
      <w:bidi w:val="0"/>
      <w:spacing w:after="120" w:line="360" w:lineRule="auto"/>
      <w:jc w:val="center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shana\Documents\Custom%20Office%20Templates\translations\trx%20certificate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7">
      <a:majorFont>
        <a:latin typeface="Cambria"/>
        <a:ea typeface=""/>
        <a:cs typeface="Times New Roman"/>
      </a:majorFont>
      <a:minorFont>
        <a:latin typeface="Cambria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trx certificate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Shoshana</dc:creator>
  <cp:keywords/>
  <dc:description/>
  <cp:lastModifiedBy>Liron</cp:lastModifiedBy>
  <cp:revision>3</cp:revision>
  <dcterms:created xsi:type="dcterms:W3CDTF">2018-10-18T14:48:00Z</dcterms:created>
  <dcterms:modified xsi:type="dcterms:W3CDTF">2018-10-18T14:49:00Z</dcterms:modified>
</cp:coreProperties>
</file>