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7D647A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GrowWise - smart agricultural management system: data-driven solutions for efficient farm operations</w:t>
      </w:r>
    </w:p>
    <w:p w:rsidR="00000000" w:rsidRDefault="007D647A">
      <w:pPr>
        <w:pStyle w:val="department-code"/>
      </w:pPr>
      <w:r>
        <w:t>SE-A-6</w:t>
      </w:r>
    </w:p>
    <w:p w:rsidR="00000000" w:rsidRDefault="007D647A">
      <w:pPr>
        <w:pStyle w:val="student-line"/>
      </w:pPr>
      <w:r>
        <w:t xml:space="preserve">May Zohar; mayzo@ac.sce.ac.co.il </w:t>
      </w:r>
      <w:r>
        <w:br/>
        <w:t xml:space="preserve">Sapir Ovadya; sapirov@ac.sce.ac.co.il </w:t>
      </w:r>
    </w:p>
    <w:p w:rsidR="00000000" w:rsidRDefault="007D647A">
      <w:pPr>
        <w:pStyle w:val="mentor"/>
        <w:jc w:val="center"/>
        <w:divId w:val="1909731653"/>
      </w:pPr>
      <w:r>
        <w:t>Advisor: Ms. Alona Kutsyy</w:t>
      </w:r>
    </w:p>
    <w:p w:rsidR="00000000" w:rsidRDefault="007D647A">
      <w:pPr>
        <w:pStyle w:val="institution"/>
        <w:jc w:val="center"/>
        <w:divId w:val="1909731653"/>
      </w:pPr>
      <w:r>
        <w:rPr>
          <w:rStyle w:val="institution-name"/>
        </w:rPr>
        <w:t>SCE - Shamoon College of Engineering, Be'er-Sheva</w:t>
      </w:r>
    </w:p>
    <w:p w:rsidR="00000000" w:rsidRDefault="007D647A">
      <w:pPr>
        <w:divId w:val="1077282859"/>
        <w:rPr>
          <w:rFonts w:eastAsia="Times New Roman"/>
        </w:rPr>
      </w:pPr>
      <w:bookmarkStart w:id="0" w:name="_GoBack"/>
      <w:r>
        <w:rPr>
          <w:rFonts w:eastAsia="Times New Roman"/>
        </w:rPr>
        <w:t>The agricultural sector faces challenges such as inefficient resource utilization, unpredictable weather conditions, and complexities in workforce and inventory management. The demand for smart agricultural</w:t>
      </w:r>
      <w:r>
        <w:rPr>
          <w:rFonts w:eastAsia="Times New Roman"/>
        </w:rPr>
        <w:t xml:space="preserve"> solutions is increasing, as data-driven decision-making enhances efficiency. GrowWise is an intelligent farm management system providing tools for monitoring plots and greenhouses, optimizing irrigation, tracking inventory, analyzing growth trends, managi</w:t>
      </w:r>
      <w:r>
        <w:rPr>
          <w:rFonts w:eastAsia="Times New Roman"/>
        </w:rPr>
        <w:t>ng expenses through a calculator and reports. The project is developed using Flask, a Python-based web framework, MongoDB for data management and OpenAI API for data analysis. It delivers smart insights, reduces waste and enhances farm operations. GrowWise</w:t>
      </w:r>
      <w:r>
        <w:rPr>
          <w:rFonts w:eastAsia="Times New Roman"/>
        </w:rPr>
        <w:t xml:space="preserve"> is expected to be tested in a pilot program with a farmer to assess its impact. By giving farmers better control, GrowWise enhances profitability and advances sustainable agriculture</w:t>
      </w:r>
      <w:bookmarkEnd w:id="0"/>
      <w:r>
        <w:rPr>
          <w:rFonts w:eastAsia="Times New Roman"/>
        </w:rPr>
        <w:t>.</w:t>
      </w:r>
    </w:p>
    <w:p w:rsidR="00000000" w:rsidRDefault="007D647A">
      <w:pPr>
        <w:pStyle w:val="keywords-header"/>
      </w:pPr>
      <w:r>
        <w:t xml:space="preserve">Keywords: ai-driven agricultural insights, farm management, irrigation </w:t>
      </w:r>
      <w:r>
        <w:t>optimization, resource efficiency, smart agriculture.</w:t>
      </w:r>
    </w:p>
    <w:sectPr w:rsidR="0000000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47A"/>
    <w:rsid w:val="007D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1B2E4B-135D-49AF-9C18-3ABE1CD0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title">
    <w:name w:val="title"/>
    <w:basedOn w:val="a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a"/>
    <w:pPr>
      <w:spacing w:after="400"/>
      <w:jc w:val="center"/>
    </w:pPr>
  </w:style>
  <w:style w:type="paragraph" w:customStyle="1" w:styleId="students-header">
    <w:name w:val="students-header"/>
    <w:basedOn w:val="a"/>
    <w:pPr>
      <w:spacing w:before="300" w:after="100"/>
      <w:jc w:val="center"/>
    </w:pPr>
  </w:style>
  <w:style w:type="paragraph" w:customStyle="1" w:styleId="keywords-header">
    <w:name w:val="keywords-header"/>
    <w:basedOn w:val="a"/>
    <w:pPr>
      <w:spacing w:before="300" w:after="100"/>
      <w:jc w:val="center"/>
    </w:pPr>
  </w:style>
  <w:style w:type="paragraph" w:customStyle="1" w:styleId="student-line">
    <w:name w:val="student-line"/>
    <w:basedOn w:val="a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a"/>
    <w:pPr>
      <w:spacing w:before="300" w:after="300"/>
      <w:jc w:val="center"/>
    </w:pPr>
  </w:style>
  <w:style w:type="paragraph" w:customStyle="1" w:styleId="mentor">
    <w:name w:val="mentor"/>
    <w:basedOn w:val="a"/>
    <w:pPr>
      <w:spacing w:before="100" w:beforeAutospacing="1" w:after="100" w:afterAutospacing="1"/>
    </w:pPr>
  </w:style>
  <w:style w:type="paragraph" w:customStyle="1" w:styleId="institution">
    <w:name w:val="institution"/>
    <w:basedOn w:val="a"/>
    <w:pPr>
      <w:spacing w:before="100" w:beforeAutospacing="1" w:after="200"/>
    </w:pPr>
  </w:style>
  <w:style w:type="paragraph" w:customStyle="1" w:styleId="keywords">
    <w:name w:val="keywords"/>
    <w:basedOn w:val="a"/>
    <w:pPr>
      <w:spacing w:before="100" w:beforeAutospacing="1" w:after="160"/>
    </w:pPr>
  </w:style>
  <w:style w:type="paragraph" w:customStyle="1" w:styleId="content">
    <w:name w:val="content"/>
    <w:basedOn w:val="a"/>
    <w:pPr>
      <w:spacing w:before="400" w:after="100" w:afterAutospacing="1"/>
    </w:p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stitution-name">
    <w:name w:val="institution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282859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1653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Growwise - smart agricultural management system: data-driven solutions for efficient farm operations</vt:lpstr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Growwise - smart agricultural management system: data-driven solutions for efficient farm operations</dc:title>
  <dc:subject/>
  <dc:creator>Sapir Ovadya</dc:creator>
  <cp:keywords/>
  <dc:description/>
  <cp:lastModifiedBy>Regina Vaisman</cp:lastModifiedBy>
  <cp:revision>2</cp:revision>
  <dcterms:created xsi:type="dcterms:W3CDTF">2025-04-16T11:42:00Z</dcterms:created>
  <dcterms:modified xsi:type="dcterms:W3CDTF">2025-04-16T11:42:00Z</dcterms:modified>
</cp:coreProperties>
</file>