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F374E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bookmarkEnd w:id="0"/>
      <w:proofErr w:type="spellStart"/>
      <w:r>
        <w:rPr>
          <w:rFonts w:eastAsia="Times New Roman"/>
          <w:b/>
          <w:bCs/>
          <w:sz w:val="36"/>
          <w:szCs w:val="36"/>
        </w:rPr>
        <w:t>Foodalyze</w:t>
      </w:r>
      <w:proofErr w:type="spellEnd"/>
      <w:r>
        <w:rPr>
          <w:rFonts w:eastAsia="Times New Roman"/>
          <w:b/>
          <w:bCs/>
          <w:sz w:val="36"/>
          <w:szCs w:val="36"/>
        </w:rPr>
        <w:t>: restaurants and cafes search</w:t>
      </w:r>
    </w:p>
    <w:p w:rsidR="00000000" w:rsidRDefault="00CF374E">
      <w:pPr>
        <w:pStyle w:val="department-code"/>
      </w:pPr>
      <w:r>
        <w:t>SE-B-1</w:t>
      </w:r>
    </w:p>
    <w:p w:rsidR="00000000" w:rsidRDefault="00CF374E">
      <w:pPr>
        <w:pStyle w:val="student-line"/>
      </w:pPr>
      <w:r>
        <w:t xml:space="preserve">Dor Yehoshua; doryehoshua92@gmail.com </w:t>
      </w:r>
      <w:r>
        <w:br/>
        <w:t xml:space="preserve">Ron Hodaya Sela; ronhodaya777@gmail.com </w:t>
      </w:r>
    </w:p>
    <w:p w:rsidR="00000000" w:rsidRDefault="00CF374E">
      <w:pPr>
        <w:pStyle w:val="mentor"/>
        <w:jc w:val="center"/>
        <w:divId w:val="417875197"/>
      </w:pPr>
      <w:r>
        <w:t>Advisor: Dr. Alona Kutsyy</w:t>
      </w:r>
    </w:p>
    <w:p w:rsidR="00000000" w:rsidRDefault="00CF374E">
      <w:pPr>
        <w:pStyle w:val="institution"/>
        <w:jc w:val="center"/>
        <w:divId w:val="417875197"/>
      </w:pPr>
      <w:r>
        <w:rPr>
          <w:rStyle w:val="institution-name"/>
        </w:rPr>
        <w:t>SCE - Shamoon College of Engineering, Be'er-Sheva</w:t>
      </w:r>
    </w:p>
    <w:p w:rsidR="00000000" w:rsidRDefault="00CF374E">
      <w:pPr>
        <w:divId w:val="937100182"/>
        <w:rPr>
          <w:rFonts w:eastAsia="Times New Roman"/>
        </w:rPr>
      </w:pPr>
      <w:proofErr w:type="spellStart"/>
      <w:r>
        <w:rPr>
          <w:rFonts w:eastAsia="Times New Roman"/>
        </w:rPr>
        <w:t>Foodalyze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</w:rPr>
        <w:t>is designed to help search for restaurants and cafes by utilizing both personal filtering and group-based recommendations. It allows users to filter by various criteria such as ratings, kosher status, food types (vegan, meat, dairy and more), and additiona</w:t>
      </w:r>
      <w:r>
        <w:rPr>
          <w:rFonts w:eastAsia="Times New Roman"/>
        </w:rPr>
        <w:t>l categories. This enables the system to provide highly accurate search based on individual preferences. Additionally, it features a unique group recommendation tool designed to help groups (such as families or friends) easily decide on a restaurant. The s</w:t>
      </w:r>
      <w:r>
        <w:rPr>
          <w:rFonts w:eastAsia="Times New Roman"/>
        </w:rPr>
        <w:t>ystem considers the collective preferences of group members and provides recommendations that align with the majority's tastes, using effective group filtering.</w:t>
      </w:r>
    </w:p>
    <w:p w:rsidR="00000000" w:rsidRDefault="00CF374E">
      <w:pPr>
        <w:pStyle w:val="keywords-header"/>
      </w:pPr>
      <w:r>
        <w:t xml:space="preserve">Keywords: collaborative filtering, group recommendation system, personal filtering, restaurant </w:t>
      </w:r>
      <w:r>
        <w:t>and cafe search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4E"/>
    <w:rsid w:val="00C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87519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182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Foodalyze: restaurants and cafes search</vt:lpstr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Foodalyze: restaurants and cafes search</dc:title>
  <dc:subject/>
  <dc:creator>רון הודיה סלע</dc:creator>
  <cp:keywords/>
  <dc:description/>
  <cp:lastModifiedBy>Regina Vaisman</cp:lastModifiedBy>
  <cp:revision>2</cp:revision>
  <dcterms:created xsi:type="dcterms:W3CDTF">2025-04-16T11:58:00Z</dcterms:created>
  <dcterms:modified xsi:type="dcterms:W3CDTF">2025-04-16T11:58:00Z</dcterms:modified>
</cp:coreProperties>
</file>