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CF1550">
      <w:pPr>
        <w:jc w:val="center"/>
        <w:rPr>
          <w:rFonts w:eastAsia="Times New Roman"/>
          <w:b/>
          <w:bCs/>
          <w:sz w:val="36"/>
          <w:szCs w:val="36"/>
        </w:rPr>
      </w:pPr>
      <w:bookmarkStart w:id="0" w:name="_GoBack"/>
      <w:r>
        <w:rPr>
          <w:rFonts w:eastAsia="Times New Roman"/>
          <w:b/>
          <w:bCs/>
          <w:sz w:val="36"/>
          <w:szCs w:val="36"/>
        </w:rPr>
        <w:t>Anonymizing text with AI: a secure solution for sensitive information</w:t>
      </w:r>
    </w:p>
    <w:bookmarkEnd w:id="0"/>
    <w:p w:rsidR="00000000" w:rsidRDefault="00CF1550">
      <w:pPr>
        <w:pStyle w:val="department-code"/>
      </w:pPr>
      <w:r>
        <w:t>SE-E-10</w:t>
      </w:r>
    </w:p>
    <w:p w:rsidR="00000000" w:rsidRDefault="00CF1550">
      <w:pPr>
        <w:pStyle w:val="student-line"/>
      </w:pPr>
      <w:r>
        <w:t xml:space="preserve">Adiv Eliyahu; adiveliyahu3@gmail.com </w:t>
      </w:r>
      <w:r>
        <w:br/>
        <w:t xml:space="preserve">Itay Dosik; itaydosik@gmail.com </w:t>
      </w:r>
    </w:p>
    <w:p w:rsidR="00000000" w:rsidRDefault="00CF1550">
      <w:pPr>
        <w:pStyle w:val="mentor"/>
        <w:jc w:val="center"/>
        <w:divId w:val="1622347431"/>
      </w:pPr>
      <w:r>
        <w:t>Advisor: Dr. Marina Litvak</w:t>
      </w:r>
    </w:p>
    <w:p w:rsidR="00000000" w:rsidRDefault="00CF1550">
      <w:pPr>
        <w:pStyle w:val="institution"/>
        <w:jc w:val="center"/>
        <w:divId w:val="1622347431"/>
      </w:pPr>
      <w:r>
        <w:rPr>
          <w:rStyle w:val="institution-name"/>
        </w:rPr>
        <w:t>SCE - Shamoon College of Engineering, Be'er-Sheva</w:t>
      </w:r>
    </w:p>
    <w:p w:rsidR="00000000" w:rsidRDefault="00CF1550">
      <w:pPr>
        <w:divId w:val="907499225"/>
        <w:rPr>
          <w:rFonts w:eastAsia="Times New Roman"/>
        </w:rPr>
      </w:pPr>
      <w:r>
        <w:rPr>
          <w:rFonts w:eastAsia="Times New Roman"/>
        </w:rPr>
        <w:t xml:space="preserve">With </w:t>
      </w:r>
      <w:r>
        <w:rPr>
          <w:rFonts w:eastAsia="Times New Roman"/>
        </w:rPr>
        <w:t xml:space="preserve">the growing use of textual data in domains such as healthcare, law, and public administration, protecting sensitive information has become increasingly important. This project explores a method for text anonymization that combines Named Entity Recognition </w:t>
      </w:r>
      <w:r>
        <w:rPr>
          <w:rFonts w:eastAsia="Times New Roman"/>
        </w:rPr>
        <w:t>(NER) with a Large Language Model (LLM) to assist in privacy-related classification. The integration aims to identify and mask sensitive entities in text while maintaining overall data utility. The system offers a straightforward interface - users can inpu</w:t>
      </w:r>
      <w:r>
        <w:rPr>
          <w:rFonts w:eastAsia="Times New Roman"/>
        </w:rPr>
        <w:t>t raw text and receive anonymized output efficiently, without the need for complex setup or configurations. The approach seeks to contribute toward safer data handling practices by reducing the risk of exposure and retaining as much non-sensitive informati</w:t>
      </w:r>
      <w:r>
        <w:rPr>
          <w:rFonts w:eastAsia="Times New Roman"/>
        </w:rPr>
        <w:t xml:space="preserve">on as possible. </w:t>
      </w:r>
    </w:p>
    <w:p w:rsidR="00000000" w:rsidRDefault="00CF1550">
      <w:pPr>
        <w:pStyle w:val="keywords-header"/>
      </w:pPr>
      <w:r>
        <w:t>Keywords: anonymization, large language model, named entity recognition, privacy, sensitive data</w:t>
      </w:r>
    </w:p>
    <w:sectPr w:rsidR="00000000">
      <w:pgSz w:w="11906" w:h="16838"/>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F1550"/>
    <w:rsid w:val="00CF1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57589A-8114-4FCE-8CD7-AFAA3ECC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title">
    <w:name w:val="title"/>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afterAutospacing="1"/>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table" w:customStyle="1" w:styleId="TableNormal">
    <w:name w:val="Table Normal"/>
    <w:uiPriority w:val="99"/>
    <w:semiHidden/>
    <w:tblPr>
      <w:tblCellMar>
        <w:top w:w="0" w:type="dxa"/>
        <w:left w:w="108" w:type="dxa"/>
        <w:bottom w:w="0" w:type="dxa"/>
        <w:right w:w="108" w:type="dxa"/>
      </w:tblCellMar>
    </w:tbl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499225">
      <w:marLeft w:val="0"/>
      <w:marRight w:val="0"/>
      <w:marTop w:val="400"/>
      <w:marBottom w:val="0"/>
      <w:divBdr>
        <w:top w:val="none" w:sz="0" w:space="0" w:color="auto"/>
        <w:left w:val="none" w:sz="0" w:space="0" w:color="auto"/>
        <w:bottom w:val="none" w:sz="0" w:space="0" w:color="auto"/>
        <w:right w:val="none" w:sz="0" w:space="0" w:color="auto"/>
      </w:divBdr>
    </w:div>
    <w:div w:id="1622347431">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961</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Anonymizing text with ai: a secure solution for sensitive information</vt:lpstr>
    </vt:vector>
  </TitlesOfParts>
  <Company>WinMaster</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Anonymizing text with ai: a secure solution for sensitive information</dc:title>
  <dc:subject/>
  <dc:creator>adiv eliyahu</dc:creator>
  <cp:keywords/>
  <dc:description/>
  <cp:lastModifiedBy>Regina Vaisman</cp:lastModifiedBy>
  <cp:revision>2</cp:revision>
  <dcterms:created xsi:type="dcterms:W3CDTF">2025-04-16T07:39:00Z</dcterms:created>
  <dcterms:modified xsi:type="dcterms:W3CDTF">2025-04-16T07:39:00Z</dcterms:modified>
</cp:coreProperties>
</file>